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611"/>
        <w:gridCol w:w="3698"/>
      </w:tblGrid>
      <w:tr w:rsidR="00E85637" w14:paraId="4E17D8C2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28876721" w14:textId="6341A656" w:rsidR="00E85637" w:rsidRDefault="00B7608B" w:rsidP="005D634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 w:rsidR="00144A9F">
              <w:t>Maksu- ja Tolliamet</w:t>
            </w:r>
            <w:r>
              <w:fldChar w:fldCharType="end"/>
            </w:r>
            <w:bookmarkEnd w:id="0"/>
          </w:p>
        </w:tc>
        <w:tc>
          <w:tcPr>
            <w:tcW w:w="510" w:type="dxa"/>
            <w:noWrap/>
          </w:tcPr>
          <w:p w14:paraId="6D8C3327" w14:textId="62CD9F1E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T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44A9F">
              <w:t> </w:t>
            </w:r>
            <w:r w:rsidR="00144A9F">
              <w:t> </w:t>
            </w:r>
            <w:r w:rsidR="00144A9F">
              <w:t> </w:t>
            </w:r>
            <w:r w:rsidR="00144A9F">
              <w:t> </w:t>
            </w:r>
            <w:r w:rsidR="00144A9F">
              <w:t> 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36935B06" w14:textId="63CAD667" w:rsidR="00E85637" w:rsidRDefault="00B7608B" w:rsidP="00B7608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Text1"/>
                  <w:enabled/>
                  <w:calcOnExit w:val="0"/>
                  <w:helpText w:type="text" w:val="Sisestage siia saabunud kirja kuupäev.&#10;&#10;Näiteks: 01.05.2014 &#10;&#10;Seejärel liikuge Tab klahviga järgmisele väljale."/>
                  <w:statusText w:type="text" w:val="Sisestage siia saabunud kirja kuupäev (vt F1)"/>
                  <w:textInput>
                    <w:maxLength w:val="40"/>
                  </w:textInput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 w:rsidR="00144A9F">
              <w:t> </w:t>
            </w:r>
            <w:r w:rsidR="00144A9F">
              <w:t> </w:t>
            </w:r>
            <w:r w:rsidR="00144A9F">
              <w:t> </w:t>
            </w:r>
            <w:r w:rsidR="00144A9F">
              <w:t> </w:t>
            </w:r>
            <w:r w:rsidR="00144A9F">
              <w:t> </w:t>
            </w:r>
            <w:r>
              <w:fldChar w:fldCharType="end"/>
            </w:r>
            <w:bookmarkEnd w:id="1"/>
            <w:r w:rsidR="00356C40">
              <w:t xml:space="preserve"> nr </w:t>
            </w:r>
            <w:r>
              <w:fldChar w:fldCharType="begin">
                <w:ffData>
                  <w:name w:val="Text50"/>
                  <w:enabled/>
                  <w:calcOnExit w:val="0"/>
                  <w:helpText w:type="text" w:val="Sisestage siia saabunud kirja viit.&#10;&#10;Näiteks: 2-1/312&#10;&#10;Seejärel liikuge Tab klahviga järgmisele väljale."/>
                  <w:statusText w:type="text" w:val="Sisestage siia saabunud kirja viit (vt F1)"/>
                  <w:textInput/>
                </w:ffData>
              </w:fldChar>
            </w:r>
            <w:bookmarkStart w:id="2" w:name="Text5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E85637" w14:paraId="2EDCB2C0" w14:textId="77777777">
        <w:trPr>
          <w:cantSplit/>
          <w:trHeight w:val="743"/>
        </w:trPr>
        <w:tc>
          <w:tcPr>
            <w:tcW w:w="5216" w:type="dxa"/>
            <w:vMerge/>
          </w:tcPr>
          <w:p w14:paraId="03E373AE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47D98E96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003FE910" w14:textId="6E044B27" w:rsidR="00E85637" w:rsidRDefault="00B7608B" w:rsidP="00B7608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44A9F">
              <w:t>20.12</w:t>
            </w:r>
            <w:r w:rsidR="00F846CE">
              <w:t>.2024</w:t>
            </w:r>
            <w:r>
              <w:fldChar w:fldCharType="end"/>
            </w:r>
            <w:r w:rsidR="00356C40">
              <w:t xml:space="preserve"> nr 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3" w:name="Text51"/>
            <w:r>
              <w:instrText xml:space="preserve"> FORMTEXT </w:instrText>
            </w:r>
            <w:r>
              <w:fldChar w:fldCharType="separate"/>
            </w:r>
            <w:r w:rsidR="00581E8F">
              <w:t>3-2.1/2024/</w:t>
            </w:r>
            <w:r w:rsidR="00FF0EB5">
              <w:t>7642</w:t>
            </w:r>
            <w:r>
              <w:fldChar w:fldCharType="end"/>
            </w:r>
            <w:bookmarkEnd w:id="3"/>
          </w:p>
        </w:tc>
      </w:tr>
      <w:tr w:rsidR="00E85637" w14:paraId="49694B4B" w14:textId="77777777">
        <w:trPr>
          <w:cantSplit/>
          <w:trHeight w:hRule="exact" w:val="23"/>
        </w:trPr>
        <w:tc>
          <w:tcPr>
            <w:tcW w:w="5216" w:type="dxa"/>
          </w:tcPr>
          <w:p w14:paraId="63C24278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2E7CF233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0A646AFE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677A5EDA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5C95AC88" w14:textId="77777777" w:rsidR="00E85637" w:rsidRDefault="00E85637">
      <w:pPr>
        <w:rPr>
          <w:spacing w:val="0"/>
          <w:position w:val="0"/>
          <w:sz w:val="20"/>
        </w:rPr>
      </w:pPr>
    </w:p>
    <w:p w14:paraId="7508C75A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4B6EBB3E" wp14:editId="721217C8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D4C1C0" w14:textId="3493BA59" w:rsidR="00E85637" w:rsidRDefault="00B7608B">
      <w:pPr>
        <w:pStyle w:val="Pealkiri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Järelepäri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bookmarkStart w:id="4" w:name="Text7"/>
      <w:r>
        <w:instrText xml:space="preserve"> FORMTEXT </w:instrText>
      </w:r>
      <w:r>
        <w:fldChar w:fldCharType="separate"/>
      </w:r>
      <w:r w:rsidR="005D634B">
        <w:rPr>
          <w:noProof/>
        </w:rPr>
        <w:t>Taotlus</w:t>
      </w:r>
      <w:r>
        <w:fldChar w:fldCharType="end"/>
      </w:r>
      <w:bookmarkEnd w:id="4"/>
    </w:p>
    <w:p w14:paraId="3919DEE8" w14:textId="77777777" w:rsidR="00E85637" w:rsidRDefault="00E85637"/>
    <w:p w14:paraId="3089435F" w14:textId="77777777" w:rsidR="00E85637" w:rsidRDefault="00E85637">
      <w:pPr>
        <w:rPr>
          <w:sz w:val="26"/>
        </w:rPr>
      </w:pPr>
    </w:p>
    <w:p w14:paraId="1CEA6C3B" w14:textId="18C004AB" w:rsidR="007B7275" w:rsidRDefault="007B7275" w:rsidP="007B7275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irjutage siia pöördumise esimene sõna.&#10;&#10;Näiteks:   Austatud&#10;&#10;Seejärel liikuge Tab klahviga järgmisele väljale."/>
            <w:statusText w:type="text" w:val="Kirjutage siia pöördumise esimene sõna (vt F1)."/>
            <w:textInput>
              <w:default w:val="Austatud"/>
              <w:maxLength w:val="17"/>
              <w:format w:val="Algsuurtäht"/>
            </w:textInput>
          </w:ffData>
        </w:fldChar>
      </w:r>
      <w:r>
        <w:rPr>
          <w:spacing w:val="0"/>
          <w:position w:val="0"/>
        </w:rPr>
        <w:instrText xml:space="preserve"> FORMTEXT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 w:rsidR="003F50E7">
        <w:rPr>
          <w:noProof/>
          <w:spacing w:val="0"/>
          <w:position w:val="0"/>
        </w:rPr>
        <w:t>Lugupeetud</w:t>
      </w:r>
      <w:r>
        <w:rPr>
          <w:spacing w:val="0"/>
          <w:position w:val="0"/>
        </w:rPr>
        <w:fldChar w:fldCharType="end"/>
      </w:r>
      <w:r>
        <w:rPr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ui on vaja vormistada blanketile perekonnanime ette tiitel, siis valige sellest valikust: &#10;&#10;Näiteks:    proua&#10;&#10;Seejärel liikuge Tab klahviga järgmisele väljale."/>
            <w:statusText w:type="text" w:val="Valige rippmenüüst sobiv tiitel (vt F1)."/>
            <w:ddList>
              <w:result w:val="3"/>
              <w:listEntry w:val=" härra "/>
              <w:listEntry w:val=" proua "/>
              <w:listEntry w:val=" preili "/>
              <w:listEntry w:val=" 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r>
        <w:rPr>
          <w:spacing w:val="0"/>
          <w:position w:val="0"/>
        </w:rPr>
        <w:fldChar w:fldCharType="begin">
          <w:ffData>
            <w:name w:val="Text35"/>
            <w:enabled/>
            <w:calcOnExit w:val="0"/>
            <w:helpText w:type="text" w:val="Kirja saaja perekonnanimi. &#10;&#10;Näiteks:    Mägi&#10;&#10;Seejärel liikuge Tab klahviga järgmisele väljale."/>
            <w:statusText w:type="text" w:val="Kirjutage siia välja kirja saaja perekonnanimi  (vt F1)"/>
            <w:textInput>
              <w:maxLength w:val="60"/>
            </w:textInput>
          </w:ffData>
        </w:fldChar>
      </w:r>
      <w:bookmarkStart w:id="5" w:name="Text35"/>
      <w:r>
        <w:rPr>
          <w:spacing w:val="0"/>
          <w:position w:val="0"/>
        </w:rPr>
        <w:instrText xml:space="preserve"> FORMTEXT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 w:rsidR="005D634B">
        <w:rPr>
          <w:noProof/>
          <w:spacing w:val="0"/>
          <w:position w:val="0"/>
        </w:rPr>
        <w:t>Maksu- ja Tolliameti esindaja</w:t>
      </w:r>
      <w:r w:rsidR="00A86B28">
        <w:rPr>
          <w:noProof/>
          <w:spacing w:val="0"/>
          <w:position w:val="0"/>
        </w:rPr>
        <w:t xml:space="preserve"> </w:t>
      </w:r>
      <w:r>
        <w:rPr>
          <w:spacing w:val="0"/>
          <w:position w:val="0"/>
        </w:rPr>
        <w:fldChar w:fldCharType="end"/>
      </w:r>
      <w:bookmarkEnd w:id="5"/>
    </w:p>
    <w:p w14:paraId="6846C94E" w14:textId="77777777" w:rsidR="00E85637" w:rsidRDefault="00E85637"/>
    <w:p w14:paraId="7EA5A62D" w14:textId="77777777" w:rsidR="00E85637" w:rsidRDefault="00E85637">
      <w:pPr>
        <w:rPr>
          <w:sz w:val="18"/>
        </w:rPr>
      </w:pPr>
    </w:p>
    <w:p w14:paraId="33E4FB51" w14:textId="77777777" w:rsidR="00E85637" w:rsidRDefault="00E85637">
      <w:pPr>
        <w:sectPr w:rsidR="00E85637" w:rsidSect="00E0789D">
          <w:headerReference w:type="default" r:id="rId11"/>
          <w:footerReference w:type="default" r:id="rId12"/>
          <w:headerReference w:type="first" r:id="rId13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6D26E824" w14:textId="55F5FA34" w:rsidR="009E728F" w:rsidRDefault="005D634B" w:rsidP="00144A9F">
      <w:pPr>
        <w:jc w:val="both"/>
      </w:pPr>
      <w:r>
        <w:t>Riigimetsa Majandaja Keskus (edaspidi RMK) on sõlminud r</w:t>
      </w:r>
      <w:r w:rsidRPr="005D634B">
        <w:t>aamlepingud riigihanke (viitenumber 240877) alusel</w:t>
      </w:r>
      <w:r w:rsidR="00144A9F">
        <w:t xml:space="preserve"> (</w:t>
      </w:r>
      <w:hyperlink r:id="rId14" w:anchor="/procurement/3630276/general-info" w:history="1">
        <w:r w:rsidR="00144A9F" w:rsidRPr="00144A9F">
          <w:rPr>
            <w:rStyle w:val="Hperlink"/>
            <w:b/>
            <w:bCs/>
          </w:rPr>
          <w:t>https://riigihanked.riik.ee/rhr-web/#/procurement/3630276/general-info</w:t>
        </w:r>
      </w:hyperlink>
      <w:r w:rsidR="00144A9F">
        <w:t>)</w:t>
      </w:r>
      <w:r>
        <w:t xml:space="preserve">. Lepingu punkti 9.14 kohaselt on RMK-l õigus taotleda Maksu- ja Tolliametilt Töövõtja </w:t>
      </w:r>
      <w:r w:rsidRPr="005D634B">
        <w:t>maksusaladusena käsitletava teavet. Lepingu sõlmimisega annab Töövõtja nõusoleku Maksu- ja Tolliameti poolt Tellijale eelnimetatud teabe esitamiseks</w:t>
      </w:r>
      <w:r>
        <w:t>.</w:t>
      </w:r>
      <w:r w:rsidR="00144A9F">
        <w:t xml:space="preserve"> Tulenevalt lepingus sätestatud õigusest ning töövõtja edastatud volitusest palume RMK-le edastada järgnev teave: </w:t>
      </w:r>
    </w:p>
    <w:p w14:paraId="2347B098" w14:textId="77777777" w:rsidR="005D634B" w:rsidRDefault="005D634B" w:rsidP="00144A9F">
      <w:pPr>
        <w:jc w:val="both"/>
      </w:pPr>
    </w:p>
    <w:p w14:paraId="2B6E5FB1" w14:textId="5A17999D" w:rsidR="005D634B" w:rsidRDefault="00144A9F" w:rsidP="00144A9F">
      <w:pPr>
        <w:jc w:val="both"/>
      </w:pPr>
      <w:r>
        <w:t>Väljastada</w:t>
      </w:r>
      <w:r w:rsidR="005D634B">
        <w:t xml:space="preserve"> teave, mis on seotud töötamise registris registreeritud töötajate info kohta perioodil 01.01.2022 – 01.12.2024. Infot palume viisil, mis võimaldaks tuvastada isikute nime, isikukoodi, töötamise algus ja lõpp. Info palume edastada väljavõttena, mis võimaldab siduda ettevõtete</w:t>
      </w:r>
      <w:r>
        <w:t xml:space="preserve"> andmed töötajatega.</w:t>
      </w:r>
      <w:r w:rsidR="005D634B">
        <w:t xml:space="preserve"> Täiendavalt on vajalik teavet, mis on seotud töötasu maksmisega eelmainitud perioodil</w:t>
      </w:r>
      <w:r>
        <w:t xml:space="preserve"> kõi</w:t>
      </w:r>
      <w:r w:rsidR="00CC4FF0">
        <w:t>gi</w:t>
      </w:r>
      <w:r>
        <w:t xml:space="preserve"> registreeritud töötaja</w:t>
      </w:r>
      <w:r w:rsidR="00CC4FF0">
        <w:t>te</w:t>
      </w:r>
      <w:r>
        <w:t xml:space="preserve"> kohta.</w:t>
      </w:r>
      <w:r w:rsidR="005D634B">
        <w:t xml:space="preserve"> </w:t>
      </w:r>
    </w:p>
    <w:p w14:paraId="0C50B086" w14:textId="77777777" w:rsidR="00144A9F" w:rsidRDefault="00144A9F" w:rsidP="00144A9F">
      <w:pPr>
        <w:jc w:val="both"/>
      </w:pPr>
    </w:p>
    <w:p w14:paraId="5FE7745C" w14:textId="724C4D4E" w:rsidR="00144A9F" w:rsidRDefault="00144A9F" w:rsidP="00144A9F">
      <w:pPr>
        <w:jc w:val="both"/>
      </w:pPr>
      <w:r>
        <w:t xml:space="preserve">Ettevõtted, kelle osas tagasisidet ootame on järgnevad: </w:t>
      </w:r>
    </w:p>
    <w:p w14:paraId="405AF56C" w14:textId="77777777" w:rsidR="00144A9F" w:rsidRPr="00144A9F" w:rsidRDefault="00144A9F" w:rsidP="00144A9F">
      <w:pPr>
        <w:jc w:val="both"/>
      </w:pPr>
      <w:r w:rsidRPr="00144A9F">
        <w:t>Merkswood OÜ, registrikoodiga 12207864</w:t>
      </w:r>
    </w:p>
    <w:p w14:paraId="7C8602E0" w14:textId="77777777" w:rsidR="00144A9F" w:rsidRPr="00144A9F" w:rsidRDefault="00144A9F" w:rsidP="00144A9F">
      <w:pPr>
        <w:jc w:val="both"/>
      </w:pPr>
      <w:r w:rsidRPr="00144A9F">
        <w:t>Desierto OÜ, registrikoodiga 14836245</w:t>
      </w:r>
    </w:p>
    <w:p w14:paraId="3C2958FD" w14:textId="77777777" w:rsidR="00144A9F" w:rsidRPr="00144A9F" w:rsidRDefault="00144A9F" w:rsidP="00144A9F">
      <w:pPr>
        <w:jc w:val="both"/>
      </w:pPr>
      <w:r w:rsidRPr="00144A9F">
        <w:t>Serpiente OÜ, registrikoodiga 14836357</w:t>
      </w:r>
    </w:p>
    <w:p w14:paraId="1947C771" w14:textId="77777777" w:rsidR="00144A9F" w:rsidRPr="00144A9F" w:rsidRDefault="00144A9F" w:rsidP="00144A9F">
      <w:pPr>
        <w:jc w:val="both"/>
      </w:pPr>
      <w:r w:rsidRPr="00144A9F">
        <w:t>Avertek OÜ, registrikoodiga 11448598</w:t>
      </w:r>
    </w:p>
    <w:p w14:paraId="71BAF23F" w14:textId="77777777" w:rsidR="00144A9F" w:rsidRDefault="00144A9F" w:rsidP="00144A9F">
      <w:pPr>
        <w:jc w:val="both"/>
      </w:pPr>
      <w:r w:rsidRPr="00144A9F">
        <w:t>Biotööd OÜ, registrikoodiga 14836624</w:t>
      </w:r>
    </w:p>
    <w:p w14:paraId="2740FBED" w14:textId="77777777" w:rsidR="00144A9F" w:rsidRDefault="00144A9F" w:rsidP="00144A9F">
      <w:pPr>
        <w:jc w:val="both"/>
      </w:pPr>
    </w:p>
    <w:p w14:paraId="34BA605A" w14:textId="7FBE19E6" w:rsidR="00144A9F" w:rsidRPr="00144A9F" w:rsidRDefault="00144A9F" w:rsidP="00144A9F">
      <w:pPr>
        <w:jc w:val="both"/>
      </w:pPr>
      <w:r>
        <w:t>RMK jaoks on vajalik teavet koguda lepingu täitmisega seotud küsimuste lahendamiseks, mille tõttu palume võimalusel andmed edastada hiljemalt 06.01.2025</w:t>
      </w:r>
    </w:p>
    <w:p w14:paraId="39E23D9A" w14:textId="1408EF21" w:rsidR="00F846CE" w:rsidRDefault="00F846CE" w:rsidP="00F846CE">
      <w:pPr>
        <w:sectPr w:rsidR="00F846CE" w:rsidSect="00E0789D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3761FD9C" w14:textId="77777777" w:rsidR="00E85637" w:rsidRDefault="00E85637"/>
    <w:p w14:paraId="454B1A25" w14:textId="77777777" w:rsidR="00E85637" w:rsidRDefault="00E85637"/>
    <w:p w14:paraId="6D36DA6D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6C667165" w14:textId="77777777" w:rsidR="00E85637" w:rsidRDefault="00E85637"/>
    <w:p w14:paraId="31191BD0" w14:textId="77777777" w:rsidR="00E85637" w:rsidRDefault="00E85637"/>
    <w:p w14:paraId="2B4CD899" w14:textId="77777777" w:rsidR="00E85637" w:rsidRDefault="00B7608B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listEntry w:val="          "/>
              <w:listEntry w:val="(allkirjastatud digitaalselt)"/>
            </w:ddList>
          </w:ffData>
        </w:fldChar>
      </w:r>
      <w:bookmarkStart w:id="6" w:name="Dropdown9"/>
      <w:r>
        <w:rPr>
          <w:spacing w:val="0"/>
          <w:position w:val="0"/>
        </w:rPr>
        <w:instrText xml:space="preserve"> FORMDROPDOWN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6"/>
    </w:p>
    <w:p w14:paraId="3E1E3DD9" w14:textId="77777777" w:rsidR="00E85637" w:rsidRDefault="00E85637"/>
    <w:p w14:paraId="293786A0" w14:textId="77777777" w:rsidR="00E85637" w:rsidRDefault="00E85637">
      <w:pPr>
        <w:rPr>
          <w:sz w:val="14"/>
        </w:rPr>
      </w:pPr>
    </w:p>
    <w:p w14:paraId="523464F7" w14:textId="77777777" w:rsidR="00E85637" w:rsidRDefault="00E85637">
      <w:pPr>
        <w:rPr>
          <w:sz w:val="2"/>
        </w:rPr>
      </w:pPr>
    </w:p>
    <w:p w14:paraId="3F124474" w14:textId="1E9E3E55" w:rsidR="00E85637" w:rsidRDefault="00B7608B">
      <w:r>
        <w:fldChar w:fldCharType="begin">
          <w:ffData>
            <w:name w:val="Text30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bookmarkStart w:id="7" w:name="Text30"/>
      <w:r>
        <w:instrText xml:space="preserve"> FORMTEXT </w:instrText>
      </w:r>
      <w:r>
        <w:fldChar w:fldCharType="separate"/>
      </w:r>
      <w:r w:rsidR="00906B5D">
        <w:t xml:space="preserve">Ilmar </w:t>
      </w:r>
      <w:r w:rsidR="001D5091">
        <w:t>Paal</w:t>
      </w:r>
      <w:r>
        <w:fldChar w:fldCharType="end"/>
      </w:r>
      <w:bookmarkEnd w:id="7"/>
    </w:p>
    <w:p w14:paraId="3AD8DF1F" w14:textId="79D46FCD" w:rsidR="00E85637" w:rsidRDefault="00B7608B">
      <w:r>
        <w:lastRenderedPageBreak/>
        <w:fldChar w:fldCharType="begin">
          <w:ffData>
            <w:name w:val="Text32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bookmarkStart w:id="8" w:name="Text32"/>
      <w:r>
        <w:instrText xml:space="preserve"> FORMTEXT </w:instrText>
      </w:r>
      <w:r>
        <w:fldChar w:fldCharType="separate"/>
      </w:r>
      <w:r w:rsidR="00224098">
        <w:rPr>
          <w:noProof/>
        </w:rPr>
        <w:t>Metsakasvatusjuht</w:t>
      </w:r>
      <w:r>
        <w:fldChar w:fldCharType="end"/>
      </w:r>
      <w:bookmarkEnd w:id="8"/>
    </w:p>
    <w:p w14:paraId="2CF47EF5" w14:textId="77777777" w:rsidR="00E85637" w:rsidRDefault="00E85637"/>
    <w:p w14:paraId="3AB7368D" w14:textId="77777777" w:rsidR="00E85637" w:rsidRDefault="00E85637"/>
    <w:p w14:paraId="21B485E2" w14:textId="77777777" w:rsidR="00E85637" w:rsidRDefault="00B7608B">
      <w:r>
        <w:fldChar w:fldCharType="begin">
          <w:ffData>
            <w:name w:val=""/>
            <w:enabled/>
            <w:calcOnExit w:val="0"/>
            <w:helpText w:type="text" w:val="Sisestage siia lisa(d.&#10;&#10;Näiteks: Lisa: 4 lehel 1 eks&#10;&#10;Seejärel liikuge Tab klahviga järgmisele väljale."/>
            <w:statusText w:type="text" w:val="Sisestage siia lisa(d)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580ED98" w14:textId="77777777" w:rsidR="00E85637" w:rsidRDefault="00E85637"/>
    <w:p w14:paraId="5E27A66D" w14:textId="77777777" w:rsidR="00E85637" w:rsidRDefault="00E85637"/>
    <w:p w14:paraId="32288501" w14:textId="77777777" w:rsidR="00E85637" w:rsidRDefault="00B7608B">
      <w:r>
        <w:fldChar w:fldCharType="begin">
          <w:ffData>
            <w:name w:val="Text28"/>
            <w:enabled/>
            <w:calcOnExit w:val="0"/>
            <w:helpText w:type="text" w:val="Sisestage siia lisaardressaat (-did).&#10;&#10;Näiteks: Sama: Rapla Maavalitsus (rapla@maavalitsus.ee)&#10;&#10;Seejärel liikuge Tab klahviga järgmisele väljale."/>
            <w:statusText w:type="text" w:val="Sisestage siia lisaardressaat (-did) (vt F1)"/>
            <w:textInput/>
          </w:ffData>
        </w:fldChar>
      </w:r>
      <w:bookmarkStart w:id="9" w:name="Text2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14:paraId="5783564C" w14:textId="77777777" w:rsidR="00E85637" w:rsidRDefault="00E85637"/>
    <w:p w14:paraId="649280C4" w14:textId="77777777" w:rsidR="00E85637" w:rsidRDefault="00E85637"/>
    <w:p w14:paraId="6362D344" w14:textId="77777777" w:rsidR="00E85637" w:rsidRDefault="0015432F">
      <w:r>
        <w:fldChar w:fldCharType="begin">
          <w:ffData>
            <w:name w:val=""/>
            <w:enabled/>
            <w:calcOnExit w:val="0"/>
            <w:helpText w:type="text" w:val="Sisestage siia koostaja nimi, kui koostaja ja allakirjutaja on eri isikud.&#10;&#10;&#10;&#10;Seejärel liikuge Tab klahviga järgmisele väljale.&#10;&#10;"/>
            <w:statusText w:type="text" w:val="Sisestage siia koostaja nimi, kui koostaja ja allakirjutaja on eri isikud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14FBF67" w14:textId="0EE93AD1" w:rsidR="00356C40" w:rsidRDefault="00B7608B">
      <w:r>
        <w:fldChar w:fldCharType="begin">
          <w:ffData>
            <w:name w:val="Text29"/>
            <w:enabled/>
            <w:calcOnExit w:val="0"/>
            <w:helpText w:type="text" w:val="Sisestage siia koostaja telefon ja e-posti aadress.&#10;&#10;Näiteks: 612 3456 mari.kask@rmk.ee&#10;&#10;"/>
            <w:statusText w:type="text" w:val="Sisestage siia koostaja telefon ja e-posti aadress (vt F1)"/>
            <w:textInput/>
          </w:ffData>
        </w:fldChar>
      </w:r>
      <w:bookmarkStart w:id="10" w:name="Text29"/>
      <w:r>
        <w:instrText xml:space="preserve"> FORMTEXT </w:instrText>
      </w:r>
      <w:r>
        <w:fldChar w:fldCharType="separate"/>
      </w:r>
      <w:r w:rsidR="00D77795">
        <w:t> </w:t>
      </w:r>
      <w:r w:rsidR="00D77795">
        <w:t> </w:t>
      </w:r>
      <w:r w:rsidR="00D77795">
        <w:t> </w:t>
      </w:r>
      <w:r w:rsidR="00D77795">
        <w:t> </w:t>
      </w:r>
      <w:r w:rsidR="00D77795">
        <w:t> </w:t>
      </w:r>
      <w:r>
        <w:fldChar w:fldCharType="end"/>
      </w:r>
      <w:bookmarkEnd w:id="10"/>
      <w:r w:rsidR="00A9445B">
        <w:t xml:space="preserve"> </w:t>
      </w:r>
    </w:p>
    <w:sectPr w:rsidR="00356C40">
      <w:footerReference w:type="default" r:id="rId15"/>
      <w:headerReference w:type="first" r:id="rId16"/>
      <w:footerReference w:type="first" r:id="rId17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4D711" w14:textId="77777777" w:rsidR="00212C85" w:rsidRDefault="00212C85">
      <w:r>
        <w:separator/>
      </w:r>
    </w:p>
  </w:endnote>
  <w:endnote w:type="continuationSeparator" w:id="0">
    <w:p w14:paraId="3E53A137" w14:textId="77777777" w:rsidR="00212C85" w:rsidRDefault="00212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9791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D618E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7C2A0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6E2E24" w14:textId="77777777" w:rsidR="00212C85" w:rsidRDefault="00212C85">
      <w:r>
        <w:separator/>
      </w:r>
    </w:p>
  </w:footnote>
  <w:footnote w:type="continuationSeparator" w:id="0">
    <w:p w14:paraId="1F37B026" w14:textId="77777777" w:rsidR="00212C85" w:rsidRDefault="00212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BCC03" w14:textId="77777777" w:rsidR="00E85637" w:rsidRDefault="00A9445B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187A2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D8BC5" w14:textId="77777777"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EC29D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0A07EC1"/>
    <w:multiLevelType w:val="hybridMultilevel"/>
    <w:tmpl w:val="C632E44A"/>
    <w:lvl w:ilvl="0" w:tplc="D49015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452213634">
    <w:abstractNumId w:val="0"/>
  </w:num>
  <w:num w:numId="2" w16cid:durableId="1368919193">
    <w:abstractNumId w:val="2"/>
  </w:num>
  <w:num w:numId="3" w16cid:durableId="170192902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BE9"/>
    <w:rsid w:val="00001A6F"/>
    <w:rsid w:val="00005996"/>
    <w:rsid w:val="00014739"/>
    <w:rsid w:val="00045A2C"/>
    <w:rsid w:val="00057FC6"/>
    <w:rsid w:val="0006200C"/>
    <w:rsid w:val="000B3233"/>
    <w:rsid w:val="000D31BC"/>
    <w:rsid w:val="000D5AFD"/>
    <w:rsid w:val="000E3DFB"/>
    <w:rsid w:val="00136637"/>
    <w:rsid w:val="00144A9F"/>
    <w:rsid w:val="0014552B"/>
    <w:rsid w:val="0015432F"/>
    <w:rsid w:val="00160A99"/>
    <w:rsid w:val="0016105B"/>
    <w:rsid w:val="001856D4"/>
    <w:rsid w:val="00187A2D"/>
    <w:rsid w:val="001956F4"/>
    <w:rsid w:val="001C655D"/>
    <w:rsid w:val="001D139F"/>
    <w:rsid w:val="001D5091"/>
    <w:rsid w:val="001D79C5"/>
    <w:rsid w:val="001E574A"/>
    <w:rsid w:val="0020688D"/>
    <w:rsid w:val="00211281"/>
    <w:rsid w:val="00212579"/>
    <w:rsid w:val="00212C85"/>
    <w:rsid w:val="00217059"/>
    <w:rsid w:val="002236C6"/>
    <w:rsid w:val="00224098"/>
    <w:rsid w:val="00231DFB"/>
    <w:rsid w:val="00260335"/>
    <w:rsid w:val="002826B9"/>
    <w:rsid w:val="002C75D2"/>
    <w:rsid w:val="0031282B"/>
    <w:rsid w:val="00326150"/>
    <w:rsid w:val="003318F9"/>
    <w:rsid w:val="00342898"/>
    <w:rsid w:val="00356C40"/>
    <w:rsid w:val="003851A5"/>
    <w:rsid w:val="003A08B0"/>
    <w:rsid w:val="003C73F4"/>
    <w:rsid w:val="003F50E7"/>
    <w:rsid w:val="00404F2A"/>
    <w:rsid w:val="00436506"/>
    <w:rsid w:val="0043748E"/>
    <w:rsid w:val="00445410"/>
    <w:rsid w:val="00450832"/>
    <w:rsid w:val="004523B4"/>
    <w:rsid w:val="00480047"/>
    <w:rsid w:val="00486DE6"/>
    <w:rsid w:val="00491E34"/>
    <w:rsid w:val="004C1A23"/>
    <w:rsid w:val="004D67D7"/>
    <w:rsid w:val="004F0D54"/>
    <w:rsid w:val="00510B4B"/>
    <w:rsid w:val="00527A05"/>
    <w:rsid w:val="005720DE"/>
    <w:rsid w:val="0057301C"/>
    <w:rsid w:val="00581E8F"/>
    <w:rsid w:val="005A2D64"/>
    <w:rsid w:val="005A3B28"/>
    <w:rsid w:val="005A3CF5"/>
    <w:rsid w:val="005B5CED"/>
    <w:rsid w:val="005D2C9C"/>
    <w:rsid w:val="005D634B"/>
    <w:rsid w:val="005F5E20"/>
    <w:rsid w:val="00614CC5"/>
    <w:rsid w:val="00622A20"/>
    <w:rsid w:val="006232FA"/>
    <w:rsid w:val="0063526F"/>
    <w:rsid w:val="0063548D"/>
    <w:rsid w:val="006402F1"/>
    <w:rsid w:val="00642DB0"/>
    <w:rsid w:val="0064528B"/>
    <w:rsid w:val="00660372"/>
    <w:rsid w:val="00661C0A"/>
    <w:rsid w:val="00676843"/>
    <w:rsid w:val="00697056"/>
    <w:rsid w:val="006A489D"/>
    <w:rsid w:val="006A64FF"/>
    <w:rsid w:val="006C6D28"/>
    <w:rsid w:val="006D62C1"/>
    <w:rsid w:val="006E1766"/>
    <w:rsid w:val="006F7DD1"/>
    <w:rsid w:val="00704BBF"/>
    <w:rsid w:val="00716452"/>
    <w:rsid w:val="007215C6"/>
    <w:rsid w:val="00773334"/>
    <w:rsid w:val="00775C4F"/>
    <w:rsid w:val="00783682"/>
    <w:rsid w:val="007A1840"/>
    <w:rsid w:val="007B2948"/>
    <w:rsid w:val="007B7275"/>
    <w:rsid w:val="007D7414"/>
    <w:rsid w:val="007E0D20"/>
    <w:rsid w:val="007F39CF"/>
    <w:rsid w:val="007F482F"/>
    <w:rsid w:val="007F68A8"/>
    <w:rsid w:val="00803642"/>
    <w:rsid w:val="00810BA8"/>
    <w:rsid w:val="008338B6"/>
    <w:rsid w:val="00841E94"/>
    <w:rsid w:val="00845FCB"/>
    <w:rsid w:val="00852243"/>
    <w:rsid w:val="008B1038"/>
    <w:rsid w:val="008B5F44"/>
    <w:rsid w:val="008C0A3A"/>
    <w:rsid w:val="008C247A"/>
    <w:rsid w:val="008E4EC3"/>
    <w:rsid w:val="008F7B1B"/>
    <w:rsid w:val="00906113"/>
    <w:rsid w:val="00906B5D"/>
    <w:rsid w:val="009076C6"/>
    <w:rsid w:val="00937B84"/>
    <w:rsid w:val="00944D91"/>
    <w:rsid w:val="009536F0"/>
    <w:rsid w:val="009919A6"/>
    <w:rsid w:val="00991D0F"/>
    <w:rsid w:val="009940F9"/>
    <w:rsid w:val="009A49DD"/>
    <w:rsid w:val="009B5BEA"/>
    <w:rsid w:val="009D3F3A"/>
    <w:rsid w:val="009E71C7"/>
    <w:rsid w:val="009E728F"/>
    <w:rsid w:val="009F5980"/>
    <w:rsid w:val="00A47BE9"/>
    <w:rsid w:val="00A57382"/>
    <w:rsid w:val="00A86562"/>
    <w:rsid w:val="00A86B28"/>
    <w:rsid w:val="00A908E4"/>
    <w:rsid w:val="00A9445B"/>
    <w:rsid w:val="00AA6DA9"/>
    <w:rsid w:val="00AD7EE5"/>
    <w:rsid w:val="00AF1797"/>
    <w:rsid w:val="00B11BB5"/>
    <w:rsid w:val="00B364B5"/>
    <w:rsid w:val="00B4256F"/>
    <w:rsid w:val="00B51CAF"/>
    <w:rsid w:val="00B57933"/>
    <w:rsid w:val="00B7608B"/>
    <w:rsid w:val="00BC496B"/>
    <w:rsid w:val="00BF0803"/>
    <w:rsid w:val="00C17CDF"/>
    <w:rsid w:val="00C23F54"/>
    <w:rsid w:val="00C26F8F"/>
    <w:rsid w:val="00C32B5E"/>
    <w:rsid w:val="00C448B1"/>
    <w:rsid w:val="00C52479"/>
    <w:rsid w:val="00C67247"/>
    <w:rsid w:val="00CA01A4"/>
    <w:rsid w:val="00CA571B"/>
    <w:rsid w:val="00CC4FF0"/>
    <w:rsid w:val="00CC5135"/>
    <w:rsid w:val="00CF0857"/>
    <w:rsid w:val="00D06FC0"/>
    <w:rsid w:val="00D52D36"/>
    <w:rsid w:val="00D5663C"/>
    <w:rsid w:val="00D64920"/>
    <w:rsid w:val="00D660B5"/>
    <w:rsid w:val="00D77795"/>
    <w:rsid w:val="00D87F42"/>
    <w:rsid w:val="00DD1F6A"/>
    <w:rsid w:val="00DE1B37"/>
    <w:rsid w:val="00DF1F59"/>
    <w:rsid w:val="00E0789D"/>
    <w:rsid w:val="00E1587D"/>
    <w:rsid w:val="00E360C1"/>
    <w:rsid w:val="00E45A3D"/>
    <w:rsid w:val="00E7795E"/>
    <w:rsid w:val="00E803BB"/>
    <w:rsid w:val="00E824B6"/>
    <w:rsid w:val="00E85637"/>
    <w:rsid w:val="00E956FE"/>
    <w:rsid w:val="00EB4147"/>
    <w:rsid w:val="00EC0DF3"/>
    <w:rsid w:val="00EC5BAE"/>
    <w:rsid w:val="00F04FCF"/>
    <w:rsid w:val="00F257B0"/>
    <w:rsid w:val="00F55510"/>
    <w:rsid w:val="00F56F2E"/>
    <w:rsid w:val="00F67598"/>
    <w:rsid w:val="00F818AF"/>
    <w:rsid w:val="00F846CE"/>
    <w:rsid w:val="00F94062"/>
    <w:rsid w:val="00F97C47"/>
    <w:rsid w:val="00FA584A"/>
    <w:rsid w:val="00FE002A"/>
    <w:rsid w:val="00FE603F"/>
    <w:rsid w:val="00FF0EB5"/>
    <w:rsid w:val="00FF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CDBC35"/>
  <w15:docId w15:val="{923FB169-4B49-492F-9756-4E478C4F4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paragraph" w:styleId="Loendilik">
    <w:name w:val="List Paragraph"/>
    <w:basedOn w:val="Normaallaad"/>
    <w:uiPriority w:val="34"/>
    <w:qFormat/>
    <w:rsid w:val="00E803BB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E360C1"/>
    <w:rPr>
      <w:color w:val="0563C1"/>
      <w:u w:val="single"/>
    </w:rPr>
  </w:style>
  <w:style w:type="character" w:styleId="Lahendamatamainimine">
    <w:name w:val="Unresolved Mention"/>
    <w:basedOn w:val="Liguvaikefont"/>
    <w:uiPriority w:val="99"/>
    <w:rsid w:val="00937B84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37B8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1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riigihanked.riik.ee/rhr-web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iliku\Downloads\kirjaplank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(2)</Template>
  <TotalTime>4</TotalTime>
  <Pages>2</Pages>
  <Words>292</Words>
  <Characters>1696</Characters>
  <Application>Microsoft Office Word</Application>
  <DocSecurity>0</DocSecurity>
  <Lines>14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1985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Aili Küttim</dc:creator>
  <dc:description>Ver 6.0, 11.2018</dc:description>
  <cp:lastModifiedBy>Ilmar Paal | RMK</cp:lastModifiedBy>
  <cp:revision>5</cp:revision>
  <cp:lastPrinted>2014-04-01T12:05:00Z</cp:lastPrinted>
  <dcterms:created xsi:type="dcterms:W3CDTF">2024-12-20T05:41:00Z</dcterms:created>
  <dcterms:modified xsi:type="dcterms:W3CDTF">2024-12-20T05:43:00Z</dcterms:modified>
</cp:coreProperties>
</file>