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62450C" w14:textId="3C826516" w:rsidR="003733F2" w:rsidRPr="008E2730" w:rsidRDefault="003733F2" w:rsidP="008E2730">
      <w:pPr>
        <w:tabs>
          <w:tab w:val="left" w:pos="5865"/>
        </w:tabs>
        <w:jc w:val="center"/>
        <w:rPr>
          <w:rFonts w:ascii="Times New Roman" w:hAnsi="Times New Roman"/>
          <w:b/>
          <w:spacing w:val="20"/>
          <w:sz w:val="28"/>
          <w:szCs w:val="28"/>
        </w:rPr>
      </w:pPr>
      <w:bookmarkStart w:id="0" w:name="Text3"/>
      <w:r w:rsidRPr="008E2730">
        <w:rPr>
          <w:rFonts w:ascii="Times New Roman" w:hAnsi="Times New Roman"/>
          <w:b/>
          <w:spacing w:val="20"/>
          <w:sz w:val="28"/>
          <w:szCs w:val="28"/>
        </w:rPr>
        <w:t>OTSUS</w:t>
      </w:r>
    </w:p>
    <w:bookmarkEnd w:id="0"/>
    <w:p w14:paraId="11A15795" w14:textId="77777777" w:rsidR="008E2730" w:rsidRDefault="008E2730" w:rsidP="0095112D">
      <w:pPr>
        <w:pStyle w:val="StyleKiriCentered"/>
        <w:spacing w:before="0"/>
        <w:jc w:val="left"/>
        <w:rPr>
          <w:bCs/>
          <w:szCs w:val="24"/>
        </w:rPr>
      </w:pPr>
    </w:p>
    <w:p w14:paraId="60FFCE46" w14:textId="6ABA3A80" w:rsidR="003733F2" w:rsidRPr="008E2730" w:rsidRDefault="001D35F6" w:rsidP="008E2730">
      <w:pPr>
        <w:pStyle w:val="StyleKiriCentered"/>
        <w:spacing w:before="0"/>
        <w:rPr>
          <w:b/>
          <w:szCs w:val="24"/>
        </w:rPr>
      </w:pPr>
      <w:r w:rsidRPr="008E2730">
        <w:rPr>
          <w:bCs/>
          <w:szCs w:val="24"/>
        </w:rPr>
        <w:t>kuupäev allkirjas</w:t>
      </w:r>
      <w:r w:rsidRPr="008E2730">
        <w:rPr>
          <w:b/>
          <w:szCs w:val="24"/>
        </w:rPr>
        <w:t xml:space="preserve"> </w:t>
      </w:r>
      <w:r w:rsidR="003733F2" w:rsidRPr="00C40FF2">
        <w:rPr>
          <w:bCs/>
          <w:szCs w:val="24"/>
        </w:rPr>
        <w:t xml:space="preserve">nr </w:t>
      </w:r>
      <w:r w:rsidR="00382623" w:rsidRPr="00382623">
        <w:t>1.1-3.7/104</w:t>
      </w:r>
    </w:p>
    <w:p w14:paraId="078AE917" w14:textId="77777777" w:rsidR="008E2730" w:rsidRPr="00284CF3" w:rsidRDefault="008E2730" w:rsidP="00284CF3">
      <w:pPr>
        <w:pStyle w:val="Kaksees"/>
        <w:tabs>
          <w:tab w:val="left" w:pos="708"/>
        </w:tabs>
        <w:spacing w:before="0"/>
        <w:rPr>
          <w:bCs/>
        </w:rPr>
      </w:pPr>
      <w:bookmarkStart w:id="1" w:name="Text11"/>
    </w:p>
    <w:p w14:paraId="3325286A" w14:textId="771CBA58" w:rsidR="00CA7472" w:rsidRPr="008E2730" w:rsidRDefault="00CA7472" w:rsidP="008E2730">
      <w:pPr>
        <w:pStyle w:val="Kaksees"/>
        <w:tabs>
          <w:tab w:val="left" w:pos="708"/>
        </w:tabs>
        <w:spacing w:before="0"/>
        <w:jc w:val="center"/>
        <w:rPr>
          <w:b/>
        </w:rPr>
      </w:pPr>
      <w:r w:rsidRPr="008E2730">
        <w:rPr>
          <w:b/>
        </w:rPr>
        <w:t>Ajutise asendaja määramine</w:t>
      </w:r>
    </w:p>
    <w:bookmarkEnd w:id="1"/>
    <w:p w14:paraId="7C336CE4" w14:textId="742B3A15" w:rsidR="008E2730" w:rsidRDefault="008E2730" w:rsidP="008E2730">
      <w:pPr>
        <w:pStyle w:val="Default"/>
      </w:pPr>
    </w:p>
    <w:p w14:paraId="39601C42" w14:textId="77777777" w:rsidR="00A50286" w:rsidRDefault="00A50286" w:rsidP="008E2730">
      <w:pPr>
        <w:pStyle w:val="Default"/>
      </w:pPr>
    </w:p>
    <w:p w14:paraId="08754943" w14:textId="77777777" w:rsidR="008E2730" w:rsidRDefault="008E2730" w:rsidP="008E2730">
      <w:pPr>
        <w:pStyle w:val="Default"/>
      </w:pPr>
    </w:p>
    <w:p w14:paraId="559C3F52" w14:textId="5E418390" w:rsidR="0058728A" w:rsidRDefault="0058728A" w:rsidP="0058728A">
      <w:pPr>
        <w:jc w:val="both"/>
        <w:rPr>
          <w:rFonts w:ascii="Times New Roman" w:hAnsi="Times New Roman"/>
          <w:lang w:val="et-EE"/>
        </w:rPr>
      </w:pPr>
      <w:r w:rsidRPr="00EB7291">
        <w:rPr>
          <w:rFonts w:ascii="Times New Roman" w:hAnsi="Times New Roman"/>
          <w:lang w:val="et-EE"/>
        </w:rPr>
        <w:t xml:space="preserve">Tervishoiuteenuste korraldamise seaduse § 38 lg 1 ja § 57 lg 3 alusel ning lähtudes </w:t>
      </w:r>
      <w:r w:rsidR="0038136D">
        <w:rPr>
          <w:rFonts w:ascii="Times New Roman" w:hAnsi="Times New Roman"/>
          <w:lang w:val="et-EE"/>
        </w:rPr>
        <w:t>Ilme Last</w:t>
      </w:r>
      <w:r w:rsidRPr="00A624BA">
        <w:rPr>
          <w:rFonts w:ascii="Times New Roman" w:hAnsi="Times New Roman"/>
          <w:lang w:val="et-EE"/>
        </w:rPr>
        <w:t xml:space="preserve"> </w:t>
      </w:r>
      <w:r w:rsidRPr="00EB7291">
        <w:rPr>
          <w:rFonts w:ascii="Times New Roman" w:hAnsi="Times New Roman"/>
          <w:lang w:val="et-EE"/>
        </w:rPr>
        <w:t xml:space="preserve">poolt </w:t>
      </w:r>
      <w:r w:rsidR="00D826E6">
        <w:rPr>
          <w:rFonts w:ascii="Times New Roman" w:hAnsi="Times New Roman"/>
          <w:lang w:val="et-EE"/>
        </w:rPr>
        <w:t>Tervise</w:t>
      </w:r>
      <w:r>
        <w:rPr>
          <w:rFonts w:ascii="Times New Roman" w:hAnsi="Times New Roman"/>
          <w:lang w:val="et-EE"/>
        </w:rPr>
        <w:t>kassale</w:t>
      </w:r>
      <w:r w:rsidRPr="00EB7291">
        <w:rPr>
          <w:rFonts w:ascii="Times New Roman" w:hAnsi="Times New Roman"/>
          <w:lang w:val="et-EE"/>
        </w:rPr>
        <w:t xml:space="preserve"> </w:t>
      </w:r>
      <w:r w:rsidR="004F032C">
        <w:rPr>
          <w:rFonts w:ascii="Times New Roman" w:hAnsi="Times New Roman"/>
          <w:lang w:val="et-EE"/>
        </w:rPr>
        <w:t>03</w:t>
      </w:r>
      <w:r w:rsidR="0038136D">
        <w:rPr>
          <w:rFonts w:ascii="Times New Roman" w:hAnsi="Times New Roman"/>
          <w:lang w:val="et-EE"/>
        </w:rPr>
        <w:t>.0</w:t>
      </w:r>
      <w:r w:rsidR="004F032C">
        <w:rPr>
          <w:rFonts w:ascii="Times New Roman" w:hAnsi="Times New Roman"/>
          <w:lang w:val="et-EE"/>
        </w:rPr>
        <w:t>9</w:t>
      </w:r>
      <w:r w:rsidR="0038136D">
        <w:rPr>
          <w:rFonts w:ascii="Times New Roman" w:hAnsi="Times New Roman"/>
          <w:lang w:val="et-EE"/>
        </w:rPr>
        <w:t>.202</w:t>
      </w:r>
      <w:r w:rsidR="004F032C">
        <w:rPr>
          <w:rFonts w:ascii="Times New Roman" w:hAnsi="Times New Roman"/>
          <w:lang w:val="et-EE"/>
        </w:rPr>
        <w:t>5</w:t>
      </w:r>
      <w:r>
        <w:rPr>
          <w:rFonts w:ascii="Times New Roman" w:hAnsi="Times New Roman"/>
          <w:lang w:val="et-EE"/>
        </w:rPr>
        <w:t xml:space="preserve"> </w:t>
      </w:r>
      <w:r w:rsidRPr="00EB7291">
        <w:rPr>
          <w:rFonts w:ascii="Times New Roman" w:hAnsi="Times New Roman"/>
          <w:lang w:val="et-EE"/>
        </w:rPr>
        <w:t>esitatud avaldusest ja</w:t>
      </w:r>
      <w:r>
        <w:rPr>
          <w:rFonts w:ascii="Times New Roman" w:hAnsi="Times New Roman"/>
          <w:lang w:val="et-EE"/>
        </w:rPr>
        <w:t xml:space="preserve"> </w:t>
      </w:r>
      <w:r w:rsidR="0038136D">
        <w:rPr>
          <w:rFonts w:ascii="Times New Roman" w:hAnsi="Times New Roman"/>
          <w:lang w:val="et-EE"/>
        </w:rPr>
        <w:t>Terviseameti</w:t>
      </w:r>
      <w:r w:rsidRPr="00EB7291">
        <w:rPr>
          <w:rFonts w:ascii="Times New Roman" w:hAnsi="Times New Roman"/>
          <w:lang w:val="et-EE"/>
        </w:rPr>
        <w:t xml:space="preserve"> </w:t>
      </w:r>
      <w:r w:rsidR="0038136D" w:rsidRPr="0038136D">
        <w:rPr>
          <w:rFonts w:ascii="Times New Roman" w:hAnsi="Times New Roman"/>
          <w:lang w:val="et-EE"/>
        </w:rPr>
        <w:t xml:space="preserve">15.08.2016 </w:t>
      </w:r>
      <w:r w:rsidR="0038136D">
        <w:rPr>
          <w:rFonts w:ascii="Times New Roman" w:hAnsi="Times New Roman"/>
          <w:lang w:val="et-EE"/>
        </w:rPr>
        <w:t xml:space="preserve">otsusest </w:t>
      </w:r>
      <w:r w:rsidR="0038136D" w:rsidRPr="0038136D">
        <w:rPr>
          <w:rFonts w:ascii="Times New Roman" w:hAnsi="Times New Roman"/>
          <w:lang w:val="et-EE"/>
        </w:rPr>
        <w:t xml:space="preserve">nr 6.1-1/24 </w:t>
      </w:r>
      <w:r w:rsidRPr="00EB7291">
        <w:rPr>
          <w:rFonts w:ascii="Times New Roman" w:hAnsi="Times New Roman"/>
          <w:lang w:val="et-EE"/>
        </w:rPr>
        <w:t>„</w:t>
      </w:r>
      <w:r w:rsidRPr="0058728A">
        <w:rPr>
          <w:rFonts w:ascii="Times New Roman" w:hAnsi="Times New Roman"/>
          <w:i/>
          <w:iCs/>
          <w:lang w:val="et-EE"/>
        </w:rPr>
        <w:t>Nimistuga perearstina tegutsemise õiguse ja nimistu äravõtmine</w:t>
      </w:r>
      <w:r w:rsidRPr="00EB7291">
        <w:rPr>
          <w:rFonts w:ascii="Times New Roman" w:hAnsi="Times New Roman"/>
          <w:lang w:val="et-EE"/>
        </w:rPr>
        <w:t>“</w:t>
      </w:r>
      <w:r w:rsidR="00425AF6">
        <w:rPr>
          <w:rFonts w:ascii="Times New Roman" w:hAnsi="Times New Roman"/>
          <w:lang w:val="et-EE"/>
        </w:rPr>
        <w:t>,</w:t>
      </w:r>
      <w:r w:rsidRPr="00EB7291">
        <w:rPr>
          <w:rFonts w:ascii="Times New Roman" w:hAnsi="Times New Roman"/>
          <w:lang w:val="et-EE"/>
        </w:rPr>
        <w:t xml:space="preserve"> otsustan:</w:t>
      </w:r>
    </w:p>
    <w:p w14:paraId="663620B3" w14:textId="77777777" w:rsidR="0058728A" w:rsidRPr="00EB7291" w:rsidRDefault="0058728A" w:rsidP="0058728A">
      <w:pPr>
        <w:ind w:left="284" w:hanging="284"/>
        <w:rPr>
          <w:rFonts w:ascii="Times New Roman" w:hAnsi="Times New Roman"/>
          <w:lang w:val="et-EE"/>
        </w:rPr>
      </w:pPr>
    </w:p>
    <w:p w14:paraId="45917328" w14:textId="6A02586A" w:rsidR="0058728A" w:rsidRDefault="0058728A" w:rsidP="0058728A">
      <w:pPr>
        <w:pStyle w:val="ListParagraph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lang w:val="et-EE"/>
        </w:rPr>
      </w:pPr>
      <w:r w:rsidRPr="004F7939">
        <w:rPr>
          <w:rFonts w:ascii="Times New Roman" w:hAnsi="Times New Roman"/>
          <w:lang w:val="et-EE"/>
        </w:rPr>
        <w:t xml:space="preserve">Määrata perearstita nimistule </w:t>
      </w:r>
      <w:r w:rsidR="0038136D">
        <w:rPr>
          <w:rFonts w:ascii="Times New Roman" w:hAnsi="Times New Roman"/>
          <w:lang w:val="et-EE"/>
        </w:rPr>
        <w:t>N0433</w:t>
      </w:r>
      <w:r w:rsidRPr="004F7939">
        <w:rPr>
          <w:rFonts w:ascii="Times New Roman" w:hAnsi="Times New Roman"/>
          <w:lang w:val="et-EE"/>
        </w:rPr>
        <w:t xml:space="preserve"> ajutiseks asendajaks </w:t>
      </w:r>
      <w:r w:rsidR="0038136D">
        <w:rPr>
          <w:rFonts w:ascii="Times New Roman" w:hAnsi="Times New Roman"/>
          <w:lang w:val="et-EE"/>
        </w:rPr>
        <w:t>Ilme Last</w:t>
      </w:r>
      <w:r w:rsidRPr="004F7939">
        <w:rPr>
          <w:rFonts w:ascii="Times New Roman" w:hAnsi="Times New Roman"/>
          <w:lang w:val="et-EE"/>
        </w:rPr>
        <w:t xml:space="preserve"> (</w:t>
      </w:r>
      <w:r w:rsidR="0038136D" w:rsidRPr="0038136D">
        <w:rPr>
          <w:rFonts w:ascii="Times New Roman" w:hAnsi="Times New Roman"/>
          <w:lang w:val="et-EE"/>
        </w:rPr>
        <w:t>D02444</w:t>
      </w:r>
      <w:r w:rsidRPr="004F7939">
        <w:rPr>
          <w:rFonts w:ascii="Times New Roman" w:hAnsi="Times New Roman"/>
          <w:lang w:val="et-EE"/>
        </w:rPr>
        <w:t>)</w:t>
      </w:r>
      <w:r>
        <w:rPr>
          <w:rFonts w:ascii="Times New Roman" w:hAnsi="Times New Roman"/>
          <w:lang w:val="et-EE"/>
        </w:rPr>
        <w:t>.</w:t>
      </w:r>
    </w:p>
    <w:p w14:paraId="77FB903B" w14:textId="77777777" w:rsidR="0058728A" w:rsidRPr="004F7939" w:rsidRDefault="0058728A" w:rsidP="0058728A">
      <w:pPr>
        <w:pStyle w:val="ListParagraph"/>
        <w:ind w:left="284" w:hanging="284"/>
        <w:jc w:val="both"/>
        <w:rPr>
          <w:rFonts w:ascii="Times New Roman" w:hAnsi="Times New Roman"/>
          <w:lang w:val="et-EE"/>
        </w:rPr>
      </w:pPr>
    </w:p>
    <w:p w14:paraId="08D92B50" w14:textId="32717EE3" w:rsidR="0058728A" w:rsidRDefault="0058728A" w:rsidP="0058728A">
      <w:pPr>
        <w:pStyle w:val="ListParagraph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lang w:val="et-EE"/>
        </w:rPr>
      </w:pPr>
      <w:r w:rsidRPr="00FF13CF">
        <w:rPr>
          <w:rFonts w:ascii="Times New Roman" w:hAnsi="Times New Roman"/>
          <w:lang w:val="et-EE"/>
        </w:rPr>
        <w:t xml:space="preserve">Ajutise asendamise periood on </w:t>
      </w:r>
      <w:r w:rsidR="0038136D">
        <w:rPr>
          <w:rFonts w:ascii="Times New Roman" w:hAnsi="Times New Roman"/>
          <w:lang w:val="et-EE"/>
        </w:rPr>
        <w:t>01.1</w:t>
      </w:r>
      <w:r w:rsidR="004F032C">
        <w:rPr>
          <w:rFonts w:ascii="Times New Roman" w:hAnsi="Times New Roman"/>
          <w:lang w:val="et-EE"/>
        </w:rPr>
        <w:t>0</w:t>
      </w:r>
      <w:r w:rsidR="0038136D">
        <w:rPr>
          <w:rFonts w:ascii="Times New Roman" w:hAnsi="Times New Roman"/>
          <w:lang w:val="et-EE"/>
        </w:rPr>
        <w:t>.202</w:t>
      </w:r>
      <w:r w:rsidR="004F032C">
        <w:rPr>
          <w:rFonts w:ascii="Times New Roman" w:hAnsi="Times New Roman"/>
          <w:lang w:val="et-EE"/>
        </w:rPr>
        <w:t>5</w:t>
      </w:r>
      <w:r w:rsidRPr="00FF13CF">
        <w:rPr>
          <w:rFonts w:ascii="Times New Roman" w:hAnsi="Times New Roman"/>
          <w:lang w:val="et-EE"/>
        </w:rPr>
        <w:t xml:space="preserve"> kuni </w:t>
      </w:r>
      <w:r w:rsidR="0038136D">
        <w:rPr>
          <w:rFonts w:ascii="Times New Roman" w:hAnsi="Times New Roman"/>
          <w:lang w:val="et-EE"/>
        </w:rPr>
        <w:t>30.</w:t>
      </w:r>
      <w:r w:rsidR="004F032C">
        <w:rPr>
          <w:rFonts w:ascii="Times New Roman" w:hAnsi="Times New Roman"/>
          <w:lang w:val="et-EE"/>
        </w:rPr>
        <w:t>09</w:t>
      </w:r>
      <w:r w:rsidR="0038136D">
        <w:rPr>
          <w:rFonts w:ascii="Times New Roman" w:hAnsi="Times New Roman"/>
          <w:lang w:val="et-EE"/>
        </w:rPr>
        <w:t>.202</w:t>
      </w:r>
      <w:r w:rsidR="0061778B">
        <w:rPr>
          <w:rFonts w:ascii="Times New Roman" w:hAnsi="Times New Roman"/>
          <w:lang w:val="et-EE"/>
        </w:rPr>
        <w:t>6</w:t>
      </w:r>
      <w:r>
        <w:rPr>
          <w:rFonts w:ascii="Times New Roman" w:hAnsi="Times New Roman"/>
          <w:lang w:val="et-EE"/>
        </w:rPr>
        <w:t>.</w:t>
      </w:r>
      <w:r w:rsidR="003B668F" w:rsidRPr="003B668F">
        <w:rPr>
          <w:rStyle w:val="FootnoteReference"/>
          <w:rFonts w:ascii="Times New Roman" w:hAnsi="Times New Roman"/>
          <w:lang w:val="et-EE"/>
        </w:rPr>
        <w:t xml:space="preserve"> </w:t>
      </w:r>
      <w:r w:rsidR="003B668F" w:rsidRPr="008E2730">
        <w:rPr>
          <w:rStyle w:val="FootnoteReference"/>
          <w:rFonts w:ascii="Times New Roman" w:hAnsi="Times New Roman"/>
          <w:lang w:val="et-EE"/>
        </w:rPr>
        <w:footnoteReference w:id="1"/>
      </w:r>
    </w:p>
    <w:p w14:paraId="0E5F438E" w14:textId="77777777" w:rsidR="0058728A" w:rsidRPr="00FF13CF" w:rsidRDefault="0058728A" w:rsidP="0058728A">
      <w:pPr>
        <w:ind w:left="284" w:hanging="284"/>
        <w:jc w:val="both"/>
        <w:rPr>
          <w:rFonts w:ascii="Times New Roman" w:hAnsi="Times New Roman"/>
          <w:lang w:val="et-EE"/>
        </w:rPr>
      </w:pPr>
    </w:p>
    <w:p w14:paraId="77AF477E" w14:textId="035ED669" w:rsidR="0058728A" w:rsidRPr="00EB7291" w:rsidRDefault="0058728A" w:rsidP="0058728A">
      <w:pPr>
        <w:pStyle w:val="ListParagraph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lang w:val="et-EE"/>
        </w:rPr>
      </w:pPr>
      <w:r w:rsidRPr="00EB7291">
        <w:rPr>
          <w:rFonts w:ascii="Times New Roman" w:hAnsi="Times New Roman"/>
          <w:lang w:val="et-EE"/>
        </w:rPr>
        <w:t>Käesolev otsus teha teatavaks</w:t>
      </w:r>
      <w:r>
        <w:rPr>
          <w:rFonts w:ascii="Times New Roman" w:hAnsi="Times New Roman"/>
          <w:lang w:val="et-EE"/>
        </w:rPr>
        <w:t xml:space="preserve"> </w:t>
      </w:r>
      <w:r w:rsidR="00C37B70">
        <w:rPr>
          <w:rFonts w:ascii="Times New Roman" w:hAnsi="Times New Roman"/>
          <w:lang w:val="et-EE"/>
        </w:rPr>
        <w:t xml:space="preserve">ajutisele asendajale </w:t>
      </w:r>
      <w:r w:rsidR="0038136D">
        <w:rPr>
          <w:rFonts w:ascii="Times New Roman" w:hAnsi="Times New Roman"/>
          <w:lang w:val="et-EE"/>
        </w:rPr>
        <w:t>Ilme Last</w:t>
      </w:r>
      <w:r w:rsidRPr="00A624BA">
        <w:rPr>
          <w:rFonts w:ascii="Times New Roman" w:hAnsi="Times New Roman"/>
          <w:lang w:val="et-EE"/>
        </w:rPr>
        <w:t>,</w:t>
      </w:r>
      <w:r w:rsidR="0038136D">
        <w:rPr>
          <w:rFonts w:ascii="Times New Roman" w:hAnsi="Times New Roman"/>
          <w:lang w:val="et-EE"/>
        </w:rPr>
        <w:t xml:space="preserve"> Paide Linnavalitsusele</w:t>
      </w:r>
      <w:r w:rsidRPr="00A624BA">
        <w:rPr>
          <w:rFonts w:ascii="Times New Roman" w:hAnsi="Times New Roman"/>
          <w:lang w:val="et-EE"/>
        </w:rPr>
        <w:t xml:space="preserve"> </w:t>
      </w:r>
      <w:r w:rsidRPr="00EB7291">
        <w:rPr>
          <w:rFonts w:ascii="Times New Roman" w:hAnsi="Times New Roman"/>
          <w:lang w:val="et-EE"/>
        </w:rPr>
        <w:t xml:space="preserve">ning </w:t>
      </w:r>
      <w:r>
        <w:rPr>
          <w:rFonts w:ascii="Times New Roman" w:hAnsi="Times New Roman"/>
          <w:lang w:val="et-EE"/>
        </w:rPr>
        <w:t>Terviseametile</w:t>
      </w:r>
      <w:r w:rsidRPr="00EB7291">
        <w:rPr>
          <w:rFonts w:ascii="Times New Roman" w:hAnsi="Times New Roman"/>
          <w:lang w:val="et-EE"/>
        </w:rPr>
        <w:t xml:space="preserve"> viie tööpäeva jooksul otsuse allakirjutamise päevast arvates.</w:t>
      </w:r>
    </w:p>
    <w:p w14:paraId="1A56B3B9" w14:textId="77777777" w:rsidR="0058728A" w:rsidRDefault="0058728A" w:rsidP="0058728A">
      <w:pPr>
        <w:ind w:left="284" w:hanging="284"/>
        <w:rPr>
          <w:rFonts w:ascii="Times New Roman" w:hAnsi="Times New Roman"/>
          <w:lang w:val="et-EE"/>
        </w:rPr>
      </w:pPr>
    </w:p>
    <w:p w14:paraId="7153AEF4" w14:textId="77777777" w:rsidR="0058728A" w:rsidRPr="00C3567B" w:rsidRDefault="0058728A" w:rsidP="0058728A">
      <w:pPr>
        <w:ind w:left="284" w:hanging="284"/>
        <w:rPr>
          <w:rFonts w:ascii="Times New Roman" w:hAnsi="Times New Roman"/>
          <w:lang w:val="et-EE"/>
        </w:rPr>
      </w:pPr>
    </w:p>
    <w:p w14:paraId="0B3978EE" w14:textId="7D3DF997" w:rsidR="0058728A" w:rsidRPr="00C3567B" w:rsidRDefault="0058728A" w:rsidP="0058728A">
      <w:pPr>
        <w:jc w:val="both"/>
        <w:rPr>
          <w:rFonts w:ascii="Times New Roman" w:hAnsi="Times New Roman"/>
          <w:lang w:val="et-EE"/>
        </w:rPr>
      </w:pPr>
      <w:r w:rsidRPr="00C3567B">
        <w:rPr>
          <w:rFonts w:ascii="Times New Roman" w:hAnsi="Times New Roman"/>
          <w:lang w:val="et-EE"/>
        </w:rPr>
        <w:t xml:space="preserve">Käesoleva otsuse peale on õigus esitada vaie </w:t>
      </w:r>
      <w:r w:rsidR="00997D56">
        <w:rPr>
          <w:rFonts w:ascii="Times New Roman" w:hAnsi="Times New Roman"/>
          <w:lang w:val="et-EE"/>
        </w:rPr>
        <w:t>Tervise</w:t>
      </w:r>
      <w:r w:rsidRPr="00C3567B">
        <w:rPr>
          <w:rFonts w:ascii="Times New Roman" w:hAnsi="Times New Roman"/>
          <w:lang w:val="et-EE"/>
        </w:rPr>
        <w:t>kassale haldusmenetluse seaduse §-s 75 sätestatud tähtaja jooksul või kaebus halduskohtule halduskohtumenetluse seadustiku §-s 46 sätestatu kohaselt.</w:t>
      </w:r>
    </w:p>
    <w:p w14:paraId="05BDD679" w14:textId="77777777" w:rsidR="00E86306" w:rsidRPr="008E2730" w:rsidRDefault="00E86306" w:rsidP="008E2730">
      <w:pPr>
        <w:rPr>
          <w:rFonts w:ascii="Times New Roman" w:hAnsi="Times New Roman"/>
          <w:lang w:val="et-EE"/>
        </w:rPr>
      </w:pPr>
    </w:p>
    <w:p w14:paraId="5ED9A5B7" w14:textId="77777777" w:rsidR="00E86306" w:rsidRPr="008E2730" w:rsidRDefault="00E86306" w:rsidP="008E2730">
      <w:pPr>
        <w:rPr>
          <w:rFonts w:ascii="Times New Roman" w:hAnsi="Times New Roman"/>
          <w:lang w:val="et-EE"/>
        </w:rPr>
      </w:pPr>
    </w:p>
    <w:p w14:paraId="5EB73B70" w14:textId="77777777" w:rsidR="00E86306" w:rsidRPr="008E2730" w:rsidRDefault="00E86306" w:rsidP="008E2730">
      <w:pPr>
        <w:rPr>
          <w:rFonts w:ascii="Times New Roman" w:hAnsi="Times New Roman"/>
          <w:lang w:val="et-EE"/>
        </w:rPr>
      </w:pPr>
    </w:p>
    <w:p w14:paraId="36702F59" w14:textId="77777777" w:rsidR="00E86306" w:rsidRPr="008E2730" w:rsidRDefault="00E86306" w:rsidP="008E2730">
      <w:pPr>
        <w:rPr>
          <w:rFonts w:ascii="Times New Roman" w:hAnsi="Times New Roman"/>
          <w:lang w:val="et-EE"/>
        </w:rPr>
      </w:pPr>
      <w:r w:rsidRPr="008E2730">
        <w:rPr>
          <w:rFonts w:ascii="Times New Roman" w:hAnsi="Times New Roman"/>
          <w:lang w:val="et-EE"/>
        </w:rPr>
        <w:t>/</w:t>
      </w:r>
      <w:r w:rsidRPr="008E2730">
        <w:rPr>
          <w:rFonts w:ascii="Times New Roman" w:hAnsi="Times New Roman"/>
          <w:i/>
          <w:iCs/>
          <w:lang w:val="et-EE"/>
        </w:rPr>
        <w:t>allkirjastatud digitaalselt</w:t>
      </w:r>
      <w:r w:rsidRPr="008E2730">
        <w:rPr>
          <w:rFonts w:ascii="Times New Roman" w:hAnsi="Times New Roman"/>
          <w:lang w:val="et-EE"/>
        </w:rPr>
        <w:t>/</w:t>
      </w:r>
    </w:p>
    <w:p w14:paraId="08D5463F" w14:textId="77777777" w:rsidR="00E86306" w:rsidRPr="008E2730" w:rsidRDefault="00E86306" w:rsidP="008E2730">
      <w:pPr>
        <w:rPr>
          <w:rFonts w:ascii="Times New Roman" w:hAnsi="Times New Roman"/>
          <w:lang w:val="et-EE"/>
        </w:rPr>
      </w:pPr>
    </w:p>
    <w:p w14:paraId="78F49B5A" w14:textId="77777777" w:rsidR="00E86306" w:rsidRPr="008E2730" w:rsidRDefault="00E86306" w:rsidP="008E2730">
      <w:pPr>
        <w:pStyle w:val="Kiri"/>
      </w:pPr>
      <w:r w:rsidRPr="008E2730">
        <w:t>Maivi Parv</w:t>
      </w:r>
    </w:p>
    <w:p w14:paraId="6A2255F5" w14:textId="7FA85A10" w:rsidR="00F71543" w:rsidRPr="008E2730" w:rsidRDefault="00E86306" w:rsidP="008E2730">
      <w:pPr>
        <w:pStyle w:val="Kiri"/>
        <w:tabs>
          <w:tab w:val="clear" w:pos="5103"/>
          <w:tab w:val="left" w:pos="6855"/>
        </w:tabs>
        <w:rPr>
          <w:color w:val="00589D"/>
        </w:rPr>
      </w:pPr>
      <w:r w:rsidRPr="008E2730">
        <w:t>juhatuse liige</w:t>
      </w:r>
    </w:p>
    <w:sectPr w:rsidR="00F71543" w:rsidRPr="008E2730" w:rsidSect="00C40FF2">
      <w:headerReference w:type="first" r:id="rId11"/>
      <w:footerReference w:type="first" r:id="rId12"/>
      <w:footnotePr>
        <w:numFmt w:val="chicago"/>
      </w:footnotePr>
      <w:pgSz w:w="11900" w:h="16840"/>
      <w:pgMar w:top="2835" w:right="1134" w:bottom="1134" w:left="1134" w:header="1021" w:footer="8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3674C4" w14:textId="77777777" w:rsidR="00BB5136" w:rsidRDefault="00BB5136" w:rsidP="00DD298F">
      <w:r>
        <w:separator/>
      </w:r>
    </w:p>
  </w:endnote>
  <w:endnote w:type="continuationSeparator" w:id="0">
    <w:p w14:paraId="1FBF1200" w14:textId="77777777" w:rsidR="00BB5136" w:rsidRDefault="00BB5136" w:rsidP="00DD2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inionPro-Regular">
    <w:altName w:val="Times New Roman"/>
    <w:charset w:val="00"/>
    <w:family w:val="auto"/>
    <w:pitch w:val="variable"/>
    <w:sig w:usb0="00000001" w:usb1="00000001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51989" w14:textId="40D38279" w:rsidR="00320B0F" w:rsidRDefault="00320B0F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0" allowOverlap="1" wp14:anchorId="631BC3D4" wp14:editId="06F20B07">
              <wp:simplePos x="0" y="0"/>
              <wp:positionH relativeFrom="page">
                <wp:posOffset>-360045</wp:posOffset>
              </wp:positionH>
              <wp:positionV relativeFrom="page">
                <wp:posOffset>9578340</wp:posOffset>
              </wp:positionV>
              <wp:extent cx="7924800" cy="1117600"/>
              <wp:effectExtent l="0" t="0" r="0" b="0"/>
              <wp:wrapNone/>
              <wp:docPr id="7" name="Group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924800" cy="1117600"/>
                        <a:chOff x="0" y="15640"/>
                        <a:chExt cx="12480" cy="1760"/>
                      </a:xfrm>
                    </wpg:grpSpPr>
                    <wps:wsp>
                      <wps:cNvPr id="8" name="Freeform 2"/>
                      <wps:cNvSpPr>
                        <a:spLocks/>
                      </wps:cNvSpPr>
                      <wps:spPr bwMode="auto">
                        <a:xfrm>
                          <a:off x="0" y="16384"/>
                          <a:ext cx="12480" cy="1016"/>
                        </a:xfrm>
                        <a:custGeom>
                          <a:avLst/>
                          <a:gdLst>
                            <a:gd name="T0" fmla="*/ 12479 w 12480"/>
                            <a:gd name="T1" fmla="*/ 1015 h 1016"/>
                            <a:gd name="T2" fmla="*/ 0 w 12480"/>
                            <a:gd name="T3" fmla="*/ 1015 h 1016"/>
                            <a:gd name="T4" fmla="*/ 0 w 12480"/>
                            <a:gd name="T5" fmla="*/ 0 h 1016"/>
                            <a:gd name="T6" fmla="*/ 12479 w 12480"/>
                            <a:gd name="T7" fmla="*/ 0 h 1016"/>
                            <a:gd name="T8" fmla="*/ 12479 w 12480"/>
                            <a:gd name="T9" fmla="*/ 1015 h 10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2480" h="1016">
                              <a:moveTo>
                                <a:pt x="12479" y="1015"/>
                              </a:moveTo>
                              <a:lnTo>
                                <a:pt x="0" y="1015"/>
                              </a:lnTo>
                              <a:lnTo>
                                <a:pt x="0" y="0"/>
                              </a:lnTo>
                              <a:lnTo>
                                <a:pt x="12479" y="0"/>
                              </a:lnTo>
                              <a:lnTo>
                                <a:pt x="12479" y="10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731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9" name="Group 3"/>
                      <wpg:cNvGrpSpPr>
                        <a:grpSpLocks/>
                      </wpg:cNvGrpSpPr>
                      <wpg:grpSpPr bwMode="auto">
                        <a:xfrm>
                          <a:off x="2272" y="15640"/>
                          <a:ext cx="4310" cy="1760"/>
                          <a:chOff x="2272" y="15640"/>
                          <a:chExt cx="4310" cy="1760"/>
                        </a:xfrm>
                      </wpg:grpSpPr>
                      <wps:wsp>
                        <wps:cNvPr id="10" name="Freeform 4"/>
                        <wps:cNvSpPr>
                          <a:spLocks/>
                        </wps:cNvSpPr>
                        <wps:spPr bwMode="auto">
                          <a:xfrm>
                            <a:off x="2272" y="15640"/>
                            <a:ext cx="4310" cy="1760"/>
                          </a:xfrm>
                          <a:custGeom>
                            <a:avLst/>
                            <a:gdLst>
                              <a:gd name="T0" fmla="*/ 1602 w 4310"/>
                              <a:gd name="T1" fmla="*/ 1499 h 1760"/>
                              <a:gd name="T2" fmla="*/ 1553 w 4310"/>
                              <a:gd name="T3" fmla="*/ 1499 h 1760"/>
                              <a:gd name="T4" fmla="*/ 1610 w 4310"/>
                              <a:gd name="T5" fmla="*/ 1439 h 1760"/>
                              <a:gd name="T6" fmla="*/ 1664 w 4310"/>
                              <a:gd name="T7" fmla="*/ 1379 h 1760"/>
                              <a:gd name="T8" fmla="*/ 1715 w 4310"/>
                              <a:gd name="T9" fmla="*/ 1319 h 1760"/>
                              <a:gd name="T10" fmla="*/ 1764 w 4310"/>
                              <a:gd name="T11" fmla="*/ 1239 h 1760"/>
                              <a:gd name="T12" fmla="*/ 1811 w 4310"/>
                              <a:gd name="T13" fmla="*/ 1179 h 1760"/>
                              <a:gd name="T14" fmla="*/ 1855 w 4310"/>
                              <a:gd name="T15" fmla="*/ 1119 h 1760"/>
                              <a:gd name="T16" fmla="*/ 1897 w 4310"/>
                              <a:gd name="T17" fmla="*/ 1059 h 1760"/>
                              <a:gd name="T18" fmla="*/ 1936 w 4310"/>
                              <a:gd name="T19" fmla="*/ 979 h 1760"/>
                              <a:gd name="T20" fmla="*/ 1973 w 4310"/>
                              <a:gd name="T21" fmla="*/ 919 h 1760"/>
                              <a:gd name="T22" fmla="*/ 2008 w 4310"/>
                              <a:gd name="T23" fmla="*/ 839 h 1760"/>
                              <a:gd name="T24" fmla="*/ 2040 w 4310"/>
                              <a:gd name="T25" fmla="*/ 779 h 1760"/>
                              <a:gd name="T26" fmla="*/ 2069 w 4310"/>
                              <a:gd name="T27" fmla="*/ 699 h 1760"/>
                              <a:gd name="T28" fmla="*/ 2096 w 4310"/>
                              <a:gd name="T29" fmla="*/ 619 h 1760"/>
                              <a:gd name="T30" fmla="*/ 2121 w 4310"/>
                              <a:gd name="T31" fmla="*/ 559 h 1760"/>
                              <a:gd name="T32" fmla="*/ 2143 w 4310"/>
                              <a:gd name="T33" fmla="*/ 479 h 1760"/>
                              <a:gd name="T34" fmla="*/ 2163 w 4310"/>
                              <a:gd name="T35" fmla="*/ 399 h 1760"/>
                              <a:gd name="T36" fmla="*/ 2180 w 4310"/>
                              <a:gd name="T37" fmla="*/ 319 h 1760"/>
                              <a:gd name="T38" fmla="*/ 2195 w 4310"/>
                              <a:gd name="T39" fmla="*/ 259 h 1760"/>
                              <a:gd name="T40" fmla="*/ 2208 w 4310"/>
                              <a:gd name="T41" fmla="*/ 179 h 1760"/>
                              <a:gd name="T42" fmla="*/ 2218 w 4310"/>
                              <a:gd name="T43" fmla="*/ 99 h 1760"/>
                              <a:gd name="T44" fmla="*/ 2227 w 4310"/>
                              <a:gd name="T45" fmla="*/ 0 h 1760"/>
                              <a:gd name="T46" fmla="*/ 2250 w 4310"/>
                              <a:gd name="T47" fmla="*/ 0 h 1760"/>
                              <a:gd name="T48" fmla="*/ 2394 w 4310"/>
                              <a:gd name="T49" fmla="*/ 39 h 1760"/>
                              <a:gd name="T50" fmla="*/ 2266 w 4310"/>
                              <a:gd name="T51" fmla="*/ 39 h 1760"/>
                              <a:gd name="T52" fmla="*/ 2257 w 4310"/>
                              <a:gd name="T53" fmla="*/ 119 h 1760"/>
                              <a:gd name="T54" fmla="*/ 2246 w 4310"/>
                              <a:gd name="T55" fmla="*/ 199 h 1760"/>
                              <a:gd name="T56" fmla="*/ 2233 w 4310"/>
                              <a:gd name="T57" fmla="*/ 279 h 1760"/>
                              <a:gd name="T58" fmla="*/ 2218 w 4310"/>
                              <a:gd name="T59" fmla="*/ 359 h 1760"/>
                              <a:gd name="T60" fmla="*/ 2200 w 4310"/>
                              <a:gd name="T61" fmla="*/ 439 h 1760"/>
                              <a:gd name="T62" fmla="*/ 2179 w 4310"/>
                              <a:gd name="T63" fmla="*/ 499 h 1760"/>
                              <a:gd name="T64" fmla="*/ 2157 w 4310"/>
                              <a:gd name="T65" fmla="*/ 579 h 1760"/>
                              <a:gd name="T66" fmla="*/ 2131 w 4310"/>
                              <a:gd name="T67" fmla="*/ 659 h 1760"/>
                              <a:gd name="T68" fmla="*/ 2104 w 4310"/>
                              <a:gd name="T69" fmla="*/ 719 h 1760"/>
                              <a:gd name="T70" fmla="*/ 2074 w 4310"/>
                              <a:gd name="T71" fmla="*/ 799 h 1760"/>
                              <a:gd name="T72" fmla="*/ 2041 w 4310"/>
                              <a:gd name="T73" fmla="*/ 879 h 1760"/>
                              <a:gd name="T74" fmla="*/ 2006 w 4310"/>
                              <a:gd name="T75" fmla="*/ 939 h 1760"/>
                              <a:gd name="T76" fmla="*/ 1969 w 4310"/>
                              <a:gd name="T77" fmla="*/ 1019 h 1760"/>
                              <a:gd name="T78" fmla="*/ 1929 w 4310"/>
                              <a:gd name="T79" fmla="*/ 1079 h 1760"/>
                              <a:gd name="T80" fmla="*/ 1887 w 4310"/>
                              <a:gd name="T81" fmla="*/ 1139 h 1760"/>
                              <a:gd name="T82" fmla="*/ 1842 w 4310"/>
                              <a:gd name="T83" fmla="*/ 1219 h 1760"/>
                              <a:gd name="T84" fmla="*/ 1795 w 4310"/>
                              <a:gd name="T85" fmla="*/ 1279 h 1760"/>
                              <a:gd name="T86" fmla="*/ 1746 w 4310"/>
                              <a:gd name="T87" fmla="*/ 1339 h 1760"/>
                              <a:gd name="T88" fmla="*/ 1694 w 4310"/>
                              <a:gd name="T89" fmla="*/ 1399 h 1760"/>
                              <a:gd name="T90" fmla="*/ 1640 w 4310"/>
                              <a:gd name="T91" fmla="*/ 1459 h 1760"/>
                              <a:gd name="T92" fmla="*/ 1602 w 4310"/>
                              <a:gd name="T93" fmla="*/ 1499 h 17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4310" h="1760">
                                <a:moveTo>
                                  <a:pt x="1602" y="1499"/>
                                </a:moveTo>
                                <a:lnTo>
                                  <a:pt x="1553" y="1499"/>
                                </a:lnTo>
                                <a:lnTo>
                                  <a:pt x="1610" y="1439"/>
                                </a:lnTo>
                                <a:lnTo>
                                  <a:pt x="1664" y="1379"/>
                                </a:lnTo>
                                <a:lnTo>
                                  <a:pt x="1715" y="1319"/>
                                </a:lnTo>
                                <a:lnTo>
                                  <a:pt x="1764" y="1239"/>
                                </a:lnTo>
                                <a:lnTo>
                                  <a:pt x="1811" y="1179"/>
                                </a:lnTo>
                                <a:lnTo>
                                  <a:pt x="1855" y="1119"/>
                                </a:lnTo>
                                <a:lnTo>
                                  <a:pt x="1897" y="1059"/>
                                </a:lnTo>
                                <a:lnTo>
                                  <a:pt x="1936" y="979"/>
                                </a:lnTo>
                                <a:lnTo>
                                  <a:pt x="1973" y="919"/>
                                </a:lnTo>
                                <a:lnTo>
                                  <a:pt x="2008" y="839"/>
                                </a:lnTo>
                                <a:lnTo>
                                  <a:pt x="2040" y="779"/>
                                </a:lnTo>
                                <a:lnTo>
                                  <a:pt x="2069" y="699"/>
                                </a:lnTo>
                                <a:lnTo>
                                  <a:pt x="2096" y="619"/>
                                </a:lnTo>
                                <a:lnTo>
                                  <a:pt x="2121" y="559"/>
                                </a:lnTo>
                                <a:lnTo>
                                  <a:pt x="2143" y="479"/>
                                </a:lnTo>
                                <a:lnTo>
                                  <a:pt x="2163" y="399"/>
                                </a:lnTo>
                                <a:lnTo>
                                  <a:pt x="2180" y="319"/>
                                </a:lnTo>
                                <a:lnTo>
                                  <a:pt x="2195" y="259"/>
                                </a:lnTo>
                                <a:lnTo>
                                  <a:pt x="2208" y="179"/>
                                </a:lnTo>
                                <a:lnTo>
                                  <a:pt x="2218" y="99"/>
                                </a:lnTo>
                                <a:lnTo>
                                  <a:pt x="2227" y="0"/>
                                </a:lnTo>
                                <a:lnTo>
                                  <a:pt x="2250" y="0"/>
                                </a:lnTo>
                                <a:lnTo>
                                  <a:pt x="2394" y="39"/>
                                </a:lnTo>
                                <a:lnTo>
                                  <a:pt x="2266" y="39"/>
                                </a:lnTo>
                                <a:lnTo>
                                  <a:pt x="2257" y="119"/>
                                </a:lnTo>
                                <a:lnTo>
                                  <a:pt x="2246" y="199"/>
                                </a:lnTo>
                                <a:lnTo>
                                  <a:pt x="2233" y="279"/>
                                </a:lnTo>
                                <a:lnTo>
                                  <a:pt x="2218" y="359"/>
                                </a:lnTo>
                                <a:lnTo>
                                  <a:pt x="2200" y="439"/>
                                </a:lnTo>
                                <a:lnTo>
                                  <a:pt x="2179" y="499"/>
                                </a:lnTo>
                                <a:lnTo>
                                  <a:pt x="2157" y="579"/>
                                </a:lnTo>
                                <a:lnTo>
                                  <a:pt x="2131" y="659"/>
                                </a:lnTo>
                                <a:lnTo>
                                  <a:pt x="2104" y="719"/>
                                </a:lnTo>
                                <a:lnTo>
                                  <a:pt x="2074" y="799"/>
                                </a:lnTo>
                                <a:lnTo>
                                  <a:pt x="2041" y="879"/>
                                </a:lnTo>
                                <a:lnTo>
                                  <a:pt x="2006" y="939"/>
                                </a:lnTo>
                                <a:lnTo>
                                  <a:pt x="1969" y="1019"/>
                                </a:lnTo>
                                <a:lnTo>
                                  <a:pt x="1929" y="1079"/>
                                </a:lnTo>
                                <a:lnTo>
                                  <a:pt x="1887" y="1139"/>
                                </a:lnTo>
                                <a:lnTo>
                                  <a:pt x="1842" y="1219"/>
                                </a:lnTo>
                                <a:lnTo>
                                  <a:pt x="1795" y="1279"/>
                                </a:lnTo>
                                <a:lnTo>
                                  <a:pt x="1746" y="1339"/>
                                </a:lnTo>
                                <a:lnTo>
                                  <a:pt x="1694" y="1399"/>
                                </a:lnTo>
                                <a:lnTo>
                                  <a:pt x="1640" y="1459"/>
                                </a:lnTo>
                                <a:lnTo>
                                  <a:pt x="1602" y="14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81A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5"/>
                        <wps:cNvSpPr>
                          <a:spLocks/>
                        </wps:cNvSpPr>
                        <wps:spPr bwMode="auto">
                          <a:xfrm>
                            <a:off x="2272" y="15640"/>
                            <a:ext cx="4310" cy="1760"/>
                          </a:xfrm>
                          <a:custGeom>
                            <a:avLst/>
                            <a:gdLst>
                              <a:gd name="T0" fmla="*/ 2674 w 4310"/>
                              <a:gd name="T1" fmla="*/ 1759 h 1760"/>
                              <a:gd name="T2" fmla="*/ 2618 w 4310"/>
                              <a:gd name="T3" fmla="*/ 1759 h 1760"/>
                              <a:gd name="T4" fmla="*/ 3614 w 4310"/>
                              <a:gd name="T5" fmla="*/ 759 h 1760"/>
                              <a:gd name="T6" fmla="*/ 3554 w 4310"/>
                              <a:gd name="T7" fmla="*/ 699 h 1760"/>
                              <a:gd name="T8" fmla="*/ 3493 w 4310"/>
                              <a:gd name="T9" fmla="*/ 659 h 1760"/>
                              <a:gd name="T10" fmla="*/ 3431 w 4310"/>
                              <a:gd name="T11" fmla="*/ 599 h 1760"/>
                              <a:gd name="T12" fmla="*/ 3368 w 4310"/>
                              <a:gd name="T13" fmla="*/ 559 h 1760"/>
                              <a:gd name="T14" fmla="*/ 3303 w 4310"/>
                              <a:gd name="T15" fmla="*/ 499 h 1760"/>
                              <a:gd name="T16" fmla="*/ 3172 w 4310"/>
                              <a:gd name="T17" fmla="*/ 419 h 1760"/>
                              <a:gd name="T18" fmla="*/ 2970 w 4310"/>
                              <a:gd name="T19" fmla="*/ 299 h 1760"/>
                              <a:gd name="T20" fmla="*/ 2832 w 4310"/>
                              <a:gd name="T21" fmla="*/ 219 h 1760"/>
                              <a:gd name="T22" fmla="*/ 2762 w 4310"/>
                              <a:gd name="T23" fmla="*/ 199 h 1760"/>
                              <a:gd name="T24" fmla="*/ 2692 w 4310"/>
                              <a:gd name="T25" fmla="*/ 159 h 1760"/>
                              <a:gd name="T26" fmla="*/ 2266 w 4310"/>
                              <a:gd name="T27" fmla="*/ 39 h 1760"/>
                              <a:gd name="T28" fmla="*/ 2394 w 4310"/>
                              <a:gd name="T29" fmla="*/ 39 h 1760"/>
                              <a:gd name="T30" fmla="*/ 2749 w 4310"/>
                              <a:gd name="T31" fmla="*/ 139 h 1760"/>
                              <a:gd name="T32" fmla="*/ 2819 w 4310"/>
                              <a:gd name="T33" fmla="*/ 179 h 1760"/>
                              <a:gd name="T34" fmla="*/ 2889 w 4310"/>
                              <a:gd name="T35" fmla="*/ 199 h 1760"/>
                              <a:gd name="T36" fmla="*/ 3027 w 4310"/>
                              <a:gd name="T37" fmla="*/ 279 h 1760"/>
                              <a:gd name="T38" fmla="*/ 3228 w 4310"/>
                              <a:gd name="T39" fmla="*/ 399 h 1760"/>
                              <a:gd name="T40" fmla="*/ 3359 w 4310"/>
                              <a:gd name="T41" fmla="*/ 479 h 1760"/>
                              <a:gd name="T42" fmla="*/ 3423 w 4310"/>
                              <a:gd name="T43" fmla="*/ 540 h 1760"/>
                              <a:gd name="T44" fmla="*/ 3485 w 4310"/>
                              <a:gd name="T45" fmla="*/ 599 h 1760"/>
                              <a:gd name="T46" fmla="*/ 3547 w 4310"/>
                              <a:gd name="T47" fmla="*/ 639 h 1760"/>
                              <a:gd name="T48" fmla="*/ 3608 w 4310"/>
                              <a:gd name="T49" fmla="*/ 699 h 1760"/>
                              <a:gd name="T50" fmla="*/ 3667 w 4310"/>
                              <a:gd name="T51" fmla="*/ 759 h 1760"/>
                              <a:gd name="T52" fmla="*/ 3706 w 4310"/>
                              <a:gd name="T53" fmla="*/ 799 h 1760"/>
                              <a:gd name="T54" fmla="*/ 3644 w 4310"/>
                              <a:gd name="T55" fmla="*/ 799 h 1760"/>
                              <a:gd name="T56" fmla="*/ 2674 w 4310"/>
                              <a:gd name="T57" fmla="*/ 1759 h 17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4310" h="1760">
                                <a:moveTo>
                                  <a:pt x="2674" y="1759"/>
                                </a:moveTo>
                                <a:lnTo>
                                  <a:pt x="2618" y="1759"/>
                                </a:lnTo>
                                <a:lnTo>
                                  <a:pt x="3614" y="759"/>
                                </a:lnTo>
                                <a:lnTo>
                                  <a:pt x="3554" y="699"/>
                                </a:lnTo>
                                <a:lnTo>
                                  <a:pt x="3493" y="659"/>
                                </a:lnTo>
                                <a:lnTo>
                                  <a:pt x="3431" y="599"/>
                                </a:lnTo>
                                <a:lnTo>
                                  <a:pt x="3368" y="559"/>
                                </a:lnTo>
                                <a:lnTo>
                                  <a:pt x="3303" y="499"/>
                                </a:lnTo>
                                <a:lnTo>
                                  <a:pt x="3172" y="419"/>
                                </a:lnTo>
                                <a:lnTo>
                                  <a:pt x="2970" y="299"/>
                                </a:lnTo>
                                <a:lnTo>
                                  <a:pt x="2832" y="219"/>
                                </a:lnTo>
                                <a:lnTo>
                                  <a:pt x="2762" y="199"/>
                                </a:lnTo>
                                <a:lnTo>
                                  <a:pt x="2692" y="159"/>
                                </a:lnTo>
                                <a:lnTo>
                                  <a:pt x="2266" y="39"/>
                                </a:lnTo>
                                <a:lnTo>
                                  <a:pt x="2394" y="39"/>
                                </a:lnTo>
                                <a:lnTo>
                                  <a:pt x="2749" y="139"/>
                                </a:lnTo>
                                <a:lnTo>
                                  <a:pt x="2819" y="179"/>
                                </a:lnTo>
                                <a:lnTo>
                                  <a:pt x="2889" y="199"/>
                                </a:lnTo>
                                <a:lnTo>
                                  <a:pt x="3027" y="279"/>
                                </a:lnTo>
                                <a:lnTo>
                                  <a:pt x="3228" y="399"/>
                                </a:lnTo>
                                <a:lnTo>
                                  <a:pt x="3359" y="479"/>
                                </a:lnTo>
                                <a:lnTo>
                                  <a:pt x="3423" y="540"/>
                                </a:lnTo>
                                <a:lnTo>
                                  <a:pt x="3485" y="599"/>
                                </a:lnTo>
                                <a:lnTo>
                                  <a:pt x="3547" y="639"/>
                                </a:lnTo>
                                <a:lnTo>
                                  <a:pt x="3608" y="699"/>
                                </a:lnTo>
                                <a:lnTo>
                                  <a:pt x="3667" y="759"/>
                                </a:lnTo>
                                <a:lnTo>
                                  <a:pt x="3706" y="799"/>
                                </a:lnTo>
                                <a:lnTo>
                                  <a:pt x="3644" y="799"/>
                                </a:lnTo>
                                <a:lnTo>
                                  <a:pt x="2674" y="17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81A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6"/>
                        <wps:cNvSpPr>
                          <a:spLocks/>
                        </wps:cNvSpPr>
                        <wps:spPr bwMode="auto">
                          <a:xfrm>
                            <a:off x="2272" y="15640"/>
                            <a:ext cx="4310" cy="1760"/>
                          </a:xfrm>
                          <a:custGeom>
                            <a:avLst/>
                            <a:gdLst>
                              <a:gd name="T0" fmla="*/ 42 w 4310"/>
                              <a:gd name="T1" fmla="*/ 1759 h 1760"/>
                              <a:gd name="T2" fmla="*/ 0 w 4310"/>
                              <a:gd name="T3" fmla="*/ 1759 h 1760"/>
                              <a:gd name="T4" fmla="*/ 1 w 4310"/>
                              <a:gd name="T5" fmla="*/ 1719 h 1760"/>
                              <a:gd name="T6" fmla="*/ 6 w 4310"/>
                              <a:gd name="T7" fmla="*/ 1659 h 1760"/>
                              <a:gd name="T8" fmla="*/ 13 w 4310"/>
                              <a:gd name="T9" fmla="*/ 1579 h 1760"/>
                              <a:gd name="T10" fmla="*/ 24 w 4310"/>
                              <a:gd name="T11" fmla="*/ 1499 h 1760"/>
                              <a:gd name="T12" fmla="*/ 38 w 4310"/>
                              <a:gd name="T13" fmla="*/ 1419 h 1760"/>
                              <a:gd name="T14" fmla="*/ 54 w 4310"/>
                              <a:gd name="T15" fmla="*/ 1339 h 1760"/>
                              <a:gd name="T16" fmla="*/ 73 w 4310"/>
                              <a:gd name="T17" fmla="*/ 1279 h 1760"/>
                              <a:gd name="T18" fmla="*/ 95 w 4310"/>
                              <a:gd name="T19" fmla="*/ 1199 h 1760"/>
                              <a:gd name="T20" fmla="*/ 120 w 4310"/>
                              <a:gd name="T21" fmla="*/ 1139 h 1760"/>
                              <a:gd name="T22" fmla="*/ 147 w 4310"/>
                              <a:gd name="T23" fmla="*/ 1059 h 1760"/>
                              <a:gd name="T24" fmla="*/ 178 w 4310"/>
                              <a:gd name="T25" fmla="*/ 999 h 1760"/>
                              <a:gd name="T26" fmla="*/ 211 w 4310"/>
                              <a:gd name="T27" fmla="*/ 919 h 1760"/>
                              <a:gd name="T28" fmla="*/ 247 w 4310"/>
                              <a:gd name="T29" fmla="*/ 859 h 1760"/>
                              <a:gd name="T30" fmla="*/ 287 w 4310"/>
                              <a:gd name="T31" fmla="*/ 799 h 1760"/>
                              <a:gd name="T32" fmla="*/ 329 w 4310"/>
                              <a:gd name="T33" fmla="*/ 739 h 1760"/>
                              <a:gd name="T34" fmla="*/ 374 w 4310"/>
                              <a:gd name="T35" fmla="*/ 679 h 1760"/>
                              <a:gd name="T36" fmla="*/ 421 w 4310"/>
                              <a:gd name="T37" fmla="*/ 619 h 1760"/>
                              <a:gd name="T38" fmla="*/ 472 w 4310"/>
                              <a:gd name="T39" fmla="*/ 559 h 1760"/>
                              <a:gd name="T40" fmla="*/ 526 w 4310"/>
                              <a:gd name="T41" fmla="*/ 499 h 1760"/>
                              <a:gd name="T42" fmla="*/ 541 w 4310"/>
                              <a:gd name="T43" fmla="*/ 479 h 1760"/>
                              <a:gd name="T44" fmla="*/ 600 w 4310"/>
                              <a:gd name="T45" fmla="*/ 539 h 1760"/>
                              <a:gd name="T46" fmla="*/ 541 w 4310"/>
                              <a:gd name="T47" fmla="*/ 539 h 1760"/>
                              <a:gd name="T48" fmla="*/ 541 w 4310"/>
                              <a:gd name="T49" fmla="*/ 540 h 1760"/>
                              <a:gd name="T50" fmla="*/ 488 w 4310"/>
                              <a:gd name="T51" fmla="*/ 599 h 1760"/>
                              <a:gd name="T52" fmla="*/ 438 w 4310"/>
                              <a:gd name="T53" fmla="*/ 659 h 1760"/>
                              <a:gd name="T54" fmla="*/ 391 w 4310"/>
                              <a:gd name="T55" fmla="*/ 719 h 1760"/>
                              <a:gd name="T56" fmla="*/ 346 w 4310"/>
                              <a:gd name="T57" fmla="*/ 779 h 1760"/>
                              <a:gd name="T58" fmla="*/ 305 w 4310"/>
                              <a:gd name="T59" fmla="*/ 839 h 1760"/>
                              <a:gd name="T60" fmla="*/ 267 w 4310"/>
                              <a:gd name="T61" fmla="*/ 919 h 1760"/>
                              <a:gd name="T62" fmla="*/ 232 w 4310"/>
                              <a:gd name="T63" fmla="*/ 979 h 1760"/>
                              <a:gd name="T64" fmla="*/ 200 w 4310"/>
                              <a:gd name="T65" fmla="*/ 1039 h 1760"/>
                              <a:gd name="T66" fmla="*/ 171 w 4310"/>
                              <a:gd name="T67" fmla="*/ 1119 h 1760"/>
                              <a:gd name="T68" fmla="*/ 144 w 4310"/>
                              <a:gd name="T69" fmla="*/ 1199 h 1760"/>
                              <a:gd name="T70" fmla="*/ 121 w 4310"/>
                              <a:gd name="T71" fmla="*/ 1259 h 1760"/>
                              <a:gd name="T72" fmla="*/ 101 w 4310"/>
                              <a:gd name="T73" fmla="*/ 1339 h 1760"/>
                              <a:gd name="T74" fmla="*/ 83 w 4310"/>
                              <a:gd name="T75" fmla="*/ 1419 h 1760"/>
                              <a:gd name="T76" fmla="*/ 69 w 4310"/>
                              <a:gd name="T77" fmla="*/ 1479 h 1760"/>
                              <a:gd name="T78" fmla="*/ 58 w 4310"/>
                              <a:gd name="T79" fmla="*/ 1559 h 1760"/>
                              <a:gd name="T80" fmla="*/ 49 w 4310"/>
                              <a:gd name="T81" fmla="*/ 1639 h 1760"/>
                              <a:gd name="T82" fmla="*/ 44 w 4310"/>
                              <a:gd name="T83" fmla="*/ 1719 h 1760"/>
                              <a:gd name="T84" fmla="*/ 42 w 4310"/>
                              <a:gd name="T85" fmla="*/ 1759 h 17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4310" h="1760">
                                <a:moveTo>
                                  <a:pt x="42" y="1759"/>
                                </a:moveTo>
                                <a:lnTo>
                                  <a:pt x="0" y="1759"/>
                                </a:lnTo>
                                <a:lnTo>
                                  <a:pt x="1" y="1719"/>
                                </a:lnTo>
                                <a:lnTo>
                                  <a:pt x="6" y="1659"/>
                                </a:lnTo>
                                <a:lnTo>
                                  <a:pt x="13" y="1579"/>
                                </a:lnTo>
                                <a:lnTo>
                                  <a:pt x="24" y="1499"/>
                                </a:lnTo>
                                <a:lnTo>
                                  <a:pt x="38" y="1419"/>
                                </a:lnTo>
                                <a:lnTo>
                                  <a:pt x="54" y="1339"/>
                                </a:lnTo>
                                <a:lnTo>
                                  <a:pt x="73" y="1279"/>
                                </a:lnTo>
                                <a:lnTo>
                                  <a:pt x="95" y="1199"/>
                                </a:lnTo>
                                <a:lnTo>
                                  <a:pt x="120" y="1139"/>
                                </a:lnTo>
                                <a:lnTo>
                                  <a:pt x="147" y="1059"/>
                                </a:lnTo>
                                <a:lnTo>
                                  <a:pt x="178" y="999"/>
                                </a:lnTo>
                                <a:lnTo>
                                  <a:pt x="211" y="919"/>
                                </a:lnTo>
                                <a:lnTo>
                                  <a:pt x="247" y="859"/>
                                </a:lnTo>
                                <a:lnTo>
                                  <a:pt x="287" y="799"/>
                                </a:lnTo>
                                <a:lnTo>
                                  <a:pt x="329" y="739"/>
                                </a:lnTo>
                                <a:lnTo>
                                  <a:pt x="374" y="679"/>
                                </a:lnTo>
                                <a:lnTo>
                                  <a:pt x="421" y="619"/>
                                </a:lnTo>
                                <a:lnTo>
                                  <a:pt x="472" y="559"/>
                                </a:lnTo>
                                <a:lnTo>
                                  <a:pt x="526" y="499"/>
                                </a:lnTo>
                                <a:lnTo>
                                  <a:pt x="541" y="479"/>
                                </a:lnTo>
                                <a:lnTo>
                                  <a:pt x="600" y="539"/>
                                </a:lnTo>
                                <a:lnTo>
                                  <a:pt x="541" y="539"/>
                                </a:lnTo>
                                <a:lnTo>
                                  <a:pt x="541" y="540"/>
                                </a:lnTo>
                                <a:lnTo>
                                  <a:pt x="488" y="599"/>
                                </a:lnTo>
                                <a:lnTo>
                                  <a:pt x="438" y="659"/>
                                </a:lnTo>
                                <a:lnTo>
                                  <a:pt x="391" y="719"/>
                                </a:lnTo>
                                <a:lnTo>
                                  <a:pt x="346" y="779"/>
                                </a:lnTo>
                                <a:lnTo>
                                  <a:pt x="305" y="839"/>
                                </a:lnTo>
                                <a:lnTo>
                                  <a:pt x="267" y="919"/>
                                </a:lnTo>
                                <a:lnTo>
                                  <a:pt x="232" y="979"/>
                                </a:lnTo>
                                <a:lnTo>
                                  <a:pt x="200" y="1039"/>
                                </a:lnTo>
                                <a:lnTo>
                                  <a:pt x="171" y="1119"/>
                                </a:lnTo>
                                <a:lnTo>
                                  <a:pt x="144" y="1199"/>
                                </a:lnTo>
                                <a:lnTo>
                                  <a:pt x="121" y="1259"/>
                                </a:lnTo>
                                <a:lnTo>
                                  <a:pt x="101" y="1339"/>
                                </a:lnTo>
                                <a:lnTo>
                                  <a:pt x="83" y="1419"/>
                                </a:lnTo>
                                <a:lnTo>
                                  <a:pt x="69" y="1479"/>
                                </a:lnTo>
                                <a:lnTo>
                                  <a:pt x="58" y="1559"/>
                                </a:lnTo>
                                <a:lnTo>
                                  <a:pt x="49" y="1639"/>
                                </a:lnTo>
                                <a:lnTo>
                                  <a:pt x="44" y="1719"/>
                                </a:lnTo>
                                <a:lnTo>
                                  <a:pt x="42" y="17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81A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7"/>
                        <wps:cNvSpPr>
                          <a:spLocks/>
                        </wps:cNvSpPr>
                        <wps:spPr bwMode="auto">
                          <a:xfrm>
                            <a:off x="2272" y="15640"/>
                            <a:ext cx="4310" cy="1760"/>
                          </a:xfrm>
                          <a:custGeom>
                            <a:avLst/>
                            <a:gdLst>
                              <a:gd name="T0" fmla="*/ 541 w 4310"/>
                              <a:gd name="T1" fmla="*/ 540 h 1760"/>
                              <a:gd name="T2" fmla="*/ 541 w 4310"/>
                              <a:gd name="T3" fmla="*/ 539 h 1760"/>
                              <a:gd name="T4" fmla="*/ 541 w 4310"/>
                              <a:gd name="T5" fmla="*/ 539 h 1760"/>
                              <a:gd name="T6" fmla="*/ 541 w 4310"/>
                              <a:gd name="T7" fmla="*/ 540 h 17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310" h="1760">
                                <a:moveTo>
                                  <a:pt x="541" y="540"/>
                                </a:moveTo>
                                <a:lnTo>
                                  <a:pt x="541" y="539"/>
                                </a:lnTo>
                                <a:lnTo>
                                  <a:pt x="541" y="539"/>
                                </a:lnTo>
                                <a:lnTo>
                                  <a:pt x="541" y="5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81A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8"/>
                        <wps:cNvSpPr>
                          <a:spLocks/>
                        </wps:cNvSpPr>
                        <wps:spPr bwMode="auto">
                          <a:xfrm>
                            <a:off x="2272" y="15640"/>
                            <a:ext cx="4310" cy="1760"/>
                          </a:xfrm>
                          <a:custGeom>
                            <a:avLst/>
                            <a:gdLst>
                              <a:gd name="T0" fmla="*/ 1307 w 4310"/>
                              <a:gd name="T1" fmla="*/ 1759 h 1760"/>
                              <a:gd name="T2" fmla="*/ 1249 w 4310"/>
                              <a:gd name="T3" fmla="*/ 1759 h 1760"/>
                              <a:gd name="T4" fmla="*/ 1280 w 4310"/>
                              <a:gd name="T5" fmla="*/ 1739 h 1760"/>
                              <a:gd name="T6" fmla="*/ 1343 w 4310"/>
                              <a:gd name="T7" fmla="*/ 1679 h 1760"/>
                              <a:gd name="T8" fmla="*/ 1405 w 4310"/>
                              <a:gd name="T9" fmla="*/ 1639 h 1760"/>
                              <a:gd name="T10" fmla="*/ 1465 w 4310"/>
                              <a:gd name="T11" fmla="*/ 1579 h 1760"/>
                              <a:gd name="T12" fmla="*/ 1524 w 4310"/>
                              <a:gd name="T13" fmla="*/ 1519 h 1760"/>
                              <a:gd name="T14" fmla="*/ 541 w 4310"/>
                              <a:gd name="T15" fmla="*/ 540 h 1760"/>
                              <a:gd name="T16" fmla="*/ 541 w 4310"/>
                              <a:gd name="T17" fmla="*/ 539 h 1760"/>
                              <a:gd name="T18" fmla="*/ 600 w 4310"/>
                              <a:gd name="T19" fmla="*/ 539 h 1760"/>
                              <a:gd name="T20" fmla="*/ 1553 w 4310"/>
                              <a:gd name="T21" fmla="*/ 1499 h 1760"/>
                              <a:gd name="T22" fmla="*/ 1602 w 4310"/>
                              <a:gd name="T23" fmla="*/ 1499 h 1760"/>
                              <a:gd name="T24" fmla="*/ 1583 w 4310"/>
                              <a:gd name="T25" fmla="*/ 1519 h 1760"/>
                              <a:gd name="T26" fmla="*/ 1623 w 4310"/>
                              <a:gd name="T27" fmla="*/ 1559 h 1760"/>
                              <a:gd name="T28" fmla="*/ 1553 w 4310"/>
                              <a:gd name="T29" fmla="*/ 1559 h 1760"/>
                              <a:gd name="T30" fmla="*/ 1494 w 4310"/>
                              <a:gd name="T31" fmla="*/ 1619 h 1760"/>
                              <a:gd name="T32" fmla="*/ 1433 w 4310"/>
                              <a:gd name="T33" fmla="*/ 1659 h 1760"/>
                              <a:gd name="T34" fmla="*/ 1370 w 4310"/>
                              <a:gd name="T35" fmla="*/ 1719 h 1760"/>
                              <a:gd name="T36" fmla="*/ 1307 w 4310"/>
                              <a:gd name="T37" fmla="*/ 1759 h 17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4310" h="1760">
                                <a:moveTo>
                                  <a:pt x="1307" y="1759"/>
                                </a:moveTo>
                                <a:lnTo>
                                  <a:pt x="1249" y="1759"/>
                                </a:lnTo>
                                <a:lnTo>
                                  <a:pt x="1280" y="1739"/>
                                </a:lnTo>
                                <a:lnTo>
                                  <a:pt x="1343" y="1679"/>
                                </a:lnTo>
                                <a:lnTo>
                                  <a:pt x="1405" y="1639"/>
                                </a:lnTo>
                                <a:lnTo>
                                  <a:pt x="1465" y="1579"/>
                                </a:lnTo>
                                <a:lnTo>
                                  <a:pt x="1524" y="1519"/>
                                </a:lnTo>
                                <a:lnTo>
                                  <a:pt x="541" y="540"/>
                                </a:lnTo>
                                <a:lnTo>
                                  <a:pt x="541" y="539"/>
                                </a:lnTo>
                                <a:lnTo>
                                  <a:pt x="600" y="539"/>
                                </a:lnTo>
                                <a:lnTo>
                                  <a:pt x="1553" y="1499"/>
                                </a:lnTo>
                                <a:lnTo>
                                  <a:pt x="1602" y="1499"/>
                                </a:lnTo>
                                <a:lnTo>
                                  <a:pt x="1583" y="1519"/>
                                </a:lnTo>
                                <a:lnTo>
                                  <a:pt x="1623" y="1559"/>
                                </a:lnTo>
                                <a:lnTo>
                                  <a:pt x="1553" y="1559"/>
                                </a:lnTo>
                                <a:lnTo>
                                  <a:pt x="1494" y="1619"/>
                                </a:lnTo>
                                <a:lnTo>
                                  <a:pt x="1433" y="1659"/>
                                </a:lnTo>
                                <a:lnTo>
                                  <a:pt x="1370" y="1719"/>
                                </a:lnTo>
                                <a:lnTo>
                                  <a:pt x="1307" y="17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81A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9"/>
                        <wps:cNvSpPr>
                          <a:spLocks/>
                        </wps:cNvSpPr>
                        <wps:spPr bwMode="auto">
                          <a:xfrm>
                            <a:off x="2272" y="15640"/>
                            <a:ext cx="4310" cy="1760"/>
                          </a:xfrm>
                          <a:custGeom>
                            <a:avLst/>
                            <a:gdLst>
                              <a:gd name="T0" fmla="*/ 4309 w 4310"/>
                              <a:gd name="T1" fmla="*/ 1759 h 1760"/>
                              <a:gd name="T2" fmla="*/ 4265 w 4310"/>
                              <a:gd name="T3" fmla="*/ 1759 h 1760"/>
                              <a:gd name="T4" fmla="*/ 4256 w 4310"/>
                              <a:gd name="T5" fmla="*/ 1739 h 1760"/>
                              <a:gd name="T6" fmla="*/ 4228 w 4310"/>
                              <a:gd name="T7" fmla="*/ 1659 h 1760"/>
                              <a:gd name="T8" fmla="*/ 4197 w 4310"/>
                              <a:gd name="T9" fmla="*/ 1599 h 1760"/>
                              <a:gd name="T10" fmla="*/ 4164 w 4310"/>
                              <a:gd name="T11" fmla="*/ 1519 h 1760"/>
                              <a:gd name="T12" fmla="*/ 4128 w 4310"/>
                              <a:gd name="T13" fmla="*/ 1459 h 1760"/>
                              <a:gd name="T14" fmla="*/ 4090 w 4310"/>
                              <a:gd name="T15" fmla="*/ 1379 h 1760"/>
                              <a:gd name="T16" fmla="*/ 4050 w 4310"/>
                              <a:gd name="T17" fmla="*/ 1319 h 1760"/>
                              <a:gd name="T18" fmla="*/ 4007 w 4310"/>
                              <a:gd name="T19" fmla="*/ 1239 h 1760"/>
                              <a:gd name="T20" fmla="*/ 3962 w 4310"/>
                              <a:gd name="T21" fmla="*/ 1179 h 1760"/>
                              <a:gd name="T22" fmla="*/ 3915 w 4310"/>
                              <a:gd name="T23" fmla="*/ 1119 h 1760"/>
                              <a:gd name="T24" fmla="*/ 3865 w 4310"/>
                              <a:gd name="T25" fmla="*/ 1039 h 1760"/>
                              <a:gd name="T26" fmla="*/ 3814 w 4310"/>
                              <a:gd name="T27" fmla="*/ 979 h 1760"/>
                              <a:gd name="T28" fmla="*/ 3759 w 4310"/>
                              <a:gd name="T29" fmla="*/ 919 h 1760"/>
                              <a:gd name="T30" fmla="*/ 3703 w 4310"/>
                              <a:gd name="T31" fmla="*/ 859 h 1760"/>
                              <a:gd name="T32" fmla="*/ 3644 w 4310"/>
                              <a:gd name="T33" fmla="*/ 799 h 1760"/>
                              <a:gd name="T34" fmla="*/ 3706 w 4310"/>
                              <a:gd name="T35" fmla="*/ 799 h 1760"/>
                              <a:gd name="T36" fmla="*/ 3726 w 4310"/>
                              <a:gd name="T37" fmla="*/ 819 h 1760"/>
                              <a:gd name="T38" fmla="*/ 3782 w 4310"/>
                              <a:gd name="T39" fmla="*/ 879 h 1760"/>
                              <a:gd name="T40" fmla="*/ 3836 w 4310"/>
                              <a:gd name="T41" fmla="*/ 939 h 1760"/>
                              <a:gd name="T42" fmla="*/ 3887 w 4310"/>
                              <a:gd name="T43" fmla="*/ 999 h 1760"/>
                              <a:gd name="T44" fmla="*/ 3937 w 4310"/>
                              <a:gd name="T45" fmla="*/ 1059 h 1760"/>
                              <a:gd name="T46" fmla="*/ 3984 w 4310"/>
                              <a:gd name="T47" fmla="*/ 1139 h 1760"/>
                              <a:gd name="T48" fmla="*/ 4029 w 4310"/>
                              <a:gd name="T49" fmla="*/ 1199 h 1760"/>
                              <a:gd name="T50" fmla="*/ 4072 w 4310"/>
                              <a:gd name="T51" fmla="*/ 1259 h 1760"/>
                              <a:gd name="T52" fmla="*/ 4113 w 4310"/>
                              <a:gd name="T53" fmla="*/ 1339 h 1760"/>
                              <a:gd name="T54" fmla="*/ 4151 w 4310"/>
                              <a:gd name="T55" fmla="*/ 1399 h 1760"/>
                              <a:gd name="T56" fmla="*/ 4187 w 4310"/>
                              <a:gd name="T57" fmla="*/ 1479 h 1760"/>
                              <a:gd name="T58" fmla="*/ 4221 w 4310"/>
                              <a:gd name="T59" fmla="*/ 1539 h 1760"/>
                              <a:gd name="T60" fmla="*/ 4253 w 4310"/>
                              <a:gd name="T61" fmla="*/ 1619 h 1760"/>
                              <a:gd name="T62" fmla="*/ 4282 w 4310"/>
                              <a:gd name="T63" fmla="*/ 1679 h 1760"/>
                              <a:gd name="T64" fmla="*/ 4309 w 4310"/>
                              <a:gd name="T65" fmla="*/ 1759 h 17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4310" h="1760">
                                <a:moveTo>
                                  <a:pt x="4309" y="1759"/>
                                </a:moveTo>
                                <a:lnTo>
                                  <a:pt x="4265" y="1759"/>
                                </a:lnTo>
                                <a:lnTo>
                                  <a:pt x="4256" y="1739"/>
                                </a:lnTo>
                                <a:lnTo>
                                  <a:pt x="4228" y="1659"/>
                                </a:lnTo>
                                <a:lnTo>
                                  <a:pt x="4197" y="1599"/>
                                </a:lnTo>
                                <a:lnTo>
                                  <a:pt x="4164" y="1519"/>
                                </a:lnTo>
                                <a:lnTo>
                                  <a:pt x="4128" y="1459"/>
                                </a:lnTo>
                                <a:lnTo>
                                  <a:pt x="4090" y="1379"/>
                                </a:lnTo>
                                <a:lnTo>
                                  <a:pt x="4050" y="1319"/>
                                </a:lnTo>
                                <a:lnTo>
                                  <a:pt x="4007" y="1239"/>
                                </a:lnTo>
                                <a:lnTo>
                                  <a:pt x="3962" y="1179"/>
                                </a:lnTo>
                                <a:lnTo>
                                  <a:pt x="3915" y="1119"/>
                                </a:lnTo>
                                <a:lnTo>
                                  <a:pt x="3865" y="1039"/>
                                </a:lnTo>
                                <a:lnTo>
                                  <a:pt x="3814" y="979"/>
                                </a:lnTo>
                                <a:lnTo>
                                  <a:pt x="3759" y="919"/>
                                </a:lnTo>
                                <a:lnTo>
                                  <a:pt x="3703" y="859"/>
                                </a:lnTo>
                                <a:lnTo>
                                  <a:pt x="3644" y="799"/>
                                </a:lnTo>
                                <a:lnTo>
                                  <a:pt x="3706" y="799"/>
                                </a:lnTo>
                                <a:lnTo>
                                  <a:pt x="3726" y="819"/>
                                </a:lnTo>
                                <a:lnTo>
                                  <a:pt x="3782" y="879"/>
                                </a:lnTo>
                                <a:lnTo>
                                  <a:pt x="3836" y="939"/>
                                </a:lnTo>
                                <a:lnTo>
                                  <a:pt x="3887" y="999"/>
                                </a:lnTo>
                                <a:lnTo>
                                  <a:pt x="3937" y="1059"/>
                                </a:lnTo>
                                <a:lnTo>
                                  <a:pt x="3984" y="1139"/>
                                </a:lnTo>
                                <a:lnTo>
                                  <a:pt x="4029" y="1199"/>
                                </a:lnTo>
                                <a:lnTo>
                                  <a:pt x="4072" y="1259"/>
                                </a:lnTo>
                                <a:lnTo>
                                  <a:pt x="4113" y="1339"/>
                                </a:lnTo>
                                <a:lnTo>
                                  <a:pt x="4151" y="1399"/>
                                </a:lnTo>
                                <a:lnTo>
                                  <a:pt x="4187" y="1479"/>
                                </a:lnTo>
                                <a:lnTo>
                                  <a:pt x="4221" y="1539"/>
                                </a:lnTo>
                                <a:lnTo>
                                  <a:pt x="4253" y="1619"/>
                                </a:lnTo>
                                <a:lnTo>
                                  <a:pt x="4282" y="1679"/>
                                </a:lnTo>
                                <a:lnTo>
                                  <a:pt x="4309" y="17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81A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0"/>
                        <wps:cNvSpPr>
                          <a:spLocks/>
                        </wps:cNvSpPr>
                        <wps:spPr bwMode="auto">
                          <a:xfrm>
                            <a:off x="2272" y="15640"/>
                            <a:ext cx="4310" cy="1760"/>
                          </a:xfrm>
                          <a:custGeom>
                            <a:avLst/>
                            <a:gdLst>
                              <a:gd name="T0" fmla="*/ 1821 w 4310"/>
                              <a:gd name="T1" fmla="*/ 1759 h 1760"/>
                              <a:gd name="T2" fmla="*/ 1758 w 4310"/>
                              <a:gd name="T3" fmla="*/ 1759 h 1760"/>
                              <a:gd name="T4" fmla="*/ 1553 w 4310"/>
                              <a:gd name="T5" fmla="*/ 1559 h 1760"/>
                              <a:gd name="T6" fmla="*/ 1623 w 4310"/>
                              <a:gd name="T7" fmla="*/ 1559 h 1760"/>
                              <a:gd name="T8" fmla="*/ 1821 w 4310"/>
                              <a:gd name="T9" fmla="*/ 1759 h 17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310" h="1760">
                                <a:moveTo>
                                  <a:pt x="1821" y="1759"/>
                                </a:moveTo>
                                <a:lnTo>
                                  <a:pt x="1758" y="1759"/>
                                </a:lnTo>
                                <a:lnTo>
                                  <a:pt x="1553" y="1559"/>
                                </a:lnTo>
                                <a:lnTo>
                                  <a:pt x="1623" y="1559"/>
                                </a:lnTo>
                                <a:lnTo>
                                  <a:pt x="1821" y="17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81A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2BBE193" id="Group 7" o:spid="_x0000_s1026" style="position:absolute;margin-left:-28.35pt;margin-top:754.2pt;width:624pt;height:88pt;z-index:251663360;mso-position-horizontal-relative:page;mso-position-vertical-relative:page" coordorigin=",15640" coordsize="12480,1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" o:allowincell="f">
              <v:shape id="Freeform 2" o:spid="_x0000_s1027" style="position:absolute;top:16384;width:12480;height:1016;visibility:visible;mso-wrap-style:square;v-text-anchor:top" coordsize="12480,1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" path="m12479,1015l,1015,,,12479,r,1015xe" fillcolor="#173150" stroked="f">
                <v:path arrowok="t" o:connecttype="custom" o:connectlocs="12479,1015;0,1015;0,0;12479,0;12479,1015" o:connectangles="0,0,0,0,0"/>
              </v:shape>
              <v:group id="Group 3" o:spid="_x0000_s1028" style="position:absolute;left:2272;top:15640;width:4310;height:1760" coordorigin="2272,15640" coordsize="4310,1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<v:shape id="Freeform 4" o:spid="_x0000_s1029" style="position:absolute;left:2272;top:15640;width:4310;height:1760;visibility:visible;mso-wrap-style:square;v-text-anchor:top" coordsize="4310,1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" path="m1602,1499r-49,l1610,1439r54,-60l1715,1319r49,-80l1811,1179r44,-60l1897,1059r39,-80l1973,919r35,-80l2040,779r29,-80l2096,619r25,-60l2143,479r20,-80l2180,319r15,-60l2208,179r10,-80l2227,r23,l2394,39r-128,l2257,119r-11,80l2233,279r-15,80l2200,439r-21,60l2157,579r-26,80l2104,719r-30,80l2041,879r-35,60l1969,1019r-40,60l1887,1139r-45,80l1795,1279r-49,60l1694,1399r-54,60l1602,1499xe" fillcolor="#f281a7" stroked="f">
                  <v:path arrowok="t" o:connecttype="custom" o:connectlocs="1602,1499;1553,1499;1610,1439;1664,1379;1715,1319;1764,1239;1811,1179;1855,1119;1897,1059;1936,979;1973,919;2008,839;2040,779;2069,699;2096,619;2121,559;2143,479;2163,399;2180,319;2195,259;2208,179;2218,99;2227,0;2250,0;2394,39;2266,39;2257,119;2246,199;2233,279;2218,359;2200,439;2179,499;2157,579;2131,659;2104,719;2074,799;2041,879;2006,939;1969,1019;1929,1079;1887,1139;1842,1219;1795,1279;1746,1339;1694,1399;1640,1459;1602,1499" o:connectangles="0,0,0,0,0,0,0,0,0,0,0,0,0,0,0,0,0,0,0,0,0,0,0,0,0,0,0,0,0,0,0,0,0,0,0,0,0,0,0,0,0,0,0,0,0,0,0"/>
                </v:shape>
                <v:shape id="Freeform 5" o:spid="_x0000_s1030" style="position:absolute;left:2272;top:15640;width:4310;height:1760;visibility:visible;mso-wrap-style:square;v-text-anchor:top" coordsize="4310,1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" path="m2674,1759r-56,l3614,759r-60,-60l3493,659r-62,-60l3368,559r-65,-60l3172,419,2970,299,2832,219r-70,-20l2692,159,2266,39r128,l2749,139r70,40l2889,199r138,80l3228,399r131,80l3423,540r62,59l3547,639r61,60l3667,759r39,40l3644,799r-970,960xe" fillcolor="#f281a7" stroked="f">
                  <v:path arrowok="t" o:connecttype="custom" o:connectlocs="2674,1759;2618,1759;3614,759;3554,699;3493,659;3431,599;3368,559;3303,499;3172,419;2970,299;2832,219;2762,199;2692,159;2266,39;2394,39;2749,139;2819,179;2889,199;3027,279;3228,399;3359,479;3423,540;3485,599;3547,639;3608,699;3667,759;3706,799;3644,799;2674,1759" o:connectangles="0,0,0,0,0,0,0,0,0,0,0,0,0,0,0,0,0,0,0,0,0,0,0,0,0,0,0,0,0"/>
                </v:shape>
                <v:shape id="Freeform 6" o:spid="_x0000_s1031" style="position:absolute;left:2272;top:15640;width:4310;height:1760;visibility:visible;mso-wrap-style:square;v-text-anchor:top" coordsize="4310,1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" path="m42,1759r-42,l1,1719r5,-60l13,1579r11,-80l38,1419r16,-80l73,1279r22,-80l120,1139r27,-80l178,999r33,-80l247,859r40,-60l329,739r45,-60l421,619r51,-60l526,499r15,-20l600,539r-59,l541,540r-53,59l438,659r-47,60l346,779r-41,60l267,919r-35,60l200,1039r-29,80l144,1199r-23,60l101,1339r-18,80l69,1479r-11,80l49,1639r-5,80l42,1759xe" fillcolor="#f281a7" stroked="f">
                  <v:path arrowok="t" o:connecttype="custom" o:connectlocs="42,1759;0,1759;1,1719;6,1659;13,1579;24,1499;38,1419;54,1339;73,1279;95,1199;120,1139;147,1059;178,999;211,919;247,859;287,799;329,739;374,679;421,619;472,559;526,499;541,479;600,539;541,539;541,540;488,599;438,659;391,719;346,779;305,839;267,919;232,979;200,1039;171,1119;144,1199;121,1259;101,1339;83,1419;69,1479;58,1559;49,1639;44,1719;42,1759" o:connectangles="0,0,0,0,0,0,0,0,0,0,0,0,0,0,0,0,0,0,0,0,0,0,0,0,0,0,0,0,0,0,0,0,0,0,0,0,0,0,0,0,0,0,0"/>
                </v:shape>
                <v:shape id="Freeform 7" o:spid="_x0000_s1032" style="position:absolute;left:2272;top:15640;width:4310;height:1760;visibility:visible;mso-wrap-style:square;v-text-anchor:top" coordsize="4310,1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" path="m541,540r,-1l541,539r,1xe" fillcolor="#f281a7" stroked="f">
                  <v:path arrowok="t" o:connecttype="custom" o:connectlocs="541,540;541,539;541,539;541,540" o:connectangles="0,0,0,0"/>
                </v:shape>
                <v:shape id="Freeform 8" o:spid="_x0000_s1033" style="position:absolute;left:2272;top:15640;width:4310;height:1760;visibility:visible;mso-wrap-style:square;v-text-anchor:top" coordsize="4310,1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" path="m1307,1759r-58,l1280,1739r63,-60l1405,1639r60,-60l1524,1519,541,540r,-1l600,539r953,960l1602,1499r-19,20l1623,1559r-70,l1494,1619r-61,40l1370,1719r-63,40xe" fillcolor="#f281a7" stroked="f">
                  <v:path arrowok="t" o:connecttype="custom" o:connectlocs="1307,1759;1249,1759;1280,1739;1343,1679;1405,1639;1465,1579;1524,1519;541,540;541,539;600,539;1553,1499;1602,1499;1583,1519;1623,1559;1553,1559;1494,1619;1433,1659;1370,1719;1307,1759" o:connectangles="0,0,0,0,0,0,0,0,0,0,0,0,0,0,0,0,0,0,0"/>
                </v:shape>
                <v:shape id="Freeform 9" o:spid="_x0000_s1034" style="position:absolute;left:2272;top:15640;width:4310;height:1760;visibility:visible;mso-wrap-style:square;v-text-anchor:top" coordsize="4310,1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" path="m4309,1759r-44,l4256,1739r-28,-80l4197,1599r-33,-80l4128,1459r-38,-80l4050,1319r-43,-80l3962,1179r-47,-60l3865,1039r-51,-60l3759,919r-56,-60l3644,799r62,l3726,819r56,60l3836,939r51,60l3937,1059r47,80l4029,1199r43,60l4113,1339r38,60l4187,1479r34,60l4253,1619r29,60l4309,1759xe" fillcolor="#f281a7" stroked="f">
                  <v:path arrowok="t" o:connecttype="custom" o:connectlocs="4309,1759;4265,1759;4256,1739;4228,1659;4197,1599;4164,1519;4128,1459;4090,1379;4050,1319;4007,1239;3962,1179;3915,1119;3865,1039;3814,979;3759,919;3703,859;3644,799;3706,799;3726,819;3782,879;3836,939;3887,999;3937,1059;3984,1139;4029,1199;4072,1259;4113,1339;4151,1399;4187,1479;4221,1539;4253,1619;4282,1679;4309,1759" o:connectangles="0,0,0,0,0,0,0,0,0,0,0,0,0,0,0,0,0,0,0,0,0,0,0,0,0,0,0,0,0,0,0,0,0"/>
                </v:shape>
                <v:shape id="Freeform 10" o:spid="_x0000_s1035" style="position:absolute;left:2272;top:15640;width:4310;height:1760;visibility:visible;mso-wrap-style:square;v-text-anchor:top" coordsize="4310,1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" path="m1821,1759r-63,l1553,1559r70,l1821,1759xe" fillcolor="#f281a7" stroked="f">
                  <v:path arrowok="t" o:connecttype="custom" o:connectlocs="1821,1759;1758,1759;1553,1559;1623,1559;1821,1759" o:connectangles="0,0,0,0,0"/>
                </v:shape>
              </v:group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BDF161" w14:textId="77777777" w:rsidR="00BB5136" w:rsidRDefault="00BB5136" w:rsidP="00DD298F">
      <w:r>
        <w:separator/>
      </w:r>
    </w:p>
  </w:footnote>
  <w:footnote w:type="continuationSeparator" w:id="0">
    <w:p w14:paraId="3C5F6577" w14:textId="77777777" w:rsidR="00BB5136" w:rsidRDefault="00BB5136" w:rsidP="00DD298F">
      <w:r>
        <w:continuationSeparator/>
      </w:r>
    </w:p>
  </w:footnote>
  <w:footnote w:id="1">
    <w:p w14:paraId="2F2424BD" w14:textId="77777777" w:rsidR="003B668F" w:rsidRDefault="003B668F" w:rsidP="003B668F">
      <w:pPr>
        <w:pStyle w:val="FootnoteText"/>
        <w:ind w:left="142" w:hanging="142"/>
        <w:rPr>
          <w:rFonts w:ascii="Times New Roman" w:hAnsi="Times New Roman"/>
          <w:lang w:val="et-EE"/>
        </w:rPr>
      </w:pPr>
      <w:r w:rsidRPr="00C932E9">
        <w:rPr>
          <w:rStyle w:val="FootnoteReference"/>
          <w:lang w:val="et-EE"/>
        </w:rPr>
        <w:footnoteRef/>
      </w:r>
      <w:r w:rsidRPr="00C932E9">
        <w:rPr>
          <w:lang w:val="et-EE"/>
        </w:rPr>
        <w:t xml:space="preserve"> </w:t>
      </w:r>
      <w:r w:rsidRPr="00E86306">
        <w:rPr>
          <w:rFonts w:ascii="Times New Roman" w:hAnsi="Times New Roman"/>
          <w:lang w:val="et-EE"/>
        </w:rPr>
        <w:t>Kui nimistu kinnitatakse enne eeltoodud perioodi lõppu uuele perearstile, lõp</w:t>
      </w:r>
      <w:r>
        <w:rPr>
          <w:rFonts w:ascii="Times New Roman" w:hAnsi="Times New Roman"/>
          <w:lang w:val="et-EE"/>
        </w:rPr>
        <w:t>p</w:t>
      </w:r>
      <w:r w:rsidRPr="00E86306">
        <w:rPr>
          <w:rFonts w:ascii="Times New Roman" w:hAnsi="Times New Roman"/>
          <w:lang w:val="et-EE"/>
        </w:rPr>
        <w:t>eb asendamise periood nimistu uuele perearstile kinnitamisega.</w:t>
      </w:r>
    </w:p>
    <w:p w14:paraId="2359A4F8" w14:textId="22FDF1C7" w:rsidR="00AD23C4" w:rsidRPr="00C932E9" w:rsidRDefault="00D36E9C" w:rsidP="003B668F">
      <w:pPr>
        <w:pStyle w:val="FootnoteText"/>
        <w:ind w:left="142" w:hanging="142"/>
        <w:rPr>
          <w:lang w:val="et-EE"/>
        </w:rPr>
      </w:pPr>
      <w:r w:rsidRPr="008E2730">
        <w:rPr>
          <w:rStyle w:val="FootnoteReference"/>
          <w:rFonts w:ascii="Times New Roman" w:hAnsi="Times New Roman"/>
          <w:lang w:val="et-EE"/>
        </w:rPr>
        <w:footnoteRef/>
      </w:r>
      <w:r>
        <w:rPr>
          <w:lang w:val="et-EE"/>
        </w:rPr>
        <w:t xml:space="preserve"> </w:t>
      </w:r>
      <w:r w:rsidRPr="0068194D">
        <w:rPr>
          <w:rFonts w:ascii="Times New Roman" w:hAnsi="Times New Roman"/>
          <w:lang w:val="et-EE"/>
        </w:rPr>
        <w:t>Ajutise asenduse lõpetamise</w:t>
      </w:r>
      <w:r>
        <w:rPr>
          <w:rFonts w:ascii="Times New Roman" w:hAnsi="Times New Roman"/>
          <w:lang w:val="et-EE"/>
        </w:rPr>
        <w:t xml:space="preserve"> soovist</w:t>
      </w:r>
      <w:r w:rsidRPr="0068194D">
        <w:rPr>
          <w:rFonts w:ascii="Times New Roman" w:hAnsi="Times New Roman"/>
          <w:lang w:val="et-EE"/>
        </w:rPr>
        <w:t xml:space="preserve"> tuleb Tervisekassat teavitada</w:t>
      </w:r>
      <w:r>
        <w:rPr>
          <w:rFonts w:ascii="Times New Roman" w:hAnsi="Times New Roman"/>
          <w:lang w:val="et-EE"/>
        </w:rPr>
        <w:t xml:space="preserve"> ette minimaalselt 2 (kaks) kuud.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82193" w14:textId="4333BAC4" w:rsidR="005234D3" w:rsidRDefault="009B7B95" w:rsidP="009B7B95">
    <w:pPr>
      <w:pStyle w:val="Header"/>
      <w:tabs>
        <w:tab w:val="clear" w:pos="4680"/>
        <w:tab w:val="clear" w:pos="9360"/>
        <w:tab w:val="center" w:pos="3969"/>
        <w:tab w:val="right" w:pos="9214"/>
      </w:tabs>
      <w:ind w:left="-1701"/>
      <w:jc w:val="right"/>
    </w:pPr>
    <w:r>
      <w:rPr>
        <w:noProof/>
        <w:sz w:val="20"/>
        <w:szCs w:val="20"/>
      </w:rPr>
      <w:drawing>
        <wp:anchor distT="0" distB="0" distL="114300" distR="114300" simplePos="0" relativeHeight="251657216" behindDoc="1" locked="0" layoutInCell="1" allowOverlap="1" wp14:anchorId="3AE7C06E" wp14:editId="0D56994C">
          <wp:simplePos x="0" y="0"/>
          <wp:positionH relativeFrom="column">
            <wp:posOffset>3161665</wp:posOffset>
          </wp:positionH>
          <wp:positionV relativeFrom="paragraph">
            <wp:posOffset>-36195</wp:posOffset>
          </wp:positionV>
          <wp:extent cx="2508250" cy="336550"/>
          <wp:effectExtent l="0" t="0" r="6350" b="6350"/>
          <wp:wrapTight wrapText="bothSides">
            <wp:wrapPolygon edited="0">
              <wp:start x="19850" y="0"/>
              <wp:lineTo x="0" y="1223"/>
              <wp:lineTo x="0" y="19562"/>
              <wp:lineTo x="19194" y="20785"/>
              <wp:lineTo x="20178" y="20785"/>
              <wp:lineTo x="21491" y="9781"/>
              <wp:lineTo x="21491" y="0"/>
              <wp:lineTo x="20670" y="0"/>
              <wp:lineTo x="1985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8250" cy="336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3CEE46" w14:textId="10E9C3BF" w:rsidR="005234D3" w:rsidRDefault="005234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040D31"/>
    <w:multiLevelType w:val="multilevel"/>
    <w:tmpl w:val="35823194"/>
    <w:lvl w:ilvl="0">
      <w:start w:val="1"/>
      <w:numFmt w:val="decimal"/>
      <w:pStyle w:val="Loetelus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Bodyt"/>
      <w:suff w:val="space"/>
      <w:lvlText w:val="%1.%2"/>
      <w:lvlJc w:val="left"/>
      <w:pPr>
        <w:ind w:left="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5E55EA5"/>
    <w:multiLevelType w:val="hybridMultilevel"/>
    <w:tmpl w:val="656AEB9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D83D94"/>
    <w:multiLevelType w:val="hybridMultilevel"/>
    <w:tmpl w:val="2EBAF90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96403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582600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28390238">
    <w:abstractNumId w:val="1"/>
  </w:num>
  <w:num w:numId="4" w16cid:durableId="7095763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87F"/>
    <w:rsid w:val="000518CD"/>
    <w:rsid w:val="00095709"/>
    <w:rsid w:val="000A025A"/>
    <w:rsid w:val="000B6DCD"/>
    <w:rsid w:val="000E429D"/>
    <w:rsid w:val="00164835"/>
    <w:rsid w:val="00175F59"/>
    <w:rsid w:val="00196227"/>
    <w:rsid w:val="001D0D82"/>
    <w:rsid w:val="001D35F6"/>
    <w:rsid w:val="0021687F"/>
    <w:rsid w:val="0022680E"/>
    <w:rsid w:val="00251F69"/>
    <w:rsid w:val="00284CF3"/>
    <w:rsid w:val="002D4D96"/>
    <w:rsid w:val="00315723"/>
    <w:rsid w:val="00320B0F"/>
    <w:rsid w:val="00341158"/>
    <w:rsid w:val="003733F2"/>
    <w:rsid w:val="0038136D"/>
    <w:rsid w:val="00382623"/>
    <w:rsid w:val="003B668F"/>
    <w:rsid w:val="003E368C"/>
    <w:rsid w:val="003E4D4E"/>
    <w:rsid w:val="00400040"/>
    <w:rsid w:val="00425AF6"/>
    <w:rsid w:val="00442335"/>
    <w:rsid w:val="004E7C70"/>
    <w:rsid w:val="004F032C"/>
    <w:rsid w:val="0051670B"/>
    <w:rsid w:val="005234D3"/>
    <w:rsid w:val="0052560D"/>
    <w:rsid w:val="00554C58"/>
    <w:rsid w:val="0058728A"/>
    <w:rsid w:val="005C151A"/>
    <w:rsid w:val="005D22B6"/>
    <w:rsid w:val="005D5D9D"/>
    <w:rsid w:val="005E05EB"/>
    <w:rsid w:val="0061778B"/>
    <w:rsid w:val="00622496"/>
    <w:rsid w:val="006713B1"/>
    <w:rsid w:val="00685DB6"/>
    <w:rsid w:val="006C2201"/>
    <w:rsid w:val="00792797"/>
    <w:rsid w:val="007A6131"/>
    <w:rsid w:val="008E2730"/>
    <w:rsid w:val="0095112D"/>
    <w:rsid w:val="00982034"/>
    <w:rsid w:val="00997D56"/>
    <w:rsid w:val="009B7B95"/>
    <w:rsid w:val="00A2430A"/>
    <w:rsid w:val="00A40CC6"/>
    <w:rsid w:val="00A50286"/>
    <w:rsid w:val="00AB7AD3"/>
    <w:rsid w:val="00AD23C4"/>
    <w:rsid w:val="00B16461"/>
    <w:rsid w:val="00B43930"/>
    <w:rsid w:val="00BB5136"/>
    <w:rsid w:val="00C37B70"/>
    <w:rsid w:val="00C40FF2"/>
    <w:rsid w:val="00C54330"/>
    <w:rsid w:val="00C6663A"/>
    <w:rsid w:val="00C7049E"/>
    <w:rsid w:val="00C94D38"/>
    <w:rsid w:val="00CA7472"/>
    <w:rsid w:val="00D21C57"/>
    <w:rsid w:val="00D36E9C"/>
    <w:rsid w:val="00D826E6"/>
    <w:rsid w:val="00D83B17"/>
    <w:rsid w:val="00D956BC"/>
    <w:rsid w:val="00DD298F"/>
    <w:rsid w:val="00DD3B68"/>
    <w:rsid w:val="00DF299D"/>
    <w:rsid w:val="00E41304"/>
    <w:rsid w:val="00E86306"/>
    <w:rsid w:val="00EF4073"/>
    <w:rsid w:val="00F21C5C"/>
    <w:rsid w:val="00F61A82"/>
    <w:rsid w:val="00F71543"/>
    <w:rsid w:val="00F747CB"/>
    <w:rsid w:val="00F83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5BD5A"/>
  <w15:docId w15:val="{27F10B1B-B75B-49F6-9A76-62C18809C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F7154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DD29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98F"/>
  </w:style>
  <w:style w:type="paragraph" w:styleId="Footer">
    <w:name w:val="footer"/>
    <w:basedOn w:val="Normal"/>
    <w:link w:val="FooterChar"/>
    <w:uiPriority w:val="99"/>
    <w:unhideWhenUsed/>
    <w:rsid w:val="00DD29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98F"/>
  </w:style>
  <w:style w:type="paragraph" w:styleId="BalloonText">
    <w:name w:val="Balloon Text"/>
    <w:basedOn w:val="Normal"/>
    <w:link w:val="BalloonTextChar"/>
    <w:uiPriority w:val="99"/>
    <w:semiHidden/>
    <w:unhideWhenUsed/>
    <w:rsid w:val="005234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34D3"/>
    <w:rPr>
      <w:rFonts w:ascii="Tahoma" w:hAnsi="Tahoma" w:cs="Tahoma"/>
      <w:sz w:val="16"/>
      <w:szCs w:val="16"/>
    </w:rPr>
  </w:style>
  <w:style w:type="paragraph" w:customStyle="1" w:styleId="Bodyt">
    <w:name w:val="Bodyt"/>
    <w:basedOn w:val="Normal"/>
    <w:rsid w:val="003733F2"/>
    <w:pPr>
      <w:numPr>
        <w:ilvl w:val="1"/>
        <w:numId w:val="1"/>
      </w:numPr>
      <w:jc w:val="both"/>
    </w:pPr>
    <w:rPr>
      <w:rFonts w:ascii="Times New Roman" w:eastAsia="Times New Roman" w:hAnsi="Times New Roman"/>
      <w:szCs w:val="20"/>
      <w:lang w:val="et-EE"/>
    </w:rPr>
  </w:style>
  <w:style w:type="paragraph" w:customStyle="1" w:styleId="Loetelu">
    <w:name w:val="Loetelu"/>
    <w:basedOn w:val="BodyText"/>
    <w:rsid w:val="003733F2"/>
    <w:pPr>
      <w:spacing w:before="120" w:after="0"/>
      <w:jc w:val="both"/>
    </w:pPr>
    <w:rPr>
      <w:rFonts w:ascii="Times New Roman" w:eastAsia="Times New Roman" w:hAnsi="Times New Roman"/>
      <w:szCs w:val="20"/>
      <w:lang w:val="et-EE"/>
    </w:rPr>
  </w:style>
  <w:style w:type="paragraph" w:customStyle="1" w:styleId="Kiri">
    <w:name w:val="Kiri"/>
    <w:basedOn w:val="Normal"/>
    <w:rsid w:val="003733F2"/>
    <w:pPr>
      <w:tabs>
        <w:tab w:val="left" w:pos="5103"/>
      </w:tabs>
    </w:pPr>
    <w:rPr>
      <w:rFonts w:ascii="Times New Roman" w:eastAsia="Times New Roman" w:hAnsi="Times New Roman"/>
      <w:lang w:val="et-EE" w:eastAsia="et-EE"/>
    </w:rPr>
  </w:style>
  <w:style w:type="paragraph" w:customStyle="1" w:styleId="Kaksees">
    <w:name w:val="Kaks ees"/>
    <w:basedOn w:val="Kiri"/>
    <w:rsid w:val="003733F2"/>
    <w:pPr>
      <w:spacing w:before="580"/>
    </w:pPr>
  </w:style>
  <w:style w:type="paragraph" w:customStyle="1" w:styleId="Loetelus">
    <w:name w:val="Loetelus"/>
    <w:basedOn w:val="Loetelu"/>
    <w:rsid w:val="003733F2"/>
    <w:pPr>
      <w:numPr>
        <w:numId w:val="1"/>
      </w:numPr>
      <w:tabs>
        <w:tab w:val="num" w:pos="360"/>
      </w:tabs>
      <w:spacing w:after="60"/>
    </w:pPr>
    <w:rPr>
      <w:b/>
    </w:rPr>
  </w:style>
  <w:style w:type="paragraph" w:customStyle="1" w:styleId="StyleKiriCentered">
    <w:name w:val="Style Kiri + Centered"/>
    <w:basedOn w:val="Kiri"/>
    <w:rsid w:val="003733F2"/>
    <w:pPr>
      <w:spacing w:before="240"/>
      <w:jc w:val="center"/>
    </w:pPr>
    <w:rPr>
      <w:szCs w:val="20"/>
    </w:rPr>
  </w:style>
  <w:style w:type="paragraph" w:customStyle="1" w:styleId="allkirjastaja">
    <w:name w:val="allkirjastaja"/>
    <w:basedOn w:val="Kiri"/>
    <w:qFormat/>
    <w:rsid w:val="003733F2"/>
    <w:pPr>
      <w:spacing w:before="1200"/>
    </w:pPr>
  </w:style>
  <w:style w:type="character" w:styleId="PlaceholderText">
    <w:name w:val="Placeholder Text"/>
    <w:basedOn w:val="DefaultParagraphFont"/>
    <w:semiHidden/>
    <w:rsid w:val="003733F2"/>
    <w:rPr>
      <w:color w:val="808080"/>
    </w:rPr>
  </w:style>
  <w:style w:type="paragraph" w:styleId="BodyText">
    <w:name w:val="Body Text"/>
    <w:basedOn w:val="Normal"/>
    <w:link w:val="BodyTextChar"/>
    <w:uiPriority w:val="99"/>
    <w:semiHidden/>
    <w:unhideWhenUsed/>
    <w:rsid w:val="003733F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733F2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39"/>
    <w:rsid w:val="004423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8630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8630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86306"/>
    <w:rPr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86306"/>
    <w:rPr>
      <w:vertAlign w:val="superscript"/>
    </w:rPr>
  </w:style>
  <w:style w:type="paragraph" w:customStyle="1" w:styleId="Default">
    <w:name w:val="Default"/>
    <w:rsid w:val="00E863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utaja\Documents\EHK%20Dokumendi%20mallid\kirjaplangi%20loomine_kadi%20palvel%20aug%202016\30-08-2016\Haigekassa_kirjablankett_yld.dotx" TargetMode="External"/></Relationships>
</file>

<file path=word/theme/theme1.xml><?xml version="1.0" encoding="utf-8"?>
<a:theme xmlns:a="http://schemas.openxmlformats.org/drawingml/2006/main" name="Haigekassa-kirjablankett-yl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81c278fa-858e-4855-a705-c03505decd76">
      <Terms xmlns="http://schemas.microsoft.com/office/infopath/2007/PartnerControls"/>
    </lcf76f155ced4ddcb4097134ff3c332f>
    <TaxCatchAll xmlns="acd73739-0944-4f24-a2eb-27ddab3167a5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9B86FA7554E84792410105B65604F2" ma:contentTypeVersion="18" ma:contentTypeDescription="Loo uus dokument" ma:contentTypeScope="" ma:versionID="c66b0258b3401eea71dd13a078f1dcf8">
  <xsd:schema xmlns:xsd="http://www.w3.org/2001/XMLSchema" xmlns:xs="http://www.w3.org/2001/XMLSchema" xmlns:p="http://schemas.microsoft.com/office/2006/metadata/properties" xmlns:ns1="http://schemas.microsoft.com/sharepoint/v3" xmlns:ns2="81c278fa-858e-4855-a705-c03505decd76" xmlns:ns3="acd73739-0944-4f24-a2eb-27ddab3167a5" targetNamespace="http://schemas.microsoft.com/office/2006/metadata/properties" ma:root="true" ma:fieldsID="3a386d0e9f94e41eb7b789050647e253" ns1:_="" ns2:_="" ns3:_="">
    <xsd:import namespace="http://schemas.microsoft.com/sharepoint/v3"/>
    <xsd:import namespace="81c278fa-858e-4855-a705-c03505decd76"/>
    <xsd:import namespace="acd73739-0944-4f24-a2eb-27ddab3167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Ühtse nõuetele vastavuse poliitika atribuudid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Ühtse nõuetele vastavuse poliitika kasutajaliidesetoiming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c278fa-858e-4855-a705-c03505decd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d0dfdd9a-08aa-49ba-8b8c-1f0b5c74ee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d73739-0944-4f24-a2eb-27ddab3167a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d7ce8c1-5543-464b-b90b-612456c51197}" ma:internalName="TaxCatchAll" ma:showField="CatchAllData" ma:web="acd73739-0944-4f24-a2eb-27ddab3167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FFB5F-5062-4968-9ABF-3836AC7F9C79}">
  <ds:schemaRefs>
    <ds:schemaRef ds:uri="http://schemas.microsoft.com/office/infopath/2007/PartnerControls"/>
    <ds:schemaRef ds:uri="81c278fa-858e-4855-a705-c03505decd76"/>
    <ds:schemaRef ds:uri="http://purl.org/dc/dcmitype/"/>
    <ds:schemaRef ds:uri="http://www.w3.org/XML/1998/namespace"/>
    <ds:schemaRef ds:uri="http://schemas.microsoft.com/office/2006/metadata/properties"/>
    <ds:schemaRef ds:uri="http://purl.org/dc/elements/1.1/"/>
    <ds:schemaRef ds:uri="http://purl.org/dc/terms/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acd73739-0944-4f24-a2eb-27ddab3167a5"/>
  </ds:schemaRefs>
</ds:datastoreItem>
</file>

<file path=customXml/itemProps2.xml><?xml version="1.0" encoding="utf-8"?>
<ds:datastoreItem xmlns:ds="http://schemas.openxmlformats.org/officeDocument/2006/customXml" ds:itemID="{CE710AA5-52CD-461A-950E-1A362702FF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D0EFEF-B11E-41DA-AB75-EFCA7411ED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1c278fa-858e-4855-a705-c03505decd76"/>
    <ds:schemaRef ds:uri="acd73739-0944-4f24-a2eb-27ddab3167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F8102E-B01E-4DBB-8F87-FDA82B05E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Haigekassa_kirjablankett_yld</Template>
  <TotalTime>0</TotalTime>
  <Pages>1</Pages>
  <Words>134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Eesti Haigekassa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Tervisekassa</dc:creator>
  <cp:lastModifiedBy>Maret Lajal</cp:lastModifiedBy>
  <cp:revision>2</cp:revision>
  <cp:lastPrinted>2023-04-02T10:51:00Z</cp:lastPrinted>
  <dcterms:created xsi:type="dcterms:W3CDTF">2025-09-05T09:19:00Z</dcterms:created>
  <dcterms:modified xsi:type="dcterms:W3CDTF">2025-09-05T09:19:00Z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0x010100459B86FA7554E84792410105B65604F2</vt:lpwstr>
  </property>
  <property fmtid="{D5CDD505-2E9C-101B-9397-08002B2CF9AE}" pid="3" name="MediaServiceImageTags">
    <vt:lpwstr/>
  </property>
</Properties>
</file>