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F669EF" w:rsidP="005A5CD0">
            <w:r>
              <w:t>27.06.2024  nr 6.4-1/</w:t>
            </w:r>
            <w:r w:rsidR="00153357">
              <w:t>1043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</w:t>
      </w:r>
      <w:r w:rsidR="003D667C">
        <w:rPr>
          <w:color w:val="000000"/>
        </w:rPr>
        <w:t> s</w:t>
      </w:r>
      <w:r w:rsidR="00414F89">
        <w:rPr>
          <w:color w:val="000000"/>
        </w:rPr>
        <w:t>õlminud hankelepingu (nr 3-3/130 30.05.2024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3D667C">
        <w:rPr>
          <w:color w:val="000000"/>
        </w:rPr>
        <w:t xml:space="preserve">al </w:t>
      </w:r>
      <w:proofErr w:type="spellStart"/>
      <w:r w:rsidR="003D667C">
        <w:rPr>
          <w:color w:val="000000"/>
        </w:rPr>
        <w:t>ühiseesvoolul</w:t>
      </w:r>
      <w:proofErr w:type="spellEnd"/>
      <w:r w:rsidR="003D667C">
        <w:rPr>
          <w:color w:val="000000"/>
        </w:rPr>
        <w:t xml:space="preserve">  </w:t>
      </w:r>
      <w:r w:rsidR="00414F89">
        <w:rPr>
          <w:color w:val="000000"/>
        </w:rPr>
        <w:t>Sääsekõrva oja</w:t>
      </w:r>
      <w:r>
        <w:rPr>
          <w:color w:val="000000"/>
        </w:rPr>
        <w:t xml:space="preserve"> </w:t>
      </w:r>
      <w:r w:rsidRPr="00677F22">
        <w:rPr>
          <w:color w:val="000000"/>
        </w:rPr>
        <w:t xml:space="preserve"> piketist </w:t>
      </w:r>
      <w:r w:rsidR="00414F89">
        <w:rPr>
          <w:color w:val="000000"/>
        </w:rPr>
        <w:t xml:space="preserve"> 1,50 – 8,05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 w:rsidR="007618B4">
        <w:rPr>
          <w:color w:val="000000"/>
        </w:rPr>
        <w:t>teie kinnisasj</w:t>
      </w:r>
      <w:r w:rsidR="00414F89">
        <w:rPr>
          <w:color w:val="000000"/>
        </w:rPr>
        <w:t>al oja nõlvadel tehakse niide</w:t>
      </w:r>
      <w:r w:rsidR="0087761F">
        <w:rPr>
          <w:color w:val="000000"/>
        </w:rPr>
        <w:t>.</w:t>
      </w:r>
      <w:r w:rsidR="005A5CD0">
        <w:rPr>
          <w:color w:val="000000"/>
        </w:rPr>
        <w:t xml:space="preserve"> </w:t>
      </w:r>
      <w:r w:rsidR="00414F89">
        <w:rPr>
          <w:color w:val="000000"/>
        </w:rPr>
        <w:t>Tööde planeeritav algusaeg on 12.07.2024</w:t>
      </w:r>
      <w:r w:rsidRPr="00677F22">
        <w:rPr>
          <w:color w:val="000000"/>
        </w:rPr>
        <w:t>. Tööde planeerit</w:t>
      </w:r>
      <w:r w:rsidR="00414F89">
        <w:rPr>
          <w:color w:val="000000"/>
        </w:rPr>
        <w:t>av lõpptähtaeg on  25.09.2024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9F0F04" w:rsidRDefault="009F0F04" w:rsidP="00E20A4A">
      <w:pPr>
        <w:pStyle w:val="Default"/>
        <w:jc w:val="both"/>
      </w:pPr>
      <w:r w:rsidRPr="00677F22">
        <w:t>Töid teostab</w:t>
      </w:r>
      <w:r>
        <w:t xml:space="preserve">  </w:t>
      </w:r>
      <w:r w:rsidR="0087761F">
        <w:rPr>
          <w:b/>
          <w:bCs/>
          <w:sz w:val="23"/>
          <w:szCs w:val="23"/>
        </w:rPr>
        <w:t>Masinakoda OÜ</w:t>
      </w:r>
      <w:r w:rsidR="003D667C">
        <w:rPr>
          <w:sz w:val="23"/>
          <w:szCs w:val="23"/>
        </w:rPr>
        <w:t>, registrikood 12929190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3D667C">
        <w:t xml:space="preserve"> Indrek Tätte, telefon +372 5648 9424</w:t>
      </w:r>
      <w:r w:rsidRPr="00302971">
        <w:t xml:space="preserve">, e-post </w:t>
      </w:r>
      <w:r w:rsidR="003D667C">
        <w:t>info@masinakoda.ee</w:t>
      </w:r>
      <w:r>
        <w:t>.  Tööde teostaja võtab teiega ühendust, et leppida kokku täpsem tööde teostamise aeg ja kord.</w:t>
      </w:r>
    </w:p>
    <w:p w:rsidR="007F2A0D" w:rsidRDefault="00230ABC" w:rsidP="00BE129F">
      <w:pPr>
        <w:pStyle w:val="Pealkiri1"/>
        <w:jc w:val="both"/>
      </w:pPr>
      <w:r>
        <w:rPr>
          <w:b w:val="0"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414F89" w:rsidRDefault="00414F89" w:rsidP="007F2A0D">
      <w:pPr>
        <w:pStyle w:val="Snum"/>
      </w:pPr>
    </w:p>
    <w:p w:rsidR="00414F89" w:rsidRDefault="007F2A0D" w:rsidP="007F2A0D">
      <w:pPr>
        <w:pStyle w:val="Snum"/>
      </w:pPr>
      <w:r>
        <w:t xml:space="preserve">Põllumajandus- ja Toiduameti </w:t>
      </w:r>
    </w:p>
    <w:p w:rsidR="007F2A0D" w:rsidRDefault="00414F89" w:rsidP="007F2A0D">
      <w:pPr>
        <w:pStyle w:val="Snum"/>
      </w:pPr>
      <w:r>
        <w:t xml:space="preserve">Lõuna regiooni </w:t>
      </w:r>
      <w:r w:rsidR="007F2A0D">
        <w:t>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414F89" w:rsidP="00BE129F">
      <w:pPr>
        <w:pStyle w:val="Snum"/>
        <w:numPr>
          <w:ilvl w:val="0"/>
          <w:numId w:val="1"/>
        </w:numPr>
      </w:pPr>
      <w:r>
        <w:t>Sääsekõrva oja</w:t>
      </w:r>
      <w:r w:rsidR="00BE129F">
        <w:t xml:space="preserve"> 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5A5CD0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153357">
      <w:fldChar w:fldCharType="begin"/>
    </w:r>
    <w:r w:rsidR="00153357">
      <w:instrText xml:space="preserve"> NUMPAGES </w:instrText>
    </w:r>
    <w:r w:rsidR="00153357">
      <w:fldChar w:fldCharType="separate"/>
    </w:r>
    <w:r w:rsidR="005A5CD0">
      <w:rPr>
        <w:noProof/>
      </w:rPr>
      <w:t>2</w:t>
    </w:r>
    <w:r w:rsidR="00153357">
      <w:rPr>
        <w:noProof/>
      </w:rPr>
      <w:fldChar w:fldCharType="end"/>
    </w:r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41DD6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53357"/>
    <w:rsid w:val="00161A39"/>
    <w:rsid w:val="00190C2D"/>
    <w:rsid w:val="001A7D04"/>
    <w:rsid w:val="001B6769"/>
    <w:rsid w:val="001D4CFB"/>
    <w:rsid w:val="002008A2"/>
    <w:rsid w:val="00230ABC"/>
    <w:rsid w:val="0027644B"/>
    <w:rsid w:val="002835BB"/>
    <w:rsid w:val="00293449"/>
    <w:rsid w:val="002F254F"/>
    <w:rsid w:val="0034719C"/>
    <w:rsid w:val="00354059"/>
    <w:rsid w:val="00394DCB"/>
    <w:rsid w:val="003B2A9C"/>
    <w:rsid w:val="003D667C"/>
    <w:rsid w:val="00414F89"/>
    <w:rsid w:val="00423412"/>
    <w:rsid w:val="00435A13"/>
    <w:rsid w:val="0044084D"/>
    <w:rsid w:val="004714E8"/>
    <w:rsid w:val="00486442"/>
    <w:rsid w:val="004C1391"/>
    <w:rsid w:val="004E2540"/>
    <w:rsid w:val="00530F52"/>
    <w:rsid w:val="00546204"/>
    <w:rsid w:val="00551E24"/>
    <w:rsid w:val="00557534"/>
    <w:rsid w:val="00560A92"/>
    <w:rsid w:val="00564569"/>
    <w:rsid w:val="005A5CD0"/>
    <w:rsid w:val="005B1CF8"/>
    <w:rsid w:val="005B5CE1"/>
    <w:rsid w:val="005E3AED"/>
    <w:rsid w:val="005E45BB"/>
    <w:rsid w:val="00602834"/>
    <w:rsid w:val="00631A9A"/>
    <w:rsid w:val="00680609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695A"/>
    <w:rsid w:val="007618B4"/>
    <w:rsid w:val="007A1DE8"/>
    <w:rsid w:val="007B2FCC"/>
    <w:rsid w:val="007D54FC"/>
    <w:rsid w:val="007F2A0D"/>
    <w:rsid w:val="00835858"/>
    <w:rsid w:val="0087761F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54E13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F44DF"/>
    <w:rsid w:val="00E023F6"/>
    <w:rsid w:val="00E03DBB"/>
    <w:rsid w:val="00E20A4A"/>
    <w:rsid w:val="00EB1395"/>
    <w:rsid w:val="00F07133"/>
    <w:rsid w:val="00F14614"/>
    <w:rsid w:val="00F669EF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,"/>
  <w:listSeparator w:val=","/>
  <w14:docId w14:val="4B2EC162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7ACDC4A-F3BD-4E5F-8957-41E7E2D77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104</TotalTime>
  <Pages>1</Pages>
  <Words>164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19</cp:revision>
  <cp:lastPrinted>2014-04-03T10:06:00Z</cp:lastPrinted>
  <dcterms:created xsi:type="dcterms:W3CDTF">2023-07-26T05:30:00Z</dcterms:created>
  <dcterms:modified xsi:type="dcterms:W3CDTF">2024-06-27T09:29:00Z</dcterms:modified>
</cp:coreProperties>
</file>