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4CCDB" w14:textId="77777777" w:rsidR="00881EFC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40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881EFC" w:rsidRPr="00840780" w14:paraId="16DF6BD3" w14:textId="77777777" w:rsidTr="0097029F">
        <w:trPr>
          <w:trHeight w:val="283"/>
        </w:trPr>
        <w:tc>
          <w:tcPr>
            <w:tcW w:w="4003" w:type="dxa"/>
          </w:tcPr>
          <w:p w14:paraId="45B39EC9" w14:textId="77777777" w:rsidR="00881EFC" w:rsidRPr="00840780" w:rsidRDefault="00881EFC" w:rsidP="0097029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14383939" w14:textId="77777777" w:rsidR="00881EFC" w:rsidRPr="00512224" w:rsidRDefault="00881EFC" w:rsidP="00881EFC">
      <w:pPr>
        <w:jc w:val="both"/>
        <w:rPr>
          <w:rFonts w:ascii="Times New Roman" w:eastAsia="Broadway" w:hAnsi="Times New Roman"/>
          <w:lang w:val="et-EE"/>
        </w:rPr>
      </w:pPr>
    </w:p>
    <w:p w14:paraId="4BF802B1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048C28FB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100CCF26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RMK kinnisvaraosakonnale</w:t>
      </w:r>
    </w:p>
    <w:p w14:paraId="56738D7D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color w:val="0000FF"/>
          <w:sz w:val="22"/>
          <w:szCs w:val="22"/>
          <w:u w:val="single"/>
          <w:lang w:val="et-EE"/>
        </w:rPr>
      </w:pPr>
      <w:hyperlink r:id="rId10" w:history="1">
        <w:r w:rsidRPr="008878B1">
          <w:rPr>
            <w:rFonts w:ascii="Times New Roman" w:eastAsia="Calibri" w:hAnsi="Times New Roman"/>
            <w:color w:val="0000FF"/>
            <w:sz w:val="22"/>
            <w:szCs w:val="22"/>
            <w:u w:val="single"/>
            <w:lang w:val="et-EE"/>
          </w:rPr>
          <w:t>rmk@rmk.ee</w:t>
        </w:r>
      </w:hyperlink>
    </w:p>
    <w:p w14:paraId="2A07E674" w14:textId="142F12A9" w:rsidR="00881EFC" w:rsidRPr="008878B1" w:rsidRDefault="00881EFC" w:rsidP="00881EF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 xml:space="preserve">                                                                       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  <w:bookmarkStart w:id="0" w:name="_Hlk179154671"/>
      <w:r w:rsidR="005F6A4A">
        <w:rPr>
          <w:rFonts w:ascii="Times New Roman" w:eastAsia="Calibri" w:hAnsi="Times New Roman"/>
          <w:sz w:val="22"/>
          <w:szCs w:val="22"/>
          <w:lang w:val="et-EE"/>
        </w:rPr>
        <w:t xml:space="preserve">                      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>0</w:t>
      </w:r>
      <w:r w:rsidR="00561810">
        <w:rPr>
          <w:rFonts w:ascii="Times New Roman" w:eastAsia="Calibri" w:hAnsi="Times New Roman"/>
          <w:sz w:val="22"/>
          <w:szCs w:val="22"/>
          <w:lang w:val="et-EE"/>
        </w:rPr>
        <w:t>6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>.</w:t>
      </w:r>
      <w:r w:rsidR="00561810">
        <w:rPr>
          <w:rFonts w:ascii="Times New Roman" w:eastAsia="Calibri" w:hAnsi="Times New Roman"/>
          <w:sz w:val="22"/>
          <w:szCs w:val="22"/>
          <w:lang w:val="et-EE"/>
        </w:rPr>
        <w:t>04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>.202</w:t>
      </w:r>
      <w:r w:rsidR="00561810">
        <w:rPr>
          <w:rFonts w:ascii="Times New Roman" w:eastAsia="Calibri" w:hAnsi="Times New Roman"/>
          <w:sz w:val="22"/>
          <w:szCs w:val="22"/>
          <w:lang w:val="et-EE"/>
        </w:rPr>
        <w:t>5</w:t>
      </w:r>
      <w:r w:rsidRPr="008878B1">
        <w:rPr>
          <w:rFonts w:ascii="Times New Roman" w:eastAsia="Calibri" w:hAnsi="Times New Roman"/>
          <w:sz w:val="22"/>
          <w:szCs w:val="22"/>
          <w:lang w:val="et-EE"/>
        </w:rPr>
        <w:t xml:space="preserve">  </w:t>
      </w:r>
      <w:bookmarkEnd w:id="0"/>
      <w:r w:rsidR="005F6A4A">
        <w:rPr>
          <w:rFonts w:ascii="Times New Roman" w:eastAsia="Calibri" w:hAnsi="Times New Roman"/>
          <w:sz w:val="22"/>
          <w:szCs w:val="22"/>
          <w:lang w:val="et-EE"/>
        </w:rPr>
        <w:t xml:space="preserve">nr  </w:t>
      </w:r>
      <w:r w:rsidR="006F4F88" w:rsidRPr="006F4F88">
        <w:rPr>
          <w:rFonts w:ascii="Times New Roman" w:eastAsia="Calibri" w:hAnsi="Times New Roman"/>
          <w:sz w:val="22"/>
          <w:szCs w:val="22"/>
        </w:rPr>
        <w:t>JV-MAA-1/1646</w:t>
      </w:r>
    </w:p>
    <w:p w14:paraId="0C20B527" w14:textId="77777777" w:rsidR="00881EFC" w:rsidRPr="008878B1" w:rsidRDefault="00881EFC" w:rsidP="00881EFC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/>
          <w:sz w:val="22"/>
          <w:szCs w:val="22"/>
          <w:lang w:val="et-EE"/>
        </w:rPr>
      </w:pPr>
    </w:p>
    <w:p w14:paraId="5DD257CE" w14:textId="77777777" w:rsidR="00881EFC" w:rsidRPr="008878B1" w:rsidRDefault="00881EFC" w:rsidP="00881EFC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/>
          <w:sz w:val="22"/>
          <w:szCs w:val="22"/>
          <w:lang w:val="et-EE"/>
        </w:rPr>
      </w:pPr>
    </w:p>
    <w:p w14:paraId="697F7457" w14:textId="77777777" w:rsidR="00881EFC" w:rsidRPr="008878B1" w:rsidRDefault="00881EFC" w:rsidP="00881EFC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/>
          <w:sz w:val="22"/>
          <w:szCs w:val="22"/>
          <w:lang w:val="et-EE"/>
        </w:rPr>
      </w:pPr>
    </w:p>
    <w:p w14:paraId="599F2D22" w14:textId="77777777" w:rsidR="00881EFC" w:rsidRPr="008878B1" w:rsidRDefault="00881EFC" w:rsidP="00881EF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b/>
          <w:sz w:val="22"/>
          <w:szCs w:val="22"/>
          <w:lang w:val="et-EE"/>
        </w:rPr>
        <w:t>TAOTLUS</w:t>
      </w:r>
    </w:p>
    <w:p w14:paraId="4A935109" w14:textId="77777777" w:rsidR="00881EFC" w:rsidRPr="008878B1" w:rsidRDefault="00881EFC" w:rsidP="00881EFC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RMK VALDUSES OLEVALE HOONESTAMATA KINNISASJALE ISIKLIKU KASUTUSÕIGUSE SEADMISEKS</w:t>
      </w:r>
    </w:p>
    <w:p w14:paraId="10989E63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4A0106D1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b/>
          <w:sz w:val="22"/>
          <w:szCs w:val="22"/>
          <w:lang w:val="et-EE"/>
        </w:rPr>
        <w:t>ANDMED TAOTLEJA KOHTA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5236"/>
        <w:gridCol w:w="3114"/>
      </w:tblGrid>
      <w:tr w:rsidR="00881EFC" w:rsidRPr="008878B1" w14:paraId="2E66F012" w14:textId="77777777" w:rsidTr="0097029F">
        <w:trPr>
          <w:trHeight w:val="812"/>
        </w:trPr>
        <w:tc>
          <w:tcPr>
            <w:tcW w:w="5236" w:type="dxa"/>
          </w:tcPr>
          <w:p w14:paraId="246F6B60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Taotleja nimi: Elektrilevi OÜ</w:t>
            </w:r>
          </w:p>
        </w:tc>
        <w:tc>
          <w:tcPr>
            <w:tcW w:w="3114" w:type="dxa"/>
          </w:tcPr>
          <w:p w14:paraId="6177077B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Registrikood: 11050857</w:t>
            </w:r>
          </w:p>
        </w:tc>
      </w:tr>
      <w:tr w:rsidR="00881EFC" w:rsidRPr="008878B1" w14:paraId="1B756A79" w14:textId="77777777" w:rsidTr="0097029F">
        <w:tc>
          <w:tcPr>
            <w:tcW w:w="8350" w:type="dxa"/>
            <w:gridSpan w:val="2"/>
          </w:tcPr>
          <w:p w14:paraId="3E14BC14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Aadress: Veskiposti 2, 10138 Tallinn</w:t>
            </w:r>
          </w:p>
          <w:p w14:paraId="3C80276E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881EFC" w:rsidRPr="008878B1" w14:paraId="1A3A8B2F" w14:textId="77777777" w:rsidTr="0097029F">
        <w:tc>
          <w:tcPr>
            <w:tcW w:w="8350" w:type="dxa"/>
            <w:gridSpan w:val="2"/>
          </w:tcPr>
          <w:p w14:paraId="028270B0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Kontaktisik: Riina Eha</w:t>
            </w:r>
          </w:p>
          <w:p w14:paraId="6129C369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881EFC" w:rsidRPr="008878B1" w14:paraId="687954F7" w14:textId="77777777" w:rsidTr="0097029F">
        <w:tc>
          <w:tcPr>
            <w:tcW w:w="8350" w:type="dxa"/>
            <w:gridSpan w:val="2"/>
          </w:tcPr>
          <w:p w14:paraId="52FA541A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Tel: 5885 3994</w:t>
            </w:r>
          </w:p>
        </w:tc>
      </w:tr>
      <w:tr w:rsidR="00881EFC" w:rsidRPr="008878B1" w14:paraId="08A183E2" w14:textId="77777777" w:rsidTr="0097029F">
        <w:tc>
          <w:tcPr>
            <w:tcW w:w="8350" w:type="dxa"/>
            <w:gridSpan w:val="2"/>
          </w:tcPr>
          <w:p w14:paraId="11BD7AAC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E-post: </w:t>
            </w:r>
            <w:hyperlink r:id="rId11" w:history="1">
              <w:r w:rsidRPr="008878B1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et-EE"/>
                </w:rPr>
                <w:t>riina.eha@elektrilevi.ee</w:t>
              </w:r>
            </w:hyperlink>
          </w:p>
          <w:p w14:paraId="2D17E463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</w:tbl>
    <w:p w14:paraId="374D2761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25EC8982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b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b/>
          <w:sz w:val="22"/>
          <w:szCs w:val="22"/>
          <w:lang w:val="et-EE"/>
        </w:rPr>
        <w:t>SERVITUUDI VÕI ISIKLIKU KASUTUSÕIGUSE SEADMISE SISU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881EFC" w:rsidRPr="008878B1" w14:paraId="5173CCBD" w14:textId="77777777" w:rsidTr="0097029F">
        <w:tc>
          <w:tcPr>
            <w:tcW w:w="8342" w:type="dxa"/>
          </w:tcPr>
          <w:p w14:paraId="7E640ED3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Koormatava kinnisasja aadress, kinnistusregistriosa number ja katastriüksuse tunnus:</w:t>
            </w:r>
          </w:p>
          <w:p w14:paraId="5F99A33F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41885A0" w14:textId="7F08AE90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V</w:t>
            </w:r>
            <w:r w:rsidR="00101B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ardi 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metskond </w:t>
            </w:r>
            <w:r w:rsidR="00101BC4">
              <w:rPr>
                <w:rFonts w:ascii="Times New Roman" w:hAnsi="Times New Roman"/>
                <w:sz w:val="22"/>
                <w:szCs w:val="22"/>
                <w:lang w:val="et-EE"/>
              </w:rPr>
              <w:t>131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, </w:t>
            </w:r>
            <w:r w:rsidR="00881EE7">
              <w:rPr>
                <w:rFonts w:ascii="Times New Roman" w:hAnsi="Times New Roman"/>
                <w:sz w:val="22"/>
                <w:szCs w:val="22"/>
                <w:lang w:val="et-EE"/>
              </w:rPr>
              <w:t>Vilivere küla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,  </w:t>
            </w:r>
            <w:r w:rsidR="00881EE7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Kohila 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vald, </w:t>
            </w:r>
            <w:r w:rsidR="00881EE7">
              <w:rPr>
                <w:rFonts w:ascii="Times New Roman" w:hAnsi="Times New Roman"/>
                <w:sz w:val="22"/>
                <w:szCs w:val="22"/>
                <w:lang w:val="et-EE"/>
              </w:rPr>
              <w:t>Rapla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maakond</w:t>
            </w:r>
          </w:p>
          <w:p w14:paraId="5BCB0784" w14:textId="54078DE0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Registriosa nr  </w:t>
            </w:r>
            <w:r w:rsidR="006412DF">
              <w:rPr>
                <w:rFonts w:ascii="Times New Roman" w:hAnsi="Times New Roman"/>
                <w:sz w:val="22"/>
                <w:szCs w:val="22"/>
                <w:lang w:val="et-EE"/>
              </w:rPr>
              <w:t>11900</w:t>
            </w:r>
            <w:r w:rsidR="00B85459">
              <w:rPr>
                <w:rFonts w:ascii="Times New Roman" w:hAnsi="Times New Roman"/>
                <w:sz w:val="22"/>
                <w:szCs w:val="22"/>
                <w:lang w:val="et-EE"/>
              </w:rPr>
              <w:t>950</w:t>
            </w:r>
          </w:p>
          <w:p w14:paraId="16EC3C3B" w14:textId="2BF76B22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Katastriüksuse tunnus  3</w:t>
            </w:r>
            <w:r w:rsidR="00101BC4">
              <w:rPr>
                <w:rFonts w:ascii="Times New Roman" w:hAnsi="Times New Roman"/>
                <w:sz w:val="22"/>
                <w:szCs w:val="22"/>
                <w:lang w:val="et-EE"/>
              </w:rPr>
              <w:t>17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01:001:</w:t>
            </w:r>
            <w:r w:rsidR="00002F29">
              <w:rPr>
                <w:rFonts w:ascii="Times New Roman" w:hAnsi="Times New Roman"/>
                <w:sz w:val="22"/>
                <w:szCs w:val="22"/>
                <w:lang w:val="et-EE"/>
              </w:rPr>
              <w:t>0489</w:t>
            </w:r>
          </w:p>
          <w:p w14:paraId="7FCF5EC6" w14:textId="1814BB13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Riigi kinnisvararegistri objekti kood  </w:t>
            </w:r>
            <w:r w:rsidR="002308D4" w:rsidRPr="002308D4">
              <w:rPr>
                <w:rFonts w:ascii="Times New Roman" w:hAnsi="Times New Roman"/>
                <w:sz w:val="22"/>
                <w:szCs w:val="22"/>
                <w:lang w:val="et-EE"/>
              </w:rPr>
              <w:t>KV45171</w:t>
            </w:r>
          </w:p>
        </w:tc>
      </w:tr>
      <w:tr w:rsidR="00881EFC" w:rsidRPr="008878B1" w14:paraId="3470C18F" w14:textId="77777777" w:rsidTr="0097029F">
        <w:tc>
          <w:tcPr>
            <w:tcW w:w="8342" w:type="dxa"/>
          </w:tcPr>
          <w:p w14:paraId="62823D68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Servituudi tähtaeg: tähtajatu</w:t>
            </w:r>
          </w:p>
          <w:p w14:paraId="397ABB50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881EFC" w:rsidRPr="008878B1" w14:paraId="2918655A" w14:textId="77777777" w:rsidTr="0097029F">
        <w:tc>
          <w:tcPr>
            <w:tcW w:w="8342" w:type="dxa"/>
          </w:tcPr>
          <w:p w14:paraId="64BE4817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Servituudiga koormatava ala (servituudi ala) pindala (m</w:t>
            </w:r>
            <w:r w:rsidRPr="008878B1">
              <w:rPr>
                <w:rFonts w:ascii="Times New Roman" w:hAnsi="Times New Roman"/>
                <w:sz w:val="22"/>
                <w:szCs w:val="22"/>
                <w:vertAlign w:val="superscript"/>
                <w:lang w:val="et-EE"/>
              </w:rPr>
              <w:t>2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): </w:t>
            </w:r>
          </w:p>
          <w:p w14:paraId="72E07C95" w14:textId="28D62CF9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984CD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362 </w:t>
            </w:r>
            <w:r w:rsidRPr="008878B1">
              <w:rPr>
                <w:rFonts w:ascii="Times New Roman" w:hAnsi="Times New Roman"/>
                <w:sz w:val="22"/>
                <w:szCs w:val="22"/>
              </w:rPr>
              <w:t>m</w:t>
            </w:r>
            <w:r w:rsidRPr="008878B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881EFC" w:rsidRPr="008878B1" w14:paraId="3254F500" w14:textId="77777777" w:rsidTr="0097029F">
        <w:tc>
          <w:tcPr>
            <w:tcW w:w="8342" w:type="dxa"/>
          </w:tcPr>
          <w:p w14:paraId="27F5060A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Servituudi sisu (kirjeldus) ja eesmärk:</w:t>
            </w:r>
          </w:p>
          <w:p w14:paraId="7DF56706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BCE254B" w14:textId="6EB13B8A" w:rsidR="00881EFC" w:rsidRPr="005375FB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Kasutusõigus seatakse taotluses nimetatud kinnisasjale ehitatavale elektri </w:t>
            </w:r>
            <w:r w:rsidR="005375FB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24 </w:t>
            </w:r>
            <w:proofErr w:type="spellStart"/>
            <w:r w:rsidR="005375FB">
              <w:rPr>
                <w:rFonts w:ascii="Times New Roman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="005375FB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maakaabelliinile,</w:t>
            </w:r>
            <w:r w:rsidR="005375FB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878B1">
              <w:rPr>
                <w:rFonts w:ascii="Times New Roman" w:hAnsi="Times New Roman"/>
                <w:sz w:val="22"/>
                <w:szCs w:val="22"/>
              </w:rPr>
              <w:t>mille kaitsevöönd on 1 m liini äärmistest kaablitest mõlemale poole</w:t>
            </w:r>
            <w:r w:rsidR="005375F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5E79A109" w14:textId="77777777" w:rsidR="00881EFC" w:rsidRPr="008878B1" w:rsidRDefault="00881EFC" w:rsidP="0097029F">
            <w:pPr>
              <w:rPr>
                <w:rFonts w:ascii="Times New Roman" w:hAnsi="Times New Roman"/>
                <w:sz w:val="22"/>
                <w:szCs w:val="22"/>
              </w:rPr>
            </w:pPr>
            <w:r w:rsidRPr="008878B1">
              <w:rPr>
                <w:rFonts w:ascii="Times New Roman" w:hAnsi="Times New Roman"/>
                <w:sz w:val="22"/>
                <w:szCs w:val="22"/>
              </w:rPr>
              <w:t>Trass on valitud lähtudes optimaalseimast tehnilis-majanduslikust kalkulatsioonist ja arvestades olemasolevaid kommunikatsioone.</w:t>
            </w:r>
          </w:p>
          <w:p w14:paraId="7B23BA98" w14:textId="77777777" w:rsidR="00881EFC" w:rsidRPr="008878B1" w:rsidRDefault="00881EFC" w:rsidP="0097029F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4BA61BD" w14:textId="4054BF6A" w:rsidR="00881EFC" w:rsidRPr="008878B1" w:rsidRDefault="00881EFC" w:rsidP="0097029F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Isikliku kasutusõiguse sisuks on elektripaigaldis</w:t>
            </w:r>
            <w:r w:rsidR="008A7ACF">
              <w:rPr>
                <w:rFonts w:ascii="Times New Roman" w:hAnsi="Times New Roman"/>
                <w:sz w:val="22"/>
                <w:szCs w:val="22"/>
                <w:lang w:val="et-EE"/>
              </w:rPr>
              <w:t>t</w:t>
            </w: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t>e ehitamine, omamine, remontimine, hooldamine, asendamine, kasutamine, kasutusse andmine ja muul viisil ekspluateerimine elektrivõrgu talituse tagamise eesmärgil.</w:t>
            </w:r>
          </w:p>
          <w:p w14:paraId="1D4467B4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4B2846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  <w:tr w:rsidR="00881EFC" w:rsidRPr="008878B1" w14:paraId="7F1736A3" w14:textId="77777777" w:rsidTr="0097029F">
        <w:tc>
          <w:tcPr>
            <w:tcW w:w="8342" w:type="dxa"/>
          </w:tcPr>
          <w:p w14:paraId="0047C63D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Tehnorajatise puhul: projekti koostaja ärinimi, projekti number ja projekti nimetus:</w:t>
            </w:r>
          </w:p>
          <w:p w14:paraId="5C8CBF57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955AC1" w14:textId="1C9F9760" w:rsidR="00881EFC" w:rsidRPr="008878B1" w:rsidRDefault="0057273E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et-EE"/>
              </w:rPr>
              <w:t>Enersense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AS</w:t>
            </w:r>
            <w:r w:rsidR="00881EFC" w:rsidRPr="008878B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IP</w:t>
            </w:r>
            <w:r w:rsidR="00191F16">
              <w:rPr>
                <w:rFonts w:ascii="Times New Roman" w:hAnsi="Times New Roman"/>
                <w:sz w:val="22"/>
                <w:szCs w:val="22"/>
                <w:lang w:val="et-EE"/>
              </w:rPr>
              <w:t>7157</w:t>
            </w:r>
          </w:p>
          <w:p w14:paraId="62C7606C" w14:textId="2E4566A6" w:rsidR="00881EFC" w:rsidRPr="008878B1" w:rsidRDefault="00191F16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Kohila-Nõela võrgupiirkonna parandamine Kohila a</w:t>
            </w:r>
            <w:r w:rsidR="00BA0E06">
              <w:rPr>
                <w:rFonts w:ascii="Times New Roman" w:hAnsi="Times New Roman"/>
                <w:sz w:val="22"/>
                <w:szCs w:val="22"/>
                <w:lang w:val="et-EE"/>
              </w:rPr>
              <w:t>lev, Kohila vald, Raplamaa</w:t>
            </w:r>
          </w:p>
          <w:p w14:paraId="15CB05EC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8AEFDC9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C4AD3B2" w14:textId="6B5A2089" w:rsidR="00881EFC" w:rsidRDefault="00881EFC" w:rsidP="0097029F">
            <w:pPr>
              <w:spacing w:before="120"/>
              <w:jc w:val="both"/>
              <w:rPr>
                <w:rFonts w:ascii="Times New Roman" w:hAnsi="Times New Roman"/>
                <w:szCs w:val="22"/>
                <w:lang w:val="et-EE"/>
              </w:rPr>
            </w:pPr>
            <w:r w:rsidRPr="008878B1">
              <w:rPr>
                <w:rFonts w:ascii="Times New Roman" w:hAnsi="Times New Roman"/>
                <w:szCs w:val="22"/>
                <w:lang w:val="et-EE"/>
              </w:rPr>
              <w:t xml:space="preserve">PARI kood: </w:t>
            </w:r>
            <w:r w:rsidR="007F4D25" w:rsidRPr="007F4D25">
              <w:rPr>
                <w:rFonts w:ascii="Times New Roman" w:hAnsi="Times New Roman"/>
                <w:szCs w:val="22"/>
              </w:rPr>
              <w:t>776148</w:t>
            </w:r>
            <w:r w:rsidRPr="008878B1">
              <w:rPr>
                <w:rFonts w:ascii="Times New Roman" w:hAnsi="Times New Roman"/>
                <w:szCs w:val="22"/>
                <w:lang w:val="et-EE"/>
              </w:rPr>
              <w:t xml:space="preserve">   link: </w:t>
            </w:r>
            <w:hyperlink r:id="rId12" w:history="1">
              <w:r w:rsidR="00C31B83" w:rsidRPr="009822BC">
                <w:rPr>
                  <w:rStyle w:val="Hyperlink"/>
                  <w:rFonts w:ascii="Times New Roman" w:hAnsi="Times New Roman"/>
                  <w:szCs w:val="22"/>
                  <w:lang w:val="et-EE"/>
                </w:rPr>
                <w:t>https://pari.kataster.ee/magic-link/11b2b686-8078-4ce7-99b8-3f5784418790</w:t>
              </w:r>
            </w:hyperlink>
          </w:p>
          <w:p w14:paraId="2A8DE200" w14:textId="4327C473" w:rsidR="00515244" w:rsidRDefault="004B03A2" w:rsidP="0097029F">
            <w:pPr>
              <w:spacing w:before="120"/>
              <w:jc w:val="both"/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Fonts w:ascii="Times New Roman" w:hAnsi="Times New Roman"/>
                <w:szCs w:val="22"/>
                <w:lang w:val="et-EE"/>
              </w:rPr>
              <w:t xml:space="preserve">PARI kood: </w:t>
            </w:r>
            <w:r w:rsidR="00B16132" w:rsidRPr="00B16132">
              <w:rPr>
                <w:rFonts w:ascii="Times New Roman" w:hAnsi="Times New Roman"/>
                <w:szCs w:val="22"/>
              </w:rPr>
              <w:t>776149</w:t>
            </w:r>
            <w:r w:rsidR="00B16132">
              <w:rPr>
                <w:rFonts w:ascii="Times New Roman" w:hAnsi="Times New Roman"/>
                <w:szCs w:val="22"/>
              </w:rPr>
              <w:t xml:space="preserve">     link</w:t>
            </w:r>
            <w:r w:rsidR="00A470E9">
              <w:rPr>
                <w:rFonts w:ascii="Times New Roman" w:hAnsi="Times New Roman"/>
                <w:szCs w:val="22"/>
              </w:rPr>
              <w:t xml:space="preserve">: </w:t>
            </w:r>
            <w:r>
              <w:rPr>
                <w:rFonts w:ascii="Times New Roman" w:hAnsi="Times New Roman"/>
                <w:szCs w:val="22"/>
                <w:lang w:val="et-EE"/>
              </w:rPr>
              <w:t xml:space="preserve"> </w:t>
            </w:r>
            <w:hyperlink r:id="rId13" w:history="1">
              <w:r w:rsidR="00515244" w:rsidRPr="009822BC">
                <w:rPr>
                  <w:rStyle w:val="Hyperlink"/>
                  <w:rFonts w:ascii="Times New Roman" w:hAnsi="Times New Roman"/>
                  <w:szCs w:val="22"/>
                  <w:lang w:val="et-EE"/>
                </w:rPr>
                <w:t>https://pari.kataster.ee/magic-link/cf3c0dbb-23f0-4493-8c0d-8e22846382ff</w:t>
              </w:r>
            </w:hyperlink>
          </w:p>
          <w:p w14:paraId="36D5F913" w14:textId="331AE9F3" w:rsidR="00C31B83" w:rsidRPr="008878B1" w:rsidRDefault="004B03A2" w:rsidP="0097029F">
            <w:pPr>
              <w:spacing w:before="120"/>
              <w:jc w:val="both"/>
              <w:rPr>
                <w:rFonts w:ascii="Times New Roman" w:hAnsi="Times New Roman"/>
                <w:szCs w:val="22"/>
                <w:lang w:val="et-EE"/>
              </w:rPr>
            </w:pPr>
            <w:r>
              <w:rPr>
                <w:rFonts w:ascii="Times New Roman" w:hAnsi="Times New Roman"/>
                <w:szCs w:val="22"/>
                <w:lang w:val="et-EE"/>
              </w:rPr>
              <w:t xml:space="preserve"> </w:t>
            </w:r>
          </w:p>
          <w:p w14:paraId="3DA83F09" w14:textId="77777777" w:rsidR="00881EFC" w:rsidRPr="008878B1" w:rsidRDefault="00881EFC" w:rsidP="0097029F">
            <w:pPr>
              <w:spacing w:before="120"/>
              <w:jc w:val="both"/>
              <w:rPr>
                <w:rFonts w:ascii="Times New Roman" w:hAnsi="Times New Roman"/>
                <w:szCs w:val="22"/>
                <w:lang w:val="et-EE"/>
              </w:rPr>
            </w:pPr>
          </w:p>
          <w:p w14:paraId="7A872145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D144E93" w14:textId="77777777" w:rsidR="00881EFC" w:rsidRPr="008878B1" w:rsidRDefault="00881EFC" w:rsidP="0097029F">
            <w:pPr>
              <w:contextualSpacing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</w:tr>
    </w:tbl>
    <w:p w14:paraId="3898183B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</w:p>
    <w:p w14:paraId="3DE66394" w14:textId="77777777" w:rsidR="00881EFC" w:rsidRPr="008878B1" w:rsidRDefault="00881EFC" w:rsidP="00881EFC">
      <w:pPr>
        <w:spacing w:after="200" w:line="276" w:lineRule="auto"/>
        <w:ind w:left="720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Taotlusele lisatud:</w:t>
      </w:r>
    </w:p>
    <w:p w14:paraId="4A86FDEE" w14:textId="77777777" w:rsidR="00881EFC" w:rsidRPr="008878B1" w:rsidRDefault="00881EFC" w:rsidP="00881EFC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Volitatud esindaja volikiri;</w:t>
      </w:r>
    </w:p>
    <w:p w14:paraId="37C87325" w14:textId="7EA46695" w:rsidR="00881EFC" w:rsidRPr="008878B1" w:rsidRDefault="00881EFC" w:rsidP="00881EFC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Servituudiga koormatava ala skeem</w:t>
      </w:r>
    </w:p>
    <w:p w14:paraId="1FF62A8F" w14:textId="77777777" w:rsidR="00881EFC" w:rsidRPr="008878B1" w:rsidRDefault="00881EFC" w:rsidP="00881EFC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>RMK projekti kooskõlastus;</w:t>
      </w:r>
    </w:p>
    <w:p w14:paraId="41CB7ACE" w14:textId="572380C0" w:rsidR="00881EFC" w:rsidRPr="008878B1" w:rsidRDefault="00881EFC" w:rsidP="00BA0E06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632F5EC" w14:textId="77777777" w:rsidR="00881EFC" w:rsidRPr="008878B1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5C112457" w14:textId="77777777" w:rsidR="00881EFC" w:rsidRPr="008878B1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185CC939" w14:textId="77777777" w:rsidR="009E478B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 xml:space="preserve">           Lugupidamisega</w:t>
      </w:r>
    </w:p>
    <w:p w14:paraId="5617713A" w14:textId="1FB1BD02" w:rsidR="009E478B" w:rsidRPr="008878B1" w:rsidRDefault="009E478B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 xml:space="preserve">          (Allkirjastatud digitaalselt)</w:t>
      </w:r>
    </w:p>
    <w:p w14:paraId="1C87D0D1" w14:textId="77777777" w:rsidR="00881EFC" w:rsidRPr="008878B1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</w:p>
    <w:p w14:paraId="216297BA" w14:textId="77777777" w:rsidR="00881EFC" w:rsidRPr="008878B1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 xml:space="preserve">           Riina Eha</w:t>
      </w:r>
    </w:p>
    <w:p w14:paraId="5E637E14" w14:textId="77777777" w:rsidR="00881EFC" w:rsidRPr="008878B1" w:rsidRDefault="00881EFC" w:rsidP="00881EFC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 w:rsidRPr="008878B1">
        <w:rPr>
          <w:rFonts w:ascii="Times New Roman" w:eastAsia="Calibri" w:hAnsi="Times New Roman"/>
          <w:sz w:val="22"/>
          <w:szCs w:val="22"/>
          <w:lang w:val="et-EE"/>
        </w:rPr>
        <w:t xml:space="preserve">           Elektrilevi OÜ volitatud esindaja</w:t>
      </w:r>
    </w:p>
    <w:p w14:paraId="61C6CD3A" w14:textId="7A56EE7F" w:rsidR="00881EFC" w:rsidRPr="008878B1" w:rsidRDefault="00946C8F" w:rsidP="009E478B">
      <w:pPr>
        <w:spacing w:after="200" w:line="276" w:lineRule="auto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n"/>
        </w:rPr>
        <w:t xml:space="preserve">           </w:t>
      </w:r>
    </w:p>
    <w:p w14:paraId="22BC0376" w14:textId="77777777" w:rsidR="00881EFC" w:rsidRDefault="00881EFC" w:rsidP="00881EFC"/>
    <w:p w14:paraId="21DD9418" w14:textId="77777777" w:rsidR="00881EFC" w:rsidRPr="00962A66" w:rsidRDefault="00881EFC" w:rsidP="00881EFC">
      <w:pPr>
        <w:rPr>
          <w:sz w:val="22"/>
          <w:szCs w:val="22"/>
        </w:rPr>
      </w:pPr>
    </w:p>
    <w:p w14:paraId="601D710D" w14:textId="352982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40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840780" w:rsidRPr="00840780" w14:paraId="00F2E5F3" w14:textId="77777777" w:rsidTr="00991B7A">
        <w:trPr>
          <w:trHeight w:val="283"/>
        </w:trPr>
        <w:tc>
          <w:tcPr>
            <w:tcW w:w="4003" w:type="dxa"/>
          </w:tcPr>
          <w:p w14:paraId="7C8E7A33" w14:textId="77777777" w:rsidR="00840780" w:rsidRPr="00840780" w:rsidRDefault="00840780" w:rsidP="001744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727E1FA" w14:textId="75D5AAB6" w:rsidR="003073D3" w:rsidRPr="00BD64A3" w:rsidRDefault="003073D3" w:rsidP="00BD64A3">
      <w:pPr>
        <w:jc w:val="both"/>
        <w:rPr>
          <w:rFonts w:ascii="Times New Roman" w:eastAsia="Broadway" w:hAnsi="Times New Roman"/>
          <w:lang w:val="et-EE"/>
        </w:rPr>
      </w:pPr>
    </w:p>
    <w:p w14:paraId="5F2A8996" w14:textId="35759F0D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first" r:id="rId14"/>
      <w:footerReference w:type="first" r:id="rId15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95B1B" w14:textId="77777777" w:rsidR="005E401D" w:rsidRDefault="005E401D">
      <w:r>
        <w:separator/>
      </w:r>
    </w:p>
  </w:endnote>
  <w:endnote w:type="continuationSeparator" w:id="0">
    <w:p w14:paraId="75362230" w14:textId="77777777" w:rsidR="005E401D" w:rsidRDefault="005E401D">
      <w:r>
        <w:continuationSeparator/>
      </w:r>
    </w:p>
  </w:endnote>
  <w:endnote w:type="continuationNotice" w:id="1">
    <w:p w14:paraId="4AC9A204" w14:textId="77777777" w:rsidR="005E401D" w:rsidRDefault="005E4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E230C" w14:textId="77777777" w:rsidR="005E401D" w:rsidRDefault="005E401D">
      <w:r>
        <w:separator/>
      </w:r>
    </w:p>
  </w:footnote>
  <w:footnote w:type="continuationSeparator" w:id="0">
    <w:p w14:paraId="265B89EB" w14:textId="77777777" w:rsidR="005E401D" w:rsidRDefault="005E401D">
      <w:r>
        <w:continuationSeparator/>
      </w:r>
    </w:p>
  </w:footnote>
  <w:footnote w:type="continuationNotice" w:id="1">
    <w:p w14:paraId="05881025" w14:textId="77777777" w:rsidR="005E401D" w:rsidRDefault="005E4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F21C40"/>
    <w:multiLevelType w:val="hybridMultilevel"/>
    <w:tmpl w:val="6F94EF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B55574"/>
    <w:multiLevelType w:val="hybridMultilevel"/>
    <w:tmpl w:val="ED52F6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B7E45"/>
    <w:multiLevelType w:val="hybridMultilevel"/>
    <w:tmpl w:val="201AD1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6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1"/>
  </w:num>
  <w:num w:numId="13" w16cid:durableId="843782601">
    <w:abstractNumId w:val="15"/>
  </w:num>
  <w:num w:numId="14" w16cid:durableId="295646453">
    <w:abstractNumId w:val="17"/>
    <w:lvlOverride w:ilvl="0">
      <w:startOverride w:val="1"/>
    </w:lvlOverride>
  </w:num>
  <w:num w:numId="15" w16cid:durableId="1561089471">
    <w:abstractNumId w:val="30"/>
    <w:lvlOverride w:ilvl="0">
      <w:startOverride w:val="1"/>
    </w:lvlOverride>
  </w:num>
  <w:num w:numId="16" w16cid:durableId="811865858">
    <w:abstractNumId w:val="27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8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5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9"/>
  </w:num>
  <w:num w:numId="28" w16cid:durableId="212893119">
    <w:abstractNumId w:val="14"/>
  </w:num>
  <w:num w:numId="29" w16cid:durableId="1654873713">
    <w:abstractNumId w:val="20"/>
  </w:num>
  <w:num w:numId="30" w16cid:durableId="1629121418">
    <w:abstractNumId w:val="19"/>
  </w:num>
  <w:num w:numId="31" w16cid:durableId="1337686878">
    <w:abstractNumId w:val="12"/>
  </w:num>
  <w:num w:numId="32" w16cid:durableId="476653093">
    <w:abstractNumId w:val="24"/>
  </w:num>
  <w:num w:numId="33" w16cid:durableId="294991920">
    <w:abstractNumId w:val="13"/>
  </w:num>
  <w:num w:numId="34" w16cid:durableId="257446970">
    <w:abstractNumId w:val="23"/>
  </w:num>
  <w:num w:numId="35" w16cid:durableId="17253296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F29"/>
    <w:rsid w:val="0001421F"/>
    <w:rsid w:val="000B417F"/>
    <w:rsid w:val="000B4850"/>
    <w:rsid w:val="000B57BA"/>
    <w:rsid w:val="000F29D0"/>
    <w:rsid w:val="000F3E27"/>
    <w:rsid w:val="00101BC4"/>
    <w:rsid w:val="00103444"/>
    <w:rsid w:val="001140CA"/>
    <w:rsid w:val="0014161D"/>
    <w:rsid w:val="00146F8F"/>
    <w:rsid w:val="00162108"/>
    <w:rsid w:val="0018716C"/>
    <w:rsid w:val="0018771A"/>
    <w:rsid w:val="00191F16"/>
    <w:rsid w:val="0019253D"/>
    <w:rsid w:val="00194EE7"/>
    <w:rsid w:val="001B46D4"/>
    <w:rsid w:val="001E0921"/>
    <w:rsid w:val="001E09C8"/>
    <w:rsid w:val="002002F0"/>
    <w:rsid w:val="0021186E"/>
    <w:rsid w:val="00215382"/>
    <w:rsid w:val="00217F68"/>
    <w:rsid w:val="00222B73"/>
    <w:rsid w:val="00225172"/>
    <w:rsid w:val="002308D4"/>
    <w:rsid w:val="002401E8"/>
    <w:rsid w:val="0024234A"/>
    <w:rsid w:val="002641F5"/>
    <w:rsid w:val="002726A3"/>
    <w:rsid w:val="00272FEB"/>
    <w:rsid w:val="002732AA"/>
    <w:rsid w:val="00274128"/>
    <w:rsid w:val="002A1036"/>
    <w:rsid w:val="002D4D27"/>
    <w:rsid w:val="002D6251"/>
    <w:rsid w:val="002E0EF7"/>
    <w:rsid w:val="002E117F"/>
    <w:rsid w:val="002F07BC"/>
    <w:rsid w:val="003073D3"/>
    <w:rsid w:val="00307B46"/>
    <w:rsid w:val="003127FB"/>
    <w:rsid w:val="0033388C"/>
    <w:rsid w:val="00335CBC"/>
    <w:rsid w:val="003467AE"/>
    <w:rsid w:val="003551E2"/>
    <w:rsid w:val="003563C8"/>
    <w:rsid w:val="00357C22"/>
    <w:rsid w:val="0036167F"/>
    <w:rsid w:val="00365F2B"/>
    <w:rsid w:val="00381AE8"/>
    <w:rsid w:val="00382D66"/>
    <w:rsid w:val="003A0ECE"/>
    <w:rsid w:val="003B6F35"/>
    <w:rsid w:val="003F5996"/>
    <w:rsid w:val="00470107"/>
    <w:rsid w:val="00491AD7"/>
    <w:rsid w:val="004B03A2"/>
    <w:rsid w:val="004D1D70"/>
    <w:rsid w:val="004E5DD5"/>
    <w:rsid w:val="0050379B"/>
    <w:rsid w:val="00515244"/>
    <w:rsid w:val="00515971"/>
    <w:rsid w:val="00532D2F"/>
    <w:rsid w:val="005375FB"/>
    <w:rsid w:val="00561810"/>
    <w:rsid w:val="0057273E"/>
    <w:rsid w:val="00581E38"/>
    <w:rsid w:val="00582590"/>
    <w:rsid w:val="00585B08"/>
    <w:rsid w:val="005A217D"/>
    <w:rsid w:val="005A710F"/>
    <w:rsid w:val="005B1C18"/>
    <w:rsid w:val="005C24D9"/>
    <w:rsid w:val="005E3618"/>
    <w:rsid w:val="005E401D"/>
    <w:rsid w:val="005F6A4A"/>
    <w:rsid w:val="00605B27"/>
    <w:rsid w:val="00615EB0"/>
    <w:rsid w:val="00625192"/>
    <w:rsid w:val="0062642C"/>
    <w:rsid w:val="00627953"/>
    <w:rsid w:val="006412DF"/>
    <w:rsid w:val="00643BDB"/>
    <w:rsid w:val="006466E4"/>
    <w:rsid w:val="00657B6F"/>
    <w:rsid w:val="006736DE"/>
    <w:rsid w:val="00675C6D"/>
    <w:rsid w:val="006A27A9"/>
    <w:rsid w:val="006B28B7"/>
    <w:rsid w:val="006B5553"/>
    <w:rsid w:val="006D7088"/>
    <w:rsid w:val="006F4F88"/>
    <w:rsid w:val="006F595A"/>
    <w:rsid w:val="00704301"/>
    <w:rsid w:val="0070500B"/>
    <w:rsid w:val="00755DE3"/>
    <w:rsid w:val="00765D62"/>
    <w:rsid w:val="0077377F"/>
    <w:rsid w:val="00782839"/>
    <w:rsid w:val="007870BE"/>
    <w:rsid w:val="007C07C9"/>
    <w:rsid w:val="007C6F7A"/>
    <w:rsid w:val="007F2810"/>
    <w:rsid w:val="007F4D25"/>
    <w:rsid w:val="00804211"/>
    <w:rsid w:val="00812A56"/>
    <w:rsid w:val="0082604D"/>
    <w:rsid w:val="00827163"/>
    <w:rsid w:val="00840780"/>
    <w:rsid w:val="0086205E"/>
    <w:rsid w:val="008753E8"/>
    <w:rsid w:val="008759E3"/>
    <w:rsid w:val="00881C1D"/>
    <w:rsid w:val="00881EE7"/>
    <w:rsid w:val="00881EFC"/>
    <w:rsid w:val="008A7ACF"/>
    <w:rsid w:val="008C5B01"/>
    <w:rsid w:val="008D2D2A"/>
    <w:rsid w:val="008D3667"/>
    <w:rsid w:val="008F2A05"/>
    <w:rsid w:val="0091258F"/>
    <w:rsid w:val="00912BDF"/>
    <w:rsid w:val="009303BE"/>
    <w:rsid w:val="00930BE5"/>
    <w:rsid w:val="00946C8F"/>
    <w:rsid w:val="00962A66"/>
    <w:rsid w:val="00984CD4"/>
    <w:rsid w:val="00991B7A"/>
    <w:rsid w:val="009A0457"/>
    <w:rsid w:val="009B69AC"/>
    <w:rsid w:val="009D38F3"/>
    <w:rsid w:val="009D6ED0"/>
    <w:rsid w:val="009E181A"/>
    <w:rsid w:val="009E478B"/>
    <w:rsid w:val="00A17E2A"/>
    <w:rsid w:val="00A27416"/>
    <w:rsid w:val="00A33A60"/>
    <w:rsid w:val="00A43A3D"/>
    <w:rsid w:val="00A470E9"/>
    <w:rsid w:val="00A649D1"/>
    <w:rsid w:val="00A65739"/>
    <w:rsid w:val="00A837AB"/>
    <w:rsid w:val="00A94824"/>
    <w:rsid w:val="00AB6140"/>
    <w:rsid w:val="00AE1639"/>
    <w:rsid w:val="00AE6B50"/>
    <w:rsid w:val="00AF6389"/>
    <w:rsid w:val="00B05AE2"/>
    <w:rsid w:val="00B16132"/>
    <w:rsid w:val="00B33B98"/>
    <w:rsid w:val="00B4021D"/>
    <w:rsid w:val="00B85459"/>
    <w:rsid w:val="00B9236B"/>
    <w:rsid w:val="00BA0E06"/>
    <w:rsid w:val="00BA3B23"/>
    <w:rsid w:val="00BD14A4"/>
    <w:rsid w:val="00BD64A3"/>
    <w:rsid w:val="00BF0E4C"/>
    <w:rsid w:val="00C0020C"/>
    <w:rsid w:val="00C31B83"/>
    <w:rsid w:val="00C34030"/>
    <w:rsid w:val="00C53640"/>
    <w:rsid w:val="00C712AC"/>
    <w:rsid w:val="00C86912"/>
    <w:rsid w:val="00C86C12"/>
    <w:rsid w:val="00C86E8D"/>
    <w:rsid w:val="00C9254E"/>
    <w:rsid w:val="00C95ABD"/>
    <w:rsid w:val="00C966E8"/>
    <w:rsid w:val="00CA6BE6"/>
    <w:rsid w:val="00CB0FEA"/>
    <w:rsid w:val="00CB31D7"/>
    <w:rsid w:val="00CE4916"/>
    <w:rsid w:val="00CE5616"/>
    <w:rsid w:val="00CE6E1D"/>
    <w:rsid w:val="00CF5F86"/>
    <w:rsid w:val="00D00B63"/>
    <w:rsid w:val="00D0223D"/>
    <w:rsid w:val="00D25D80"/>
    <w:rsid w:val="00D30B1A"/>
    <w:rsid w:val="00D343E0"/>
    <w:rsid w:val="00D35B96"/>
    <w:rsid w:val="00D4458D"/>
    <w:rsid w:val="00D8006E"/>
    <w:rsid w:val="00D879EE"/>
    <w:rsid w:val="00DA1304"/>
    <w:rsid w:val="00DB17D9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F4E"/>
    <w:rsid w:val="00F50474"/>
    <w:rsid w:val="00F629CC"/>
    <w:rsid w:val="00F67A7C"/>
    <w:rsid w:val="00F75059"/>
    <w:rsid w:val="00F87519"/>
    <w:rsid w:val="00F94E63"/>
    <w:rsid w:val="00FA395B"/>
    <w:rsid w:val="00FD2413"/>
    <w:rsid w:val="00FD45CB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table" w:customStyle="1" w:styleId="TableGrid1">
    <w:name w:val="Table Grid1"/>
    <w:basedOn w:val="TableNormal"/>
    <w:next w:val="TableGrid0"/>
    <w:uiPriority w:val="59"/>
    <w:rsid w:val="00881EF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cf3c0dbb-23f0-4493-8c0d-8e22846382f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11b2b686-8078-4ce7-99b8-3f578441879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iina.eha@elektrilevi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rmk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b479f2-541b-4f7e-b447-86c42d8f4d67">
      <Terms xmlns="http://schemas.microsoft.com/office/infopath/2007/PartnerControls"/>
    </lcf76f155ced4ddcb4097134ff3c332f>
    <TaxCatchAll xmlns="40f81651-d02d-418e-909d-15be455b47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4825B2828574EA8D1C5A1C4FE3979" ma:contentTypeVersion="12" ma:contentTypeDescription="Loo uus dokument" ma:contentTypeScope="" ma:versionID="0f397afd42cd9e5350e283f0d400e330">
  <xsd:schema xmlns:xsd="http://www.w3.org/2001/XMLSchema" xmlns:xs="http://www.w3.org/2001/XMLSchema" xmlns:p="http://schemas.microsoft.com/office/2006/metadata/properties" xmlns:ns2="52b479f2-541b-4f7e-b447-86c42d8f4d67" xmlns:ns3="40f81651-d02d-418e-909d-15be455b476d" targetNamespace="http://schemas.microsoft.com/office/2006/metadata/properties" ma:root="true" ma:fieldsID="8fd23e765d9c86452151bdb4b0eff602" ns2:_="" ns3:_="">
    <xsd:import namespace="52b479f2-541b-4f7e-b447-86c42d8f4d67"/>
    <xsd:import namespace="40f81651-d02d-418e-909d-15be455b47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479f2-541b-4f7e-b447-86c42d8f4d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81651-d02d-418e-909d-15be455b47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d1486b7-26e8-420c-a07b-669df8a9b032}" ma:internalName="TaxCatchAll" ma:showField="CatchAllData" ma:web="40f81651-d02d-418e-909d-15be455b4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52b479f2-541b-4f7e-b447-86c42d8f4d67"/>
    <ds:schemaRef ds:uri="40f81651-d02d-418e-909d-15be455b476d"/>
  </ds:schemaRefs>
</ds:datastoreItem>
</file>

<file path=customXml/itemProps2.xml><?xml version="1.0" encoding="utf-8"?>
<ds:datastoreItem xmlns:ds="http://schemas.openxmlformats.org/officeDocument/2006/customXml" ds:itemID="{3DD5BDC9-9036-4800-AEDA-D8B664FDB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479f2-541b-4f7e-b447-86c42d8f4d67"/>
    <ds:schemaRef ds:uri="40f81651-d02d-418e-909d-15be455b4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47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Riina Eha</cp:lastModifiedBy>
  <cp:revision>48</cp:revision>
  <cp:lastPrinted>2021-06-04T12:19:00Z</cp:lastPrinted>
  <dcterms:created xsi:type="dcterms:W3CDTF">2024-07-31T07:18:00Z</dcterms:created>
  <dcterms:modified xsi:type="dcterms:W3CDTF">2025-04-06T19:53:00Z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0x0101001304825B2828574EA8D1C5A1C4FE3979</vt:lpwstr>
  </property>
</Properties>
</file>