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D40650" w:rsidRPr="004E428F" w14:paraId="3E4ACB3A" w14:textId="77777777" w:rsidTr="004E57AC">
        <w:trPr>
          <w:trHeight w:val="1905"/>
        </w:trPr>
        <w:tc>
          <w:tcPr>
            <w:tcW w:w="5103" w:type="dxa"/>
            <w:shd w:val="clear" w:color="auto" w:fill="auto"/>
          </w:tcPr>
          <w:p w14:paraId="3E4ACB38" w14:textId="77777777" w:rsidR="00D40650" w:rsidRPr="004E428F" w:rsidRDefault="00FD020B" w:rsidP="00734F8E">
            <w:pPr>
              <w:pStyle w:val="TableContents"/>
              <w:ind w:right="-1"/>
              <w:rPr>
                <w:rFonts w:asciiTheme="minorHAnsi" w:hAnsiTheme="minorHAnsi" w:cstheme="minorHAnsi"/>
                <w:b/>
              </w:rPr>
            </w:pPr>
            <w:r w:rsidRPr="004E428F">
              <w:rPr>
                <w:rFonts w:asciiTheme="minorHAnsi" w:hAnsiTheme="minorHAnsi" w:cstheme="minorHAnsi"/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E4ACB3C" wp14:editId="24B1ECC8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  <w:shd w:val="clear" w:color="auto" w:fill="auto"/>
          </w:tcPr>
          <w:p w14:paraId="3E4ACB39" w14:textId="02ACEA40" w:rsidR="00BC1A62" w:rsidRPr="004E428F" w:rsidRDefault="00BC1A62" w:rsidP="00531147">
            <w:pPr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EEDEE15" w14:textId="2AB76F25" w:rsidR="00313D67" w:rsidRDefault="00313D67" w:rsidP="00734F8E">
      <w:pPr>
        <w:pStyle w:val="Snum"/>
        <w:ind w:right="-1"/>
      </w:pPr>
    </w:p>
    <w:p w14:paraId="5A2FADF0" w14:textId="3E6172EC" w:rsidR="002A24EE" w:rsidRDefault="00DB52C9" w:rsidP="00734F8E">
      <w:pPr>
        <w:pStyle w:val="Snum"/>
        <w:ind w:right="-1"/>
      </w:pPr>
      <w:r>
        <w:t>MÄÄRUS</w:t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2A24EE">
        <w:tab/>
      </w:r>
      <w:r w:rsidR="00EA56AD">
        <w:tab/>
      </w:r>
      <w:r w:rsidR="00AF0DAD">
        <w:t>18.07.2025</w:t>
      </w:r>
      <w:r w:rsidR="00FF3A87">
        <w:t xml:space="preserve">  </w:t>
      </w:r>
      <w:r w:rsidR="002A24EE">
        <w:t xml:space="preserve">nr </w:t>
      </w:r>
      <w:r w:rsidR="00AF0DAD">
        <w:t>8</w:t>
      </w:r>
    </w:p>
    <w:p w14:paraId="0C9757FD" w14:textId="446E335B" w:rsidR="002A24EE" w:rsidRDefault="002A24EE" w:rsidP="00734F8E">
      <w:pPr>
        <w:pStyle w:val="Snum"/>
        <w:ind w:right="-1"/>
      </w:pPr>
    </w:p>
    <w:p w14:paraId="52B4F5BC" w14:textId="77777777" w:rsidR="008E28C3" w:rsidRDefault="008E28C3" w:rsidP="00734F8E">
      <w:pPr>
        <w:pStyle w:val="Snum"/>
        <w:ind w:right="-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8E28C3" w14:paraId="37D5028F" w14:textId="77777777" w:rsidTr="008E28C3">
        <w:tc>
          <w:tcPr>
            <w:tcW w:w="4530" w:type="dxa"/>
          </w:tcPr>
          <w:sdt>
            <w:sdtPr>
              <w:rPr>
                <w:b/>
              </w:rPr>
              <w:alias w:val="Title"/>
              <w:tag w:val=""/>
              <w:id w:val="-1707326388"/>
              <w:placeholder>
                <w:docPart w:val="B8704B04A7DA453AAC3A20193376224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05FA71B2" w14:textId="6E306087" w:rsidR="008E28C3" w:rsidRPr="00734F8E" w:rsidRDefault="00734F8E" w:rsidP="00734F8E">
                <w:pPr>
                  <w:pStyle w:val="Snum"/>
                  <w:ind w:right="-1"/>
                </w:pPr>
                <w:r w:rsidRPr="00734F8E">
                  <w:rPr>
                    <w:b/>
                  </w:rPr>
                  <w:t>Kaitseliidu valvuri käesideme ja embleemi kirjeldus ning kandmise kord</w:t>
                </w:r>
              </w:p>
            </w:sdtContent>
          </w:sdt>
        </w:tc>
        <w:tc>
          <w:tcPr>
            <w:tcW w:w="4531" w:type="dxa"/>
          </w:tcPr>
          <w:p w14:paraId="73E874C8" w14:textId="77777777" w:rsidR="008E28C3" w:rsidRDefault="008E28C3" w:rsidP="00734F8E">
            <w:pPr>
              <w:pStyle w:val="Snum"/>
              <w:ind w:right="-1"/>
            </w:pPr>
          </w:p>
        </w:tc>
      </w:tr>
    </w:tbl>
    <w:p w14:paraId="508B891B" w14:textId="4E895358" w:rsidR="00734F8E" w:rsidRDefault="00734F8E" w:rsidP="00734F8E">
      <w:pPr>
        <w:ind w:right="-1"/>
      </w:pPr>
    </w:p>
    <w:p w14:paraId="1417AFBF" w14:textId="77777777" w:rsidR="00734F8E" w:rsidRPr="008A4793" w:rsidRDefault="00734F8E" w:rsidP="00734F8E">
      <w:pPr>
        <w:ind w:right="-1"/>
      </w:pPr>
    </w:p>
    <w:p w14:paraId="6BBDEB2E" w14:textId="77777777" w:rsidR="00734F8E" w:rsidRDefault="00734F8E" w:rsidP="00734F8E">
      <w:pPr>
        <w:ind w:right="-1"/>
      </w:pPr>
      <w:r w:rsidRPr="008A4793">
        <w:t>Määrus kehtestatakse</w:t>
      </w:r>
      <w:r>
        <w:t xml:space="preserve"> Kaitseliidu seaduse </w:t>
      </w:r>
      <w:r w:rsidRPr="008A4793">
        <w:t>§</w:t>
      </w:r>
      <w:r>
        <w:t> </w:t>
      </w:r>
      <w:r w:rsidRPr="008A4793">
        <w:t>71 lõike</w:t>
      </w:r>
      <w:r>
        <w:t> </w:t>
      </w:r>
      <w:r w:rsidRPr="008A4793">
        <w:t>2 alusel.</w:t>
      </w:r>
    </w:p>
    <w:p w14:paraId="6FF437C6" w14:textId="3C190537" w:rsidR="00734F8E" w:rsidRDefault="00734F8E" w:rsidP="00734F8E">
      <w:pPr>
        <w:ind w:right="-1"/>
      </w:pPr>
    </w:p>
    <w:p w14:paraId="26E9DAA9" w14:textId="77777777" w:rsidR="003E75F0" w:rsidRDefault="003E75F0" w:rsidP="00734F8E">
      <w:pPr>
        <w:ind w:right="-1"/>
      </w:pPr>
    </w:p>
    <w:p w14:paraId="1FFE0756" w14:textId="081C46C5" w:rsidR="00734F8E" w:rsidRPr="008A4793" w:rsidRDefault="00734F8E" w:rsidP="003E75F0">
      <w:pPr>
        <w:spacing w:line="240" w:lineRule="auto"/>
        <w:ind w:right="-1"/>
        <w:rPr>
          <w:b/>
          <w:bCs/>
        </w:rPr>
      </w:pPr>
      <w:r w:rsidRPr="008A4793">
        <w:rPr>
          <w:b/>
          <w:bCs/>
        </w:rPr>
        <w:t>§ 1.</w:t>
      </w:r>
      <w:r w:rsidR="003E75F0">
        <w:rPr>
          <w:b/>
          <w:bCs/>
        </w:rPr>
        <w:t xml:space="preserve"> </w:t>
      </w:r>
      <w:r w:rsidRPr="008A4793">
        <w:rPr>
          <w:b/>
          <w:bCs/>
        </w:rPr>
        <w:t>Kaitseliidu valvuri embleemi kirjeldus</w:t>
      </w:r>
    </w:p>
    <w:p w14:paraId="6F6C3965" w14:textId="77777777" w:rsidR="00734F8E" w:rsidRDefault="00734F8E" w:rsidP="003E75F0">
      <w:pPr>
        <w:spacing w:line="240" w:lineRule="auto"/>
        <w:ind w:right="-1"/>
      </w:pPr>
      <w:bookmarkStart w:id="0" w:name="para1lg1"/>
    </w:p>
    <w:bookmarkEnd w:id="0"/>
    <w:p w14:paraId="25E2B8A7" w14:textId="52E0C388" w:rsidR="00734F8E" w:rsidRPr="008A4793" w:rsidRDefault="00734F8E" w:rsidP="003E75F0">
      <w:pPr>
        <w:spacing w:line="240" w:lineRule="auto"/>
        <w:ind w:right="-1"/>
      </w:pPr>
      <w:r w:rsidRPr="008A4793">
        <w:t xml:space="preserve">(1) Kaitseliidu valvuri embleem on põigiti poolitatud väljaga ümmargune kilp. </w:t>
      </w:r>
      <w:r>
        <w:t>Kilbi</w:t>
      </w:r>
      <w:r w:rsidRPr="008A4793">
        <w:t xml:space="preserve"> ülemine </w:t>
      </w:r>
      <w:r>
        <w:t>pool</w:t>
      </w:r>
      <w:r w:rsidRPr="008A4793">
        <w:t xml:space="preserve"> on kuldkollane ja alumine must. </w:t>
      </w:r>
      <w:r>
        <w:t>Kilbi</w:t>
      </w:r>
      <w:r w:rsidRPr="008A4793">
        <w:t xml:space="preserve"> keskel on Kaitseliidu kotkas. Ringjoonega eraldatud ääre </w:t>
      </w:r>
      <w:proofErr w:type="spellStart"/>
      <w:r w:rsidRPr="008A4793">
        <w:t>ülaservas</w:t>
      </w:r>
      <w:proofErr w:type="spellEnd"/>
      <w:r w:rsidRPr="008A4793">
        <w:t xml:space="preserve"> on suurtähtedega kiri „VALVETEENISTUS“ ja alaservas „GUARD UNIT“. </w:t>
      </w:r>
      <w:r>
        <w:t>Kuldkollase r</w:t>
      </w:r>
      <w:r w:rsidRPr="008A4793">
        <w:t>ingjoonega eraldatud ääre värv on must ja kirjed on kuldkollased.</w:t>
      </w:r>
    </w:p>
    <w:p w14:paraId="05D293F2" w14:textId="77777777" w:rsidR="00734F8E" w:rsidRDefault="00734F8E" w:rsidP="003E75F0">
      <w:pPr>
        <w:spacing w:line="240" w:lineRule="auto"/>
        <w:ind w:right="-1"/>
      </w:pPr>
      <w:bookmarkStart w:id="1" w:name="para1lg2"/>
    </w:p>
    <w:bookmarkEnd w:id="1"/>
    <w:p w14:paraId="7A826402" w14:textId="62E4E3E1" w:rsidR="00734F8E" w:rsidRPr="008A4793" w:rsidRDefault="00734F8E" w:rsidP="003E75F0">
      <w:pPr>
        <w:spacing w:line="240" w:lineRule="auto"/>
        <w:ind w:right="-1"/>
      </w:pPr>
      <w:r w:rsidRPr="008A4793">
        <w:t xml:space="preserve">(2) </w:t>
      </w:r>
      <w:r w:rsidRPr="004A08FD">
        <w:t>Kaitseliidu valvuri embleemi diameeter on 8</w:t>
      </w:r>
      <w:r>
        <w:t> </w:t>
      </w:r>
      <w:r w:rsidRPr="004A08FD">
        <w:t>cm. Teenistuslikul vajadusel võib embleemi diameeter olla 7,5</w:t>
      </w:r>
      <w:r>
        <w:t> </w:t>
      </w:r>
      <w:r w:rsidRPr="004A08FD">
        <w:t>cm ja kuldkollane värv asendatud rohelisega (PMS 5757 C).</w:t>
      </w:r>
    </w:p>
    <w:p w14:paraId="77438A4C" w14:textId="77777777" w:rsidR="00734F8E" w:rsidRDefault="00734F8E" w:rsidP="003E75F0">
      <w:pPr>
        <w:spacing w:line="240" w:lineRule="auto"/>
        <w:ind w:right="-1"/>
      </w:pPr>
      <w:bookmarkStart w:id="2" w:name="para1lg3"/>
    </w:p>
    <w:bookmarkEnd w:id="2"/>
    <w:p w14:paraId="751D8343" w14:textId="4506BABB" w:rsidR="00734F8E" w:rsidRDefault="00734F8E" w:rsidP="003E75F0">
      <w:pPr>
        <w:spacing w:line="240" w:lineRule="auto"/>
        <w:ind w:right="-1"/>
      </w:pPr>
      <w:r w:rsidRPr="008A4793">
        <w:t>(3) Kaitseliidu valvuri embleemi kujutis on esitatud käesoleva määruse lisas</w:t>
      </w:r>
      <w:r>
        <w:t> </w:t>
      </w:r>
      <w:r w:rsidRPr="008A4793">
        <w:t>1.</w:t>
      </w:r>
    </w:p>
    <w:p w14:paraId="084192B6" w14:textId="77777777" w:rsidR="00734F8E" w:rsidRPr="008A4793" w:rsidRDefault="00734F8E" w:rsidP="003E75F0">
      <w:pPr>
        <w:spacing w:line="240" w:lineRule="auto"/>
        <w:ind w:right="-1"/>
      </w:pPr>
    </w:p>
    <w:p w14:paraId="56A5FCD9" w14:textId="19472FE4" w:rsidR="00734F8E" w:rsidRPr="008A4793" w:rsidRDefault="00734F8E" w:rsidP="003E75F0">
      <w:pPr>
        <w:spacing w:line="240" w:lineRule="auto"/>
        <w:ind w:right="-1"/>
        <w:rPr>
          <w:b/>
          <w:bCs/>
        </w:rPr>
      </w:pPr>
      <w:r w:rsidRPr="008A4793">
        <w:rPr>
          <w:b/>
          <w:bCs/>
        </w:rPr>
        <w:t>§ 2.</w:t>
      </w:r>
      <w:r w:rsidR="003E75F0">
        <w:rPr>
          <w:b/>
          <w:bCs/>
        </w:rPr>
        <w:t xml:space="preserve"> </w:t>
      </w:r>
      <w:r w:rsidRPr="008A4793">
        <w:rPr>
          <w:b/>
          <w:bCs/>
        </w:rPr>
        <w:t>Kaitseliidu valvuri käesideme kirjeldus</w:t>
      </w:r>
    </w:p>
    <w:p w14:paraId="38E1FB88" w14:textId="77777777" w:rsidR="00734F8E" w:rsidRDefault="00734F8E" w:rsidP="003E75F0">
      <w:pPr>
        <w:spacing w:line="240" w:lineRule="auto"/>
        <w:ind w:right="-1"/>
      </w:pPr>
      <w:bookmarkStart w:id="3" w:name="para2lg1"/>
    </w:p>
    <w:bookmarkEnd w:id="3"/>
    <w:p w14:paraId="507B5D0F" w14:textId="08D61302" w:rsidR="00734F8E" w:rsidRPr="008A4793" w:rsidRDefault="00734F8E" w:rsidP="003E75F0">
      <w:pPr>
        <w:spacing w:line="240" w:lineRule="auto"/>
      </w:pPr>
      <w:r w:rsidRPr="008A4793">
        <w:t xml:space="preserve">(1) </w:t>
      </w:r>
      <w:r w:rsidRPr="00F805F8">
        <w:t>Kaitseliidu valvuri käeside on hõbe-roheline side, millele on kinnitatud eelnõu §-s</w:t>
      </w:r>
      <w:r w:rsidR="003E75F0">
        <w:t xml:space="preserve"> </w:t>
      </w:r>
      <w:r w:rsidRPr="00F805F8">
        <w:t>1 kirjeldatud embleem.</w:t>
      </w:r>
    </w:p>
    <w:p w14:paraId="27ADDB52" w14:textId="77777777" w:rsidR="00734F8E" w:rsidRDefault="00734F8E" w:rsidP="003E75F0">
      <w:pPr>
        <w:spacing w:line="240" w:lineRule="auto"/>
        <w:ind w:right="-1"/>
      </w:pPr>
      <w:bookmarkStart w:id="4" w:name="para2lg2"/>
    </w:p>
    <w:bookmarkEnd w:id="4"/>
    <w:p w14:paraId="53C3AE95" w14:textId="507BC4A7" w:rsidR="00734F8E" w:rsidRDefault="00734F8E" w:rsidP="003E75F0">
      <w:pPr>
        <w:spacing w:line="240" w:lineRule="auto"/>
        <w:ind w:right="-1"/>
      </w:pPr>
      <w:r w:rsidRPr="008A4793">
        <w:t>(2) Kaitseliidu valvuri käesideme:</w:t>
      </w:r>
      <w:bookmarkStart w:id="5" w:name="para2lg2p1"/>
    </w:p>
    <w:bookmarkEnd w:id="5"/>
    <w:p w14:paraId="150D6326" w14:textId="65111C90" w:rsidR="00734F8E" w:rsidRDefault="003E75F0" w:rsidP="003E75F0">
      <w:pPr>
        <w:spacing w:line="240" w:lineRule="auto"/>
        <w:ind w:right="-1"/>
      </w:pPr>
      <w:r>
        <w:t xml:space="preserve">1) </w:t>
      </w:r>
      <w:r w:rsidR="00734F8E" w:rsidRPr="008A4793">
        <w:t>pikkus on 26</w:t>
      </w:r>
      <w:r>
        <w:t xml:space="preserve"> </w:t>
      </w:r>
      <w:r w:rsidR="00734F8E" w:rsidRPr="008A4793">
        <w:t>cm;</w:t>
      </w:r>
      <w:bookmarkStart w:id="6" w:name="para2lg2p2"/>
    </w:p>
    <w:bookmarkEnd w:id="6"/>
    <w:p w14:paraId="3DA15430" w14:textId="4C9AC231" w:rsidR="00734F8E" w:rsidRDefault="003E75F0" w:rsidP="003E75F0">
      <w:pPr>
        <w:spacing w:line="240" w:lineRule="auto"/>
        <w:ind w:right="-1"/>
      </w:pPr>
      <w:r>
        <w:t xml:space="preserve">2) </w:t>
      </w:r>
      <w:r w:rsidR="00734F8E" w:rsidRPr="008A4793">
        <w:t>kõrgus on 12</w:t>
      </w:r>
      <w:r>
        <w:t xml:space="preserve"> </w:t>
      </w:r>
      <w:r w:rsidR="00734F8E" w:rsidRPr="008A4793">
        <w:t>cm;</w:t>
      </w:r>
      <w:bookmarkStart w:id="7" w:name="para2lg2p3"/>
    </w:p>
    <w:bookmarkEnd w:id="7"/>
    <w:p w14:paraId="712795CB" w14:textId="7BD209E9" w:rsidR="00734F8E" w:rsidRDefault="003E75F0" w:rsidP="003E75F0">
      <w:pPr>
        <w:spacing w:line="240" w:lineRule="auto"/>
        <w:ind w:right="-1"/>
      </w:pPr>
      <w:r>
        <w:t xml:space="preserve">3) </w:t>
      </w:r>
      <w:r w:rsidR="00734F8E" w:rsidRPr="008A4793">
        <w:t>ülemises ja alumises servas on 1,5</w:t>
      </w:r>
      <w:r>
        <w:t xml:space="preserve"> </w:t>
      </w:r>
      <w:r w:rsidR="00734F8E" w:rsidRPr="008A4793">
        <w:t>cm laiune hõbedane helkurriba;</w:t>
      </w:r>
      <w:bookmarkStart w:id="8" w:name="para2lg2p4"/>
    </w:p>
    <w:bookmarkEnd w:id="8"/>
    <w:p w14:paraId="16AA7D37" w14:textId="789FC05A" w:rsidR="00734F8E" w:rsidRDefault="003E75F0" w:rsidP="003E75F0">
      <w:pPr>
        <w:spacing w:line="240" w:lineRule="auto"/>
        <w:ind w:right="-1"/>
      </w:pPr>
      <w:r>
        <w:t xml:space="preserve">4) </w:t>
      </w:r>
      <w:r w:rsidR="00734F8E" w:rsidRPr="008A4793">
        <w:t>keskel on 3</w:t>
      </w:r>
      <w:r>
        <w:t xml:space="preserve"> </w:t>
      </w:r>
      <w:r w:rsidR="00734F8E" w:rsidRPr="008A4793">
        <w:t>cm laiune helkurriba;</w:t>
      </w:r>
      <w:bookmarkStart w:id="9" w:name="para2lg2p5"/>
    </w:p>
    <w:bookmarkEnd w:id="9"/>
    <w:p w14:paraId="2592732F" w14:textId="4253D11E" w:rsidR="00734F8E" w:rsidRDefault="003E75F0" w:rsidP="003E75F0">
      <w:pPr>
        <w:spacing w:line="240" w:lineRule="auto"/>
        <w:ind w:right="-1"/>
      </w:pPr>
      <w:r>
        <w:t xml:space="preserve">5) </w:t>
      </w:r>
      <w:r w:rsidR="00734F8E" w:rsidRPr="008A4793">
        <w:t>rohelised ribad on 3</w:t>
      </w:r>
      <w:r>
        <w:t xml:space="preserve"> </w:t>
      </w:r>
      <w:r w:rsidR="00734F8E" w:rsidRPr="008A4793">
        <w:t>cm laiused;</w:t>
      </w:r>
      <w:bookmarkStart w:id="10" w:name="para2lg2p6"/>
    </w:p>
    <w:bookmarkEnd w:id="10"/>
    <w:p w14:paraId="7E59A17F" w14:textId="51170F24" w:rsidR="00734F8E" w:rsidRDefault="003E75F0" w:rsidP="003E75F0">
      <w:pPr>
        <w:spacing w:line="240" w:lineRule="auto"/>
        <w:ind w:right="-1"/>
      </w:pPr>
      <w:r>
        <w:t xml:space="preserve">6) </w:t>
      </w:r>
      <w:r w:rsidR="00734F8E" w:rsidRPr="008A4793">
        <w:t>keskel asetseb käesoleva määruse §-s</w:t>
      </w:r>
      <w:r>
        <w:t xml:space="preserve"> </w:t>
      </w:r>
      <w:r w:rsidR="00734F8E" w:rsidRPr="008A4793">
        <w:t>1 kirjeldatud Kaitseliidu valvuri embleem.</w:t>
      </w:r>
    </w:p>
    <w:p w14:paraId="4F9573A8" w14:textId="77777777" w:rsidR="00734F8E" w:rsidRPr="008A4793" w:rsidRDefault="00734F8E" w:rsidP="003E75F0">
      <w:pPr>
        <w:spacing w:line="240" w:lineRule="auto"/>
        <w:ind w:right="-1"/>
      </w:pPr>
    </w:p>
    <w:p w14:paraId="3382CAE0" w14:textId="41E1B6C8" w:rsidR="00734F8E" w:rsidRDefault="00734F8E" w:rsidP="003E75F0">
      <w:pPr>
        <w:spacing w:line="240" w:lineRule="auto"/>
        <w:ind w:right="-1"/>
      </w:pPr>
      <w:r w:rsidRPr="008A4793">
        <w:t>(3) Kaitseliidu valvuri käesideme kujutis on esitatud käesoleva määruse lisas</w:t>
      </w:r>
      <w:r w:rsidR="003E75F0">
        <w:t xml:space="preserve"> </w:t>
      </w:r>
      <w:r w:rsidRPr="008A4793">
        <w:t>2.</w:t>
      </w:r>
    </w:p>
    <w:p w14:paraId="3BADBADB" w14:textId="77777777" w:rsidR="00734F8E" w:rsidRPr="008A4793" w:rsidRDefault="00734F8E" w:rsidP="003E75F0">
      <w:pPr>
        <w:spacing w:line="240" w:lineRule="auto"/>
        <w:ind w:right="-1"/>
      </w:pPr>
    </w:p>
    <w:p w14:paraId="12E64857" w14:textId="139D38ED" w:rsidR="00734F8E" w:rsidRPr="008A4793" w:rsidRDefault="00734F8E" w:rsidP="003E75F0">
      <w:pPr>
        <w:spacing w:line="240" w:lineRule="auto"/>
        <w:ind w:right="-1"/>
        <w:rPr>
          <w:b/>
          <w:bCs/>
        </w:rPr>
      </w:pPr>
      <w:r w:rsidRPr="008A4793">
        <w:rPr>
          <w:b/>
          <w:bCs/>
        </w:rPr>
        <w:t>§ 3.</w:t>
      </w:r>
      <w:r w:rsidR="003E75F0">
        <w:rPr>
          <w:b/>
          <w:bCs/>
        </w:rPr>
        <w:t xml:space="preserve"> </w:t>
      </w:r>
      <w:r w:rsidRPr="008A4793">
        <w:rPr>
          <w:b/>
          <w:bCs/>
        </w:rPr>
        <w:t>Embleemi ja käesideme kandmine</w:t>
      </w:r>
    </w:p>
    <w:p w14:paraId="2771F0D9" w14:textId="77777777" w:rsidR="00734F8E" w:rsidRDefault="00734F8E" w:rsidP="003E75F0">
      <w:pPr>
        <w:spacing w:line="240" w:lineRule="auto"/>
        <w:ind w:right="-1"/>
      </w:pPr>
      <w:bookmarkStart w:id="11" w:name="para3lg1"/>
    </w:p>
    <w:bookmarkEnd w:id="11"/>
    <w:p w14:paraId="593173FF" w14:textId="195E4582" w:rsidR="00734F8E" w:rsidRPr="008A4793" w:rsidRDefault="00734F8E" w:rsidP="003E75F0">
      <w:pPr>
        <w:spacing w:line="240" w:lineRule="auto"/>
        <w:ind w:right="-1"/>
      </w:pPr>
      <w:r w:rsidRPr="008A4793">
        <w:t>(1) Embleemi või käesidet kantakse vasakul varrukal kinnitatuna takjaalusele või kummipaelaga ümber käe.</w:t>
      </w:r>
    </w:p>
    <w:p w14:paraId="593BDC32" w14:textId="77777777" w:rsidR="00734F8E" w:rsidRDefault="00734F8E" w:rsidP="003E75F0">
      <w:pPr>
        <w:spacing w:line="240" w:lineRule="auto"/>
        <w:ind w:right="-1"/>
      </w:pPr>
      <w:bookmarkStart w:id="12" w:name="para3lg2"/>
    </w:p>
    <w:bookmarkEnd w:id="12"/>
    <w:p w14:paraId="687B4CD8" w14:textId="4B764B89" w:rsidR="00734F8E" w:rsidRPr="008A4793" w:rsidRDefault="00734F8E" w:rsidP="003E75F0">
      <w:pPr>
        <w:spacing w:line="240" w:lineRule="auto"/>
        <w:ind w:right="-1"/>
      </w:pPr>
      <w:r w:rsidRPr="008A4793">
        <w:t>(2) Embleemi ja käesidet kantakse üksnes vormiriietusel.</w:t>
      </w:r>
    </w:p>
    <w:p w14:paraId="5D3FDCC6" w14:textId="77777777" w:rsidR="00734F8E" w:rsidRDefault="00734F8E" w:rsidP="003E75F0">
      <w:pPr>
        <w:spacing w:line="240" w:lineRule="auto"/>
        <w:ind w:right="-1"/>
      </w:pPr>
      <w:bookmarkStart w:id="13" w:name="para3lg3"/>
    </w:p>
    <w:bookmarkEnd w:id="13"/>
    <w:p w14:paraId="76057DC1" w14:textId="38ECADA2" w:rsidR="00734F8E" w:rsidRDefault="00734F8E" w:rsidP="003E75F0">
      <w:pPr>
        <w:spacing w:line="240" w:lineRule="auto"/>
        <w:ind w:right="-1"/>
      </w:pPr>
      <w:r w:rsidRPr="008A4793">
        <w:t>(3) Embleem ja käeside peavad kandmise ajal olema nähtaval.</w:t>
      </w:r>
    </w:p>
    <w:p w14:paraId="4BB64F8C" w14:textId="77777777" w:rsidR="00734F8E" w:rsidRPr="008A4793" w:rsidRDefault="00734F8E" w:rsidP="003E75F0">
      <w:pPr>
        <w:spacing w:line="240" w:lineRule="auto"/>
        <w:ind w:right="-1"/>
      </w:pPr>
    </w:p>
    <w:p w14:paraId="2C168035" w14:textId="0E760022" w:rsidR="00734F8E" w:rsidRPr="008A4793" w:rsidRDefault="00734F8E" w:rsidP="003E75F0">
      <w:pPr>
        <w:spacing w:line="240" w:lineRule="auto"/>
        <w:ind w:right="-1"/>
        <w:rPr>
          <w:b/>
          <w:bCs/>
        </w:rPr>
      </w:pPr>
      <w:r w:rsidRPr="008A4793">
        <w:rPr>
          <w:b/>
          <w:bCs/>
        </w:rPr>
        <w:t>§ 4.</w:t>
      </w:r>
      <w:r w:rsidR="003E75F0">
        <w:rPr>
          <w:b/>
          <w:bCs/>
        </w:rPr>
        <w:t xml:space="preserve"> </w:t>
      </w:r>
      <w:r w:rsidRPr="008A4793">
        <w:rPr>
          <w:b/>
          <w:bCs/>
        </w:rPr>
        <w:t>Määruse kehtetuks tunnistamine</w:t>
      </w:r>
    </w:p>
    <w:p w14:paraId="76413CA1" w14:textId="77777777" w:rsidR="00734F8E" w:rsidRDefault="00734F8E" w:rsidP="003E75F0">
      <w:pPr>
        <w:spacing w:line="240" w:lineRule="auto"/>
        <w:ind w:right="-1"/>
      </w:pPr>
    </w:p>
    <w:p w14:paraId="3FBFE25A" w14:textId="479BD428" w:rsidR="00734F8E" w:rsidRDefault="00734F8E" w:rsidP="003E75F0">
      <w:pPr>
        <w:spacing w:line="240" w:lineRule="auto"/>
        <w:ind w:right="-1"/>
      </w:pPr>
      <w:r w:rsidRPr="008A4793">
        <w:t>Kaitseministri 18.</w:t>
      </w:r>
      <w:r w:rsidR="003E75F0">
        <w:t xml:space="preserve"> </w:t>
      </w:r>
      <w:r w:rsidRPr="008A4793">
        <w:t>juuni 2021</w:t>
      </w:r>
      <w:r>
        <w:t>.</w:t>
      </w:r>
      <w:r w:rsidR="003E75F0">
        <w:t xml:space="preserve"> </w:t>
      </w:r>
      <w:r>
        <w:t>a</w:t>
      </w:r>
      <w:r w:rsidRPr="008A4793">
        <w:t xml:space="preserve"> määrus nr</w:t>
      </w:r>
      <w:r w:rsidR="003E75F0">
        <w:t xml:space="preserve"> </w:t>
      </w:r>
      <w:r w:rsidRPr="008A4793">
        <w:t>6 „Kaitseliidu valvuri käesideme ja embleemi kirjeldus ning kandmise kord</w:t>
      </w:r>
      <w:r>
        <w:t>“</w:t>
      </w:r>
      <w:r w:rsidRPr="008A4793">
        <w:t xml:space="preserve"> tunnistatakse kehtetuks.</w:t>
      </w:r>
    </w:p>
    <w:p w14:paraId="5B9D335D" w14:textId="77777777" w:rsidR="00734F8E" w:rsidRPr="008A4793" w:rsidRDefault="00734F8E" w:rsidP="00734F8E">
      <w:pPr>
        <w:ind w:right="-1"/>
      </w:pPr>
    </w:p>
    <w:p w14:paraId="41FBA30E" w14:textId="77777777" w:rsidR="00734F8E" w:rsidRPr="00734F8E" w:rsidRDefault="00734F8E" w:rsidP="00734F8E">
      <w:pPr>
        <w:ind w:right="-1"/>
      </w:pPr>
    </w:p>
    <w:p w14:paraId="6DAB33AA" w14:textId="77777777" w:rsidR="00734F8E" w:rsidRDefault="00734F8E" w:rsidP="00734F8E">
      <w:pPr>
        <w:ind w:right="-1"/>
      </w:pPr>
    </w:p>
    <w:p w14:paraId="5BE9E9F5" w14:textId="77777777" w:rsidR="00734F8E" w:rsidRPr="008A4793" w:rsidRDefault="00734F8E" w:rsidP="00734F8E">
      <w:pPr>
        <w:ind w:right="-1"/>
      </w:pPr>
    </w:p>
    <w:p w14:paraId="346090DA" w14:textId="77777777" w:rsidR="00734F8E" w:rsidRDefault="00734F8E" w:rsidP="00734F8E">
      <w:pPr>
        <w:ind w:right="-1"/>
      </w:pPr>
    </w:p>
    <w:p w14:paraId="16B0C519" w14:textId="48D1473C" w:rsidR="00DB52C9" w:rsidRDefault="00DB52C9" w:rsidP="00734F8E">
      <w:pPr>
        <w:pStyle w:val="Snum"/>
        <w:ind w:right="-1"/>
      </w:pPr>
    </w:p>
    <w:p w14:paraId="49A4C326" w14:textId="5D4F0C30" w:rsidR="00EA56AD" w:rsidRDefault="00AF0DAD" w:rsidP="00734F8E">
      <w:pPr>
        <w:pStyle w:val="Snum"/>
        <w:ind w:right="-1"/>
      </w:pPr>
      <w:r>
        <w:t xml:space="preserve">Hanno </w:t>
      </w:r>
      <w:proofErr w:type="spellStart"/>
      <w:r>
        <w:t>Pevkur</w:t>
      </w:r>
      <w:proofErr w:type="spellEnd"/>
    </w:p>
    <w:sdt>
      <w:sdtPr>
        <w:alias w:val="Allkirjastaja ametinimetus"/>
        <w:tag w:val="Allkirjastaja_x0020_ametinimetus"/>
        <w:id w:val="-1392490505"/>
        <w:lock w:val="contentLocked"/>
        <w:placeholder>
          <w:docPart w:val="873F0B88DBF5443B8D1C07DE960EC23F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_x0020_ametinimetus[1]" w:storeItemID="{3BD4542F-9A3E-4888-967E-E8FB06F86784}"/>
        <w:text/>
      </w:sdtPr>
      <w:sdtEndPr/>
      <w:sdtContent>
        <w:p w14:paraId="66F31BBA" w14:textId="28A70857" w:rsidR="004E63D7" w:rsidRDefault="00734F8E" w:rsidP="00734F8E">
          <w:pPr>
            <w:pStyle w:val="Snum"/>
            <w:ind w:right="-1"/>
          </w:pPr>
          <w:r>
            <w:t>minister</w:t>
          </w:r>
        </w:p>
      </w:sdtContent>
    </w:sdt>
    <w:p w14:paraId="5B01688B" w14:textId="601490EF" w:rsidR="00FF3A87" w:rsidRDefault="00FF3A87" w:rsidP="00734F8E">
      <w:pPr>
        <w:pStyle w:val="Snum"/>
        <w:ind w:right="-1"/>
      </w:pPr>
    </w:p>
    <w:p w14:paraId="23521BA6" w14:textId="0DF876CC" w:rsidR="00EA56AD" w:rsidRDefault="00AF0DAD" w:rsidP="00734F8E">
      <w:pPr>
        <w:pStyle w:val="Snum"/>
        <w:ind w:right="-1"/>
      </w:pPr>
      <w:r>
        <w:t>Kadri Peeters</w:t>
      </w:r>
      <w:bookmarkStart w:id="14" w:name="_GoBack"/>
      <w:bookmarkEnd w:id="14"/>
    </w:p>
    <w:sdt>
      <w:sdtPr>
        <w:alias w:val="Allkirjastaja ametinimetus"/>
        <w:tag w:val="Allkirjastajaametinimetus"/>
        <w:id w:val="421762887"/>
        <w:placeholder>
          <w:docPart w:val="B6FD945CF99C43F589AC894F5845722D"/>
        </w:placeholder>
        <w:dataBinding w:prefixMappings="xmlns:ns0='http://schemas.microsoft.com/office/2006/metadata/properties' xmlns:ns1='http://www.w3.org/2001/XMLSchema-instance' xmlns:ns2='83275cc5-ef79-49e2-8602-d6586def6a41' " w:xpath="/ns0:properties[1]/documentManagement[1]/ns2:Allkirjastajaametinimetus[1]" w:storeItemID="{3BD4542F-9A3E-4888-967E-E8FB06F86784}"/>
        <w:text/>
      </w:sdtPr>
      <w:sdtEndPr/>
      <w:sdtContent>
        <w:p w14:paraId="2FCA70C3" w14:textId="42E1313D" w:rsidR="004E63D7" w:rsidRDefault="00312CCA" w:rsidP="00734F8E">
          <w:pPr>
            <w:pStyle w:val="Snum"/>
            <w:ind w:right="-1"/>
          </w:pPr>
          <w:r>
            <w:t>Kaitsevõime asekantsler kantsleri ülesannetes</w:t>
          </w:r>
        </w:p>
      </w:sdtContent>
    </w:sdt>
    <w:p w14:paraId="019B7F4F" w14:textId="22C1C37D" w:rsidR="004E63D7" w:rsidRDefault="004E63D7" w:rsidP="00734F8E">
      <w:pPr>
        <w:pStyle w:val="Snum"/>
        <w:ind w:right="-1"/>
      </w:pPr>
    </w:p>
    <w:p w14:paraId="7E755518" w14:textId="3A50CE1A" w:rsidR="00706D52" w:rsidRDefault="00706D52" w:rsidP="00734F8E">
      <w:pPr>
        <w:pStyle w:val="Snum"/>
        <w:ind w:right="-1"/>
      </w:pPr>
    </w:p>
    <w:p w14:paraId="38AE2B71" w14:textId="77777777" w:rsidR="00706D52" w:rsidRDefault="00706D52" w:rsidP="00734F8E">
      <w:pPr>
        <w:pStyle w:val="Snum"/>
        <w:ind w:right="-1"/>
      </w:pPr>
      <w:r>
        <w:t xml:space="preserve">Lisa 1. Valvuri embleem </w:t>
      </w:r>
    </w:p>
    <w:p w14:paraId="48FF94E9" w14:textId="0E0CC1C8" w:rsidR="00706D52" w:rsidRDefault="00706D52" w:rsidP="00734F8E">
      <w:pPr>
        <w:pStyle w:val="Snum"/>
        <w:ind w:right="-1"/>
      </w:pPr>
      <w:r>
        <w:t>Lisa 2. Valvuri käeside</w:t>
      </w:r>
    </w:p>
    <w:sectPr w:rsidR="00706D52" w:rsidSect="00A13FDE">
      <w:footerReference w:type="default" r:id="rId11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F1F56" w14:textId="77777777" w:rsidR="003D3851" w:rsidRDefault="003D3851" w:rsidP="00DF44DF">
      <w:r>
        <w:separator/>
      </w:r>
    </w:p>
  </w:endnote>
  <w:endnote w:type="continuationSeparator" w:id="0">
    <w:p w14:paraId="3D426FBB" w14:textId="77777777" w:rsidR="003D3851" w:rsidRDefault="003D385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B42" w14:textId="782C38DE" w:rsidR="003B2A9C" w:rsidRPr="00AD2EA7" w:rsidRDefault="001523BD" w:rsidP="007056E1">
    <w:pPr>
      <w:pStyle w:val="Jalus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AF0DAD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AF0DAD">
        <w:rPr>
          <w:noProof/>
        </w:rPr>
        <w:t>2</w:t>
      </w:r>
    </w:fldSimple>
    <w:r w:rsidR="003B2A9C" w:rsidRPr="00AD2EA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4CBE3" w14:textId="77777777" w:rsidR="003D3851" w:rsidRDefault="003D3851" w:rsidP="00DF44DF">
      <w:r>
        <w:separator/>
      </w:r>
    </w:p>
  </w:footnote>
  <w:footnote w:type="continuationSeparator" w:id="0">
    <w:p w14:paraId="0C36CA3C" w14:textId="77777777" w:rsidR="003D3851" w:rsidRDefault="003D3851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19C6"/>
    <w:rsid w:val="00010FAA"/>
    <w:rsid w:val="00017EE2"/>
    <w:rsid w:val="00044181"/>
    <w:rsid w:val="00060947"/>
    <w:rsid w:val="000913FC"/>
    <w:rsid w:val="000A17B5"/>
    <w:rsid w:val="000A5B42"/>
    <w:rsid w:val="00124999"/>
    <w:rsid w:val="001523BD"/>
    <w:rsid w:val="0015250F"/>
    <w:rsid w:val="001A7D04"/>
    <w:rsid w:val="001D4CFB"/>
    <w:rsid w:val="002008A2"/>
    <w:rsid w:val="002034DD"/>
    <w:rsid w:val="00207F2E"/>
    <w:rsid w:val="002835BB"/>
    <w:rsid w:val="00293449"/>
    <w:rsid w:val="002A24EE"/>
    <w:rsid w:val="002F254F"/>
    <w:rsid w:val="002F4532"/>
    <w:rsid w:val="00312CCA"/>
    <w:rsid w:val="00313D67"/>
    <w:rsid w:val="0034719C"/>
    <w:rsid w:val="00354059"/>
    <w:rsid w:val="00383106"/>
    <w:rsid w:val="00394DCB"/>
    <w:rsid w:val="003B2A9C"/>
    <w:rsid w:val="003D3851"/>
    <w:rsid w:val="003E75F0"/>
    <w:rsid w:val="0043284D"/>
    <w:rsid w:val="00435A13"/>
    <w:rsid w:val="0044084D"/>
    <w:rsid w:val="004C1391"/>
    <w:rsid w:val="004C1757"/>
    <w:rsid w:val="004E428F"/>
    <w:rsid w:val="004E57AC"/>
    <w:rsid w:val="004E63D7"/>
    <w:rsid w:val="00531147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712EC"/>
    <w:rsid w:val="00680609"/>
    <w:rsid w:val="006A01AC"/>
    <w:rsid w:val="006E16BD"/>
    <w:rsid w:val="006F3BB9"/>
    <w:rsid w:val="006F72D7"/>
    <w:rsid w:val="007056E1"/>
    <w:rsid w:val="00706D52"/>
    <w:rsid w:val="00706FAE"/>
    <w:rsid w:val="00713327"/>
    <w:rsid w:val="00722D03"/>
    <w:rsid w:val="00734F8E"/>
    <w:rsid w:val="0075695A"/>
    <w:rsid w:val="007A1DE8"/>
    <w:rsid w:val="007D54FC"/>
    <w:rsid w:val="00835858"/>
    <w:rsid w:val="0083756E"/>
    <w:rsid w:val="00891022"/>
    <w:rsid w:val="008919F2"/>
    <w:rsid w:val="008B041F"/>
    <w:rsid w:val="008D4634"/>
    <w:rsid w:val="008E28C3"/>
    <w:rsid w:val="008F0B50"/>
    <w:rsid w:val="0091786B"/>
    <w:rsid w:val="009370A4"/>
    <w:rsid w:val="009C3DE0"/>
    <w:rsid w:val="009E7F4A"/>
    <w:rsid w:val="00A10E66"/>
    <w:rsid w:val="00A1244E"/>
    <w:rsid w:val="00A13FDE"/>
    <w:rsid w:val="00A45103"/>
    <w:rsid w:val="00AB7C8F"/>
    <w:rsid w:val="00AC4752"/>
    <w:rsid w:val="00AD2EA7"/>
    <w:rsid w:val="00AE02A8"/>
    <w:rsid w:val="00AF0DAD"/>
    <w:rsid w:val="00AF398A"/>
    <w:rsid w:val="00B034C7"/>
    <w:rsid w:val="00B14921"/>
    <w:rsid w:val="00BC1A62"/>
    <w:rsid w:val="00BD078E"/>
    <w:rsid w:val="00BD3CCF"/>
    <w:rsid w:val="00BE0CC9"/>
    <w:rsid w:val="00BF4D7C"/>
    <w:rsid w:val="00C24F66"/>
    <w:rsid w:val="00C27B07"/>
    <w:rsid w:val="00C40CAD"/>
    <w:rsid w:val="00C41FC5"/>
    <w:rsid w:val="00C83346"/>
    <w:rsid w:val="00C87A07"/>
    <w:rsid w:val="00CA583B"/>
    <w:rsid w:val="00CA5F0B"/>
    <w:rsid w:val="00CE566E"/>
    <w:rsid w:val="00CF2B77"/>
    <w:rsid w:val="00CF4303"/>
    <w:rsid w:val="00D40650"/>
    <w:rsid w:val="00DB52C9"/>
    <w:rsid w:val="00DF44DF"/>
    <w:rsid w:val="00E023F6"/>
    <w:rsid w:val="00E03DBB"/>
    <w:rsid w:val="00EA56AD"/>
    <w:rsid w:val="00F874BE"/>
    <w:rsid w:val="00F9645B"/>
    <w:rsid w:val="00F9773D"/>
    <w:rsid w:val="00FA2F5A"/>
    <w:rsid w:val="00FD020B"/>
    <w:rsid w:val="00FF3A87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4ACB38"/>
  <w15:docId w15:val="{64A14CF1-8CB2-4C9D-854A-29FC9576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">
    <w:name w:val="Jalus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34F8E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4E428F"/>
    <w:rPr>
      <w:color w:val="808080"/>
    </w:rPr>
  </w:style>
  <w:style w:type="table" w:styleId="TableGrid">
    <w:name w:val="Table Grid"/>
    <w:basedOn w:val="TableNormal"/>
    <w:uiPriority w:val="59"/>
    <w:rsid w:val="008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704B04A7DA453AAC3A201933762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1B69B-827D-4AA7-9535-E9012270D35A}"/>
      </w:docPartPr>
      <w:docPartBody>
        <w:p w:rsidR="0063651A" w:rsidRDefault="00D83067" w:rsidP="00D83067">
          <w:pPr>
            <w:pStyle w:val="B8704B04A7DA453AAC3A20193376224F"/>
          </w:pPr>
          <w:r w:rsidRPr="00CA1C77">
            <w:rPr>
              <w:rStyle w:val="PlaceholderText"/>
            </w:rPr>
            <w:t>[Title]</w:t>
          </w:r>
        </w:p>
      </w:docPartBody>
    </w:docPart>
    <w:docPart>
      <w:docPartPr>
        <w:name w:val="873F0B88DBF5443B8D1C07DE960E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92322-3281-4FA9-BFB1-A1F527007558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  <w:docPart>
      <w:docPartPr>
        <w:name w:val="B6FD945CF99C43F589AC894F58457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1B58F-0A9B-466A-AFC9-1A3901145DC6}"/>
      </w:docPartPr>
      <w:docPartBody>
        <w:p w:rsidR="002D471E" w:rsidRDefault="00FC0C8C">
          <w:r w:rsidRPr="00604BFD">
            <w:rPr>
              <w:rStyle w:val="PlaceholderText"/>
            </w:rPr>
            <w:t>[Allkirjastaja ametinimetus]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C2"/>
    <w:rsid w:val="001F66C0"/>
    <w:rsid w:val="00200E84"/>
    <w:rsid w:val="002D471E"/>
    <w:rsid w:val="00320FC2"/>
    <w:rsid w:val="0063651A"/>
    <w:rsid w:val="00B33B52"/>
    <w:rsid w:val="00C47E41"/>
    <w:rsid w:val="00D83067"/>
    <w:rsid w:val="00FB6BF7"/>
    <w:rsid w:val="00FC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66C0"/>
    <w:rPr>
      <w:color w:val="808080"/>
    </w:rPr>
  </w:style>
  <w:style w:type="paragraph" w:customStyle="1" w:styleId="B8704B04A7DA453AAC3A20193376224F">
    <w:name w:val="B8704B04A7DA453AAC3A20193376224F"/>
    <w:rsid w:val="00D83067"/>
  </w:style>
  <w:style w:type="paragraph" w:customStyle="1" w:styleId="2EACC0F750B7444184AE639D4BF511AB">
    <w:name w:val="2EACC0F750B7444184AE639D4BF511AB"/>
    <w:rsid w:val="00FB6BF7"/>
  </w:style>
  <w:style w:type="paragraph" w:customStyle="1" w:styleId="6973FB69AC6B49E78126CCD4A4944EA3">
    <w:name w:val="6973FB69AC6B49E78126CCD4A4944EA3"/>
    <w:rsid w:val="00FB6B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>
  <documentManagement xmlns:xsi="http://www.w3.org/2001/XMLSchema-instance">
    <RMRegistrationDate xmlns="83275cc5-ef79-49e2-8602-d6586def6a41">2025-07-15T13:24:02.8635404Z</RMRegistrationDate>
    <RMReferenceCode xmlns="83275cc5-ef79-49e2-8602-d6586def6a41">1-1/25/8</RMReferenceCode>
    <RMTitle xmlns="83275cc5-ef79-49e2-8602-d6586def6a41"/>
    <ADR_x0020_pealkiri xmlns="83275cc5-ef79-49e2-8602-d6586def6a41" xsi:nil="true"/>
    <RMAccessRestrictionLevel xmlns="83275cc5-ef79-49e2-8602-d6586def6a41">Avalik</RMAccessRestrictionLevel>
    <RMAccessRestrictionReason xmlns="83275cc5-ef79-49e2-8602-d6586def6a41" xsi:nil="true"/>
    <RMAccessRestrictionDuration xmlns="83275cc5-ef79-49e2-8602-d6586def6a41" xsi:nil="true"/>
    <RMAccessRestrictedFrom xmlns="83275cc5-ef79-49e2-8602-d6586def6a41" xsi:nil="true"/>
    <RMAccessRestrictedUntil xmlns="83275cc5-ef79-49e2-8602-d6586def6a41" xsi:nil="true"/>
    <RMAccessRestrictionEndEvent xmlns="83275cc5-ef79-49e2-8602-d6586def6a41" xsi:nil="true"/>
    <RMAccessRestrictionDate xmlns="83275cc5-ef79-49e2-8602-d6586def6a41" xsi:nil="true"/>
    <RMAccessRestrictionOwner xmlns="83275cc5-ef79-49e2-8602-d6586def6a41">Elise Saar</RMAccessRestrictionOwner>
    <Koostajaandmed xmlns="83275cc5-ef79-49e2-8602-d6586def6a41">Elise Saar; õigusloome nõunik
Õigusosakond; Elise.Saar@kaitseministeerium.ee</Koostajaandmed>
    <Koostaja xmlns="83275cc5-ef79-49e2-8602-d6586def6a41">Elise Saar</Koostaja>
    <Koostaja_x0020_ees-_x0020_ja_x0020_perekonnanimi xmlns="83275cc5-ef79-49e2-8602-d6586def6a41">Elise Saar</Koostaja_x0020_ees-_x0020_ja_x0020_perekonnanimi>
    <Koostaja_x0020_ametinimetus xmlns="83275cc5-ef79-49e2-8602-d6586def6a41">õigusloome nõunik</Koostaja_x0020_ametinimetus>
    <Koostaja_x0020_struktuuriüksus xmlns="83275cc5-ef79-49e2-8602-d6586def6a41">Õigusosakond</Koostaja_x0020_struktuuriüksus>
    <Koostaja_x0020_kontakt xmlns="83275cc5-ef79-49e2-8602-d6586def6a41">Elise.Saar@kaitseministeerium.ee</Koostaja_x0020_kontakt>
    <Allkirjastajaandmed xmlns="83275cc5-ef79-49e2-8602-d6586def6a41">Hanno Pevkur; minister</Allkirjastajaandmed>
    <Allkirjastaja xmlns="83275cc5-ef79-49e2-8602-d6586def6a41">Hanno Pevkur</Allkirjastaja>
    <Allkirjastaja_x0020_ees-_x0020_ja_x0020_perekonnanimi xmlns="83275cc5-ef79-49e2-8602-d6586def6a41">Hanno Pevkur</Allkirjastaja_x0020_ees-_x0020_ja_x0020_perekonnanimi>
    <Allkirjastaja_x0020_ametinimetus xmlns="83275cc5-ef79-49e2-8602-d6586def6a41">minister</Allkirjastaja_x0020_ametinimetus>
    <Allkirjastajaandmed2 xmlns="83275cc5-ef79-49e2-8602-d6586def6a41">Kadri Peeters; Kaitsevõime asekantsler kantsleri ülesannetes</Allkirjastajaandmed2>
    <Allkirjastaja2 xmlns="83275cc5-ef79-49e2-8602-d6586def6a41">Kaimo Kuusk</Allkirjastaja2>
    <Allkirjastajaeesjaperekonnanimi2 xmlns="83275cc5-ef79-49e2-8602-d6586def6a41">Kadri Peeters</Allkirjastajaeesjaperekonnanimi2>
    <Allkirjastajaametinimetus xmlns="83275cc5-ef79-49e2-8602-d6586def6a41">Kaitsevõime asekantsler kantsleri ülesannetes</Allkirjastajaametinimetus>
    <Teabekandja xmlns="83275cc5-ef79-49e2-8602-d6586def6a41">Elektrooniline</Teabekandja>
    <Saatmisviis_x0023_1 xmlns="83275cc5-ef79-49e2-8602-d6586def6a41">DHX</Saatmisviis_x0023_1>
    <Saatmisviis_x0023_2 xmlns="83275cc5-ef79-49e2-8602-d6586def6a41" xsi:nil="true"/>
    <Saatmisviis_x0023_3 xmlns="83275cc5-ef79-49e2-8602-d6586def6a41" xsi:nil="true"/>
    <Saatmisviis_x0023_4 xmlns="83275cc5-ef79-49e2-8602-d6586def6a41" xsi:nil="true"/>
    <Saatmisviis_x0023_5 xmlns="83275cc5-ef79-49e2-8602-d6586def6a41" xsi:nil="true"/>
    <Saatmisviis_x0023_6 xmlns="83275cc5-ef79-49e2-8602-d6586def6a41" xsi:nil="true"/>
    <Saatmisviis_x0023_7 xmlns="83275cc5-ef79-49e2-8602-d6586def6a41" xsi:nil="true"/>
    <Saatmisviis_x0023_8 xmlns="83275cc5-ef79-49e2-8602-d6586def6a41" xsi:nil="true"/>
    <Saatmisviis_x0023_9 xmlns="83275cc5-ef79-49e2-8602-d6586def6a41" xsi:nil="true"/>
    <Saatmisviis_x0023_10 xmlns="83275cc5-ef79-49e2-8602-d6586def6a41" xsi:nil="true"/>
    <Saatmisviis_x0023_11 xmlns="83275cc5-ef79-49e2-8602-d6586def6a41" xsi:nil="true"/>
    <Saatmisviis_x0023_12 xmlns="83275cc5-ef79-49e2-8602-d6586def6a41" xsi:nil="true"/>
    <Saatmisviis_x0023_13 xmlns="83275cc5-ef79-49e2-8602-d6586def6a41" xsi:nil="true"/>
    <Saatmisviis_x0023_14 xmlns="83275cc5-ef79-49e2-8602-d6586def6a41" xsi:nil="true"/>
    <Saatmisviis_x0023_15 xmlns="83275cc5-ef79-49e2-8602-d6586def6a41" xsi:nil="true"/>
    <Saatmisviis_x0023_16 xmlns="83275cc5-ef79-49e2-8602-d6586def6a41" xsi:nil="true"/>
    <Saatmisviis_x0023_17 xmlns="83275cc5-ef79-49e2-8602-d6586def6a41" xsi:nil="true"/>
    <Saatmisviis_x0023_18 xmlns="83275cc5-ef79-49e2-8602-d6586def6a41" xsi:nil="true"/>
    <Saatmisviis_x0023_19 xmlns="83275cc5-ef79-49e2-8602-d6586def6a41" xsi:nil="true"/>
    <Saatmisviis_x0023_20 xmlns="83275cc5-ef79-49e2-8602-d6586def6a41" xsi:nil="true"/>
    <Saatmisviis_x0023_21 xmlns="83275cc5-ef79-49e2-8602-d6586def6a41" xsi:nil="true"/>
    <Saatmisviis_x0023_22 xmlns="83275cc5-ef79-49e2-8602-d6586def6a41" xsi:nil="true"/>
    <Saatmisviis_x0023_23 xmlns="83275cc5-ef79-49e2-8602-d6586def6a41" xsi:nil="true"/>
    <Saatmisviis_x0023_24 xmlns="83275cc5-ef79-49e2-8602-d6586def6a41" xsi:nil="true"/>
    <Saatmisviis_x0023_25 xmlns="83275cc5-ef79-49e2-8602-d6586def6a41" xsi:nil="true"/>
    <RMNotes xmlns="83275cc5-ef79-49e2-8602-d6586def6a41" xsi:nil="true"/>
    <Põhitegevuse_x0020_eesmärk xmlns="83275cc5-ef79-49e2-8602-d6586def6a41"/>
    <RMInheritedFields xmlns="83275cc5-ef79-49e2-8602-d6586def6a41">RMAccessRestrictionPublishingLevel</RMInheritedFields>
    <RMOrderPosition xmlns="83275cc5-ef79-49e2-8602-d6586def6a41" xsi:nil="true"/>
    <RMAccessRestrictionNotificationTime xmlns="83275cc5-ef79-49e2-8602-d6586def6a41" xsi:nil="true"/>
    <RMFileName xmlns="83275cc5-ef79-49e2-8602-d6586def6a41">Avalik_20250715_KM_1-1_25_8_Määrus</RMFileName>
    <RMPublishedDocumentUniqueId xmlns="83275cc5-ef79-49e2-8602-d6586def6a41" xsi:nil="true"/>
    <RMRevisionStatus xmlns="83275cc5-ef79-49e2-8602-d6586def6a41" xsi:nil="true"/>
    <RMRevisionNumber xmlns="83275cc5-ef79-49e2-8602-d6586def6a41" xsi:nil="true"/>
    <RMPublishedFrom xmlns="83275cc5-ef79-49e2-8602-d6586def6a41" xsi:nil="true"/>
    <RMPublishedUntil xmlns="83275cc5-ef79-49e2-8602-d6586def6a41" xsi:nil="true"/>
    <RMSigner xmlns="83275cc5-ef79-49e2-8602-d6586def6a41">Kadri Peeters</RMSigner>
    <RMHighestAccessRestrictionLevel xmlns="83275cc5-ef79-49e2-8602-d6586def6a41" xsi:nil="true"/>
    <Salastatud_x0020_välisteave xmlns="83275cc5-ef79-49e2-8602-d6586def6a41" xsi:nil="true"/>
    <Riik_x0020__x0028_PT_x0029_ xmlns="83275cc5-ef79-49e2-8602-d6586def6a41" xsi:nil="true"/>
    <Salastatuse_x0020_muutmise_x0020_alus xmlns="83275cc5-ef79-49e2-8602-d6586def6a41" xsi:nil="true"/>
    <RMDocumentExpirationDate xmlns="83275cc5-ef79-49e2-8602-d6586def6a41" xsi:nil="true"/>
    <RMUniqueID xmlns="83275cc5-ef79-49e2-8602-d6586def6a41">4b0fa7b9-ce79-4f5e-aae6-163b080913ee</RMUniqueID>
    <RMShouldArchiveFilesOnRegistration xmlns="83275cc5-ef79-49e2-8602-d6586def6a41">true</RMShouldArchiveFilesOnRegistration>
    <RMStatus xmlns="83275cc5-ef79-49e2-8602-d6586def6a41">InProcess</RMStatus>
    <Lisadepealkirjad xmlns="83275cc5-ef79-49e2-8602-d6586def6a41" xsi:nil="true"/>
    <RMMessageForRecipient xmlns="83275cc5-ef79-49e2-8602-d6586def6a41" xsi:nil="true"/>
  </documentManagement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9" ma:contentTypeVersion="1133" fp:containerId="228b4970-73de-44a4-83e2-9513be360001" fp:lcid="1061" ma:contentTypeName="Määrus">
  <xs:schema xmlns:f="83275cc5-ef79-49e2-8602-d6586def6a41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llkirjastajaandmed2" minOccurs="0"/>
                <xs:element ref="f:Allkirjastaja2" minOccurs="0"/>
                <xs:element ref="f:Allkirjastajaeesjaperekonnanimi2" minOccurs="0"/>
                <xs:element ref="f:Allkirjastajaametinimetus" minOccurs="0"/>
                <xs:element ref="f:Teabekandja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RMNotes" minOccurs="0"/>
                <xs:element ref="f:Põhitegevuse_x0020_eesmärk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UniqueID" minOccurs="0"/>
                <xs:element ref="f:RMShouldArchiveFilesOnRegistration" minOccurs="0"/>
                <xs:element ref="f:RMStatus" minOccurs="0"/>
                <xs:element ref="f:Lisadepealkirjad" minOccurs="0"/>
                <xs:element ref="f:RMMessageForRecipient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83275cc5-ef79-49e2-8602-d6586def6a41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nillable="true" fp:namespace="228B497073DE44A483E29513BE360001" fp:type="String">
      <xs:simpleType>
        <xs:restriction base="dms:Text">
          <xs:maxLength value="400"/>
        </xs:restriction>
      </xs:simpleType>
    </xs:element>
    <xs:element name="RMAccessRestrictionLevel" ma:displayName="Juurdepääsupiirangu tase" ma:index="4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5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6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7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8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9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1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2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3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4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5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6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7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8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19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0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1" ma:internalName="Allkirjastaja_x0020_ametinimetus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2" ma:displayName="Allkirjastaja 2 andmed" ma:index="22" ma:internalName="Allkirjastajaandmed2" nillable="true" fp:namespace="228B497073DE44A483E29513BE360001" fp:type="String">
      <xs:simpleType>
        <xs:restriction base="dms:Text"/>
      </xs:simpleType>
    </xs:element>
    <xs:element name="Allkirjastaja2" ma:displayName="Allkirjastaja 2" ma:index="23" ma:internalName="Allkirjastaja2" nillable="true" ma:readOnly="true" fp:namespace="228B497073DE44A483E29513BE360001" fp:type="String">
      <xs:simpleType>
        <xs:restriction base="dms:Text"/>
      </xs:simpleType>
    </xs:element>
    <xs:element name="Allkirjastajaeesjaperekonnanimi2" ma:displayName="Allkirjastaja ees- ja perekonnanimi" ma:index="24" ma:internalName="Allkirjastajaeesjaperekonnanimi2" fp:namespace="228B497073DE44A483E29513BE360001" fp:type="String">
      <xs:simpleType>
        <xs:restriction base="dms:Text">
          <xs:maxLength value="255"/>
        </xs:restriction>
      </xs:simpleType>
    </xs:element>
    <xs:element name="Allkirjastajaametinimetus" ma:displayName="Allkirjastaja ametinimetus" ma:index="25" ma:internalName="Allkirjastajaametinimetus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6" ma:internalName="Teabekandja" nillable="true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Saatmisviis_x0023_1" ma:displayName="Saatmisviis: 1" ma:index="27" ma:internalName="Saatmisviis_x0023_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8" ma:internalName="Saatmisviis_x0023_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9" ma:internalName="Saatmisviis_x0023_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30" ma:internalName="Saatmisviis_x0023_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31" ma:internalName="Saatmisviis_x0023_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32" ma:internalName="Saatmisviis_x0023_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33" ma:internalName="Saatmisviis_x0023_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34" ma:internalName="Saatmisviis_x0023_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35" ma:internalName="Saatmisviis_x0023_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36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37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38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39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40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41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42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43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44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45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46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47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48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49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50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51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RMNotes" ma:displayName="Kommentaar" ma:index="52" ma:internalName="RMNotes" nillable="true" fp:namespace="228B497073DE44A483E29513BE360001" fp:type="String">
      <xs:simpleType>
        <xs:restriction base="dms:Text"/>
      </xs:simpleType>
    </xs:element>
    <xs:element name="Põhitegevuse_x0020_eesmärk" ma:displayName="Põhitegevuse eesmärk" ma:index="53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RMInheritedFields" ma:displayName="Päritavad väljad" ma:index="54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5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56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57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5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59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60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61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62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63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64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65" ma:internalName="Salastatud_x0020_välisteave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66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67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68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UniqueID" ma:displayName="Unikaalne ID" ma:index="6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ShouldArchiveFilesOnRegistration" ma:displayName="Teisendada registreerimisel arhiivivormingusse" ma:index="70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71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72" ma:internalName="Lisadepealkirjad" nillable="true" fp:namespace="228B497073DE44A483E29513BE360001" fp:type="String">
      <xs:simpleType>
        <xs:restriction base="dms:Text"/>
      </xs:simpleType>
    </xs:element>
    <xs:element name="RMMessageForRecipient" ma:displayName="DHX sisuinfo" ma:index="73" ma:internalName="RMMessageForRecipient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BD4542F-9A3E-4888-967E-E8FB06F86784}">
  <ds:schemaRefs>
    <ds:schemaRef ds:uri="http://schemas.microsoft.com/office/2006/metadata/properties"/>
    <ds:schemaRef ds:uri="83275cc5-ef79-49e2-8602-d6586def6a41"/>
  </ds:schemaRefs>
</ds:datastoreItem>
</file>

<file path=customXml/itemProps2.xml><?xml version="1.0" encoding="utf-8"?>
<ds:datastoreItem xmlns:ds="http://schemas.openxmlformats.org/officeDocument/2006/customXml" ds:itemID="{AF4FB5B7-85C8-4068-A22D-ECD7A998C1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F6B3D4-2E41-4B01-90C9-CE8D0985D68C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83275cc5-ef79-49e2-8602-d6586def6a4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B9710CA-24C9-4E46-8986-94EE835D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</TotalTime>
  <Pages>2</Pages>
  <Words>286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Kaitseliidu valvuri käesideme ja embleemi kirjeldus ning kandmise kord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Kaitseliidu valvuri käesideme ja embleemi kirjeldus ning kandmise kord</dc:title>
  <dc:creator>Gert Uiboaed</dc:creator>
  <cp:lastModifiedBy>Liisu Porval</cp:lastModifiedBy>
  <cp:revision>3</cp:revision>
  <cp:lastPrinted>2014-04-03T10:06:00Z</cp:lastPrinted>
  <dcterms:created xsi:type="dcterms:W3CDTF">2025-07-18T07:47:00Z</dcterms:created>
  <dcterms:modified xsi:type="dcterms:W3CDTF">2025-07-18T07:50:00Z</dcterms:modified>
</cp:coreProperties>
</file>