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14D98" w14:textId="59F00155" w:rsidR="004D24F8" w:rsidRPr="004D24F8" w:rsidRDefault="004D24F8" w:rsidP="004D24F8">
      <w:r>
        <w:t xml:space="preserve">Hr Erkki </w:t>
      </w:r>
      <w:proofErr w:type="spellStart"/>
      <w:r>
        <w:t>Keldo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Pr="004D24F8">
        <w:t>Teie 04.09.2025 nr 2-2/3159-1</w:t>
      </w:r>
    </w:p>
    <w:p w14:paraId="054A8156" w14:textId="77777777" w:rsidR="004D24F8" w:rsidRPr="004D24F8" w:rsidRDefault="004D24F8" w:rsidP="004D24F8">
      <w:r w:rsidRPr="004D24F8">
        <w:t>Majandus- ja Kommunikatsiooniministeerium</w:t>
      </w:r>
      <w:r w:rsidRPr="004D24F8">
        <w:tab/>
      </w:r>
      <w:r w:rsidRPr="004D24F8">
        <w:tab/>
      </w:r>
      <w:r w:rsidRPr="004D24F8">
        <w:tab/>
      </w:r>
      <w:r w:rsidRPr="004D24F8">
        <w:tab/>
      </w:r>
      <w:r w:rsidRPr="004D24F8">
        <w:tab/>
      </w:r>
    </w:p>
    <w:p w14:paraId="16506DCD" w14:textId="45F52582" w:rsidR="004D24F8" w:rsidRDefault="004D24F8" w:rsidP="004D24F8">
      <w:r w:rsidRPr="004D24F8">
        <w:t xml:space="preserve">info@mkm.ee </w:t>
      </w:r>
      <w:r w:rsidRPr="004D24F8">
        <w:tab/>
      </w:r>
      <w:r w:rsidRPr="004D24F8">
        <w:tab/>
      </w:r>
      <w:r w:rsidRPr="004D24F8">
        <w:tab/>
      </w:r>
      <w:r w:rsidRPr="004D24F8">
        <w:tab/>
      </w:r>
      <w:r w:rsidRPr="004D24F8">
        <w:tab/>
      </w:r>
      <w:r w:rsidRPr="004D24F8">
        <w:tab/>
        <w:t>Meie 08.09.2025 nr 1-11/25/3483</w:t>
      </w:r>
    </w:p>
    <w:p w14:paraId="269115BC" w14:textId="77777777" w:rsidR="004D24F8" w:rsidRDefault="004D24F8" w:rsidP="004D24F8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FB92FB" w14:textId="77777777" w:rsidR="004D24F8" w:rsidRDefault="004D24F8" w:rsidP="004D24F8"/>
    <w:p w14:paraId="1C427E2E" w14:textId="77777777" w:rsidR="004D24F8" w:rsidRDefault="004D24F8" w:rsidP="004D24F8"/>
    <w:p w14:paraId="3DEF59C4" w14:textId="77777777" w:rsidR="004D24F8" w:rsidRDefault="004D24F8" w:rsidP="004D24F8"/>
    <w:p w14:paraId="4E8F1860" w14:textId="77777777" w:rsidR="004D24F8" w:rsidRDefault="004D24F8" w:rsidP="004D24F8">
      <w:r>
        <w:t>Vabariigi Valitsuse määruse</w:t>
      </w:r>
      <w:r w:rsidRPr="004D24F8">
        <w:t xml:space="preserve"> </w:t>
      </w:r>
      <w:r>
        <w:t>k</w:t>
      </w:r>
      <w:r w:rsidRPr="004D24F8">
        <w:t xml:space="preserve">indlustatu ja tööandja </w:t>
      </w:r>
      <w:r>
        <w:t xml:space="preserve"> </w:t>
      </w:r>
    </w:p>
    <w:p w14:paraId="225390BE" w14:textId="676FFECE" w:rsidR="004D24F8" w:rsidRDefault="004D24F8" w:rsidP="004D24F8">
      <w:r>
        <w:t xml:space="preserve">töötuskindlustusmakse määrad aastatel 2026–2029 </w:t>
      </w:r>
    </w:p>
    <w:p w14:paraId="7AE48902" w14:textId="77777777" w:rsidR="004D24F8" w:rsidRDefault="004D24F8" w:rsidP="004D24F8">
      <w:r>
        <w:t>eelnõu kohta arvamuse avaldamine</w:t>
      </w:r>
    </w:p>
    <w:p w14:paraId="2C691693" w14:textId="77777777" w:rsidR="004D24F8" w:rsidRDefault="004D24F8" w:rsidP="004D24F8"/>
    <w:p w14:paraId="5693E130" w14:textId="77777777" w:rsidR="004D24F8" w:rsidRDefault="004D24F8" w:rsidP="004D24F8"/>
    <w:p w14:paraId="0232DBD6" w14:textId="77777777" w:rsidR="004D24F8" w:rsidRDefault="004D24F8" w:rsidP="004D24F8">
      <w:r>
        <w:t>Austatud minister</w:t>
      </w:r>
    </w:p>
    <w:p w14:paraId="74285BB5" w14:textId="77777777" w:rsidR="004D24F8" w:rsidRDefault="004D24F8" w:rsidP="004D24F8"/>
    <w:p w14:paraId="4B532D16" w14:textId="77777777" w:rsidR="004D24F8" w:rsidRDefault="004D24F8" w:rsidP="004D24F8"/>
    <w:p w14:paraId="50F578FC" w14:textId="3A8B1C34" w:rsidR="004D24F8" w:rsidRDefault="004D24F8" w:rsidP="004D24F8">
      <w:r>
        <w:t>Täname Teid võimaluse eest anda arvamus Vabariigi Valitsuse määruse k</w:t>
      </w:r>
      <w:r w:rsidRPr="004D24F8">
        <w:t xml:space="preserve">indlustatu ja tööandja </w:t>
      </w:r>
      <w:r>
        <w:t xml:space="preserve">töötuskindlustusmakse määrad aastatel 2026–2029 eelnõu kohta. </w:t>
      </w:r>
    </w:p>
    <w:p w14:paraId="742F4D23" w14:textId="77777777" w:rsidR="004D24F8" w:rsidRDefault="004D24F8" w:rsidP="004D24F8"/>
    <w:p w14:paraId="55AF1FA4" w14:textId="2F71609D" w:rsidR="004D24F8" w:rsidRDefault="004D24F8" w:rsidP="004D24F8">
      <w:r>
        <w:t>Töötukassal eelnõu ja seletuskirja kohta  täpsustusi ega täiendusi ei ole.</w:t>
      </w:r>
    </w:p>
    <w:p w14:paraId="3A5DAE05" w14:textId="77777777" w:rsidR="004D24F8" w:rsidRDefault="004D24F8" w:rsidP="004D24F8"/>
    <w:p w14:paraId="36E9CEAF" w14:textId="77777777" w:rsidR="004D24F8" w:rsidRDefault="004D24F8" w:rsidP="004D24F8"/>
    <w:p w14:paraId="42AAD362" w14:textId="77777777" w:rsidR="004D24F8" w:rsidRDefault="004D24F8" w:rsidP="004D24F8">
      <w:r>
        <w:t>Lugupidamisega</w:t>
      </w:r>
    </w:p>
    <w:p w14:paraId="2E7C3F34" w14:textId="77777777" w:rsidR="004D24F8" w:rsidRDefault="004D24F8" w:rsidP="004D24F8"/>
    <w:p w14:paraId="6F91773E" w14:textId="77777777" w:rsidR="004D24F8" w:rsidRDefault="004D24F8" w:rsidP="004D24F8"/>
    <w:p w14:paraId="3A987F0F" w14:textId="77777777" w:rsidR="004D24F8" w:rsidRDefault="004D24F8" w:rsidP="004D24F8"/>
    <w:p w14:paraId="074F2DE8" w14:textId="77777777" w:rsidR="004D24F8" w:rsidRDefault="004D24F8" w:rsidP="004D24F8">
      <w:r>
        <w:t>(allkirjastatud digitaalselt)</w:t>
      </w:r>
    </w:p>
    <w:p w14:paraId="03A0CD64" w14:textId="77777777" w:rsidR="004D24F8" w:rsidRDefault="004D24F8" w:rsidP="004D24F8">
      <w:r>
        <w:t>Reelika Leetmaa</w:t>
      </w:r>
    </w:p>
    <w:p w14:paraId="4AF419F8" w14:textId="77777777" w:rsidR="004D24F8" w:rsidRDefault="004D24F8" w:rsidP="004D24F8">
      <w:r>
        <w:t>juhatuse liige</w:t>
      </w:r>
    </w:p>
    <w:p w14:paraId="1EE4C644" w14:textId="77777777" w:rsidR="004D24F8" w:rsidRDefault="004D24F8" w:rsidP="004D24F8"/>
    <w:p w14:paraId="4996EF7A" w14:textId="77777777" w:rsidR="004D24F8" w:rsidRDefault="004D24F8" w:rsidP="004D24F8"/>
    <w:p w14:paraId="3E6DEDD1" w14:textId="77777777" w:rsidR="004D24F8" w:rsidRDefault="004D24F8" w:rsidP="004D24F8"/>
    <w:p w14:paraId="1A49443E" w14:textId="77777777" w:rsidR="004D24F8" w:rsidRDefault="004D24F8" w:rsidP="004D24F8"/>
    <w:p w14:paraId="07CBC5C9" w14:textId="77777777" w:rsidR="004D24F8" w:rsidRDefault="004D24F8" w:rsidP="004D24F8"/>
    <w:p w14:paraId="2F6F5988" w14:textId="77777777" w:rsidR="004D24F8" w:rsidRDefault="004D24F8" w:rsidP="004D24F8">
      <w:r>
        <w:t>Ira Songisepp 614 8520</w:t>
      </w:r>
    </w:p>
    <w:p w14:paraId="5DCA8202" w14:textId="77777777" w:rsidR="004D24F8" w:rsidRDefault="004D24F8" w:rsidP="004D24F8">
      <w:r>
        <w:t>Margit Paulus 614 8504</w:t>
      </w:r>
    </w:p>
    <w:p w14:paraId="270E3250" w14:textId="77777777" w:rsidR="00426FC7" w:rsidRDefault="00426FC7"/>
    <w:p w14:paraId="66ACE986" w14:textId="77777777" w:rsidR="00426FC7" w:rsidRDefault="00426FC7"/>
    <w:sectPr w:rsidR="00426FC7" w:rsidSect="00C45A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97" w:right="1797" w:bottom="1440" w:left="1797" w:header="719" w:footer="8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55959" w14:textId="77777777" w:rsidR="000D4FFA" w:rsidRDefault="000D4FFA">
      <w:r>
        <w:separator/>
      </w:r>
    </w:p>
  </w:endnote>
  <w:endnote w:type="continuationSeparator" w:id="0">
    <w:p w14:paraId="084C16DA" w14:textId="77777777" w:rsidR="000D4FFA" w:rsidRDefault="000D4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02E5" w14:textId="77777777" w:rsidR="00DD0FDD" w:rsidRDefault="00DD0F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2D4D" w14:textId="77777777" w:rsidR="00DD0FDD" w:rsidRDefault="00DD0FDD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4EEC" w14:textId="77777777" w:rsidR="005D3164" w:rsidRPr="00897A48" w:rsidRDefault="005D3164" w:rsidP="00564350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>Eesti Töötukassa</w:t>
    </w:r>
  </w:p>
  <w:p w14:paraId="03BA7E84" w14:textId="416CC174" w:rsidR="005D3164" w:rsidRPr="00897A48" w:rsidRDefault="59DF5CD6" w:rsidP="59DF5CD6">
    <w:pPr>
      <w:pStyle w:val="Jalus"/>
      <w:jc w:val="center"/>
      <w:rPr>
        <w:rFonts w:ascii="Roboto" w:hAnsi="Roboto"/>
        <w:sz w:val="16"/>
        <w:szCs w:val="16"/>
      </w:rPr>
    </w:pPr>
    <w:r w:rsidRPr="59DF5CD6">
      <w:rPr>
        <w:rFonts w:ascii="Roboto" w:hAnsi="Roboto"/>
        <w:sz w:val="16"/>
        <w:szCs w:val="16"/>
      </w:rPr>
      <w:t>Registrikood 74000085  •  Lõõtsa 2a, 11415 Tallinn  •  tel 614 8500</w:t>
    </w:r>
  </w:p>
  <w:p w14:paraId="24944C12" w14:textId="77777777" w:rsidR="00734FD5" w:rsidRPr="00897A48" w:rsidRDefault="009B2864" w:rsidP="00734FD5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 xml:space="preserve">info@tootukassa.ee  •  </w:t>
    </w:r>
    <w:r w:rsidR="00734FD5" w:rsidRPr="00897A48">
      <w:rPr>
        <w:rFonts w:ascii="Roboto" w:hAnsi="Roboto"/>
        <w:sz w:val="16"/>
        <w:szCs w:val="16"/>
      </w:rPr>
      <w:t>www.tootukassa.ee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D90A" w14:textId="77777777" w:rsidR="000D4FFA" w:rsidRDefault="000D4FFA">
      <w:r>
        <w:separator/>
      </w:r>
    </w:p>
  </w:footnote>
  <w:footnote w:type="continuationSeparator" w:id="0">
    <w:p w14:paraId="5C7A6118" w14:textId="77777777" w:rsidR="000D4FFA" w:rsidRDefault="000D4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6883" w14:textId="77777777" w:rsidR="00DD0FDD" w:rsidRDefault="00DD0FD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F95F" w14:textId="77777777" w:rsidR="005D3164" w:rsidRDefault="005D3164" w:rsidP="004B043F">
    <w:pPr>
      <w:pStyle w:val="Pis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85C6D" w14:textId="18EF9B5A" w:rsidR="005D3164" w:rsidRDefault="00526ED5" w:rsidP="00564350">
    <w:pPr>
      <w:pStyle w:val="Pis"/>
      <w:jc w:val="center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A2EEF8B" wp14:editId="59908949">
          <wp:simplePos x="0" y="0"/>
          <wp:positionH relativeFrom="column">
            <wp:posOffset>1593215</wp:posOffset>
          </wp:positionH>
          <wp:positionV relativeFrom="paragraph">
            <wp:posOffset>-138430</wp:posOffset>
          </wp:positionV>
          <wp:extent cx="2095500" cy="681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>
      <o:colormru v:ext="edit" colors="#ddd,#fa7406,#ff7d21,#c6e9e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7C"/>
    <w:rsid w:val="00021ADD"/>
    <w:rsid w:val="000305B2"/>
    <w:rsid w:val="00056304"/>
    <w:rsid w:val="0007014D"/>
    <w:rsid w:val="00087954"/>
    <w:rsid w:val="000B3158"/>
    <w:rsid w:val="000D4FFA"/>
    <w:rsid w:val="00103D93"/>
    <w:rsid w:val="00180FD2"/>
    <w:rsid w:val="001A7DEB"/>
    <w:rsid w:val="001C772F"/>
    <w:rsid w:val="0023198A"/>
    <w:rsid w:val="00277A3A"/>
    <w:rsid w:val="002970B2"/>
    <w:rsid w:val="002C2FBF"/>
    <w:rsid w:val="002F1DE6"/>
    <w:rsid w:val="00371561"/>
    <w:rsid w:val="00383092"/>
    <w:rsid w:val="00390D6F"/>
    <w:rsid w:val="003B1DCC"/>
    <w:rsid w:val="003C4E60"/>
    <w:rsid w:val="00426FC7"/>
    <w:rsid w:val="00437F5B"/>
    <w:rsid w:val="004A320A"/>
    <w:rsid w:val="004B043F"/>
    <w:rsid w:val="004D24F8"/>
    <w:rsid w:val="00526ED5"/>
    <w:rsid w:val="00564350"/>
    <w:rsid w:val="005D3164"/>
    <w:rsid w:val="006520CA"/>
    <w:rsid w:val="00686EAE"/>
    <w:rsid w:val="0071647F"/>
    <w:rsid w:val="00734FD5"/>
    <w:rsid w:val="00752596"/>
    <w:rsid w:val="007E3EA2"/>
    <w:rsid w:val="007E497B"/>
    <w:rsid w:val="007F5DA8"/>
    <w:rsid w:val="00801D2F"/>
    <w:rsid w:val="008106AE"/>
    <w:rsid w:val="00897A48"/>
    <w:rsid w:val="008B1E06"/>
    <w:rsid w:val="008C456E"/>
    <w:rsid w:val="008D34E1"/>
    <w:rsid w:val="008E17A1"/>
    <w:rsid w:val="00935A2C"/>
    <w:rsid w:val="00963308"/>
    <w:rsid w:val="009B2864"/>
    <w:rsid w:val="009B4680"/>
    <w:rsid w:val="009C6CDC"/>
    <w:rsid w:val="00A13E63"/>
    <w:rsid w:val="00A3667C"/>
    <w:rsid w:val="00A377CF"/>
    <w:rsid w:val="00A467A7"/>
    <w:rsid w:val="00AC1CFE"/>
    <w:rsid w:val="00B45075"/>
    <w:rsid w:val="00B73D3C"/>
    <w:rsid w:val="00B74ECA"/>
    <w:rsid w:val="00B92D6E"/>
    <w:rsid w:val="00BD7374"/>
    <w:rsid w:val="00BE09A4"/>
    <w:rsid w:val="00BE4A46"/>
    <w:rsid w:val="00C45A61"/>
    <w:rsid w:val="00C72E44"/>
    <w:rsid w:val="00CC5065"/>
    <w:rsid w:val="00D11299"/>
    <w:rsid w:val="00D140B6"/>
    <w:rsid w:val="00DB2B2C"/>
    <w:rsid w:val="00DB477E"/>
    <w:rsid w:val="00DC223B"/>
    <w:rsid w:val="00DD0FDD"/>
    <w:rsid w:val="00DD53D8"/>
    <w:rsid w:val="00DD577F"/>
    <w:rsid w:val="00DE4DD5"/>
    <w:rsid w:val="00DE54DA"/>
    <w:rsid w:val="00E9283E"/>
    <w:rsid w:val="00EA16D7"/>
    <w:rsid w:val="00EB5177"/>
    <w:rsid w:val="00EF2ED2"/>
    <w:rsid w:val="00F01B9F"/>
    <w:rsid w:val="00F508E0"/>
    <w:rsid w:val="00F765A9"/>
    <w:rsid w:val="00F770EF"/>
    <w:rsid w:val="00F96EA3"/>
    <w:rsid w:val="00FC0229"/>
    <w:rsid w:val="00FD0672"/>
    <w:rsid w:val="00FD5F10"/>
    <w:rsid w:val="59D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fa7406,#ff7d21,#c6e9e9"/>
    </o:shapedefaults>
    <o:shapelayout v:ext="edit">
      <o:idmap v:ext="edit" data="2"/>
    </o:shapelayout>
  </w:shapeDefaults>
  <w:decimalSymbol w:val=","/>
  <w:listSeparator w:val=";"/>
  <w14:docId w14:val="2A266C8F"/>
  <w15:chartTrackingRefBased/>
  <w15:docId w15:val="{3DA76DB5-FCA1-43DF-A0E9-6C5CD05F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C2FBF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E9283E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E9283E"/>
    <w:pPr>
      <w:tabs>
        <w:tab w:val="center" w:pos="4320"/>
        <w:tab w:val="right" w:pos="8640"/>
      </w:tabs>
    </w:pPr>
  </w:style>
  <w:style w:type="character" w:styleId="Hperlink">
    <w:name w:val="Hyperlink"/>
    <w:rsid w:val="00E9283E"/>
    <w:rPr>
      <w:color w:val="0000FF"/>
      <w:u w:val="single"/>
    </w:rPr>
  </w:style>
  <w:style w:type="paragraph" w:styleId="Jutumullitekst">
    <w:name w:val="Balloon Text"/>
    <w:basedOn w:val="Normaallaad"/>
    <w:link w:val="JutumullitekstMrk"/>
    <w:rsid w:val="008106A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106AE"/>
    <w:rPr>
      <w:rFonts w:ascii="Tahoma" w:hAnsi="Tahoma" w:cs="Tahoma"/>
      <w:sz w:val="16"/>
      <w:szCs w:val="16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C6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lle\Desktop\TK%20b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0a49719e91afe35f9e10b96cb6c300d3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05ccb8f10cc9e31fdd7613c327a9095d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Juhendi n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e22e2a5bdc2454f98d3dc1a85171451 xmlns="5e22408e-66e0-48ba-9823-3523619ce705">
      <Terms xmlns="http://schemas.microsoft.com/office/infopath/2007/PartnerControls"/>
    </ce22e2a5bdc2454f98d3dc1a85171451>
    <TaxCatchAll xmlns="dfd28b3e-10f4-4fe3-a445-55acb475b015">
      <Value>6</Value>
      <Value>12</Value>
      <Value>3</Value>
      <Value>1</Value>
    </TaxCatchAll>
    <ChangeDesc xmlns="5e22408e-66e0-48ba-9823-3523619ce705" xsi:nil="true"/>
    <UmbrellaDocVer xmlns="5e22408e-66e0-48ba-9823-3523619ce705" xsi:nil="true"/>
    <ReviewDeadline xmlns="5e22408e-66e0-48ba-9823-3523619ce705">2026-03-31T21:00:00+00:00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05d4ae7e-a49b-4bc2-9e77-4cffd96e4a09</TermId>
        </TermInfo>
      </Terms>
    </nb67edc5a9d848378adcf005f5ef4d70>
    <SearchKeywords xmlns="5e22408e-66e0-48ba-9823-3523619ce705">blankett</SearchKeywords>
    <jb331c21b1204eeabccdde33c0f5e699 xmlns="5e22408e-66e0-48ba-9823-3523619ce705">
      <Terms xmlns="http://schemas.microsoft.com/office/infopath/2007/PartnerControls"/>
    </jb331c21b1204eeabccdde33c0f5e699>
    <Responsible xmlns="5e22408e-66e0-48ba-9823-3523619ce705">
      <UserInfo>
        <DisplayName>Maarika Nüganen</DisplayName>
        <AccountId>473</AccountId>
        <AccountType/>
      </UserInfo>
    </Responsible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f96befaf-9780-4dd6-9674-2555a8f344a2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 xsi:nil="true"/>
    <ValidFrom xmlns="5e22408e-66e0-48ba-9823-3523619ce705">2025-03-31T21:00:00+00:00</ValidFrom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9e6bf5c0-2534-4613-91fc-9f1fef76fd08</TermId>
        </TermInfo>
      </Terms>
    </be19ea7f5e254f6581796f29cd06c0a0>
    <ResponsibleTitle xmlns="5e22408e-66e0-48ba-9823-3523619ce705">dokumendihalduse juht</ResponsibleTitle>
    <ResponsibleDept xmlns="5e22408e-66e0-48ba-9823-3523619ce705">haldusosakond</ResponsibleDept>
    <ResponsibleStatus xmlns="5e22408e-66e0-48ba-9823-3523619ce705">Tööl</ResponsibleStatus>
    <Number xmlns="5e22408e-66e0-48ba-9823-3523619ce705">3668</Number>
    <Version0 xmlns="5e22408e-66e0-48ba-9823-3523619ce705">1</Version0>
    <ResponsibleId xmlns="5e22408e-66e0-48ba-9823-3523619ce705">473</ResponsibleId>
    <ParentDocRef xmlns="5e22408e-66e0-48ba-9823-3523619ce705" xsi:nil="true"/>
    <ChildDocRefs xmlns="5e22408e-66e0-48ba-9823-3523619ce705" xsi:nil="true"/>
  </documentManagement>
</p:properties>
</file>

<file path=customXml/itemProps1.xml><?xml version="1.0" encoding="utf-8"?>
<ds:datastoreItem xmlns:ds="http://schemas.openxmlformats.org/officeDocument/2006/customXml" ds:itemID="{987F6084-BD53-46FC-93A8-853789669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F8C856-38DF-46C0-87BE-54A6B4336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99B95-390D-435F-8444-9DEC17EF1C18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TK blank</Template>
  <TotalTime>2</TotalTime>
  <Pages>1</Pages>
  <Words>99</Words>
  <Characters>580</Characters>
  <Application>Microsoft Office Word</Application>
  <DocSecurity>0</DocSecurity>
  <Lines>4</Lines>
  <Paragraphs>1</Paragraphs>
  <ScaleCrop>false</ScaleCrop>
  <Manager/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Keskkontor</dc:title>
  <dc:subject/>
  <dc:creator>Ira Songisepp</dc:creator>
  <cp:keywords/>
  <dc:description/>
  <cp:lastModifiedBy>Maarika Nüganen</cp:lastModifiedBy>
  <cp:revision>2</cp:revision>
  <cp:lastPrinted>2007-11-19T14:37:00Z</cp:lastPrinted>
  <dcterms:created xsi:type="dcterms:W3CDTF">2025-09-08T09:10:00Z</dcterms:created>
  <dcterms:modified xsi:type="dcterms:W3CDTF">2025-09-08T09:10:00Z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TargetAudience">
    <vt:lpwstr>3;#|05d4ae7e-a49b-4bc2-9e77-4cffd96e4a09</vt:lpwstr>
  </property>
  <property fmtid="{D5CDD505-2E9C-101B-9397-08002B2CF9AE}" pid="4" name="TempPromotedSubjects">
    <vt:lpwstr/>
  </property>
  <property fmtid="{D5CDD505-2E9C-101B-9397-08002B2CF9AE}" pid="5" name="Language">
    <vt:lpwstr>1;#|9e6bf5c0-2534-4613-91fc-9f1fef76fd08</vt:lpwstr>
  </property>
  <property fmtid="{D5CDD505-2E9C-101B-9397-08002B2CF9AE}" pid="6" name="Area">
    <vt:lpwstr>12;#|f96befaf-9780-4dd6-9674-2555a8f344a2</vt:lpwstr>
  </property>
  <property fmtid="{D5CDD505-2E9C-101B-9397-08002B2CF9AE}" pid="7" name="Service">
    <vt:lpwstr/>
  </property>
  <property fmtid="{D5CDD505-2E9C-101B-9397-08002B2CF9AE}" pid="8" name="InstructionType">
    <vt:lpwstr>6;#|bd96cc92-0160-481c-93cb-38b264692a06</vt:lpwstr>
  </property>
</Properties>
</file>