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CE57B" w14:textId="77777777" w:rsidR="00022AA1" w:rsidRDefault="00022AA1" w:rsidP="00022AA1">
      <w:pPr>
        <w:pStyle w:val="Jalus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Lisa 2</w:t>
      </w:r>
    </w:p>
    <w:p w14:paraId="707C7D6B" w14:textId="0EC489B4" w:rsidR="00022AA1" w:rsidRDefault="00022AA1" w:rsidP="00022AA1">
      <w:pPr>
        <w:pStyle w:val="Jalus"/>
        <w:ind w:left="4320" w:firstLine="720"/>
      </w:pPr>
      <w:r>
        <w:t xml:space="preserve">RMK ja </w:t>
      </w:r>
      <w:r w:rsidR="00392D30">
        <w:t xml:space="preserve">MTÜ </w:t>
      </w:r>
      <w:proofErr w:type="spellStart"/>
      <w:r w:rsidR="00392D30">
        <w:t>Kurese</w:t>
      </w:r>
      <w:proofErr w:type="spellEnd"/>
      <w:r w:rsidR="00972AFF">
        <w:t xml:space="preserve"> </w:t>
      </w:r>
      <w:r>
        <w:t xml:space="preserve">vahelise </w:t>
      </w:r>
    </w:p>
    <w:p w14:paraId="72E46016" w14:textId="5EC8CFEC" w:rsidR="002C5554" w:rsidRDefault="00135E61" w:rsidP="00022AA1">
      <w:pPr>
        <w:pStyle w:val="Jalus"/>
        <w:ind w:left="4320" w:firstLine="720"/>
      </w:pPr>
      <w:r>
        <w:t xml:space="preserve">maarendilepingu </w:t>
      </w:r>
      <w:r w:rsidR="00022AA1">
        <w:t>nr 3-6.9/</w:t>
      </w:r>
      <w:r w:rsidR="00690CFA">
        <w:t>20</w:t>
      </w:r>
      <w:r w:rsidR="00C737C4">
        <w:t>20</w:t>
      </w:r>
      <w:r w:rsidR="00690CFA">
        <w:t>/</w:t>
      </w:r>
      <w:r w:rsidR="00392D30">
        <w:t>54</w:t>
      </w:r>
      <w:r w:rsidR="00022AA1">
        <w:t xml:space="preserve"> juurde</w:t>
      </w:r>
    </w:p>
    <w:p w14:paraId="3E4733B0" w14:textId="77777777" w:rsidR="00B67321" w:rsidRDefault="00B67321" w:rsidP="002C5554">
      <w:pPr>
        <w:pStyle w:val="Jalus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B67321" w14:paraId="0497F2A0" w14:textId="77777777" w:rsidTr="002C5554">
        <w:trPr>
          <w:cantSplit/>
          <w:trHeight w:val="285"/>
        </w:trPr>
        <w:tc>
          <w:tcPr>
            <w:tcW w:w="5216" w:type="dxa"/>
            <w:vMerge w:val="restart"/>
          </w:tcPr>
          <w:p w14:paraId="4C96BEFA" w14:textId="77777777" w:rsidR="00B67321" w:rsidRDefault="00B67321" w:rsidP="00B67321">
            <w:pPr>
              <w:pStyle w:val="Pealkiri4"/>
              <w:framePr w:w="9526" w:h="1085" w:wrap="notBeside" w:x="1291" w:y="2011"/>
              <w:ind w:left="552"/>
            </w:pPr>
            <w:r>
              <w:t>AKT</w:t>
            </w:r>
          </w:p>
          <w:p w14:paraId="4E296711" w14:textId="77777777" w:rsidR="00B67321" w:rsidRDefault="00B67321" w:rsidP="00B67321">
            <w:pPr>
              <w:framePr w:w="9526" w:h="1085" w:wrap="notBeside" w:vAnchor="page" w:hAnchor="page" w:x="1291" w:y="2011"/>
              <w:rPr>
                <w:i/>
                <w:iCs/>
              </w:rPr>
            </w:pPr>
          </w:p>
        </w:tc>
        <w:tc>
          <w:tcPr>
            <w:tcW w:w="4309" w:type="dxa"/>
            <w:vMerge w:val="restart"/>
          </w:tcPr>
          <w:p w14:paraId="2563E6BF" w14:textId="77777777" w:rsidR="00B67321" w:rsidRDefault="00B67321" w:rsidP="00B67321">
            <w:pPr>
              <w:framePr w:w="9526" w:h="1085" w:wrap="notBeside" w:vAnchor="page" w:hAnchor="page" w:x="1291" w:y="2011"/>
            </w:pPr>
          </w:p>
        </w:tc>
      </w:tr>
      <w:tr w:rsidR="00B67321" w14:paraId="549E87F9" w14:textId="77777777" w:rsidTr="002C5554">
        <w:trPr>
          <w:cantSplit/>
          <w:trHeight w:val="740"/>
        </w:trPr>
        <w:tc>
          <w:tcPr>
            <w:tcW w:w="5216" w:type="dxa"/>
            <w:vMerge/>
          </w:tcPr>
          <w:p w14:paraId="5443914E" w14:textId="77777777" w:rsidR="00B67321" w:rsidRDefault="00B67321" w:rsidP="00B67321">
            <w:pPr>
              <w:framePr w:w="9526" w:h="1085" w:wrap="notBeside" w:vAnchor="page" w:hAnchor="page" w:x="1291" w:y="2011"/>
            </w:pPr>
          </w:p>
        </w:tc>
        <w:tc>
          <w:tcPr>
            <w:tcW w:w="4309" w:type="dxa"/>
            <w:vMerge/>
          </w:tcPr>
          <w:p w14:paraId="3F2A4B7B" w14:textId="77777777" w:rsidR="00B67321" w:rsidRDefault="00B67321" w:rsidP="00B67321">
            <w:pPr>
              <w:framePr w:w="9526" w:h="1085" w:wrap="notBeside" w:vAnchor="page" w:hAnchor="page" w:x="1291" w:y="2011"/>
            </w:pPr>
          </w:p>
        </w:tc>
      </w:tr>
    </w:tbl>
    <w:p w14:paraId="60D33093" w14:textId="77777777" w:rsidR="00B67321" w:rsidRDefault="00B67321" w:rsidP="00B67321">
      <w:pPr>
        <w:framePr w:w="9526" w:h="1085" w:wrap="notBeside" w:vAnchor="page" w:hAnchor="page" w:x="1291" w:y="2011"/>
        <w:rPr>
          <w:sz w:val="12"/>
        </w:rPr>
      </w:pPr>
    </w:p>
    <w:p w14:paraId="20FB5E6E" w14:textId="77777777" w:rsidR="00B67321" w:rsidRDefault="00B67321" w:rsidP="002C5554">
      <w:pPr>
        <w:pStyle w:val="Jalus"/>
      </w:pPr>
    </w:p>
    <w:p w14:paraId="6662726F" w14:textId="77777777" w:rsidR="002C5554" w:rsidRDefault="002C5554" w:rsidP="00BE44A1">
      <w:pPr>
        <w:tabs>
          <w:tab w:val="left" w:pos="2715"/>
        </w:tabs>
        <w:rPr>
          <w:sz w:val="26"/>
        </w:rPr>
      </w:pPr>
    </w:p>
    <w:p w14:paraId="751F657F" w14:textId="57B13DF1" w:rsidR="00E52344" w:rsidRDefault="00CD786E" w:rsidP="00E52344">
      <w:pPr>
        <w:pStyle w:val="Normaallaadveeb"/>
        <w:jc w:val="right"/>
        <w:rPr>
          <w:lang w:val="et-EE"/>
        </w:rPr>
      </w:pPr>
      <w:r>
        <w:rPr>
          <w:rFonts w:eastAsia="Calibri"/>
          <w:szCs w:val="22"/>
        </w:rPr>
        <w:t xml:space="preserve"> </w:t>
      </w:r>
      <w:commentRangeStart w:id="0"/>
      <w:r w:rsidR="00E52344">
        <w:rPr>
          <w:rFonts w:eastAsia="Calibri"/>
          <w:szCs w:val="22"/>
        </w:rPr>
        <w:t>(</w:t>
      </w:r>
      <w:proofErr w:type="spellStart"/>
      <w:proofErr w:type="gramStart"/>
      <w:r w:rsidR="00E52344">
        <w:rPr>
          <w:rFonts w:eastAsia="Calibri"/>
          <w:szCs w:val="22"/>
        </w:rPr>
        <w:t>hiliseima</w:t>
      </w:r>
      <w:proofErr w:type="spellEnd"/>
      <w:proofErr w:type="gramEnd"/>
      <w:r w:rsidR="00E52344">
        <w:rPr>
          <w:rFonts w:eastAsia="Calibri"/>
          <w:szCs w:val="22"/>
        </w:rPr>
        <w:t xml:space="preserve"> </w:t>
      </w:r>
      <w:proofErr w:type="spellStart"/>
      <w:r w:rsidR="00E52344">
        <w:rPr>
          <w:rFonts w:eastAsia="Calibri"/>
          <w:szCs w:val="22"/>
        </w:rPr>
        <w:t>digitaalallkirja</w:t>
      </w:r>
      <w:proofErr w:type="spellEnd"/>
      <w:r w:rsidR="00E52344">
        <w:rPr>
          <w:rFonts w:eastAsia="Calibri"/>
          <w:szCs w:val="22"/>
        </w:rPr>
        <w:t xml:space="preserve"> </w:t>
      </w:r>
      <w:proofErr w:type="spellStart"/>
      <w:r w:rsidR="00E52344">
        <w:rPr>
          <w:rFonts w:eastAsia="Calibri"/>
          <w:szCs w:val="22"/>
        </w:rPr>
        <w:t>kuupäev</w:t>
      </w:r>
      <w:proofErr w:type="spellEnd"/>
      <w:r w:rsidR="00E52344">
        <w:rPr>
          <w:rFonts w:eastAsia="Calibri"/>
          <w:szCs w:val="22"/>
        </w:rPr>
        <w:t>)</w:t>
      </w:r>
      <w:commentRangeEnd w:id="0"/>
      <w:r w:rsidR="00E52344">
        <w:rPr>
          <w:rStyle w:val="Kommentaariviide"/>
          <w:lang w:val="et-EE"/>
        </w:rPr>
        <w:commentReference w:id="0"/>
      </w:r>
    </w:p>
    <w:p w14:paraId="5085A542" w14:textId="77777777" w:rsidR="00E52344" w:rsidRDefault="00E52344" w:rsidP="00E52344">
      <w:pPr>
        <w:jc w:val="right"/>
        <w:rPr>
          <w:sz w:val="26"/>
        </w:rPr>
      </w:pPr>
    </w:p>
    <w:p w14:paraId="3221B303" w14:textId="77777777" w:rsidR="00E52344" w:rsidRDefault="00E52344" w:rsidP="002C5554">
      <w:pPr>
        <w:rPr>
          <w:sz w:val="26"/>
        </w:rPr>
      </w:pPr>
    </w:p>
    <w:p w14:paraId="51DD525B" w14:textId="77777777" w:rsidR="00A614BC" w:rsidRPr="001D6BC4" w:rsidRDefault="00A614BC" w:rsidP="002C5554">
      <w:pPr>
        <w:rPr>
          <w:b/>
          <w:szCs w:val="24"/>
        </w:rPr>
      </w:pPr>
      <w:r w:rsidRPr="001D6BC4">
        <w:rPr>
          <w:b/>
          <w:szCs w:val="24"/>
        </w:rPr>
        <w:t>Maatüki üleandmine-vastuvõtmine</w:t>
      </w:r>
    </w:p>
    <w:p w14:paraId="3C5D790A" w14:textId="77777777" w:rsidR="001D6BC4" w:rsidRDefault="001D6BC4" w:rsidP="002C5554">
      <w:pPr>
        <w:rPr>
          <w:sz w:val="26"/>
        </w:rPr>
      </w:pPr>
    </w:p>
    <w:p w14:paraId="68F93AFD" w14:textId="77777777" w:rsidR="002C5554" w:rsidRDefault="002C5554" w:rsidP="002C5554">
      <w:pPr>
        <w:sectPr w:rsidR="002C5554" w:rsidSect="002C5554">
          <w:headerReference w:type="default" r:id="rId9"/>
          <w:footerReference w:type="default" r:id="rId10"/>
          <w:headerReference w:type="first" r:id="rId11"/>
          <w:pgSz w:w="11906" w:h="16838" w:code="9"/>
          <w:pgMar w:top="851" w:right="680" w:bottom="737" w:left="1701" w:header="454" w:footer="567" w:gutter="0"/>
          <w:cols w:space="720"/>
          <w:formProt w:val="0"/>
          <w:titlePg/>
        </w:sectPr>
      </w:pPr>
    </w:p>
    <w:p w14:paraId="3C58EB41" w14:textId="77777777" w:rsidR="00E52344" w:rsidRDefault="00E52344" w:rsidP="00CD786E">
      <w:pPr>
        <w:pStyle w:val="Pealkiri11"/>
        <w:jc w:val="both"/>
        <w:rPr>
          <w:rFonts w:eastAsia="Calibri"/>
        </w:rPr>
      </w:pPr>
      <w:r w:rsidRPr="00A54188">
        <w:rPr>
          <w:bCs/>
        </w:rPr>
        <w:t>Riigimetsa Majandamise Keskus,</w:t>
      </w:r>
      <w:r>
        <w:rPr>
          <w:bCs/>
        </w:rPr>
        <w:t xml:space="preserve"> edaspidi </w:t>
      </w:r>
      <w:r w:rsidRPr="0025677E">
        <w:rPr>
          <w:b/>
          <w:bCs/>
        </w:rPr>
        <w:t>rendileandja</w:t>
      </w:r>
      <w:r>
        <w:rPr>
          <w:bCs/>
        </w:rPr>
        <w:t xml:space="preserve">, keda </w:t>
      </w:r>
      <w:r w:rsidRPr="00A82FAC">
        <w:rPr>
          <w:spacing w:val="0"/>
        </w:rPr>
        <w:t xml:space="preserve">esindab </w:t>
      </w:r>
      <w:r w:rsidR="00022AA1" w:rsidRPr="00022AA1">
        <w:rPr>
          <w:spacing w:val="0"/>
        </w:rPr>
        <w:t xml:space="preserve">juhatuse liikme 25.04.2018. a käskkirja nr 1-5/43 „Saima </w:t>
      </w:r>
      <w:proofErr w:type="spellStart"/>
      <w:r w:rsidR="00022AA1" w:rsidRPr="00022AA1">
        <w:rPr>
          <w:spacing w:val="0"/>
        </w:rPr>
        <w:t>Uusma´le</w:t>
      </w:r>
      <w:proofErr w:type="spellEnd"/>
      <w:r w:rsidR="00022AA1" w:rsidRPr="00022AA1">
        <w:rPr>
          <w:spacing w:val="0"/>
        </w:rPr>
        <w:t xml:space="preserve"> volituste andmine maarendilepingute sõlmimiseks“ alusel RMK looduskaitseosakonna maarendilepingute spetsialist Saima Uusma</w:t>
      </w:r>
      <w:r w:rsidR="00022AA1">
        <w:rPr>
          <w:spacing w:val="0"/>
        </w:rPr>
        <w:t>,</w:t>
      </w:r>
      <w:r w:rsidR="00022AA1" w:rsidRPr="00022AA1">
        <w:rPr>
          <w:rFonts w:eastAsia="Calibri"/>
          <w:spacing w:val="0"/>
        </w:rPr>
        <w:t xml:space="preserve"> </w:t>
      </w:r>
      <w:r>
        <w:rPr>
          <w:rFonts w:eastAsia="Calibri"/>
        </w:rPr>
        <w:t xml:space="preserve">andis üle, </w:t>
      </w:r>
    </w:p>
    <w:p w14:paraId="3A45F34E" w14:textId="77777777" w:rsidR="007E5EED" w:rsidRDefault="007E5EED" w:rsidP="00CD786E">
      <w:pPr>
        <w:ind w:firstLine="60"/>
        <w:jc w:val="both"/>
      </w:pPr>
    </w:p>
    <w:p w14:paraId="2893D73F" w14:textId="1CD00CCE" w:rsidR="00E52344" w:rsidRDefault="00E52344" w:rsidP="00CD786E">
      <w:pPr>
        <w:pStyle w:val="Pealkiri11"/>
        <w:numPr>
          <w:ilvl w:val="0"/>
          <w:numId w:val="0"/>
        </w:numPr>
        <w:ind w:left="432"/>
        <w:jc w:val="both"/>
      </w:pPr>
      <w:r w:rsidRPr="003358E1">
        <w:t xml:space="preserve">ja </w:t>
      </w:r>
      <w:r w:rsidR="00392D30">
        <w:rPr>
          <w:rFonts w:eastAsia="Calibri"/>
        </w:rPr>
        <w:t xml:space="preserve">MTÜ </w:t>
      </w:r>
      <w:proofErr w:type="spellStart"/>
      <w:r w:rsidR="00392D30">
        <w:rPr>
          <w:rFonts w:eastAsia="Calibri"/>
        </w:rPr>
        <w:t>Kurese</w:t>
      </w:r>
      <w:proofErr w:type="spellEnd"/>
      <w:r w:rsidR="00200FF3" w:rsidRPr="00200FF3">
        <w:rPr>
          <w:rFonts w:eastAsia="Calibri"/>
        </w:rPr>
        <w:t xml:space="preserve">, edaspidi </w:t>
      </w:r>
      <w:r w:rsidR="00200FF3" w:rsidRPr="00200FF3">
        <w:rPr>
          <w:rFonts w:eastAsia="Calibri"/>
          <w:b/>
        </w:rPr>
        <w:t>rentnik</w:t>
      </w:r>
      <w:r w:rsidR="00200FF3" w:rsidRPr="00200FF3">
        <w:rPr>
          <w:rFonts w:eastAsia="Calibri"/>
        </w:rPr>
        <w:t xml:space="preserve">, keda esindab põhikirja alusel juhatuse liige </w:t>
      </w:r>
      <w:r w:rsidR="00392D30">
        <w:rPr>
          <w:rFonts w:eastAsia="Calibri"/>
        </w:rPr>
        <w:t>Ats Rand</w:t>
      </w:r>
      <w:r w:rsidR="00CA3C55">
        <w:t>,</w:t>
      </w:r>
      <w:r w:rsidR="00CD786E" w:rsidRPr="00CD786E">
        <w:t xml:space="preserve"> </w:t>
      </w:r>
      <w:r>
        <w:t>võttis vastu</w:t>
      </w:r>
      <w:r w:rsidRPr="00A32C32">
        <w:t>,</w:t>
      </w:r>
    </w:p>
    <w:p w14:paraId="6DE0E275" w14:textId="675C8DA6" w:rsidR="00CD786E" w:rsidRDefault="00CD786E" w:rsidP="00CD786E">
      <w:pPr>
        <w:pStyle w:val="Pealkiri11"/>
        <w:numPr>
          <w:ilvl w:val="0"/>
          <w:numId w:val="0"/>
        </w:numPr>
        <w:ind w:left="432"/>
        <w:jc w:val="both"/>
      </w:pPr>
    </w:p>
    <w:p w14:paraId="64B30FEA" w14:textId="234C48FC" w:rsidR="00CD786E" w:rsidRPr="00972AFF" w:rsidRDefault="00971469" w:rsidP="00971469">
      <w:pPr>
        <w:pStyle w:val="Pealkiri11"/>
        <w:numPr>
          <w:ilvl w:val="1"/>
          <w:numId w:val="4"/>
        </w:numPr>
        <w:jc w:val="both"/>
      </w:pPr>
      <w:r w:rsidRPr="00971469">
        <w:rPr>
          <w:rFonts w:eastAsia="Calibri"/>
        </w:rPr>
        <w:t xml:space="preserve">Pärnu maakonnas Lääneranna vallas </w:t>
      </w:r>
      <w:proofErr w:type="spellStart"/>
      <w:r w:rsidRPr="00971469">
        <w:rPr>
          <w:rFonts w:eastAsia="Calibri"/>
        </w:rPr>
        <w:t>Vastaba</w:t>
      </w:r>
      <w:proofErr w:type="spellEnd"/>
      <w:r w:rsidRPr="00971469">
        <w:rPr>
          <w:rFonts w:eastAsia="Calibri"/>
        </w:rPr>
        <w:t xml:space="preserve">  külas asuva maaüksuse </w:t>
      </w:r>
      <w:proofErr w:type="spellStart"/>
      <w:r w:rsidRPr="00971469">
        <w:rPr>
          <w:rFonts w:eastAsia="Calibri"/>
        </w:rPr>
        <w:t>lähiaadressiga</w:t>
      </w:r>
      <w:proofErr w:type="spellEnd"/>
      <w:r w:rsidRPr="00971469">
        <w:rPr>
          <w:rFonts w:eastAsia="Calibri"/>
        </w:rPr>
        <w:t xml:space="preserve"> </w:t>
      </w:r>
      <w:proofErr w:type="spellStart"/>
      <w:r w:rsidRPr="00971469">
        <w:rPr>
          <w:rFonts w:eastAsia="Calibri"/>
        </w:rPr>
        <w:t>Kurese</w:t>
      </w:r>
      <w:proofErr w:type="spellEnd"/>
      <w:r w:rsidRPr="00971469">
        <w:rPr>
          <w:rFonts w:eastAsia="Calibri"/>
        </w:rPr>
        <w:t xml:space="preserve"> maastikukaitseala 1 (katastritunnus 33401:001:0256, riigi kinnisvararegistri objekti kood KV57542, pindala 180,86 ha, sihtotstarve kaitsealune maa 95%, maatulundusmaa 5%) 84,45 ha </w:t>
      </w:r>
      <w:r>
        <w:rPr>
          <w:rFonts w:eastAsia="Calibri"/>
        </w:rPr>
        <w:t>suuruse maatüki.</w:t>
      </w:r>
    </w:p>
    <w:p w14:paraId="4AB5528B" w14:textId="77777777" w:rsidR="007E5EED" w:rsidRDefault="007E5EED" w:rsidP="0014771B"/>
    <w:p w14:paraId="472F5453" w14:textId="5D00616C" w:rsidR="002C5554" w:rsidRDefault="002C5554" w:rsidP="0014771B">
      <w:pPr>
        <w:pStyle w:val="Pealkiri11"/>
      </w:pPr>
      <w:r w:rsidRPr="00F358D5">
        <w:t>Maatük</w:t>
      </w:r>
      <w:r w:rsidR="00971469">
        <w:t>i</w:t>
      </w:r>
      <w:r w:rsidRPr="00F358D5">
        <w:t xml:space="preserve"> </w:t>
      </w:r>
      <w:r w:rsidR="007E5EED">
        <w:t>seisund</w:t>
      </w:r>
      <w:r w:rsidR="00971469">
        <w:t xml:space="preserve"> ………………………………………………………………………………..</w:t>
      </w:r>
      <w:bookmarkStart w:id="1" w:name="_GoBack"/>
      <w:bookmarkEnd w:id="1"/>
      <w:r w:rsidR="007E5EED">
        <w:t xml:space="preserve"> </w:t>
      </w:r>
    </w:p>
    <w:p w14:paraId="7DC2D315" w14:textId="77777777" w:rsidR="000D7B7E" w:rsidRPr="00F358D5" w:rsidRDefault="000D7B7E" w:rsidP="002C5554"/>
    <w:p w14:paraId="3628D227" w14:textId="77777777" w:rsidR="0014771B" w:rsidRDefault="0014771B" w:rsidP="0014771B">
      <w:pPr>
        <w:sectPr w:rsidR="0014771B" w:rsidSect="0014771B"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851" w:right="680" w:bottom="737" w:left="1701" w:header="454" w:footer="567" w:gutter="0"/>
          <w:cols w:space="720"/>
          <w:formProt w:val="0"/>
          <w:titlePg/>
        </w:sectPr>
      </w:pPr>
    </w:p>
    <w:p w14:paraId="5712F004" w14:textId="77777777" w:rsidR="000A19CC" w:rsidRPr="00BE44A1" w:rsidRDefault="000A19CC" w:rsidP="000A19CC">
      <w:pPr>
        <w:jc w:val="both"/>
        <w:rPr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87"/>
        <w:gridCol w:w="3827"/>
      </w:tblGrid>
      <w:tr w:rsidR="0014771B" w14:paraId="1C619733" w14:textId="77777777" w:rsidTr="00823522">
        <w:trPr>
          <w:trHeight w:val="107"/>
        </w:trPr>
        <w:tc>
          <w:tcPr>
            <w:tcW w:w="5387" w:type="dxa"/>
            <w:shd w:val="clear" w:color="auto" w:fill="auto"/>
          </w:tcPr>
          <w:p w14:paraId="0C8EBF18" w14:textId="6D51F13F" w:rsidR="0014771B" w:rsidRDefault="00823522" w:rsidP="002C566F">
            <w:r>
              <w:rPr>
                <w:b/>
              </w:rPr>
              <w:t xml:space="preserve"> </w:t>
            </w:r>
            <w:r w:rsidR="003836C2">
              <w:rPr>
                <w:b/>
              </w:rPr>
              <w:t xml:space="preserve"> </w:t>
            </w:r>
            <w:r w:rsidR="0014771B" w:rsidRPr="002C566F">
              <w:rPr>
                <w:b/>
              </w:rPr>
              <w:t>Rendileandja</w:t>
            </w:r>
          </w:p>
        </w:tc>
        <w:tc>
          <w:tcPr>
            <w:tcW w:w="3827" w:type="dxa"/>
            <w:shd w:val="clear" w:color="auto" w:fill="auto"/>
          </w:tcPr>
          <w:p w14:paraId="5B45B5F0" w14:textId="77777777" w:rsidR="0014771B" w:rsidRDefault="0014771B" w:rsidP="002C566F">
            <w:r w:rsidRPr="002C566F">
              <w:rPr>
                <w:b/>
              </w:rPr>
              <w:t>Rentnik</w:t>
            </w:r>
          </w:p>
        </w:tc>
      </w:tr>
      <w:tr w:rsidR="0014771B" w14:paraId="31812BBB" w14:textId="77777777" w:rsidTr="00823522">
        <w:tc>
          <w:tcPr>
            <w:tcW w:w="5387" w:type="dxa"/>
            <w:shd w:val="clear" w:color="auto" w:fill="auto"/>
          </w:tcPr>
          <w:p w14:paraId="66F23F4A" w14:textId="77777777" w:rsidR="0014771B" w:rsidRDefault="0014771B" w:rsidP="002C566F"/>
        </w:tc>
        <w:tc>
          <w:tcPr>
            <w:tcW w:w="3827" w:type="dxa"/>
            <w:shd w:val="clear" w:color="auto" w:fill="auto"/>
          </w:tcPr>
          <w:p w14:paraId="7672E9D3" w14:textId="77777777" w:rsidR="0014771B" w:rsidRDefault="0014771B" w:rsidP="002C566F"/>
        </w:tc>
      </w:tr>
      <w:tr w:rsidR="0014771B" w14:paraId="44812F7A" w14:textId="77777777" w:rsidTr="00823522">
        <w:trPr>
          <w:trHeight w:val="143"/>
        </w:trPr>
        <w:tc>
          <w:tcPr>
            <w:tcW w:w="5387" w:type="dxa"/>
            <w:shd w:val="clear" w:color="auto" w:fill="auto"/>
          </w:tcPr>
          <w:p w14:paraId="437763F3" w14:textId="77777777" w:rsidR="0014771B" w:rsidRDefault="0014771B" w:rsidP="002C566F"/>
        </w:tc>
        <w:tc>
          <w:tcPr>
            <w:tcW w:w="3827" w:type="dxa"/>
            <w:shd w:val="clear" w:color="auto" w:fill="auto"/>
          </w:tcPr>
          <w:p w14:paraId="564231E6" w14:textId="77777777" w:rsidR="0014771B" w:rsidRDefault="0014771B" w:rsidP="002C566F"/>
        </w:tc>
      </w:tr>
      <w:tr w:rsidR="0014771B" w:rsidRPr="00995878" w14:paraId="45A829CE" w14:textId="77777777" w:rsidTr="00823522">
        <w:trPr>
          <w:trHeight w:val="70"/>
        </w:trPr>
        <w:tc>
          <w:tcPr>
            <w:tcW w:w="5387" w:type="dxa"/>
            <w:shd w:val="clear" w:color="auto" w:fill="auto"/>
          </w:tcPr>
          <w:tbl>
            <w:tblPr>
              <w:tblStyle w:val="Kontuurtabel"/>
              <w:tblW w:w="60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53"/>
              <w:gridCol w:w="2849"/>
            </w:tblGrid>
            <w:tr w:rsidR="00823522" w14:paraId="40E18710" w14:textId="77777777" w:rsidTr="00823522">
              <w:tc>
                <w:tcPr>
                  <w:tcW w:w="3153" w:type="dxa"/>
                </w:tcPr>
                <w:p w14:paraId="76B4B537" w14:textId="77777777" w:rsidR="00823522" w:rsidRDefault="00446433" w:rsidP="00823522">
                  <w:pPr>
                    <w:jc w:val="both"/>
                  </w:pPr>
                  <w:sdt>
                    <w:sdtPr>
                      <w:rPr>
                        <w:szCs w:val="18"/>
                      </w:rPr>
                      <w:id w:val="-608041650"/>
                      <w:placeholder>
                        <w:docPart w:val="BFEC9BFAFFA247888EDFCEDF3119AF71"/>
                      </w:placeholder>
                      <w:comboBox>
                        <w:listItem w:displayText=" " w:value=" "/>
                        <w:listItem w:displayText="(allkirjastatud digitaalselt)" w:value="(allkirjastatud digitaalselt)"/>
                      </w:comboBox>
                    </w:sdtPr>
                    <w:sdtEndPr/>
                    <w:sdtContent>
                      <w:r w:rsidR="00823522">
                        <w:rPr>
                          <w:szCs w:val="18"/>
                        </w:rPr>
                        <w:t>(allkirjastatud digitaalselt)</w:t>
                      </w:r>
                    </w:sdtContent>
                  </w:sdt>
                </w:p>
              </w:tc>
              <w:tc>
                <w:tcPr>
                  <w:tcW w:w="2849" w:type="dxa"/>
                </w:tcPr>
                <w:p w14:paraId="0D98FAFD" w14:textId="1D5C0A60" w:rsidR="00823522" w:rsidRDefault="00823522" w:rsidP="00823522">
                  <w:pPr>
                    <w:ind w:firstLine="2458"/>
                  </w:pPr>
                </w:p>
              </w:tc>
            </w:tr>
          </w:tbl>
          <w:p w14:paraId="2B073CE1" w14:textId="5D0B1795" w:rsidR="0014771B" w:rsidRPr="00995878" w:rsidRDefault="0014771B" w:rsidP="002C566F"/>
        </w:tc>
        <w:tc>
          <w:tcPr>
            <w:tcW w:w="3827" w:type="dxa"/>
            <w:shd w:val="clear" w:color="auto" w:fill="auto"/>
          </w:tcPr>
          <w:p w14:paraId="4FB74A3F" w14:textId="743E76B3" w:rsidR="0014771B" w:rsidRPr="00995878" w:rsidRDefault="00446433" w:rsidP="002C566F">
            <w:sdt>
              <w:sdtPr>
                <w:id w:val="-1545367883"/>
                <w:placeholder>
                  <w:docPart w:val="26B02549FA074D1C8051BB92FA45B046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823522">
                  <w:t>(allkirjastatud digitaalselt)</w:t>
                </w:r>
              </w:sdtContent>
            </w:sdt>
          </w:p>
        </w:tc>
      </w:tr>
      <w:tr w:rsidR="0014771B" w:rsidRPr="00995878" w14:paraId="2A153354" w14:textId="77777777" w:rsidTr="00823522">
        <w:tc>
          <w:tcPr>
            <w:tcW w:w="5387" w:type="dxa"/>
            <w:shd w:val="clear" w:color="auto" w:fill="auto"/>
          </w:tcPr>
          <w:p w14:paraId="5F589249" w14:textId="77777777" w:rsidR="0014771B" w:rsidRPr="00995878" w:rsidRDefault="0014771B" w:rsidP="002C566F"/>
        </w:tc>
        <w:tc>
          <w:tcPr>
            <w:tcW w:w="3827" w:type="dxa"/>
            <w:shd w:val="clear" w:color="auto" w:fill="auto"/>
          </w:tcPr>
          <w:p w14:paraId="63F0DB2D" w14:textId="77777777" w:rsidR="0014771B" w:rsidRPr="00995878" w:rsidRDefault="0014771B" w:rsidP="002C566F"/>
        </w:tc>
      </w:tr>
      <w:tr w:rsidR="0014771B" w:rsidRPr="00995878" w14:paraId="520F4063" w14:textId="77777777" w:rsidTr="00823522">
        <w:tc>
          <w:tcPr>
            <w:tcW w:w="5387" w:type="dxa"/>
            <w:shd w:val="clear" w:color="auto" w:fill="auto"/>
          </w:tcPr>
          <w:p w14:paraId="0A5ED92A" w14:textId="0921FA22" w:rsidR="0014771B" w:rsidRPr="00995878" w:rsidRDefault="00823522" w:rsidP="002C566F">
            <w:r>
              <w:t xml:space="preserve"> Saima Uusma</w:t>
            </w:r>
          </w:p>
        </w:tc>
        <w:tc>
          <w:tcPr>
            <w:tcW w:w="3827" w:type="dxa"/>
            <w:shd w:val="clear" w:color="auto" w:fill="auto"/>
          </w:tcPr>
          <w:p w14:paraId="73BDC3D9" w14:textId="637D8176" w:rsidR="0014771B" w:rsidRPr="00995878" w:rsidRDefault="00971469" w:rsidP="002C566F">
            <w:r>
              <w:t>Ats Rand</w:t>
            </w:r>
          </w:p>
        </w:tc>
      </w:tr>
      <w:tr w:rsidR="0014771B" w:rsidRPr="00995878" w14:paraId="535948BC" w14:textId="77777777" w:rsidTr="00823522">
        <w:tc>
          <w:tcPr>
            <w:tcW w:w="5387" w:type="dxa"/>
            <w:shd w:val="clear" w:color="auto" w:fill="auto"/>
          </w:tcPr>
          <w:p w14:paraId="2E25E6D0" w14:textId="7785AD69" w:rsidR="0014771B" w:rsidRPr="00995878" w:rsidRDefault="00823522" w:rsidP="002C566F">
            <w:r>
              <w:t xml:space="preserve"> Maarendilepingute spetsialist</w:t>
            </w:r>
          </w:p>
        </w:tc>
        <w:tc>
          <w:tcPr>
            <w:tcW w:w="3827" w:type="dxa"/>
            <w:shd w:val="clear" w:color="auto" w:fill="auto"/>
          </w:tcPr>
          <w:p w14:paraId="7F149306" w14:textId="45EAA988" w:rsidR="0014771B" w:rsidRPr="00995878" w:rsidRDefault="00CD786E" w:rsidP="002C566F">
            <w:r>
              <w:t>Juhatuse liige</w:t>
            </w:r>
          </w:p>
        </w:tc>
      </w:tr>
    </w:tbl>
    <w:p w14:paraId="2348425E" w14:textId="55142660" w:rsidR="00E92D30" w:rsidRDefault="00823522">
      <w:r>
        <w:t xml:space="preserve">  </w:t>
      </w:r>
    </w:p>
    <w:sectPr w:rsidR="00E92D30" w:rsidSect="00525462">
      <w:footerReference w:type="default" r:id="rId15"/>
      <w:headerReference w:type="first" r:id="rId16"/>
      <w:footerReference w:type="first" r:id="rId17"/>
      <w:type w:val="continuous"/>
      <w:pgSz w:w="11906" w:h="16838" w:code="9"/>
      <w:pgMar w:top="907" w:right="680" w:bottom="55" w:left="1701" w:header="454" w:footer="567" w:gutter="0"/>
      <w:cols w:space="720"/>
      <w:formProt w:val="0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nneliis Nurk" w:date="2018-03-19T14:35:00Z" w:initials="AN">
    <w:p w14:paraId="210648EF" w14:textId="77777777" w:rsidR="00E52344" w:rsidRDefault="00E52344" w:rsidP="00E52344">
      <w:pPr>
        <w:pStyle w:val="Kommentaaritekst"/>
      </w:pPr>
      <w:r>
        <w:rPr>
          <w:rStyle w:val="Kommentaariviide"/>
        </w:rPr>
        <w:annotationRef/>
      </w:r>
      <w:r>
        <w:t>Tee valik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10648E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4C3A3" w14:textId="77777777" w:rsidR="00446433" w:rsidRDefault="00446433">
      <w:r>
        <w:separator/>
      </w:r>
    </w:p>
  </w:endnote>
  <w:endnote w:type="continuationSeparator" w:id="0">
    <w:p w14:paraId="1CC8E479" w14:textId="77777777" w:rsidR="00446433" w:rsidRDefault="00446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C6A82" w14:textId="77777777" w:rsidR="00A614BC" w:rsidRDefault="00A614BC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BFDB8" w14:textId="77777777" w:rsidR="0014771B" w:rsidRDefault="0014771B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A29CA" w14:textId="77777777" w:rsidR="00A614BC" w:rsidRDefault="00A614BC">
    <w:pPr>
      <w:jc w:val="center"/>
      <w:rPr>
        <w:spacing w:val="0"/>
        <w:position w:val="0"/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A5BEC" w14:textId="77777777" w:rsidR="00A614BC" w:rsidRDefault="00A614BC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60174" w14:textId="77777777" w:rsidR="00446433" w:rsidRDefault="00446433">
      <w:r>
        <w:separator/>
      </w:r>
    </w:p>
  </w:footnote>
  <w:footnote w:type="continuationSeparator" w:id="0">
    <w:p w14:paraId="7701DAB2" w14:textId="77777777" w:rsidR="00446433" w:rsidRDefault="00446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75B4F" w14:textId="77777777" w:rsidR="00A614BC" w:rsidRDefault="00A614BC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14771B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F7AEA" w14:textId="77777777" w:rsidR="00A614BC" w:rsidRDefault="00A614BC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0736D" w14:textId="0516957A" w:rsidR="0014771B" w:rsidRDefault="0014771B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392D30">
      <w:rPr>
        <w:noProof/>
      </w:rPr>
      <w:t>2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1119B" w14:textId="77777777" w:rsidR="0014771B" w:rsidRDefault="0014771B">
    <w:pPr>
      <w:jc w:val="both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30A2BF" w14:textId="77777777" w:rsidR="00A614BC" w:rsidRDefault="00A614BC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D6125"/>
    <w:multiLevelType w:val="multilevel"/>
    <w:tmpl w:val="6EE47B7A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ascii="Times New Roman" w:hAnsi="Times New Roman" w:hint="default"/>
        <w:sz w:val="24"/>
      </w:rPr>
    </w:lvl>
    <w:lvl w:ilvl="1">
      <w:start w:val="1"/>
      <w:numFmt w:val="decimal"/>
      <w:pStyle w:val="Pealkiri21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EA3119C"/>
    <w:multiLevelType w:val="hybridMultilevel"/>
    <w:tmpl w:val="33440BA2"/>
    <w:lvl w:ilvl="0" w:tplc="042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1A55A8"/>
    <w:multiLevelType w:val="hybridMultilevel"/>
    <w:tmpl w:val="8E20F12A"/>
    <w:lvl w:ilvl="0" w:tplc="042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94DF1"/>
    <w:multiLevelType w:val="multilevel"/>
    <w:tmpl w:val="DDCA49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AA1"/>
    <w:rsid w:val="00010AB9"/>
    <w:rsid w:val="00017966"/>
    <w:rsid w:val="00020932"/>
    <w:rsid w:val="00022AA1"/>
    <w:rsid w:val="00024499"/>
    <w:rsid w:val="000246AA"/>
    <w:rsid w:val="000247C7"/>
    <w:rsid w:val="0003336A"/>
    <w:rsid w:val="000570C3"/>
    <w:rsid w:val="00077C5A"/>
    <w:rsid w:val="000A19CC"/>
    <w:rsid w:val="000B5A6A"/>
    <w:rsid w:val="000D7B7E"/>
    <w:rsid w:val="000F5DAC"/>
    <w:rsid w:val="00135E61"/>
    <w:rsid w:val="00142F65"/>
    <w:rsid w:val="0014771B"/>
    <w:rsid w:val="00163086"/>
    <w:rsid w:val="001C1AB2"/>
    <w:rsid w:val="001D1DBA"/>
    <w:rsid w:val="001D6BC4"/>
    <w:rsid w:val="00200FF3"/>
    <w:rsid w:val="00201967"/>
    <w:rsid w:val="00214331"/>
    <w:rsid w:val="00223515"/>
    <w:rsid w:val="00226B39"/>
    <w:rsid w:val="00237D24"/>
    <w:rsid w:val="002433EC"/>
    <w:rsid w:val="00246837"/>
    <w:rsid w:val="0025677E"/>
    <w:rsid w:val="00270378"/>
    <w:rsid w:val="00287E05"/>
    <w:rsid w:val="00291CC5"/>
    <w:rsid w:val="002A0E0A"/>
    <w:rsid w:val="002A3ED6"/>
    <w:rsid w:val="002C5554"/>
    <w:rsid w:val="002C566F"/>
    <w:rsid w:val="002D55E3"/>
    <w:rsid w:val="002F0260"/>
    <w:rsid w:val="0031082A"/>
    <w:rsid w:val="00320522"/>
    <w:rsid w:val="003453A7"/>
    <w:rsid w:val="003836C2"/>
    <w:rsid w:val="00392D30"/>
    <w:rsid w:val="003B532D"/>
    <w:rsid w:val="003B6FFF"/>
    <w:rsid w:val="003D50FD"/>
    <w:rsid w:val="003E033B"/>
    <w:rsid w:val="003E6700"/>
    <w:rsid w:val="003E7797"/>
    <w:rsid w:val="004148C6"/>
    <w:rsid w:val="00423C1E"/>
    <w:rsid w:val="00446433"/>
    <w:rsid w:val="00494521"/>
    <w:rsid w:val="004C7E58"/>
    <w:rsid w:val="004D2FAE"/>
    <w:rsid w:val="00511D0C"/>
    <w:rsid w:val="0051227B"/>
    <w:rsid w:val="00525462"/>
    <w:rsid w:val="005614E0"/>
    <w:rsid w:val="0056716A"/>
    <w:rsid w:val="00580923"/>
    <w:rsid w:val="005836C6"/>
    <w:rsid w:val="005B5C5B"/>
    <w:rsid w:val="005C42FA"/>
    <w:rsid w:val="006012C9"/>
    <w:rsid w:val="0062051D"/>
    <w:rsid w:val="00690CFA"/>
    <w:rsid w:val="006B56EC"/>
    <w:rsid w:val="00701B2A"/>
    <w:rsid w:val="0072338C"/>
    <w:rsid w:val="0077344A"/>
    <w:rsid w:val="0078329A"/>
    <w:rsid w:val="00786424"/>
    <w:rsid w:val="007B24F9"/>
    <w:rsid w:val="007D14F4"/>
    <w:rsid w:val="007E5EED"/>
    <w:rsid w:val="007F659C"/>
    <w:rsid w:val="00811E46"/>
    <w:rsid w:val="00813F0F"/>
    <w:rsid w:val="00823522"/>
    <w:rsid w:val="008235B7"/>
    <w:rsid w:val="00841BB9"/>
    <w:rsid w:val="00880A7F"/>
    <w:rsid w:val="008E7112"/>
    <w:rsid w:val="00921BC3"/>
    <w:rsid w:val="009337DC"/>
    <w:rsid w:val="00971469"/>
    <w:rsid w:val="00972AFF"/>
    <w:rsid w:val="009840B5"/>
    <w:rsid w:val="009A36FC"/>
    <w:rsid w:val="009D0308"/>
    <w:rsid w:val="009E21D4"/>
    <w:rsid w:val="00A034F4"/>
    <w:rsid w:val="00A25B2B"/>
    <w:rsid w:val="00A36F2E"/>
    <w:rsid w:val="00A44272"/>
    <w:rsid w:val="00A457D0"/>
    <w:rsid w:val="00A462BC"/>
    <w:rsid w:val="00A614BC"/>
    <w:rsid w:val="00A63024"/>
    <w:rsid w:val="00A65E2F"/>
    <w:rsid w:val="00A86C1E"/>
    <w:rsid w:val="00A948A2"/>
    <w:rsid w:val="00AB301A"/>
    <w:rsid w:val="00AE1303"/>
    <w:rsid w:val="00AF7350"/>
    <w:rsid w:val="00B0233B"/>
    <w:rsid w:val="00B140A6"/>
    <w:rsid w:val="00B33863"/>
    <w:rsid w:val="00B3718B"/>
    <w:rsid w:val="00B53ABB"/>
    <w:rsid w:val="00B64E45"/>
    <w:rsid w:val="00B67321"/>
    <w:rsid w:val="00BA23A9"/>
    <w:rsid w:val="00BC3A63"/>
    <w:rsid w:val="00BC6E98"/>
    <w:rsid w:val="00BD5FFF"/>
    <w:rsid w:val="00BE0767"/>
    <w:rsid w:val="00BE44A1"/>
    <w:rsid w:val="00C62F00"/>
    <w:rsid w:val="00C737C4"/>
    <w:rsid w:val="00C8718B"/>
    <w:rsid w:val="00CA3C55"/>
    <w:rsid w:val="00CD786E"/>
    <w:rsid w:val="00D13AF5"/>
    <w:rsid w:val="00D1708A"/>
    <w:rsid w:val="00D174BC"/>
    <w:rsid w:val="00D17D4D"/>
    <w:rsid w:val="00D20AA3"/>
    <w:rsid w:val="00D20D63"/>
    <w:rsid w:val="00D21A4C"/>
    <w:rsid w:val="00D31460"/>
    <w:rsid w:val="00D320FF"/>
    <w:rsid w:val="00D6265C"/>
    <w:rsid w:val="00D62EC6"/>
    <w:rsid w:val="00D71272"/>
    <w:rsid w:val="00D77151"/>
    <w:rsid w:val="00DC119C"/>
    <w:rsid w:val="00DC7B36"/>
    <w:rsid w:val="00DF4894"/>
    <w:rsid w:val="00E151A0"/>
    <w:rsid w:val="00E373C7"/>
    <w:rsid w:val="00E52344"/>
    <w:rsid w:val="00E92D30"/>
    <w:rsid w:val="00EA764F"/>
    <w:rsid w:val="00ED6F76"/>
    <w:rsid w:val="00F00B93"/>
    <w:rsid w:val="00F312EA"/>
    <w:rsid w:val="00F32E81"/>
    <w:rsid w:val="00F358D5"/>
    <w:rsid w:val="00F621D7"/>
    <w:rsid w:val="00F731E7"/>
    <w:rsid w:val="00F84E16"/>
    <w:rsid w:val="00F869DE"/>
    <w:rsid w:val="00F908C8"/>
    <w:rsid w:val="00F9219D"/>
    <w:rsid w:val="00FA6C72"/>
    <w:rsid w:val="00FB401B"/>
    <w:rsid w:val="00FE2917"/>
    <w:rsid w:val="00FF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2ED269"/>
  <w15:docId w15:val="{20B95F7E-C9F8-4C67-9A07-2BCED8D57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C5554"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2C5554"/>
    <w:pPr>
      <w:keepNext/>
      <w:outlineLvl w:val="0"/>
    </w:pPr>
    <w:rPr>
      <w:b/>
      <w:kern w:val="28"/>
    </w:rPr>
  </w:style>
  <w:style w:type="paragraph" w:styleId="Pealkiri3">
    <w:name w:val="heading 3"/>
    <w:basedOn w:val="Normaallaad"/>
    <w:next w:val="Normaallaad"/>
    <w:qFormat/>
    <w:rsid w:val="000A19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Pealkiri4">
    <w:name w:val="heading 4"/>
    <w:basedOn w:val="Normaallaad"/>
    <w:next w:val="Normaallaad"/>
    <w:qFormat/>
    <w:rsid w:val="002C5554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2C5554"/>
    <w:pPr>
      <w:jc w:val="center"/>
    </w:pPr>
    <w:rPr>
      <w:spacing w:val="0"/>
      <w:position w:val="0"/>
      <w:sz w:val="20"/>
    </w:rPr>
  </w:style>
  <w:style w:type="paragraph" w:styleId="Jalus">
    <w:name w:val="footer"/>
    <w:basedOn w:val="Normaallaad"/>
    <w:rsid w:val="002C5554"/>
    <w:rPr>
      <w:spacing w:val="0"/>
      <w:position w:val="0"/>
      <w:sz w:val="20"/>
    </w:rPr>
  </w:style>
  <w:style w:type="paragraph" w:styleId="Jutumullitekst">
    <w:name w:val="Balloon Text"/>
    <w:basedOn w:val="Normaallaad"/>
    <w:link w:val="JutumullitekstMrk"/>
    <w:rsid w:val="007E5EE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7E5EED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Normaallaadveeb">
    <w:name w:val="Normal (Web)"/>
    <w:basedOn w:val="Normaallaad"/>
    <w:rsid w:val="00E52344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character" w:styleId="Kommentaariviide">
    <w:name w:val="annotation reference"/>
    <w:uiPriority w:val="99"/>
    <w:rsid w:val="00E5234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E52344"/>
    <w:rPr>
      <w:spacing w:val="0"/>
      <w:position w:val="0"/>
      <w:sz w:val="20"/>
    </w:rPr>
  </w:style>
  <w:style w:type="character" w:customStyle="1" w:styleId="KommentaaritekstMrk">
    <w:name w:val="Kommentaari tekst Märk"/>
    <w:link w:val="Kommentaaritekst"/>
    <w:uiPriority w:val="99"/>
    <w:rsid w:val="00E52344"/>
    <w:rPr>
      <w:lang w:eastAsia="en-US"/>
    </w:rPr>
  </w:style>
  <w:style w:type="character" w:customStyle="1" w:styleId="Pealkiri1Mrk">
    <w:name w:val="Pealkiri 1 Märk"/>
    <w:link w:val="Pealkiri1"/>
    <w:rsid w:val="00E52344"/>
    <w:rPr>
      <w:b/>
      <w:spacing w:val="2"/>
      <w:kern w:val="28"/>
      <w:position w:val="6"/>
      <w:sz w:val="24"/>
      <w:lang w:eastAsia="en-US"/>
    </w:rPr>
  </w:style>
  <w:style w:type="table" w:styleId="Kontuurtabel">
    <w:name w:val="Table Grid"/>
    <w:basedOn w:val="Normaaltabel"/>
    <w:uiPriority w:val="59"/>
    <w:rsid w:val="00BE4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alkiri11">
    <w:name w:val="Pealkiri 11"/>
    <w:basedOn w:val="Normaallaad"/>
    <w:rsid w:val="0014771B"/>
    <w:pPr>
      <w:numPr>
        <w:numId w:val="3"/>
      </w:numPr>
    </w:pPr>
  </w:style>
  <w:style w:type="paragraph" w:customStyle="1" w:styleId="Pealkiri21">
    <w:name w:val="Pealkiri 21"/>
    <w:basedOn w:val="Normaallaad"/>
    <w:rsid w:val="0014771B"/>
    <w:pPr>
      <w:numPr>
        <w:ilvl w:val="1"/>
        <w:numId w:val="3"/>
      </w:numPr>
    </w:pPr>
  </w:style>
  <w:style w:type="paragraph" w:customStyle="1" w:styleId="Pealkiri31">
    <w:name w:val="Pealkiri 31"/>
    <w:basedOn w:val="Normaallaad"/>
    <w:rsid w:val="0014771B"/>
    <w:pPr>
      <w:numPr>
        <w:ilvl w:val="2"/>
        <w:numId w:val="3"/>
      </w:numPr>
    </w:pPr>
  </w:style>
  <w:style w:type="paragraph" w:customStyle="1" w:styleId="Pealkiri41">
    <w:name w:val="Pealkiri 41"/>
    <w:basedOn w:val="Normaallaad"/>
    <w:rsid w:val="0014771B"/>
    <w:pPr>
      <w:numPr>
        <w:ilvl w:val="3"/>
        <w:numId w:val="3"/>
      </w:numPr>
    </w:pPr>
  </w:style>
  <w:style w:type="paragraph" w:customStyle="1" w:styleId="Pealkiri51">
    <w:name w:val="Pealkiri 51"/>
    <w:basedOn w:val="Normaallaad"/>
    <w:rsid w:val="0014771B"/>
    <w:pPr>
      <w:numPr>
        <w:ilvl w:val="4"/>
        <w:numId w:val="3"/>
      </w:numPr>
    </w:pPr>
  </w:style>
  <w:style w:type="paragraph" w:customStyle="1" w:styleId="Pealkiri61">
    <w:name w:val="Pealkiri 61"/>
    <w:basedOn w:val="Normaallaad"/>
    <w:rsid w:val="0014771B"/>
    <w:pPr>
      <w:numPr>
        <w:ilvl w:val="5"/>
        <w:numId w:val="3"/>
      </w:numPr>
    </w:pPr>
  </w:style>
  <w:style w:type="paragraph" w:customStyle="1" w:styleId="Pealkiri71">
    <w:name w:val="Pealkiri 71"/>
    <w:basedOn w:val="Normaallaad"/>
    <w:rsid w:val="0014771B"/>
    <w:pPr>
      <w:numPr>
        <w:ilvl w:val="6"/>
        <w:numId w:val="3"/>
      </w:numPr>
    </w:pPr>
  </w:style>
  <w:style w:type="paragraph" w:customStyle="1" w:styleId="Pealkiri81">
    <w:name w:val="Pealkiri 81"/>
    <w:basedOn w:val="Normaallaad"/>
    <w:rsid w:val="0014771B"/>
    <w:pPr>
      <w:numPr>
        <w:ilvl w:val="7"/>
        <w:numId w:val="3"/>
      </w:numPr>
    </w:pPr>
  </w:style>
  <w:style w:type="paragraph" w:customStyle="1" w:styleId="Pealkiri91">
    <w:name w:val="Pealkiri 91"/>
    <w:basedOn w:val="Normaallaad"/>
    <w:rsid w:val="0014771B"/>
    <w:pPr>
      <w:numPr>
        <w:ilvl w:val="8"/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4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imau\AppData\Local\Microsoft\Windows\INetCache\IE\ZY580FV9\akt%20maat&#252;ki%20&#252;leandmine-vastuv&#245;tmin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FEC9BFAFFA247888EDFCEDF3119AF7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7EA9B13-51DB-4699-97B6-35C57B9E4ECC}"/>
      </w:docPartPr>
      <w:docPartBody>
        <w:p w:rsidR="008868DF" w:rsidRDefault="006271A6" w:rsidP="006271A6">
          <w:pPr>
            <w:pStyle w:val="BFEC9BFAFFA247888EDFCEDF3119AF71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26B02549FA074D1C8051BB92FA45B04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B85BA1-4425-4F56-B615-9A525917BC7A}"/>
      </w:docPartPr>
      <w:docPartBody>
        <w:p w:rsidR="008868DF" w:rsidRDefault="006271A6" w:rsidP="006271A6">
          <w:pPr>
            <w:pStyle w:val="26B02549FA074D1C8051BB92FA45B046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1A6"/>
    <w:rsid w:val="001652C7"/>
    <w:rsid w:val="003232F9"/>
    <w:rsid w:val="004A4355"/>
    <w:rsid w:val="005E14BD"/>
    <w:rsid w:val="006271A6"/>
    <w:rsid w:val="00673511"/>
    <w:rsid w:val="00692073"/>
    <w:rsid w:val="007842D5"/>
    <w:rsid w:val="007E77C5"/>
    <w:rsid w:val="008868DF"/>
    <w:rsid w:val="00BC2513"/>
    <w:rsid w:val="00BF68DE"/>
    <w:rsid w:val="00FF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6271A6"/>
    <w:rPr>
      <w:color w:val="808080"/>
    </w:rPr>
  </w:style>
  <w:style w:type="paragraph" w:customStyle="1" w:styleId="BFEC9BFAFFA247888EDFCEDF3119AF71">
    <w:name w:val="BFEC9BFAFFA247888EDFCEDF3119AF71"/>
    <w:rsid w:val="006271A6"/>
  </w:style>
  <w:style w:type="paragraph" w:customStyle="1" w:styleId="861CE11211654711A5A3F4909E6DCEE9">
    <w:name w:val="861CE11211654711A5A3F4909E6DCEE9"/>
    <w:rsid w:val="006271A6"/>
  </w:style>
  <w:style w:type="paragraph" w:customStyle="1" w:styleId="26B02549FA074D1C8051BB92FA45B046">
    <w:name w:val="26B02549FA074D1C8051BB92FA45B046"/>
    <w:rsid w:val="006271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akt maatüki üleandmine-vastuvõtmine</Template>
  <TotalTime>3</TotalTime>
  <Pages>1</Pages>
  <Words>155</Words>
  <Characters>901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3</vt:lpstr>
      <vt:lpstr>Lisa 3</vt:lpstr>
      <vt:lpstr>Lisa 3</vt:lpstr>
    </vt:vector>
  </TitlesOfParts>
  <Company>RMK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3</dc:title>
  <dc:creator>Saima Uusma</dc:creator>
  <cp:lastModifiedBy>Saima Uusma</cp:lastModifiedBy>
  <cp:revision>3</cp:revision>
  <cp:lastPrinted>2016-07-06T10:35:00Z</cp:lastPrinted>
  <dcterms:created xsi:type="dcterms:W3CDTF">2020-09-01T08:16:00Z</dcterms:created>
  <dcterms:modified xsi:type="dcterms:W3CDTF">2020-09-01T08:18:00Z</dcterms:modified>
</cp:coreProperties>
</file>