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151362" w:rsidP="005A5CD0">
            <w:r>
              <w:t>27.06.2024  nr 6.4-1/</w:t>
            </w:r>
            <w:r w:rsidR="002A7A9E">
              <w:t>1044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</w:t>
      </w:r>
      <w:r w:rsidR="00602131">
        <w:rPr>
          <w:color w:val="000000"/>
        </w:rPr>
        <w:t>õlminud hankelepingu (nr 3-3/130 30.05.2024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602131">
        <w:rPr>
          <w:color w:val="000000"/>
        </w:rPr>
        <w:t xml:space="preserve">al </w:t>
      </w:r>
      <w:proofErr w:type="spellStart"/>
      <w:r w:rsidR="00602131">
        <w:rPr>
          <w:color w:val="000000"/>
        </w:rPr>
        <w:t>ühiseesvoolul</w:t>
      </w:r>
      <w:proofErr w:type="spellEnd"/>
      <w:r w:rsidR="00602131">
        <w:rPr>
          <w:color w:val="000000"/>
        </w:rPr>
        <w:t xml:space="preserve"> Sääsekõrva 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602131">
        <w:rPr>
          <w:color w:val="000000"/>
        </w:rPr>
        <w:t xml:space="preserve"> 1,50 – 8,05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 w:rsidR="007618B4">
        <w:rPr>
          <w:color w:val="000000"/>
        </w:rPr>
        <w:t>teie kinnisasjal oja säng puhastatakse settest</w:t>
      </w:r>
      <w:r w:rsidR="0087761F">
        <w:rPr>
          <w:color w:val="000000"/>
        </w:rPr>
        <w:t>.</w:t>
      </w:r>
      <w:r w:rsidR="005A5CD0">
        <w:rPr>
          <w:color w:val="000000"/>
        </w:rPr>
        <w:t xml:space="preserve"> </w:t>
      </w:r>
      <w:r w:rsidR="00602131">
        <w:rPr>
          <w:color w:val="000000"/>
        </w:rPr>
        <w:t>Tööde planeeritav algusaeg on 12.07.2024</w:t>
      </w:r>
      <w:r w:rsidRPr="00677F22">
        <w:rPr>
          <w:color w:val="000000"/>
        </w:rPr>
        <w:t>. Tööde planeerit</w:t>
      </w:r>
      <w:r w:rsidR="00602131">
        <w:rPr>
          <w:color w:val="000000"/>
        </w:rPr>
        <w:t>av lõpptähtaeg on  25.09.2024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87761F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602131" w:rsidRDefault="00602131" w:rsidP="007F2A0D">
      <w:pPr>
        <w:pStyle w:val="Snum"/>
      </w:pPr>
    </w:p>
    <w:p w:rsidR="00602131" w:rsidRDefault="007F2A0D" w:rsidP="007F2A0D">
      <w:pPr>
        <w:pStyle w:val="Snum"/>
      </w:pPr>
      <w:r>
        <w:t xml:space="preserve">Põllumajandus- ja Toiduameti </w:t>
      </w:r>
    </w:p>
    <w:p w:rsidR="007F2A0D" w:rsidRDefault="00602131" w:rsidP="007F2A0D">
      <w:pPr>
        <w:pStyle w:val="Snum"/>
      </w:pPr>
      <w:r>
        <w:t xml:space="preserve">Lõuna regiooni </w:t>
      </w:r>
      <w:r w:rsidR="007F2A0D">
        <w:t>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602131" w:rsidP="00BE129F">
      <w:pPr>
        <w:pStyle w:val="Snum"/>
        <w:numPr>
          <w:ilvl w:val="0"/>
          <w:numId w:val="1"/>
        </w:numPr>
      </w:pPr>
      <w:r>
        <w:t>Sääsekõrva 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151362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2A7A9E">
      <w:fldChar w:fldCharType="begin"/>
    </w:r>
    <w:r w:rsidR="002A7A9E">
      <w:instrText xml:space="preserve"> NUMPAGES </w:instrText>
    </w:r>
    <w:r w:rsidR="002A7A9E">
      <w:fldChar w:fldCharType="separate"/>
    </w:r>
    <w:r w:rsidR="00151362">
      <w:rPr>
        <w:noProof/>
      </w:rPr>
      <w:t>2</w:t>
    </w:r>
    <w:r w:rsidR="002A7A9E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51362"/>
    <w:rsid w:val="001523BD"/>
    <w:rsid w:val="00161A39"/>
    <w:rsid w:val="00190C2D"/>
    <w:rsid w:val="001A7D04"/>
    <w:rsid w:val="001B6769"/>
    <w:rsid w:val="001D4CFB"/>
    <w:rsid w:val="002008A2"/>
    <w:rsid w:val="00230ABC"/>
    <w:rsid w:val="0027644B"/>
    <w:rsid w:val="002835BB"/>
    <w:rsid w:val="00293449"/>
    <w:rsid w:val="002A7A9E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714E8"/>
    <w:rsid w:val="00486442"/>
    <w:rsid w:val="004C1391"/>
    <w:rsid w:val="004E2540"/>
    <w:rsid w:val="00530F52"/>
    <w:rsid w:val="00546204"/>
    <w:rsid w:val="00551E24"/>
    <w:rsid w:val="00557534"/>
    <w:rsid w:val="00560A92"/>
    <w:rsid w:val="00564569"/>
    <w:rsid w:val="005A5CD0"/>
    <w:rsid w:val="005B1CF8"/>
    <w:rsid w:val="005B5CE1"/>
    <w:rsid w:val="005E3AED"/>
    <w:rsid w:val="005E45BB"/>
    <w:rsid w:val="00602131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618B4"/>
    <w:rsid w:val="007A1DE8"/>
    <w:rsid w:val="007B2FCC"/>
    <w:rsid w:val="007D54FC"/>
    <w:rsid w:val="007F2A0D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54E13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07133"/>
    <w:rsid w:val="00F14614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,"/>
  <w14:docId w14:val="4B304715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5B9BBF-449D-46F6-BF9D-90D84BEAE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113</TotalTime>
  <Pages>1</Pages>
  <Words>164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19</cp:revision>
  <cp:lastPrinted>2014-04-03T10:06:00Z</cp:lastPrinted>
  <dcterms:created xsi:type="dcterms:W3CDTF">2023-07-26T05:30:00Z</dcterms:created>
  <dcterms:modified xsi:type="dcterms:W3CDTF">2024-06-27T09:45:00Z</dcterms:modified>
</cp:coreProperties>
</file>