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86" w:rsidRPr="00016267" w:rsidRDefault="00AF2B86" w:rsidP="007C3361">
      <w:pPr>
        <w:pStyle w:val="Pealkiri"/>
        <w:jc w:val="both"/>
        <w:rPr>
          <w:rFonts w:ascii="Times New Roman" w:hAnsi="Times New Roman" w:cs="Times New Roman"/>
          <w:sz w:val="24"/>
          <w:szCs w:val="24"/>
        </w:rPr>
      </w:pPr>
    </w:p>
    <w:p w:rsidR="00AF2B86" w:rsidRPr="00016267" w:rsidRDefault="00AF2B86" w:rsidP="007C3361">
      <w:pPr>
        <w:pStyle w:val="Pealkiri"/>
        <w:jc w:val="both"/>
        <w:rPr>
          <w:rFonts w:ascii="Times New Roman" w:hAnsi="Times New Roman" w:cs="Times New Roman"/>
          <w:sz w:val="24"/>
          <w:szCs w:val="24"/>
        </w:rPr>
      </w:pPr>
    </w:p>
    <w:p w:rsidR="00D82D84" w:rsidRPr="00016267" w:rsidRDefault="00D82D84" w:rsidP="007C3361">
      <w:pPr>
        <w:pStyle w:val="Pealkiri"/>
        <w:jc w:val="both"/>
        <w:rPr>
          <w:rFonts w:ascii="Times New Roman" w:hAnsi="Times New Roman" w:cs="Times New Roman"/>
          <w:sz w:val="24"/>
          <w:szCs w:val="24"/>
        </w:rPr>
      </w:pPr>
    </w:p>
    <w:p w:rsidR="00996AA6" w:rsidRPr="00016267" w:rsidRDefault="00A14601" w:rsidP="007C3361">
      <w:pPr>
        <w:pStyle w:val="Pealkiri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62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56078" w:rsidRPr="00016267" w:rsidRDefault="00B56078" w:rsidP="007C3361">
      <w:pPr>
        <w:pStyle w:val="Pealkiri"/>
        <w:jc w:val="both"/>
        <w:rPr>
          <w:rFonts w:ascii="Times New Roman" w:hAnsi="Times New Roman" w:cs="Times New Roman"/>
          <w:sz w:val="24"/>
          <w:szCs w:val="24"/>
        </w:rPr>
      </w:pPr>
    </w:p>
    <w:p w:rsidR="0010004A" w:rsidRPr="0010004A" w:rsidRDefault="00925701" w:rsidP="0010004A">
      <w:pPr>
        <w:suppressAutoHyphens/>
        <w:jc w:val="both"/>
        <w:rPr>
          <w:sz w:val="24"/>
          <w:szCs w:val="24"/>
          <w:lang w:eastAsia="et-EE"/>
        </w:rPr>
      </w:pPr>
      <w:r w:rsidRPr="0010004A">
        <w:rPr>
          <w:sz w:val="24"/>
          <w:szCs w:val="24"/>
          <w:lang w:eastAsia="et-EE"/>
        </w:rPr>
        <w:t xml:space="preserve">  </w:t>
      </w:r>
      <w:r w:rsidR="00765158" w:rsidRPr="0010004A">
        <w:rPr>
          <w:sz w:val="24"/>
          <w:szCs w:val="24"/>
          <w:lang w:eastAsia="et-EE"/>
        </w:rPr>
        <w:tab/>
      </w:r>
      <w:r w:rsidR="00765158" w:rsidRPr="0010004A">
        <w:rPr>
          <w:sz w:val="24"/>
          <w:szCs w:val="24"/>
          <w:lang w:eastAsia="et-EE"/>
        </w:rPr>
        <w:tab/>
      </w:r>
      <w:r w:rsidR="00765158" w:rsidRPr="0010004A">
        <w:rPr>
          <w:sz w:val="24"/>
          <w:szCs w:val="24"/>
          <w:lang w:eastAsia="et-EE"/>
        </w:rPr>
        <w:tab/>
      </w:r>
      <w:r w:rsidR="00765158" w:rsidRPr="0010004A">
        <w:rPr>
          <w:sz w:val="24"/>
          <w:szCs w:val="24"/>
          <w:lang w:eastAsia="et-EE"/>
        </w:rPr>
        <w:tab/>
      </w:r>
      <w:r w:rsidR="00765158" w:rsidRPr="0010004A">
        <w:rPr>
          <w:sz w:val="24"/>
          <w:szCs w:val="24"/>
          <w:lang w:eastAsia="et-EE"/>
        </w:rPr>
        <w:tab/>
      </w:r>
      <w:r w:rsidR="00765158" w:rsidRPr="0010004A">
        <w:rPr>
          <w:sz w:val="24"/>
          <w:szCs w:val="24"/>
          <w:lang w:eastAsia="et-EE"/>
        </w:rPr>
        <w:tab/>
      </w:r>
      <w:r w:rsidR="00765158" w:rsidRPr="0010004A">
        <w:rPr>
          <w:sz w:val="24"/>
          <w:szCs w:val="24"/>
          <w:lang w:eastAsia="et-EE"/>
        </w:rPr>
        <w:tab/>
      </w:r>
    </w:p>
    <w:p w:rsidR="009F5FAF" w:rsidRPr="00CF37A1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CF37A1">
        <w:rPr>
          <w:b/>
          <w:bCs/>
          <w:color w:val="000000"/>
          <w:sz w:val="24"/>
          <w:szCs w:val="24"/>
          <w:shd w:val="clear" w:color="auto" w:fill="FFFFFF"/>
        </w:rPr>
        <w:t xml:space="preserve">Rina </w:t>
      </w:r>
      <w:proofErr w:type="spellStart"/>
      <w:r w:rsidRPr="00CF37A1">
        <w:rPr>
          <w:b/>
          <w:bCs/>
          <w:color w:val="000000"/>
          <w:sz w:val="24"/>
          <w:szCs w:val="24"/>
          <w:shd w:val="clear" w:color="auto" w:fill="FFFFFF"/>
        </w:rPr>
        <w:t>Sillandi</w:t>
      </w:r>
      <w:proofErr w:type="spellEnd"/>
      <w:r w:rsidRPr="00CF37A1">
        <w:rPr>
          <w:color w:val="000000"/>
          <w:sz w:val="24"/>
          <w:szCs w:val="24"/>
          <w:shd w:val="clear" w:color="auto" w:fill="FFFFFF"/>
        </w:rPr>
        <w:br/>
        <w:t>Nõunik</w:t>
      </w:r>
      <w:r w:rsidRPr="00CF37A1">
        <w:rPr>
          <w:color w:val="000000"/>
          <w:sz w:val="24"/>
          <w:szCs w:val="24"/>
          <w:shd w:val="clear" w:color="auto" w:fill="FFFFFF"/>
        </w:rPr>
        <w:br/>
        <w:t>Vabakutsete talitus</w:t>
      </w:r>
      <w:r w:rsidRPr="00CF37A1">
        <w:rPr>
          <w:color w:val="000000"/>
          <w:sz w:val="24"/>
          <w:szCs w:val="24"/>
          <w:shd w:val="clear" w:color="auto" w:fill="FFFFFF"/>
        </w:rPr>
        <w:br/>
        <w:t xml:space="preserve">Justiits- ja </w:t>
      </w:r>
      <w:proofErr w:type="spellStart"/>
      <w:r w:rsidRPr="00CF37A1">
        <w:rPr>
          <w:color w:val="000000"/>
          <w:sz w:val="24"/>
          <w:szCs w:val="24"/>
          <w:shd w:val="clear" w:color="auto" w:fill="FFFFFF"/>
        </w:rPr>
        <w:t>Digiministeerium</w:t>
      </w:r>
      <w:proofErr w:type="spellEnd"/>
      <w:r w:rsidRPr="00CF37A1">
        <w:rPr>
          <w:color w:val="000000"/>
          <w:sz w:val="24"/>
          <w:szCs w:val="24"/>
          <w:shd w:val="clear" w:color="auto" w:fill="FFFFFF"/>
        </w:rPr>
        <w:br/>
      </w:r>
      <w:hyperlink r:id="rId8" w:history="1">
        <w:r w:rsidRPr="00CF37A1">
          <w:rPr>
            <w:color w:val="0000FF"/>
            <w:sz w:val="24"/>
            <w:szCs w:val="24"/>
            <w:u w:val="single"/>
            <w:shd w:val="clear" w:color="auto" w:fill="FFFFFF"/>
          </w:rPr>
          <w:t>rina.sillandi@justdigi.ee</w:t>
        </w:r>
      </w:hyperlink>
      <w:r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  <w:bookmarkStart w:id="0" w:name="_GoBack"/>
      <w:bookmarkEnd w:id="0"/>
      <w:r>
        <w:rPr>
          <w:sz w:val="24"/>
          <w:szCs w:val="24"/>
        </w:rPr>
        <w:t xml:space="preserve">28.01.2025 nr </w:t>
      </w:r>
      <w:r w:rsidRPr="009F5FAF">
        <w:rPr>
          <w:sz w:val="24"/>
          <w:szCs w:val="24"/>
        </w:rPr>
        <w:t>2.1-25/935</w:t>
      </w:r>
    </w:p>
    <w:p w:rsidR="009F5FAF" w:rsidRPr="00CF37A1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9F5FAF" w:rsidRPr="00D95359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CF37A1">
        <w:rPr>
          <w:rFonts w:eastAsia="Times New Roman"/>
          <w:b/>
          <w:bCs/>
          <w:color w:val="000000"/>
          <w:sz w:val="24"/>
          <w:szCs w:val="24"/>
        </w:rPr>
        <w:t>Aruanne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Narva</w:t>
      </w:r>
      <w:r w:rsidRPr="00D95359">
        <w:rPr>
          <w:rFonts w:eastAsia="Times New Roman"/>
          <w:color w:val="000000"/>
          <w:sz w:val="24"/>
          <w:szCs w:val="24"/>
        </w:rPr>
        <w:t xml:space="preserve"> linnasekretäri tõestamistoimingute  kohta 202</w:t>
      </w:r>
      <w:r>
        <w:rPr>
          <w:rFonts w:eastAsia="Times New Roman"/>
          <w:color w:val="000000"/>
          <w:sz w:val="24"/>
          <w:szCs w:val="24"/>
        </w:rPr>
        <w:t>4</w:t>
      </w:r>
      <w:r w:rsidRPr="00D95359">
        <w:rPr>
          <w:rFonts w:eastAsia="Times New Roman"/>
          <w:color w:val="000000"/>
          <w:sz w:val="24"/>
          <w:szCs w:val="24"/>
        </w:rPr>
        <w:t>. aastal (perioodil 01. jaanuarist 202</w:t>
      </w:r>
      <w:r>
        <w:rPr>
          <w:rFonts w:eastAsia="Times New Roman"/>
          <w:color w:val="000000"/>
          <w:sz w:val="24"/>
          <w:szCs w:val="24"/>
        </w:rPr>
        <w:t>4</w:t>
      </w:r>
      <w:r w:rsidRPr="00D95359">
        <w:rPr>
          <w:rFonts w:eastAsia="Times New Roman"/>
          <w:color w:val="000000"/>
          <w:sz w:val="24"/>
          <w:szCs w:val="24"/>
        </w:rPr>
        <w:t xml:space="preserve"> kuni 31. detsembrini 202</w:t>
      </w:r>
      <w:r>
        <w:rPr>
          <w:rFonts w:eastAsia="Times New Roman"/>
          <w:color w:val="000000"/>
          <w:sz w:val="24"/>
          <w:szCs w:val="24"/>
        </w:rPr>
        <w:t>4</w:t>
      </w:r>
      <w:r w:rsidRPr="00D95359">
        <w:rPr>
          <w:rFonts w:eastAsia="Times New Roman"/>
          <w:color w:val="000000"/>
          <w:sz w:val="24"/>
          <w:szCs w:val="24"/>
        </w:rPr>
        <w:t>):</w:t>
      </w: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Pr="00D95359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Toiming                            Arv        </w:t>
      </w:r>
    </w:p>
    <w:p w:rsidR="009F5FAF" w:rsidRPr="00D95359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Ärakirja kinnitamine    </w:t>
      </w:r>
      <w:r>
        <w:rPr>
          <w:rFonts w:eastAsia="Times New Roman"/>
          <w:color w:val="000000"/>
          <w:sz w:val="24"/>
          <w:szCs w:val="24"/>
        </w:rPr>
        <w:t xml:space="preserve">    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0</w:t>
      </w:r>
    </w:p>
    <w:p w:rsidR="009F5FAF" w:rsidRPr="00D95359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Väljavõtte kinnitamine  </w:t>
      </w:r>
      <w:r>
        <w:rPr>
          <w:rFonts w:eastAsia="Times New Roman"/>
          <w:color w:val="000000"/>
          <w:sz w:val="24"/>
          <w:szCs w:val="24"/>
        </w:rPr>
        <w:t xml:space="preserve">   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0</w:t>
      </w:r>
    </w:p>
    <w:p w:rsidR="009F5FAF" w:rsidRPr="00D95359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 xml:space="preserve">Volituste tõendamine    </w:t>
      </w:r>
      <w:r>
        <w:rPr>
          <w:rFonts w:eastAsia="Times New Roman"/>
          <w:color w:val="000000"/>
          <w:sz w:val="24"/>
          <w:szCs w:val="24"/>
        </w:rPr>
        <w:t xml:space="preserve">    0</w:t>
      </w: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D95359">
        <w:rPr>
          <w:rFonts w:eastAsia="Times New Roman"/>
          <w:color w:val="000000"/>
          <w:sz w:val="24"/>
          <w:szCs w:val="24"/>
        </w:rPr>
        <w:t>Avalduste tõestamine  </w:t>
      </w:r>
      <w:r>
        <w:rPr>
          <w:rFonts w:eastAsia="Times New Roman"/>
          <w:color w:val="000000"/>
          <w:sz w:val="24"/>
          <w:szCs w:val="24"/>
        </w:rPr>
        <w:t xml:space="preserve">     </w:t>
      </w:r>
      <w:r w:rsidRPr="00D95359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0</w:t>
      </w: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Lugupidamisega</w:t>
      </w: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Pr="00A2006C" w:rsidRDefault="009F5FAF" w:rsidP="009F5FAF">
      <w:pPr>
        <w:shd w:val="clear" w:color="auto" w:fill="FFFFFF"/>
        <w:spacing w:after="0" w:line="240" w:lineRule="auto"/>
        <w:rPr>
          <w:rFonts w:eastAsia="Times New Roman"/>
          <w:i/>
          <w:iCs/>
          <w:color w:val="000000"/>
          <w:sz w:val="24"/>
          <w:szCs w:val="24"/>
        </w:rPr>
      </w:pPr>
      <w:r w:rsidRPr="00A2006C">
        <w:rPr>
          <w:rFonts w:eastAsia="Times New Roman"/>
          <w:i/>
          <w:iCs/>
          <w:color w:val="000000"/>
          <w:sz w:val="24"/>
          <w:szCs w:val="24"/>
        </w:rPr>
        <w:t>/allkirjastatud digitaalselt/</w:t>
      </w: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Üllar Kaljuste</w:t>
      </w:r>
    </w:p>
    <w:p w:rsidR="009F5FAF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linnasekretär</w:t>
      </w:r>
    </w:p>
    <w:p w:rsidR="009F5FAF" w:rsidRPr="00D95359" w:rsidRDefault="009F5FAF" w:rsidP="009F5FAF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10004A" w:rsidRPr="0010004A" w:rsidRDefault="0010004A" w:rsidP="0010004A">
      <w:pPr>
        <w:rPr>
          <w:sz w:val="24"/>
          <w:szCs w:val="24"/>
        </w:rPr>
      </w:pPr>
    </w:p>
    <w:p w:rsidR="0010004A" w:rsidRPr="0010004A" w:rsidRDefault="0010004A" w:rsidP="0010004A">
      <w:pPr>
        <w:rPr>
          <w:sz w:val="24"/>
          <w:szCs w:val="24"/>
        </w:rPr>
      </w:pPr>
    </w:p>
    <w:p w:rsidR="0010004A" w:rsidRPr="0010004A" w:rsidRDefault="0010004A" w:rsidP="0010004A">
      <w:pPr>
        <w:rPr>
          <w:sz w:val="24"/>
          <w:szCs w:val="24"/>
        </w:rPr>
      </w:pPr>
    </w:p>
    <w:p w:rsidR="0010004A" w:rsidRPr="0010004A" w:rsidRDefault="0010004A" w:rsidP="0010004A">
      <w:pPr>
        <w:rPr>
          <w:sz w:val="24"/>
          <w:szCs w:val="24"/>
        </w:rPr>
      </w:pPr>
    </w:p>
    <w:p w:rsidR="0010004A" w:rsidRPr="0010004A" w:rsidRDefault="0010004A" w:rsidP="0010004A">
      <w:pPr>
        <w:rPr>
          <w:sz w:val="24"/>
          <w:szCs w:val="24"/>
        </w:rPr>
      </w:pPr>
    </w:p>
    <w:p w:rsidR="0010004A" w:rsidRDefault="0010004A" w:rsidP="0010004A"/>
    <w:p w:rsidR="000E1831" w:rsidRPr="00016267" w:rsidRDefault="000E1831" w:rsidP="00016267">
      <w:pPr>
        <w:jc w:val="both"/>
        <w:rPr>
          <w:sz w:val="24"/>
          <w:szCs w:val="24"/>
        </w:rPr>
      </w:pPr>
    </w:p>
    <w:sectPr w:rsidR="000E1831" w:rsidRPr="00016267" w:rsidSect="00F854D6">
      <w:headerReference w:type="default" r:id="rId9"/>
      <w:footerReference w:type="default" r:id="rId10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4DF" w:rsidRDefault="007214DF">
      <w:r>
        <w:separator/>
      </w:r>
    </w:p>
  </w:endnote>
  <w:endnote w:type="continuationSeparator" w:id="0">
    <w:p w:rsidR="007214DF" w:rsidRDefault="0072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  <w:t>registrikood 75008485</w:t>
    </w:r>
    <w:r w:rsidR="0021778E" w:rsidRPr="0021778E">
      <w:rPr>
        <w:color w:val="365F91" w:themeColor="accent1" w:themeShade="BF"/>
        <w:sz w:val="20"/>
      </w:rPr>
      <w:tab/>
      <w:t>tel.: +372 359 9001</w:t>
    </w:r>
  </w:p>
  <w:p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4DF" w:rsidRDefault="007214DF">
      <w:r>
        <w:separator/>
      </w:r>
    </w:p>
  </w:footnote>
  <w:footnote w:type="continuationSeparator" w:id="0">
    <w:p w:rsidR="007214DF" w:rsidRDefault="00721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84F269" wp14:editId="3254733F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37CC9C20" wp14:editId="3F8E3E82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0855E3">
                            <w:rPr>
                              <w:color w:val="0000FF"/>
                              <w:sz w:val="44"/>
                              <w:szCs w:val="44"/>
                            </w:rPr>
                            <w:t>KANTSELEI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84F2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" stroked="f">
              <v:textbox>
                <w:txbxContent>
                  <w:p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37CC9C20" wp14:editId="3F8E3E82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0855E3">
                      <w:rPr>
                        <w:color w:val="0000FF"/>
                        <w:sz w:val="44"/>
                        <w:szCs w:val="44"/>
                      </w:rPr>
                      <w:t>KANTSELEI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377" w:hanging="262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6" w:hanging="262"/>
      </w:pPr>
    </w:lvl>
    <w:lvl w:ilvl="2">
      <w:numFmt w:val="bullet"/>
      <w:lvlText w:val="•"/>
      <w:lvlJc w:val="left"/>
      <w:pPr>
        <w:ind w:left="2173" w:hanging="262"/>
      </w:pPr>
    </w:lvl>
    <w:lvl w:ilvl="3">
      <w:numFmt w:val="bullet"/>
      <w:lvlText w:val="•"/>
      <w:lvlJc w:val="left"/>
      <w:pPr>
        <w:ind w:left="3069" w:hanging="262"/>
      </w:pPr>
    </w:lvl>
    <w:lvl w:ilvl="4">
      <w:numFmt w:val="bullet"/>
      <w:lvlText w:val="•"/>
      <w:lvlJc w:val="left"/>
      <w:pPr>
        <w:ind w:left="3966" w:hanging="262"/>
      </w:pPr>
    </w:lvl>
    <w:lvl w:ilvl="5">
      <w:numFmt w:val="bullet"/>
      <w:lvlText w:val="•"/>
      <w:lvlJc w:val="left"/>
      <w:pPr>
        <w:ind w:left="4863" w:hanging="262"/>
      </w:pPr>
    </w:lvl>
    <w:lvl w:ilvl="6">
      <w:numFmt w:val="bullet"/>
      <w:lvlText w:val="•"/>
      <w:lvlJc w:val="left"/>
      <w:pPr>
        <w:ind w:left="5759" w:hanging="262"/>
      </w:pPr>
    </w:lvl>
    <w:lvl w:ilvl="7">
      <w:numFmt w:val="bullet"/>
      <w:lvlText w:val="•"/>
      <w:lvlJc w:val="left"/>
      <w:pPr>
        <w:ind w:left="6656" w:hanging="262"/>
      </w:pPr>
    </w:lvl>
    <w:lvl w:ilvl="8">
      <w:numFmt w:val="bullet"/>
      <w:lvlText w:val="•"/>
      <w:lvlJc w:val="left"/>
      <w:pPr>
        <w:ind w:left="7553" w:hanging="262"/>
      </w:pPr>
    </w:lvl>
  </w:abstractNum>
  <w:abstractNum w:abstractNumId="1" w15:restartNumberingAfterBreak="0">
    <w:nsid w:val="0FCE7D00"/>
    <w:multiLevelType w:val="hybridMultilevel"/>
    <w:tmpl w:val="D7CADA6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695DC7"/>
    <w:multiLevelType w:val="hybridMultilevel"/>
    <w:tmpl w:val="FF2CF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C465C"/>
    <w:multiLevelType w:val="hybridMultilevel"/>
    <w:tmpl w:val="11F40E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F429D"/>
    <w:multiLevelType w:val="hybridMultilevel"/>
    <w:tmpl w:val="61649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55F4D"/>
    <w:multiLevelType w:val="hybridMultilevel"/>
    <w:tmpl w:val="B7D4F8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F3"/>
    <w:rsid w:val="00004761"/>
    <w:rsid w:val="000051EC"/>
    <w:rsid w:val="00016267"/>
    <w:rsid w:val="000232CC"/>
    <w:rsid w:val="00054819"/>
    <w:rsid w:val="00066878"/>
    <w:rsid w:val="00075846"/>
    <w:rsid w:val="000855E3"/>
    <w:rsid w:val="00086DC9"/>
    <w:rsid w:val="00093CD9"/>
    <w:rsid w:val="000B4D6F"/>
    <w:rsid w:val="000B7200"/>
    <w:rsid w:val="000C2C5A"/>
    <w:rsid w:val="000C45AD"/>
    <w:rsid w:val="000E1831"/>
    <w:rsid w:val="000E646D"/>
    <w:rsid w:val="000F6D34"/>
    <w:rsid w:val="0010004A"/>
    <w:rsid w:val="0011140D"/>
    <w:rsid w:val="00111590"/>
    <w:rsid w:val="00115BEA"/>
    <w:rsid w:val="00120AE9"/>
    <w:rsid w:val="001243B1"/>
    <w:rsid w:val="0012664A"/>
    <w:rsid w:val="00133335"/>
    <w:rsid w:val="00134F08"/>
    <w:rsid w:val="00161A3E"/>
    <w:rsid w:val="001734BA"/>
    <w:rsid w:val="001832AF"/>
    <w:rsid w:val="001C5404"/>
    <w:rsid w:val="001C7DE2"/>
    <w:rsid w:val="001E4DB0"/>
    <w:rsid w:val="0020009F"/>
    <w:rsid w:val="00212AE0"/>
    <w:rsid w:val="00216A6E"/>
    <w:rsid w:val="00217545"/>
    <w:rsid w:val="0021778E"/>
    <w:rsid w:val="00224B44"/>
    <w:rsid w:val="00235903"/>
    <w:rsid w:val="00240412"/>
    <w:rsid w:val="00245EA6"/>
    <w:rsid w:val="00265008"/>
    <w:rsid w:val="00276FF3"/>
    <w:rsid w:val="002A0523"/>
    <w:rsid w:val="002D3796"/>
    <w:rsid w:val="002E1FDF"/>
    <w:rsid w:val="00304177"/>
    <w:rsid w:val="00304447"/>
    <w:rsid w:val="0030723D"/>
    <w:rsid w:val="00315DA8"/>
    <w:rsid w:val="00330B9E"/>
    <w:rsid w:val="00355048"/>
    <w:rsid w:val="00366EC5"/>
    <w:rsid w:val="00377E85"/>
    <w:rsid w:val="003D3E8D"/>
    <w:rsid w:val="003F69E6"/>
    <w:rsid w:val="00401F5E"/>
    <w:rsid w:val="00406AA3"/>
    <w:rsid w:val="00426419"/>
    <w:rsid w:val="00426B03"/>
    <w:rsid w:val="0043775E"/>
    <w:rsid w:val="0045076E"/>
    <w:rsid w:val="004511F4"/>
    <w:rsid w:val="004552E8"/>
    <w:rsid w:val="0045793F"/>
    <w:rsid w:val="00467865"/>
    <w:rsid w:val="00482CD6"/>
    <w:rsid w:val="00497840"/>
    <w:rsid w:val="004A495E"/>
    <w:rsid w:val="004B48D2"/>
    <w:rsid w:val="004D2346"/>
    <w:rsid w:val="004D26E7"/>
    <w:rsid w:val="004E7170"/>
    <w:rsid w:val="004F0CA6"/>
    <w:rsid w:val="004F3363"/>
    <w:rsid w:val="005158C2"/>
    <w:rsid w:val="005470C8"/>
    <w:rsid w:val="0055332B"/>
    <w:rsid w:val="00560F32"/>
    <w:rsid w:val="00565A48"/>
    <w:rsid w:val="00584873"/>
    <w:rsid w:val="005860A3"/>
    <w:rsid w:val="005B495F"/>
    <w:rsid w:val="005D4134"/>
    <w:rsid w:val="005D5AF5"/>
    <w:rsid w:val="005D66F1"/>
    <w:rsid w:val="005E1608"/>
    <w:rsid w:val="0060288A"/>
    <w:rsid w:val="0060385F"/>
    <w:rsid w:val="00605E5A"/>
    <w:rsid w:val="00606EA4"/>
    <w:rsid w:val="00613BCF"/>
    <w:rsid w:val="00633567"/>
    <w:rsid w:val="00634F37"/>
    <w:rsid w:val="0065721A"/>
    <w:rsid w:val="006576F4"/>
    <w:rsid w:val="0067028A"/>
    <w:rsid w:val="00674F68"/>
    <w:rsid w:val="00675818"/>
    <w:rsid w:val="00680C5E"/>
    <w:rsid w:val="006B73F7"/>
    <w:rsid w:val="006B7501"/>
    <w:rsid w:val="006B7DE5"/>
    <w:rsid w:val="006C28D2"/>
    <w:rsid w:val="006E609D"/>
    <w:rsid w:val="006F1F37"/>
    <w:rsid w:val="00714A65"/>
    <w:rsid w:val="00715F9F"/>
    <w:rsid w:val="007214DF"/>
    <w:rsid w:val="00724A62"/>
    <w:rsid w:val="007411D3"/>
    <w:rsid w:val="007517F8"/>
    <w:rsid w:val="0075210C"/>
    <w:rsid w:val="007550AE"/>
    <w:rsid w:val="00757177"/>
    <w:rsid w:val="00765158"/>
    <w:rsid w:val="007771E1"/>
    <w:rsid w:val="0078577D"/>
    <w:rsid w:val="007A539C"/>
    <w:rsid w:val="007A786C"/>
    <w:rsid w:val="007B0CAC"/>
    <w:rsid w:val="007C1AF3"/>
    <w:rsid w:val="007C3361"/>
    <w:rsid w:val="007D5030"/>
    <w:rsid w:val="007F59E2"/>
    <w:rsid w:val="008056C8"/>
    <w:rsid w:val="008324E9"/>
    <w:rsid w:val="00832D8F"/>
    <w:rsid w:val="00867877"/>
    <w:rsid w:val="00870EE2"/>
    <w:rsid w:val="00871831"/>
    <w:rsid w:val="00873EE1"/>
    <w:rsid w:val="00881659"/>
    <w:rsid w:val="008872A3"/>
    <w:rsid w:val="00892622"/>
    <w:rsid w:val="00893C0D"/>
    <w:rsid w:val="008946B8"/>
    <w:rsid w:val="008A046B"/>
    <w:rsid w:val="008B53D9"/>
    <w:rsid w:val="008C0AAE"/>
    <w:rsid w:val="008C0F27"/>
    <w:rsid w:val="008C76DB"/>
    <w:rsid w:val="008D217F"/>
    <w:rsid w:val="008E521A"/>
    <w:rsid w:val="008E5BFB"/>
    <w:rsid w:val="008E6961"/>
    <w:rsid w:val="008F3B0F"/>
    <w:rsid w:val="009028B5"/>
    <w:rsid w:val="009065E3"/>
    <w:rsid w:val="00925701"/>
    <w:rsid w:val="009274B3"/>
    <w:rsid w:val="00933EDA"/>
    <w:rsid w:val="009363FF"/>
    <w:rsid w:val="009403EE"/>
    <w:rsid w:val="009476D6"/>
    <w:rsid w:val="00951D37"/>
    <w:rsid w:val="00962E65"/>
    <w:rsid w:val="009714EF"/>
    <w:rsid w:val="00973BF1"/>
    <w:rsid w:val="0098652F"/>
    <w:rsid w:val="00996AA6"/>
    <w:rsid w:val="009A1C9A"/>
    <w:rsid w:val="009A29AB"/>
    <w:rsid w:val="009A2A32"/>
    <w:rsid w:val="009C67F9"/>
    <w:rsid w:val="009D5DD1"/>
    <w:rsid w:val="009F5FAF"/>
    <w:rsid w:val="00A02DA8"/>
    <w:rsid w:val="00A053EB"/>
    <w:rsid w:val="00A07D01"/>
    <w:rsid w:val="00A14601"/>
    <w:rsid w:val="00A61625"/>
    <w:rsid w:val="00A65314"/>
    <w:rsid w:val="00A67A2A"/>
    <w:rsid w:val="00A7568A"/>
    <w:rsid w:val="00A877C7"/>
    <w:rsid w:val="00A87B95"/>
    <w:rsid w:val="00A900E3"/>
    <w:rsid w:val="00AA01DA"/>
    <w:rsid w:val="00AB30E6"/>
    <w:rsid w:val="00AC1D7A"/>
    <w:rsid w:val="00AC2361"/>
    <w:rsid w:val="00AC5B26"/>
    <w:rsid w:val="00AC6678"/>
    <w:rsid w:val="00AC7477"/>
    <w:rsid w:val="00AD6E84"/>
    <w:rsid w:val="00AE208A"/>
    <w:rsid w:val="00AE2509"/>
    <w:rsid w:val="00AE6E25"/>
    <w:rsid w:val="00AF2B86"/>
    <w:rsid w:val="00B00717"/>
    <w:rsid w:val="00B34047"/>
    <w:rsid w:val="00B56078"/>
    <w:rsid w:val="00B76E02"/>
    <w:rsid w:val="00B8492F"/>
    <w:rsid w:val="00B86F91"/>
    <w:rsid w:val="00B91310"/>
    <w:rsid w:val="00B962EB"/>
    <w:rsid w:val="00BA3A76"/>
    <w:rsid w:val="00BA737D"/>
    <w:rsid w:val="00BB0462"/>
    <w:rsid w:val="00BB5A73"/>
    <w:rsid w:val="00BC2502"/>
    <w:rsid w:val="00BC41C0"/>
    <w:rsid w:val="00BC4D21"/>
    <w:rsid w:val="00BD1221"/>
    <w:rsid w:val="00BE1E15"/>
    <w:rsid w:val="00BE246D"/>
    <w:rsid w:val="00C27B97"/>
    <w:rsid w:val="00C465D0"/>
    <w:rsid w:val="00C4668F"/>
    <w:rsid w:val="00C6747D"/>
    <w:rsid w:val="00C81603"/>
    <w:rsid w:val="00C8623D"/>
    <w:rsid w:val="00C935D5"/>
    <w:rsid w:val="00C95C5E"/>
    <w:rsid w:val="00CC0955"/>
    <w:rsid w:val="00CC6B93"/>
    <w:rsid w:val="00CD5A26"/>
    <w:rsid w:val="00CD7612"/>
    <w:rsid w:val="00CE36EE"/>
    <w:rsid w:val="00D03BCA"/>
    <w:rsid w:val="00D22E88"/>
    <w:rsid w:val="00D26716"/>
    <w:rsid w:val="00D40F28"/>
    <w:rsid w:val="00D46C70"/>
    <w:rsid w:val="00D515B5"/>
    <w:rsid w:val="00D70546"/>
    <w:rsid w:val="00D82D84"/>
    <w:rsid w:val="00D90E70"/>
    <w:rsid w:val="00D97929"/>
    <w:rsid w:val="00DA19FC"/>
    <w:rsid w:val="00DA5AFF"/>
    <w:rsid w:val="00DA7318"/>
    <w:rsid w:val="00DF4F38"/>
    <w:rsid w:val="00DF7C9F"/>
    <w:rsid w:val="00E025DD"/>
    <w:rsid w:val="00E03D8B"/>
    <w:rsid w:val="00E1478E"/>
    <w:rsid w:val="00E27CF5"/>
    <w:rsid w:val="00E37A7D"/>
    <w:rsid w:val="00E44FB5"/>
    <w:rsid w:val="00E51771"/>
    <w:rsid w:val="00E61DF9"/>
    <w:rsid w:val="00E61E71"/>
    <w:rsid w:val="00E65FCC"/>
    <w:rsid w:val="00E7681A"/>
    <w:rsid w:val="00E77F88"/>
    <w:rsid w:val="00E92B94"/>
    <w:rsid w:val="00E948B6"/>
    <w:rsid w:val="00EA0F21"/>
    <w:rsid w:val="00EA1C71"/>
    <w:rsid w:val="00EC7FCF"/>
    <w:rsid w:val="00ED4781"/>
    <w:rsid w:val="00ED4A1A"/>
    <w:rsid w:val="00F1304B"/>
    <w:rsid w:val="00F269CD"/>
    <w:rsid w:val="00F40F53"/>
    <w:rsid w:val="00F44DE1"/>
    <w:rsid w:val="00F57B00"/>
    <w:rsid w:val="00F7391B"/>
    <w:rsid w:val="00F77F1D"/>
    <w:rsid w:val="00F8428F"/>
    <w:rsid w:val="00F854D6"/>
    <w:rsid w:val="00F87022"/>
    <w:rsid w:val="00F90857"/>
    <w:rsid w:val="00F9109D"/>
    <w:rsid w:val="00F93B91"/>
    <w:rsid w:val="00FB1487"/>
    <w:rsid w:val="00FB4136"/>
    <w:rsid w:val="00FB50EA"/>
    <w:rsid w:val="00FC0E16"/>
    <w:rsid w:val="00FC1434"/>
    <w:rsid w:val="00FC1BBF"/>
    <w:rsid w:val="00FC3113"/>
    <w:rsid w:val="00FD126C"/>
    <w:rsid w:val="00FE1AFF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03B924-5549-4F25-A9EC-71D2C5B5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996A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27B9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78577D"/>
    <w:pPr>
      <w:ind w:left="720"/>
      <w:contextualSpacing/>
    </w:pPr>
  </w:style>
  <w:style w:type="paragraph" w:styleId="Vahedeta">
    <w:name w:val="No Spacing"/>
    <w:uiPriority w:val="1"/>
    <w:qFormat/>
    <w:rsid w:val="00BA737D"/>
    <w:rPr>
      <w:sz w:val="22"/>
      <w:szCs w:val="22"/>
      <w:lang w:eastAsia="en-US"/>
    </w:rPr>
  </w:style>
  <w:style w:type="character" w:customStyle="1" w:styleId="apple-converted-space">
    <w:name w:val="apple-converted-space"/>
    <w:basedOn w:val="Liguvaikefont"/>
    <w:rsid w:val="00870EE2"/>
  </w:style>
  <w:style w:type="character" w:customStyle="1" w:styleId="hps">
    <w:name w:val="hps"/>
    <w:basedOn w:val="Liguvaikefont"/>
    <w:rsid w:val="000B4D6F"/>
  </w:style>
  <w:style w:type="paragraph" w:styleId="Alapealkiri">
    <w:name w:val="Subtitle"/>
    <w:basedOn w:val="Normaallaad"/>
    <w:next w:val="Normaallaad"/>
    <w:link w:val="AlapealkiriMrk"/>
    <w:qFormat/>
    <w:rsid w:val="00161A3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rsid w:val="00161A3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unhideWhenUsed/>
    <w:rsid w:val="00B007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27B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styleId="Tugev">
    <w:name w:val="Strong"/>
    <w:basedOn w:val="Liguvaikefont"/>
    <w:uiPriority w:val="22"/>
    <w:qFormat/>
    <w:rsid w:val="00C27B97"/>
    <w:rPr>
      <w:b/>
      <w:bCs/>
    </w:rPr>
  </w:style>
  <w:style w:type="paragraph" w:styleId="Pealkiri">
    <w:name w:val="Title"/>
    <w:basedOn w:val="Normaallaad"/>
    <w:next w:val="Normaallaad"/>
    <w:link w:val="PealkiriMrk"/>
    <w:qFormat/>
    <w:rsid w:val="00C27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C27B9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markedcontent">
    <w:name w:val="markedcontent"/>
    <w:basedOn w:val="Liguvaikefont"/>
    <w:rsid w:val="004D2346"/>
  </w:style>
  <w:style w:type="character" w:customStyle="1" w:styleId="Pealkiri1Mrk">
    <w:name w:val="Pealkiri 1 Märk"/>
    <w:basedOn w:val="Liguvaikefont"/>
    <w:link w:val="Pealkiri1"/>
    <w:rsid w:val="00996A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Kehatekst">
    <w:name w:val="Body Text"/>
    <w:basedOn w:val="Normaallaad"/>
    <w:link w:val="KehatekstMrk"/>
    <w:uiPriority w:val="1"/>
    <w:qFormat/>
    <w:rsid w:val="00996AA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et-EE"/>
    </w:rPr>
  </w:style>
  <w:style w:type="character" w:customStyle="1" w:styleId="KehatekstMrk">
    <w:name w:val="Kehatekst Märk"/>
    <w:basedOn w:val="Liguvaikefont"/>
    <w:link w:val="Kehatekst"/>
    <w:uiPriority w:val="1"/>
    <w:rsid w:val="00996AA6"/>
    <w:rPr>
      <w:rFonts w:eastAsiaTheme="minorEastAsia"/>
      <w:sz w:val="24"/>
      <w:szCs w:val="24"/>
    </w:rPr>
  </w:style>
  <w:style w:type="paragraph" w:customStyle="1" w:styleId="TableParagraph">
    <w:name w:val="Table Paragraph"/>
    <w:basedOn w:val="Normaallaad"/>
    <w:uiPriority w:val="1"/>
    <w:qFormat/>
    <w:rsid w:val="00996AA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et-EE"/>
    </w:rPr>
  </w:style>
  <w:style w:type="character" w:styleId="Rhutus">
    <w:name w:val="Emphasis"/>
    <w:basedOn w:val="Liguvaikefont"/>
    <w:qFormat/>
    <w:rsid w:val="00C935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7BE-mail%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iri.johannes\Desktop\linnakantselei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E5A67-3C69-4B76-BD81-2CB96078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linnakantselei kiri</Template>
  <TotalTime>1</TotalTime>
  <Pages>1</Pages>
  <Words>93</Words>
  <Characters>540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Marika</cp:lastModifiedBy>
  <cp:revision>2</cp:revision>
  <cp:lastPrinted>2024-07-29T07:23:00Z</cp:lastPrinted>
  <dcterms:created xsi:type="dcterms:W3CDTF">2025-01-28T08:22:00Z</dcterms:created>
  <dcterms:modified xsi:type="dcterms:W3CDTF">2025-01-28T08:22:00Z</dcterms:modified>
</cp:coreProperties>
</file>