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EAC77" w14:textId="77777777" w:rsidR="001E48FC" w:rsidRDefault="001E48FC" w:rsidP="001E48FC">
      <w:pPr>
        <w:jc w:val="both"/>
      </w:pPr>
    </w:p>
    <w:p w14:paraId="7B09DD15" w14:textId="77777777" w:rsidR="00DF07D3" w:rsidRDefault="00DF07D3" w:rsidP="001E48FC">
      <w:pPr>
        <w:jc w:val="both"/>
      </w:pPr>
    </w:p>
    <w:p w14:paraId="6ADE6238" w14:textId="77777777" w:rsidR="00DF07D3" w:rsidRDefault="00DF07D3" w:rsidP="001E48FC">
      <w:pPr>
        <w:jc w:val="both"/>
      </w:pPr>
    </w:p>
    <w:p w14:paraId="4FF6DDBF" w14:textId="268DBAF7" w:rsidR="00DF07D3" w:rsidRDefault="00855590" w:rsidP="001E48FC">
      <w:pPr>
        <w:jc w:val="both"/>
      </w:pPr>
      <w:r>
        <w:t>Sotsiaal</w:t>
      </w:r>
      <w:r w:rsidR="00F53EDD">
        <w:t>ministeerium</w:t>
      </w:r>
      <w:r w:rsidR="00D54BDF">
        <w:t xml:space="preserve">    </w:t>
      </w:r>
      <w:r w:rsidR="00D54BDF">
        <w:tab/>
      </w:r>
      <w:r w:rsidR="00D54BDF">
        <w:tab/>
      </w:r>
      <w:r w:rsidR="00D54BDF">
        <w:tab/>
      </w:r>
      <w:r w:rsidR="00D54BDF">
        <w:tab/>
      </w:r>
      <w:r w:rsidR="00D54BDF">
        <w:tab/>
      </w:r>
      <w:r w:rsidR="007C21EE">
        <w:t xml:space="preserve">11.03.2024 nr </w:t>
      </w:r>
      <w:r w:rsidR="008B21DE">
        <w:t>2-2/</w:t>
      </w:r>
      <w:r w:rsidR="00F53EDD">
        <w:t>2</w:t>
      </w:r>
      <w:r w:rsidR="00D54BDF">
        <w:t xml:space="preserve">                                                             </w:t>
      </w:r>
    </w:p>
    <w:p w14:paraId="2AAA6AF8" w14:textId="77777777" w:rsidR="00855590" w:rsidRDefault="00855590" w:rsidP="001E48FC">
      <w:pPr>
        <w:jc w:val="both"/>
      </w:pPr>
    </w:p>
    <w:p w14:paraId="3E60449D" w14:textId="77777777" w:rsidR="00D54BDF" w:rsidRDefault="00D54BDF" w:rsidP="001E48FC">
      <w:pPr>
        <w:jc w:val="both"/>
      </w:pPr>
    </w:p>
    <w:p w14:paraId="262F3E62" w14:textId="77777777" w:rsidR="00D54BDF" w:rsidRDefault="00D54BDF" w:rsidP="001E48FC">
      <w:pPr>
        <w:jc w:val="both"/>
      </w:pPr>
    </w:p>
    <w:p w14:paraId="4ADDA189" w14:textId="5DC00FF6" w:rsidR="00855590" w:rsidRDefault="00F53EDD" w:rsidP="001E48FC">
      <w:pPr>
        <w:jc w:val="both"/>
      </w:pPr>
      <w:r>
        <w:t>Erihoolekande t</w:t>
      </w:r>
      <w:r w:rsidR="00D54BDF">
        <w:t xml:space="preserve">eenuste </w:t>
      </w:r>
      <w:r w:rsidR="00A87537">
        <w:t xml:space="preserve">ja ISTE pilootprojekti </w:t>
      </w:r>
      <w:r w:rsidR="00D54BDF">
        <w:t>rahastamine</w:t>
      </w:r>
    </w:p>
    <w:p w14:paraId="72DE0915" w14:textId="77777777" w:rsidR="00855590" w:rsidRDefault="00855590" w:rsidP="001E48FC">
      <w:pPr>
        <w:jc w:val="both"/>
      </w:pPr>
    </w:p>
    <w:p w14:paraId="258E6CA6" w14:textId="6FFEB183" w:rsidR="00855590" w:rsidRDefault="00116783" w:rsidP="001E48FC">
      <w:pPr>
        <w:jc w:val="both"/>
      </w:pPr>
      <w:r>
        <w:t>1.</w:t>
      </w:r>
      <w:r w:rsidR="00855590">
        <w:t xml:space="preserve">Põhja- Pärnumaa Vallavalitsus on sõlminud Sotsiaalkindlustusametiga erihoolekandeteenuste osutamiseks lepingu (uus leping nr 5.2 – 9/3990-1).  Põhja-Pärnumaa Sotsiaalkeskus (end </w:t>
      </w:r>
      <w:proofErr w:type="spellStart"/>
      <w:r w:rsidR="00855590">
        <w:t>Vihtra</w:t>
      </w:r>
      <w:proofErr w:type="spellEnd"/>
      <w:r w:rsidR="00855590">
        <w:t xml:space="preserve"> Päevakeskus ja Vändra alevi Sotsiaalmaja) on valla allasutus kes  osutab selle lepingu alusel erihoolekandeteenuseid (igapäevaelu toetamine, toetatud töötamine, toetatud elamine ning päeva – ja nädalahoiuteenus). </w:t>
      </w:r>
      <w:r w:rsidR="00614C7F">
        <w:t>Asutusel on oma eelarve mis kinnitatakse vallavolikogu poolt. (eraldi arveldusarvet ei ole)</w:t>
      </w:r>
    </w:p>
    <w:p w14:paraId="6E99DDB9" w14:textId="77777777" w:rsidR="00855590" w:rsidRDefault="00855590" w:rsidP="001E48FC">
      <w:pPr>
        <w:jc w:val="both"/>
      </w:pPr>
    </w:p>
    <w:p w14:paraId="1EABE089" w14:textId="01922475" w:rsidR="00BC0B1C" w:rsidRDefault="00116783" w:rsidP="001E48FC">
      <w:pPr>
        <w:jc w:val="both"/>
      </w:pPr>
      <w:r>
        <w:t xml:space="preserve">Kas teenuse osutamise rahalised vahendid on sihtotstarbelised ja mõeldud teenusega seotud kulude tagamiseks või ei ole sihtotstarbelised? </w:t>
      </w:r>
    </w:p>
    <w:p w14:paraId="04BC99AF" w14:textId="77777777" w:rsidR="00116783" w:rsidRDefault="00116783" w:rsidP="001E48FC">
      <w:pPr>
        <w:jc w:val="both"/>
      </w:pPr>
    </w:p>
    <w:p w14:paraId="58817FE4" w14:textId="538D216A" w:rsidR="00116783" w:rsidRDefault="00116783" w:rsidP="001E48FC">
      <w:pPr>
        <w:jc w:val="both"/>
      </w:pPr>
      <w:r>
        <w:t>2. Põhja- Pärnumaa Vallavalitsus on sõlminud Sotsiaalkindlustusametiga  koostöölepingu nr 2-9/54424-1 „Isikukeskse erihoolekande teenusmudeli rakendamine kohalikus omavalitsuses 2023- 2024“</w:t>
      </w:r>
    </w:p>
    <w:p w14:paraId="22174316" w14:textId="750675D0" w:rsidR="00116783" w:rsidRDefault="00116783" w:rsidP="001E48FC">
      <w:pPr>
        <w:jc w:val="both"/>
      </w:pPr>
      <w:r>
        <w:t xml:space="preserve">Põhja-Pärnumaa Sotsiaalkeskus (end </w:t>
      </w:r>
      <w:proofErr w:type="spellStart"/>
      <w:r>
        <w:t>Vihtra</w:t>
      </w:r>
      <w:proofErr w:type="spellEnd"/>
      <w:r>
        <w:t xml:space="preserve"> Päevakeskus ja Vändra alevi Sotsiaalmaja) on valla allasutus</w:t>
      </w:r>
      <w:r w:rsidR="00D54BDF">
        <w:t>,</w:t>
      </w:r>
      <w:r>
        <w:t xml:space="preserve"> kes selle lepingu alusel </w:t>
      </w:r>
      <w:r w:rsidR="00D54BDF">
        <w:t xml:space="preserve">on </w:t>
      </w:r>
      <w:r>
        <w:t xml:space="preserve">kohaliku omavalitsuse </w:t>
      </w:r>
      <w:r w:rsidR="00D54BDF">
        <w:t xml:space="preserve"> partner – osaleb pilootprojektis partnerina baastoetuse ja lisatoetuse komponentide osutajana. Meil on kinnitatud osutatavate komponentide hinnakiri.</w:t>
      </w:r>
    </w:p>
    <w:p w14:paraId="6B5B8F06" w14:textId="77777777" w:rsidR="00D54BDF" w:rsidRDefault="00D54BDF" w:rsidP="001E48FC">
      <w:pPr>
        <w:jc w:val="both"/>
      </w:pPr>
    </w:p>
    <w:p w14:paraId="113E7352" w14:textId="34B944E4" w:rsidR="00D54BDF" w:rsidRDefault="00D54BDF" w:rsidP="001E48FC">
      <w:pPr>
        <w:jc w:val="both"/>
      </w:pPr>
      <w:r>
        <w:t xml:space="preserve">Kas komponentide osutamise rahalised vahendid on sihtotstarbelised? </w:t>
      </w:r>
    </w:p>
    <w:p w14:paraId="3DB9A8CF" w14:textId="77777777" w:rsidR="00116783" w:rsidRDefault="00116783" w:rsidP="001E48FC">
      <w:pPr>
        <w:jc w:val="both"/>
      </w:pPr>
    </w:p>
    <w:p w14:paraId="4E2BC956" w14:textId="77777777" w:rsidR="00116783" w:rsidRDefault="00116783" w:rsidP="001E48FC">
      <w:pPr>
        <w:jc w:val="both"/>
      </w:pPr>
    </w:p>
    <w:p w14:paraId="24911A05" w14:textId="4AF07B82" w:rsidR="00DF07D3" w:rsidRDefault="00D54BDF" w:rsidP="001E48FC">
      <w:pPr>
        <w:jc w:val="both"/>
      </w:pPr>
      <w:r>
        <w:t>Jään teie kiiret vastust ootama, lisaküsimuste</w:t>
      </w:r>
      <w:r w:rsidR="001323CF">
        <w:t>s</w:t>
      </w:r>
      <w:r>
        <w:t xml:space="preserve"> palun helistada.</w:t>
      </w:r>
    </w:p>
    <w:p w14:paraId="2C9092C2" w14:textId="77777777" w:rsidR="00DF07D3" w:rsidRDefault="00DF07D3" w:rsidP="001E48FC">
      <w:pPr>
        <w:jc w:val="both"/>
      </w:pPr>
    </w:p>
    <w:p w14:paraId="57759B14" w14:textId="77777777" w:rsidR="00D54BDF" w:rsidRDefault="00D54BDF" w:rsidP="001E48FC">
      <w:pPr>
        <w:jc w:val="both"/>
      </w:pPr>
    </w:p>
    <w:p w14:paraId="6CCE90FD" w14:textId="77777777" w:rsidR="00D54BDF" w:rsidRDefault="00D54BDF" w:rsidP="001E48FC">
      <w:pPr>
        <w:jc w:val="both"/>
      </w:pPr>
    </w:p>
    <w:p w14:paraId="3B62E125" w14:textId="55CB216F" w:rsidR="001E48FC" w:rsidRDefault="001E48FC" w:rsidP="001E48FC">
      <w:pPr>
        <w:jc w:val="both"/>
      </w:pPr>
      <w:r>
        <w:t>Lugupidamisega</w:t>
      </w:r>
    </w:p>
    <w:p w14:paraId="5B642B58" w14:textId="77777777" w:rsidR="001E48FC" w:rsidRDefault="001E48FC" w:rsidP="001E48FC">
      <w:pPr>
        <w:jc w:val="both"/>
      </w:pPr>
      <w:r>
        <w:t>Lembi Uulimaa</w:t>
      </w:r>
    </w:p>
    <w:p w14:paraId="2CDFC62E" w14:textId="161DC713" w:rsidR="001E48FC" w:rsidRDefault="001E48FC" w:rsidP="001E48FC">
      <w:pPr>
        <w:jc w:val="both"/>
      </w:pPr>
      <w:r>
        <w:t>juhataja</w:t>
      </w:r>
    </w:p>
    <w:p w14:paraId="1FC2AC2D" w14:textId="684F02E6" w:rsidR="001E48FC" w:rsidRDefault="001E48FC" w:rsidP="001E48FC">
      <w:pPr>
        <w:jc w:val="both"/>
      </w:pPr>
      <w:r>
        <w:t xml:space="preserve">Tel </w:t>
      </w:r>
      <w:r w:rsidR="00D54BDF">
        <w:t>5122091</w:t>
      </w:r>
    </w:p>
    <w:p w14:paraId="09BE5FB4" w14:textId="4ABD6DE9" w:rsidR="00781D43" w:rsidRPr="001E48FC" w:rsidRDefault="00E343CA" w:rsidP="00E343CA">
      <w:pPr>
        <w:pStyle w:val="gmail-msonospacing"/>
        <w:spacing w:before="0" w:beforeAutospacing="0" w:after="0" w:afterAutospacing="0"/>
        <w:jc w:val="both"/>
      </w:pPr>
      <w:r>
        <w:rPr>
          <w:rFonts w:ascii="Times New Roman" w:hAnsi="Times New Roman" w:cs="Times New Roman"/>
        </w:rPr>
        <w:t> </w:t>
      </w:r>
    </w:p>
    <w:p w14:paraId="6E5C7918" w14:textId="77777777" w:rsidR="00781D43" w:rsidRDefault="00781D43" w:rsidP="00E343CA">
      <w:pPr>
        <w:pStyle w:val="gmail-msonospacing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1AC7F3E8" w14:textId="03E4C2E2" w:rsidR="00781D43" w:rsidRDefault="00781D43" w:rsidP="00E343CA">
      <w:pPr>
        <w:pStyle w:val="gmail-msonospacing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7A150308" w14:textId="13224D2F" w:rsidR="00781D43" w:rsidRDefault="00781D43" w:rsidP="00E343CA">
      <w:pPr>
        <w:pStyle w:val="gmail-msonospacing"/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25F7C08B" w14:textId="77777777" w:rsidR="00781D43" w:rsidRDefault="00781D43" w:rsidP="00E343CA">
      <w:pPr>
        <w:pStyle w:val="gmail-msonospacing"/>
        <w:spacing w:before="0" w:beforeAutospacing="0" w:after="0" w:afterAutospacing="0"/>
        <w:jc w:val="both"/>
      </w:pPr>
    </w:p>
    <w:p w14:paraId="62ED5C4F" w14:textId="77777777" w:rsidR="00E343CA" w:rsidRDefault="00E343CA" w:rsidP="00E343CA"/>
    <w:p w14:paraId="076113ED" w14:textId="77777777" w:rsidR="00F21276" w:rsidRPr="00B15CF3" w:rsidRDefault="00F21276" w:rsidP="00447A3F"/>
    <w:sectPr w:rsidR="00F21276" w:rsidRPr="00B15CF3" w:rsidSect="00177838">
      <w:footerReference w:type="default" r:id="rId7"/>
      <w:headerReference w:type="first" r:id="rId8"/>
      <w:footerReference w:type="first" r:id="rId9"/>
      <w:pgSz w:w="11906" w:h="16838" w:code="9"/>
      <w:pgMar w:top="1134" w:right="1134" w:bottom="1985" w:left="1985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954C6" w14:textId="77777777" w:rsidR="00177838" w:rsidRDefault="00177838">
      <w:r>
        <w:separator/>
      </w:r>
    </w:p>
  </w:endnote>
  <w:endnote w:type="continuationSeparator" w:id="0">
    <w:p w14:paraId="6C3EC284" w14:textId="77777777" w:rsidR="00177838" w:rsidRDefault="0017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B074" w14:textId="77777777" w:rsidR="00D8291C" w:rsidRPr="00B15CF3" w:rsidRDefault="00D8291C">
    <w:pPr>
      <w:pStyle w:val="Footer"/>
      <w:rPr>
        <w:sz w:val="18"/>
      </w:rPr>
    </w:pPr>
    <w:r w:rsidRPr="00B15CF3">
      <w:rPr>
        <w:sz w:val="18"/>
      </w:rPr>
      <w:fldChar w:fldCharType="begin"/>
    </w:r>
    <w:r w:rsidRPr="00B15CF3">
      <w:rPr>
        <w:sz w:val="18"/>
      </w:rPr>
      <w:instrText xml:space="preserve"> PAGE   \* MERGEFORMAT </w:instrText>
    </w:r>
    <w:r w:rsidRPr="00B15CF3">
      <w:rPr>
        <w:sz w:val="18"/>
      </w:rPr>
      <w:fldChar w:fldCharType="separate"/>
    </w:r>
    <w:r w:rsidR="00F21276">
      <w:rPr>
        <w:noProof/>
        <w:sz w:val="18"/>
      </w:rPr>
      <w:t>2</w:t>
    </w:r>
    <w:r w:rsidRPr="00B15CF3">
      <w:rPr>
        <w:sz w:val="18"/>
      </w:rPr>
      <w:fldChar w:fldCharType="end"/>
    </w:r>
    <w:r w:rsidRPr="00B15CF3">
      <w:rPr>
        <w:sz w:val="18"/>
      </w:rPr>
      <w:t xml:space="preserve"> (</w:t>
    </w:r>
    <w:r w:rsidRPr="00B15CF3">
      <w:rPr>
        <w:sz w:val="18"/>
      </w:rPr>
      <w:fldChar w:fldCharType="begin"/>
    </w:r>
    <w:r w:rsidRPr="00B15CF3">
      <w:rPr>
        <w:sz w:val="18"/>
      </w:rPr>
      <w:instrText xml:space="preserve"> NUMPAGES   \* MERGEFORMAT </w:instrText>
    </w:r>
    <w:r w:rsidRPr="00B15CF3">
      <w:rPr>
        <w:sz w:val="18"/>
      </w:rPr>
      <w:fldChar w:fldCharType="separate"/>
    </w:r>
    <w:r w:rsidR="008402C0">
      <w:rPr>
        <w:noProof/>
        <w:sz w:val="18"/>
      </w:rPr>
      <w:t>1</w:t>
    </w:r>
    <w:r w:rsidRPr="00B15CF3">
      <w:rPr>
        <w:sz w:val="18"/>
      </w:rPr>
      <w:fldChar w:fldCharType="end"/>
    </w:r>
    <w:r w:rsidRPr="00B15CF3">
      <w:rPr>
        <w:sz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551F" w14:textId="77777777" w:rsidR="004C6BA0" w:rsidRDefault="00DB3D2F" w:rsidP="004C6BA0">
    <w:pPr>
      <w:pStyle w:val="Footer"/>
      <w:tabs>
        <w:tab w:val="clear" w:pos="4536"/>
        <w:tab w:val="clear" w:pos="9072"/>
        <w:tab w:val="left" w:pos="3060"/>
        <w:tab w:val="left" w:pos="3960"/>
        <w:tab w:val="left" w:pos="6300"/>
      </w:tabs>
      <w:rPr>
        <w:sz w:val="18"/>
        <w:szCs w:val="20"/>
      </w:rPr>
    </w:pPr>
    <w:r w:rsidRPr="00DB3D2F">
      <w:rPr>
        <w:sz w:val="18"/>
        <w:szCs w:val="20"/>
      </w:rPr>
      <w:t>Vana 94</w:t>
    </w:r>
    <w:r>
      <w:rPr>
        <w:sz w:val="18"/>
        <w:szCs w:val="20"/>
      </w:rPr>
      <w:t xml:space="preserve"> </w:t>
    </w:r>
    <w:r w:rsidR="004C6BA0" w:rsidRPr="00B15CF3">
      <w:rPr>
        <w:sz w:val="18"/>
        <w:szCs w:val="20"/>
      </w:rPr>
      <w:t xml:space="preserve">/ </w:t>
    </w:r>
    <w:r w:rsidR="004C6BA0" w:rsidRPr="00666D8E">
      <w:rPr>
        <w:sz w:val="18"/>
        <w:szCs w:val="20"/>
      </w:rPr>
      <w:t>Vändra alev</w:t>
    </w:r>
    <w:r w:rsidR="004C6BA0">
      <w:rPr>
        <w:sz w:val="18"/>
        <w:szCs w:val="20"/>
      </w:rPr>
      <w:t xml:space="preserve"> </w:t>
    </w:r>
    <w:r w:rsidR="009A142C">
      <w:rPr>
        <w:sz w:val="18"/>
        <w:szCs w:val="20"/>
      </w:rPr>
      <w:t xml:space="preserve">/ </w:t>
    </w:r>
    <w:r w:rsidR="004C6BA0" w:rsidRPr="00666D8E">
      <w:rPr>
        <w:sz w:val="18"/>
        <w:szCs w:val="20"/>
      </w:rPr>
      <w:t>Põhja-Pärnumaa vald</w:t>
    </w:r>
    <w:r w:rsidR="009A142C">
      <w:rPr>
        <w:sz w:val="18"/>
        <w:szCs w:val="20"/>
      </w:rPr>
      <w:t>/ 87701 Pärnu maakond</w:t>
    </w:r>
  </w:p>
  <w:p w14:paraId="2E2A4128" w14:textId="601A21A9" w:rsidR="00DB3D2F" w:rsidRDefault="004C6BA0" w:rsidP="00D8291C">
    <w:pPr>
      <w:pStyle w:val="Footer"/>
      <w:tabs>
        <w:tab w:val="clear" w:pos="4536"/>
        <w:tab w:val="clear" w:pos="9072"/>
        <w:tab w:val="left" w:pos="3060"/>
        <w:tab w:val="left" w:pos="3960"/>
        <w:tab w:val="left" w:pos="6300"/>
      </w:tabs>
      <w:rPr>
        <w:sz w:val="18"/>
        <w:szCs w:val="20"/>
      </w:rPr>
    </w:pPr>
    <w:r w:rsidRPr="00666D8E">
      <w:rPr>
        <w:sz w:val="18"/>
        <w:szCs w:val="20"/>
      </w:rPr>
      <w:t xml:space="preserve">+372 </w:t>
    </w:r>
    <w:r w:rsidR="00DB3D2F" w:rsidRPr="00DB3D2F">
      <w:rPr>
        <w:sz w:val="18"/>
        <w:szCs w:val="20"/>
      </w:rPr>
      <w:t>511 9408</w:t>
    </w:r>
    <w:r w:rsidR="00DB3D2F">
      <w:rPr>
        <w:sz w:val="18"/>
        <w:szCs w:val="20"/>
      </w:rPr>
      <w:t xml:space="preserve"> </w:t>
    </w:r>
    <w:r w:rsidR="003D3FAC">
      <w:rPr>
        <w:sz w:val="18"/>
        <w:szCs w:val="20"/>
      </w:rPr>
      <w:t>/</w:t>
    </w:r>
    <w:r w:rsidRPr="00B15CF3">
      <w:rPr>
        <w:sz w:val="18"/>
        <w:szCs w:val="20"/>
      </w:rPr>
      <w:t xml:space="preserve"> </w:t>
    </w:r>
    <w:r w:rsidR="00DB3D2F">
      <w:rPr>
        <w:sz w:val="18"/>
        <w:szCs w:val="20"/>
      </w:rPr>
      <w:t>sotsiaalmaja</w:t>
    </w:r>
    <w:r w:rsidRPr="00666D8E">
      <w:rPr>
        <w:sz w:val="18"/>
        <w:szCs w:val="20"/>
      </w:rPr>
      <w:t>.pparnumaa.ee</w:t>
    </w:r>
    <w:r>
      <w:rPr>
        <w:sz w:val="18"/>
        <w:szCs w:val="20"/>
      </w:rPr>
      <w:t xml:space="preserve"> </w:t>
    </w:r>
    <w:r w:rsidR="009A142C">
      <w:rPr>
        <w:sz w:val="18"/>
        <w:szCs w:val="20"/>
      </w:rPr>
      <w:t xml:space="preserve">/ registrikood </w:t>
    </w:r>
    <w:r w:rsidR="00DB3D2F" w:rsidRPr="00DB3D2F">
      <w:rPr>
        <w:sz w:val="18"/>
        <w:szCs w:val="20"/>
      </w:rPr>
      <w:t>75025638</w:t>
    </w:r>
    <w:r w:rsidR="00DB3D2F">
      <w:rPr>
        <w:sz w:val="18"/>
        <w:szCs w:val="20"/>
      </w:rPr>
      <w:t xml:space="preserve"> </w:t>
    </w:r>
  </w:p>
  <w:p w14:paraId="26126C88" w14:textId="77777777" w:rsidR="004C6BA0" w:rsidRPr="00143FE1" w:rsidRDefault="00143FE1" w:rsidP="00D8291C">
    <w:pPr>
      <w:pStyle w:val="Footer"/>
      <w:tabs>
        <w:tab w:val="clear" w:pos="4536"/>
        <w:tab w:val="clear" w:pos="9072"/>
        <w:tab w:val="left" w:pos="3060"/>
        <w:tab w:val="left" w:pos="3960"/>
        <w:tab w:val="left" w:pos="6300"/>
      </w:tabs>
      <w:rPr>
        <w:sz w:val="18"/>
        <w:szCs w:val="18"/>
      </w:rPr>
    </w:pPr>
    <w:r w:rsidRPr="00143FE1">
      <w:rPr>
        <w:sz w:val="18"/>
        <w:szCs w:val="18"/>
      </w:rPr>
      <w:t>SEB pank EE111010220267487223, Swedbank EE162200221068426764</w:t>
    </w:r>
  </w:p>
  <w:p w14:paraId="2BDA7573" w14:textId="77777777" w:rsidR="006D0C83" w:rsidRPr="00B15CF3" w:rsidRDefault="006D0C83" w:rsidP="00D8291C">
    <w:pPr>
      <w:pStyle w:val="Footer"/>
      <w:tabs>
        <w:tab w:val="clear" w:pos="4536"/>
        <w:tab w:val="clear" w:pos="9072"/>
        <w:tab w:val="left" w:pos="3060"/>
        <w:tab w:val="left" w:pos="3960"/>
        <w:tab w:val="left" w:pos="6300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2F489" w14:textId="77777777" w:rsidR="00177838" w:rsidRDefault="00177838">
      <w:r>
        <w:separator/>
      </w:r>
    </w:p>
  </w:footnote>
  <w:footnote w:type="continuationSeparator" w:id="0">
    <w:p w14:paraId="2DA19997" w14:textId="77777777" w:rsidR="00177838" w:rsidRDefault="00177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57BC0" w14:textId="77777777" w:rsidR="00B15CF3" w:rsidRDefault="00B15CF3"/>
  <w:tbl>
    <w:tblPr>
      <w:tblW w:w="8782" w:type="dxa"/>
      <w:tblInd w:w="-1026" w:type="dxa"/>
      <w:tblLayout w:type="fixed"/>
      <w:tblLook w:val="04A0" w:firstRow="1" w:lastRow="0" w:firstColumn="1" w:lastColumn="0" w:noHBand="0" w:noVBand="1"/>
    </w:tblPr>
    <w:tblGrid>
      <w:gridCol w:w="1134"/>
      <w:gridCol w:w="7648"/>
    </w:tblGrid>
    <w:tr w:rsidR="006804B8" w:rsidRPr="0059328A" w14:paraId="7147CF0E" w14:textId="77777777" w:rsidTr="0059328A">
      <w:tc>
        <w:tcPr>
          <w:tcW w:w="1134" w:type="dxa"/>
          <w:shd w:val="clear" w:color="auto" w:fill="auto"/>
          <w:vAlign w:val="center"/>
        </w:tcPr>
        <w:p w14:paraId="0D994CCB" w14:textId="29268701" w:rsidR="006804B8" w:rsidRPr="0059328A" w:rsidRDefault="00104486" w:rsidP="006804B8">
          <w:pPr>
            <w:pStyle w:val="Header"/>
            <w:rPr>
              <w:rFonts w:ascii="Tahoma" w:hAnsi="Tahoma" w:cs="Tahoma"/>
              <w:smallCaps/>
            </w:rPr>
          </w:pPr>
          <w:r>
            <w:rPr>
              <w:rFonts w:ascii="Tahoma" w:hAnsi="Tahoma" w:cs="Tahoma"/>
              <w:smallCaps/>
              <w:noProof/>
            </w:rPr>
            <w:drawing>
              <wp:inline distT="0" distB="0" distL="0" distR="0" wp14:anchorId="4C60430A" wp14:editId="6007DFEE">
                <wp:extent cx="504825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4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D23CBA1" w14:textId="7B6092EA" w:rsidR="006804B8" w:rsidRPr="005E71BC" w:rsidRDefault="00855590" w:rsidP="004C6BA0">
          <w:pPr>
            <w:pStyle w:val="Header"/>
            <w:rPr>
              <w:rFonts w:ascii="Arial" w:hAnsi="Arial" w:cs="Arial"/>
              <w:b/>
              <w:sz w:val="28"/>
              <w:szCs w:val="28"/>
            </w:rPr>
          </w:pPr>
          <w:r>
            <w:rPr>
              <w:rFonts w:ascii="Arial" w:hAnsi="Arial" w:cs="Arial"/>
              <w:b/>
              <w:smallCaps/>
              <w:sz w:val="28"/>
              <w:szCs w:val="28"/>
            </w:rPr>
            <w:t>PÕHJA-PÄRNUMAA SOTSIAALKESKUS</w:t>
          </w:r>
        </w:p>
      </w:tc>
    </w:tr>
  </w:tbl>
  <w:p w14:paraId="6ADF37AE" w14:textId="77777777" w:rsidR="006D0C83" w:rsidRPr="00B15CF3" w:rsidRDefault="006D0C83" w:rsidP="006804B8">
    <w:pPr>
      <w:pStyle w:val="Head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B7B9A"/>
    <w:multiLevelType w:val="hybridMultilevel"/>
    <w:tmpl w:val="0A5606BC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94D77"/>
    <w:multiLevelType w:val="hybridMultilevel"/>
    <w:tmpl w:val="14F8E5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2701F3"/>
    <w:multiLevelType w:val="hybridMultilevel"/>
    <w:tmpl w:val="602CE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5652CD"/>
    <w:multiLevelType w:val="hybridMultilevel"/>
    <w:tmpl w:val="C42087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52F7A"/>
    <w:multiLevelType w:val="hybridMultilevel"/>
    <w:tmpl w:val="94DA0C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236C1B"/>
    <w:multiLevelType w:val="hybridMultilevel"/>
    <w:tmpl w:val="3FB2DF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28309">
    <w:abstractNumId w:val="2"/>
  </w:num>
  <w:num w:numId="2" w16cid:durableId="1171797601">
    <w:abstractNumId w:val="0"/>
  </w:num>
  <w:num w:numId="3" w16cid:durableId="1177042733">
    <w:abstractNumId w:val="4"/>
  </w:num>
  <w:num w:numId="4" w16cid:durableId="1985889599">
    <w:abstractNumId w:val="1"/>
  </w:num>
  <w:num w:numId="5" w16cid:durableId="2119372914">
    <w:abstractNumId w:val="5"/>
  </w:num>
  <w:num w:numId="6" w16cid:durableId="146896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486"/>
    <w:rsid w:val="000132CD"/>
    <w:rsid w:val="0001422B"/>
    <w:rsid w:val="000307AE"/>
    <w:rsid w:val="00065541"/>
    <w:rsid w:val="00065F0B"/>
    <w:rsid w:val="0008412D"/>
    <w:rsid w:val="000870C6"/>
    <w:rsid w:val="00087653"/>
    <w:rsid w:val="000B1C06"/>
    <w:rsid w:val="000C5B3C"/>
    <w:rsid w:val="000C6941"/>
    <w:rsid w:val="000F65DF"/>
    <w:rsid w:val="00104486"/>
    <w:rsid w:val="0011627B"/>
    <w:rsid w:val="00116783"/>
    <w:rsid w:val="001323CF"/>
    <w:rsid w:val="001353B8"/>
    <w:rsid w:val="00143FE1"/>
    <w:rsid w:val="001650B2"/>
    <w:rsid w:val="00177838"/>
    <w:rsid w:val="00186449"/>
    <w:rsid w:val="00195A61"/>
    <w:rsid w:val="001B5BDF"/>
    <w:rsid w:val="001C4642"/>
    <w:rsid w:val="001D7A37"/>
    <w:rsid w:val="001E48FC"/>
    <w:rsid w:val="001F7658"/>
    <w:rsid w:val="00203932"/>
    <w:rsid w:val="002044CE"/>
    <w:rsid w:val="00214A46"/>
    <w:rsid w:val="002266F5"/>
    <w:rsid w:val="00233082"/>
    <w:rsid w:val="0023649B"/>
    <w:rsid w:val="00251479"/>
    <w:rsid w:val="002737C4"/>
    <w:rsid w:val="002864F2"/>
    <w:rsid w:val="002907F4"/>
    <w:rsid w:val="002970D3"/>
    <w:rsid w:val="002B0F6B"/>
    <w:rsid w:val="002C0E6B"/>
    <w:rsid w:val="002C241D"/>
    <w:rsid w:val="002C2ECE"/>
    <w:rsid w:val="002C6F78"/>
    <w:rsid w:val="002D3993"/>
    <w:rsid w:val="002E003D"/>
    <w:rsid w:val="002E31AA"/>
    <w:rsid w:val="002F0784"/>
    <w:rsid w:val="00302CA4"/>
    <w:rsid w:val="00302E0A"/>
    <w:rsid w:val="00321FAB"/>
    <w:rsid w:val="0032736A"/>
    <w:rsid w:val="00332EFF"/>
    <w:rsid w:val="00335E77"/>
    <w:rsid w:val="0033766A"/>
    <w:rsid w:val="003443E2"/>
    <w:rsid w:val="00345A62"/>
    <w:rsid w:val="00346658"/>
    <w:rsid w:val="00351A0A"/>
    <w:rsid w:val="00351E33"/>
    <w:rsid w:val="00352C7A"/>
    <w:rsid w:val="00363CBD"/>
    <w:rsid w:val="0036709B"/>
    <w:rsid w:val="003742BF"/>
    <w:rsid w:val="0038298B"/>
    <w:rsid w:val="003A0340"/>
    <w:rsid w:val="003A1759"/>
    <w:rsid w:val="003A71F4"/>
    <w:rsid w:val="003D3FAC"/>
    <w:rsid w:val="003D5E41"/>
    <w:rsid w:val="003E35F5"/>
    <w:rsid w:val="00406489"/>
    <w:rsid w:val="004134C6"/>
    <w:rsid w:val="004175CC"/>
    <w:rsid w:val="00425E21"/>
    <w:rsid w:val="0042734A"/>
    <w:rsid w:val="004313C5"/>
    <w:rsid w:val="00432BEB"/>
    <w:rsid w:val="00433173"/>
    <w:rsid w:val="00434389"/>
    <w:rsid w:val="00447A3F"/>
    <w:rsid w:val="004606F4"/>
    <w:rsid w:val="00462363"/>
    <w:rsid w:val="00471CBE"/>
    <w:rsid w:val="00477B61"/>
    <w:rsid w:val="004817E6"/>
    <w:rsid w:val="00487777"/>
    <w:rsid w:val="004B0C24"/>
    <w:rsid w:val="004C6BA0"/>
    <w:rsid w:val="004D1899"/>
    <w:rsid w:val="004E41E5"/>
    <w:rsid w:val="004E4D4C"/>
    <w:rsid w:val="004F2F1F"/>
    <w:rsid w:val="00512327"/>
    <w:rsid w:val="00521253"/>
    <w:rsid w:val="00522F27"/>
    <w:rsid w:val="005443AB"/>
    <w:rsid w:val="005476A7"/>
    <w:rsid w:val="00552A40"/>
    <w:rsid w:val="0056090E"/>
    <w:rsid w:val="00565661"/>
    <w:rsid w:val="00574CFA"/>
    <w:rsid w:val="005851C3"/>
    <w:rsid w:val="0059153F"/>
    <w:rsid w:val="0059328A"/>
    <w:rsid w:val="005B7381"/>
    <w:rsid w:val="005E5A3A"/>
    <w:rsid w:val="005E71BC"/>
    <w:rsid w:val="005F1BD6"/>
    <w:rsid w:val="00602685"/>
    <w:rsid w:val="00605C01"/>
    <w:rsid w:val="00611E81"/>
    <w:rsid w:val="00614C7F"/>
    <w:rsid w:val="006804B8"/>
    <w:rsid w:val="006A5B7E"/>
    <w:rsid w:val="006B49DA"/>
    <w:rsid w:val="006D0C83"/>
    <w:rsid w:val="006D69D7"/>
    <w:rsid w:val="00700573"/>
    <w:rsid w:val="00700C5A"/>
    <w:rsid w:val="0070773E"/>
    <w:rsid w:val="00717EF0"/>
    <w:rsid w:val="0072283C"/>
    <w:rsid w:val="007421DD"/>
    <w:rsid w:val="0076758A"/>
    <w:rsid w:val="00771A76"/>
    <w:rsid w:val="00781D43"/>
    <w:rsid w:val="00787BE4"/>
    <w:rsid w:val="00792845"/>
    <w:rsid w:val="007B1EBE"/>
    <w:rsid w:val="007C21EE"/>
    <w:rsid w:val="007C3568"/>
    <w:rsid w:val="007C76C1"/>
    <w:rsid w:val="007D2D43"/>
    <w:rsid w:val="007D6046"/>
    <w:rsid w:val="007E7CD7"/>
    <w:rsid w:val="00805C95"/>
    <w:rsid w:val="00816478"/>
    <w:rsid w:val="008340D7"/>
    <w:rsid w:val="008402C0"/>
    <w:rsid w:val="008518A0"/>
    <w:rsid w:val="00855590"/>
    <w:rsid w:val="00864C66"/>
    <w:rsid w:val="0086620A"/>
    <w:rsid w:val="008675E6"/>
    <w:rsid w:val="00880494"/>
    <w:rsid w:val="008845D2"/>
    <w:rsid w:val="00890717"/>
    <w:rsid w:val="0089368A"/>
    <w:rsid w:val="008B21DE"/>
    <w:rsid w:val="008E3ABD"/>
    <w:rsid w:val="008E7664"/>
    <w:rsid w:val="008F6994"/>
    <w:rsid w:val="00912587"/>
    <w:rsid w:val="00912F03"/>
    <w:rsid w:val="0093403F"/>
    <w:rsid w:val="009351F8"/>
    <w:rsid w:val="0093571A"/>
    <w:rsid w:val="0094015F"/>
    <w:rsid w:val="00956A14"/>
    <w:rsid w:val="00966F3D"/>
    <w:rsid w:val="00966F87"/>
    <w:rsid w:val="00996D50"/>
    <w:rsid w:val="009972CF"/>
    <w:rsid w:val="009A142C"/>
    <w:rsid w:val="009B55D1"/>
    <w:rsid w:val="009F2329"/>
    <w:rsid w:val="009F5119"/>
    <w:rsid w:val="00A12251"/>
    <w:rsid w:val="00A228F7"/>
    <w:rsid w:val="00A30501"/>
    <w:rsid w:val="00A87537"/>
    <w:rsid w:val="00A90A36"/>
    <w:rsid w:val="00AA2A42"/>
    <w:rsid w:val="00AA32C2"/>
    <w:rsid w:val="00AB71A1"/>
    <w:rsid w:val="00AC0C03"/>
    <w:rsid w:val="00AC1D4E"/>
    <w:rsid w:val="00AE43A3"/>
    <w:rsid w:val="00AF3351"/>
    <w:rsid w:val="00B01252"/>
    <w:rsid w:val="00B06703"/>
    <w:rsid w:val="00B15803"/>
    <w:rsid w:val="00B15CF3"/>
    <w:rsid w:val="00B25722"/>
    <w:rsid w:val="00B2666E"/>
    <w:rsid w:val="00B32863"/>
    <w:rsid w:val="00B71540"/>
    <w:rsid w:val="00B90235"/>
    <w:rsid w:val="00B91EAF"/>
    <w:rsid w:val="00BA303B"/>
    <w:rsid w:val="00BA770E"/>
    <w:rsid w:val="00BB4B88"/>
    <w:rsid w:val="00BC0B1C"/>
    <w:rsid w:val="00BC352F"/>
    <w:rsid w:val="00BC580D"/>
    <w:rsid w:val="00BD7A4A"/>
    <w:rsid w:val="00C156ED"/>
    <w:rsid w:val="00C267C7"/>
    <w:rsid w:val="00C27C31"/>
    <w:rsid w:val="00C315A6"/>
    <w:rsid w:val="00C43AB5"/>
    <w:rsid w:val="00C43C16"/>
    <w:rsid w:val="00C52155"/>
    <w:rsid w:val="00C61400"/>
    <w:rsid w:val="00C6233E"/>
    <w:rsid w:val="00C75C52"/>
    <w:rsid w:val="00C76A0A"/>
    <w:rsid w:val="00C85899"/>
    <w:rsid w:val="00CD0EE5"/>
    <w:rsid w:val="00CE0E47"/>
    <w:rsid w:val="00CE1211"/>
    <w:rsid w:val="00CF0D73"/>
    <w:rsid w:val="00D108E2"/>
    <w:rsid w:val="00D30944"/>
    <w:rsid w:val="00D41F70"/>
    <w:rsid w:val="00D54BDF"/>
    <w:rsid w:val="00D812E6"/>
    <w:rsid w:val="00D8231D"/>
    <w:rsid w:val="00D8291C"/>
    <w:rsid w:val="00D83A4F"/>
    <w:rsid w:val="00D87F16"/>
    <w:rsid w:val="00D92209"/>
    <w:rsid w:val="00DB3D2F"/>
    <w:rsid w:val="00DC4D9C"/>
    <w:rsid w:val="00DD14B7"/>
    <w:rsid w:val="00DD24FF"/>
    <w:rsid w:val="00DE793A"/>
    <w:rsid w:val="00DF07D3"/>
    <w:rsid w:val="00DF63CC"/>
    <w:rsid w:val="00E343CA"/>
    <w:rsid w:val="00E42005"/>
    <w:rsid w:val="00E92E55"/>
    <w:rsid w:val="00E97029"/>
    <w:rsid w:val="00EB7105"/>
    <w:rsid w:val="00ED4F1C"/>
    <w:rsid w:val="00ED59D8"/>
    <w:rsid w:val="00ED6E22"/>
    <w:rsid w:val="00ED791B"/>
    <w:rsid w:val="00EE1F41"/>
    <w:rsid w:val="00EE7215"/>
    <w:rsid w:val="00F13F6E"/>
    <w:rsid w:val="00F21276"/>
    <w:rsid w:val="00F2421A"/>
    <w:rsid w:val="00F33DD9"/>
    <w:rsid w:val="00F35C42"/>
    <w:rsid w:val="00F4214B"/>
    <w:rsid w:val="00F51244"/>
    <w:rsid w:val="00F538BD"/>
    <w:rsid w:val="00F53EDD"/>
    <w:rsid w:val="00F65A5C"/>
    <w:rsid w:val="00F6694E"/>
    <w:rsid w:val="00F7461F"/>
    <w:rsid w:val="00F746AC"/>
    <w:rsid w:val="00F820B8"/>
    <w:rsid w:val="00F83646"/>
    <w:rsid w:val="00F907E9"/>
    <w:rsid w:val="00FA20A1"/>
    <w:rsid w:val="00FA310C"/>
    <w:rsid w:val="00FA6059"/>
    <w:rsid w:val="00FA78BB"/>
    <w:rsid w:val="00FB678A"/>
    <w:rsid w:val="00FC4711"/>
    <w:rsid w:val="00FC7CFC"/>
    <w:rsid w:val="00FD01F4"/>
    <w:rsid w:val="00FE1337"/>
    <w:rsid w:val="00FE234E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3A257"/>
  <w15:docId w15:val="{F76714E4-B820-47C6-8750-B1E60BBA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7A3F"/>
    <w:rPr>
      <w:rFonts w:eastAsia="Calibri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9368A"/>
    <w:pPr>
      <w:keepNext/>
      <w:outlineLvl w:val="0"/>
    </w:pPr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2BE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432BEB"/>
    <w:pPr>
      <w:tabs>
        <w:tab w:val="center" w:pos="4536"/>
        <w:tab w:val="right" w:pos="9072"/>
      </w:tabs>
    </w:pPr>
  </w:style>
  <w:style w:type="character" w:styleId="Hyperlink">
    <w:name w:val="Hyperlink"/>
    <w:rsid w:val="00432BEB"/>
    <w:rPr>
      <w:color w:val="0000FF"/>
      <w:u w:val="single"/>
    </w:rPr>
  </w:style>
  <w:style w:type="character" w:customStyle="1" w:styleId="skypepnhtextspan">
    <w:name w:val="skype_pnh_text_span"/>
    <w:basedOn w:val="DefaultParagraphFont"/>
    <w:rsid w:val="002864F2"/>
  </w:style>
  <w:style w:type="character" w:customStyle="1" w:styleId="skypepnhrightspan">
    <w:name w:val="skype_pnh_right_span"/>
    <w:basedOn w:val="DefaultParagraphFont"/>
    <w:rsid w:val="002864F2"/>
  </w:style>
  <w:style w:type="paragraph" w:styleId="NormalWeb">
    <w:name w:val="Normal (Web)"/>
    <w:basedOn w:val="Normal"/>
    <w:rsid w:val="00B06703"/>
    <w:pPr>
      <w:spacing w:before="100" w:beforeAutospacing="1" w:after="119"/>
    </w:pPr>
    <w:rPr>
      <w:rFonts w:eastAsia="Times New Roman"/>
      <w:lang w:val="en-US"/>
    </w:rPr>
  </w:style>
  <w:style w:type="paragraph" w:styleId="BodyText">
    <w:name w:val="Body Text"/>
    <w:basedOn w:val="Normal"/>
    <w:link w:val="BodyTextChar"/>
    <w:rsid w:val="00B91EAF"/>
    <w:pPr>
      <w:spacing w:after="12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BodyTextChar">
    <w:name w:val="Body Text Char"/>
    <w:link w:val="BodyText"/>
    <w:semiHidden/>
    <w:locked/>
    <w:rsid w:val="00B91EAF"/>
    <w:rPr>
      <w:rFonts w:ascii="Calibri" w:hAnsi="Calibri"/>
      <w:sz w:val="22"/>
      <w:szCs w:val="22"/>
      <w:lang w:val="et-EE" w:eastAsia="en-US" w:bidi="ar-SA"/>
    </w:rPr>
  </w:style>
  <w:style w:type="table" w:styleId="TableGrid">
    <w:name w:val="Table Grid"/>
    <w:basedOn w:val="TableNormal"/>
    <w:rsid w:val="00680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76A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76A0A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FooterChar">
    <w:name w:val="Footer Char"/>
    <w:link w:val="Footer"/>
    <w:rsid w:val="004C6BA0"/>
    <w:rPr>
      <w:rFonts w:eastAsia="Calibri"/>
      <w:sz w:val="24"/>
      <w:szCs w:val="24"/>
      <w:lang w:eastAsia="en-US"/>
    </w:rPr>
  </w:style>
  <w:style w:type="paragraph" w:customStyle="1" w:styleId="gmail-msolistparagraph">
    <w:name w:val="gmail-msolistparagraph"/>
    <w:basedOn w:val="Normal"/>
    <w:rsid w:val="00E343C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t-EE"/>
    </w:rPr>
  </w:style>
  <w:style w:type="paragraph" w:customStyle="1" w:styleId="gmail-msonospacing">
    <w:name w:val="gmail-msonospacing"/>
    <w:basedOn w:val="Normal"/>
    <w:rsid w:val="00E343C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t-EE"/>
    </w:rPr>
  </w:style>
  <w:style w:type="paragraph" w:styleId="ListParagraph">
    <w:name w:val="List Paragraph"/>
    <w:basedOn w:val="Normal"/>
    <w:uiPriority w:val="34"/>
    <w:qFormat/>
    <w:rsid w:val="006B4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Uus%20kaust\Sotsiaalmaja%20kirjaplan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Sotsiaalmaja kirjaplank</Template>
  <TotalTime>0</TotalTime>
  <Pages>1</Pages>
  <Words>220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Lembi Uulimaa</dc:creator>
  <cp:keywords/>
  <dc:description/>
  <cp:lastModifiedBy>Lembi Uulimaa</cp:lastModifiedBy>
  <cp:revision>2</cp:revision>
  <cp:lastPrinted>2024-03-11T08:18:00Z</cp:lastPrinted>
  <dcterms:created xsi:type="dcterms:W3CDTF">2024-03-11T08:43:00Z</dcterms:created>
  <dcterms:modified xsi:type="dcterms:W3CDTF">2024-03-11T08:43:00Z</dcterms:modified>
</cp:coreProperties>
</file>