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9530D" w14:textId="3F272DDE" w:rsidR="007624E1" w:rsidRPr="001451C0" w:rsidRDefault="00000000">
      <w:pPr>
        <w:pStyle w:val="Kuupev"/>
        <w:rPr>
          <w:rFonts w:ascii="Times New Roman" w:hAnsi="Times New Roman" w:cs="Times New Roman"/>
          <w:b/>
          <w:color w:val="auto"/>
        </w:rPr>
      </w:pPr>
      <w:sdt>
        <w:sdtPr>
          <w:rPr>
            <w:rFonts w:ascii="Times New Roman" w:hAnsi="Times New Roman" w:cs="Times New Roman"/>
            <w:b/>
            <w:color w:val="auto"/>
          </w:rPr>
          <w:id w:val="1090121960"/>
          <w:placeholder>
            <w:docPart w:val="F3A5D75EA90D4088A545FFA00FF59C80"/>
          </w:placeholder>
          <w:date w:fullDate="2022-12-30T00:00:00Z">
            <w:dateFormat w:val="d. MMMM yyyy'. a.'"/>
            <w:lid w:val="et-EE"/>
            <w:storeMappedDataAs w:val="dateTime"/>
            <w:calendar w:val="gregorian"/>
          </w:date>
        </w:sdtPr>
        <w:sdtContent>
          <w:r w:rsidR="0060050A">
            <w:rPr>
              <w:rFonts w:ascii="Times New Roman" w:hAnsi="Times New Roman" w:cs="Times New Roman"/>
              <w:b/>
              <w:color w:val="auto"/>
              <w:lang w:val="et-EE"/>
            </w:rPr>
            <w:t>30. detsember 2022. a.</w:t>
          </w:r>
        </w:sdtContent>
      </w:sdt>
    </w:p>
    <w:p w14:paraId="6C44108E" w14:textId="77777777" w:rsidR="007624E1" w:rsidRPr="001451C0" w:rsidRDefault="006C2944">
      <w:pPr>
        <w:pStyle w:val="Adressaat"/>
      </w:pPr>
      <w:r w:rsidRPr="001451C0">
        <w:t xml:space="preserve">RMK </w:t>
      </w:r>
      <w:proofErr w:type="spellStart"/>
      <w:r w:rsidR="00AA08EB" w:rsidRPr="001451C0">
        <w:t>Metsaparandusosakond</w:t>
      </w:r>
      <w:proofErr w:type="spellEnd"/>
    </w:p>
    <w:p w14:paraId="0A3C1AF0" w14:textId="77777777" w:rsidR="007624E1" w:rsidRDefault="00BE15D8">
      <w:pPr>
        <w:pStyle w:val="Tervitus"/>
        <w:rPr>
          <w:b/>
          <w:lang w:val="et-EE"/>
        </w:rPr>
      </w:pPr>
      <w:r w:rsidRPr="00AC3C0B">
        <w:rPr>
          <w:b/>
        </w:rPr>
        <w:t>L</w:t>
      </w:r>
      <w:r w:rsidRPr="00AC3C0B">
        <w:rPr>
          <w:b/>
          <w:lang w:val="et-EE"/>
        </w:rPr>
        <w:t>.p. Toomas Kivisto</w:t>
      </w:r>
      <w:r w:rsidR="00AA08EB" w:rsidRPr="00AC3C0B">
        <w:rPr>
          <w:b/>
          <w:lang w:val="et-EE"/>
        </w:rPr>
        <w:t xml:space="preserve"> metsaparanduse peaspetsialist</w:t>
      </w:r>
    </w:p>
    <w:p w14:paraId="3EE22CB3" w14:textId="77777777" w:rsidR="00AC3C0B" w:rsidRPr="00AC3C0B" w:rsidRDefault="00AC3C0B" w:rsidP="00AC3C0B">
      <w:pPr>
        <w:rPr>
          <w:lang w:val="et-EE"/>
        </w:rPr>
      </w:pPr>
    </w:p>
    <w:p w14:paraId="05D99BC2" w14:textId="51A55E22" w:rsidR="0043147D" w:rsidRDefault="001451C0" w:rsidP="0048021A">
      <w:pPr>
        <w:spacing w:line="360" w:lineRule="auto"/>
        <w:jc w:val="both"/>
        <w:rPr>
          <w:lang w:val="et-EE"/>
        </w:rPr>
      </w:pPr>
      <w:r w:rsidRPr="00DF7472">
        <w:rPr>
          <w:lang w:val="et-EE"/>
        </w:rPr>
        <w:t>Sõ</w:t>
      </w:r>
      <w:r w:rsidR="001A6924" w:rsidRPr="00DF7472">
        <w:rPr>
          <w:lang w:val="et-EE"/>
        </w:rPr>
        <w:t>l</w:t>
      </w:r>
      <w:r w:rsidRPr="00DF7472">
        <w:rPr>
          <w:lang w:val="et-EE"/>
        </w:rPr>
        <w:t>misime teiega T</w:t>
      </w:r>
      <w:r w:rsidR="001A6924" w:rsidRPr="00DF7472">
        <w:rPr>
          <w:lang w:val="et-EE"/>
        </w:rPr>
        <w:t xml:space="preserve">öövõtulepingu </w:t>
      </w:r>
      <w:r w:rsidR="00442072" w:rsidRPr="00442072">
        <w:rPr>
          <w:lang w:val="et-EE"/>
        </w:rPr>
        <w:t xml:space="preserve">nr </w:t>
      </w:r>
      <w:r w:rsidR="00BB4E09" w:rsidRPr="00BB4E09">
        <w:rPr>
          <w:lang w:val="et-EE"/>
        </w:rPr>
        <w:t>3-1.5/2021/121</w:t>
      </w:r>
      <w:r w:rsidR="00BB4E09">
        <w:rPr>
          <w:lang w:val="et-EE"/>
        </w:rPr>
        <w:t xml:space="preserve"> </w:t>
      </w:r>
      <w:r w:rsidR="000D0D2B">
        <w:rPr>
          <w:lang w:val="et-EE"/>
        </w:rPr>
        <w:t>l</w:t>
      </w:r>
      <w:r w:rsidR="00836CAD" w:rsidRPr="00DF7472">
        <w:rPr>
          <w:lang w:val="et-EE"/>
        </w:rPr>
        <w:t>epingu objektiks o</w:t>
      </w:r>
      <w:r w:rsidR="00F935AD">
        <w:rPr>
          <w:lang w:val="et-EE"/>
        </w:rPr>
        <w:t>n</w:t>
      </w:r>
      <w:r w:rsidR="0043147D">
        <w:rPr>
          <w:lang w:val="et-EE"/>
        </w:rPr>
        <w:t xml:space="preserve"> </w:t>
      </w:r>
      <w:r w:rsidR="0048021A" w:rsidRPr="0048021A">
        <w:rPr>
          <w:lang w:val="et-EE"/>
        </w:rPr>
        <w:t>K</w:t>
      </w:r>
      <w:r w:rsidR="0048021A" w:rsidRPr="009A29A0">
        <w:rPr>
          <w:b/>
          <w:bCs/>
          <w:lang w:val="et-EE"/>
        </w:rPr>
        <w:t>otka-</w:t>
      </w:r>
      <w:proofErr w:type="spellStart"/>
      <w:r w:rsidR="0048021A" w:rsidRPr="009A29A0">
        <w:rPr>
          <w:b/>
          <w:bCs/>
          <w:lang w:val="et-EE"/>
        </w:rPr>
        <w:t>Sohlu</w:t>
      </w:r>
      <w:proofErr w:type="spellEnd"/>
      <w:r w:rsidR="0048021A" w:rsidRPr="009A29A0">
        <w:rPr>
          <w:b/>
          <w:bCs/>
          <w:lang w:val="et-EE"/>
        </w:rPr>
        <w:t xml:space="preserve"> metsakuivenduse maaparandusehitiste rekonstrueerimisprojekt</w:t>
      </w:r>
      <w:r w:rsidR="0048021A" w:rsidRPr="009A29A0">
        <w:rPr>
          <w:b/>
          <w:bCs/>
          <w:lang w:val="et-EE"/>
        </w:rPr>
        <w:t>i</w:t>
      </w:r>
      <w:r w:rsidR="0048021A">
        <w:rPr>
          <w:lang w:val="et-EE"/>
        </w:rPr>
        <w:t xml:space="preserve"> </w:t>
      </w:r>
      <w:r w:rsidR="0043147D">
        <w:rPr>
          <w:lang w:val="et-EE"/>
        </w:rPr>
        <w:t>k</w:t>
      </w:r>
      <w:r w:rsidR="00DA066E">
        <w:rPr>
          <w:lang w:val="et-EE"/>
        </w:rPr>
        <w:t>o</w:t>
      </w:r>
      <w:r w:rsidR="0043147D">
        <w:rPr>
          <w:lang w:val="et-EE"/>
        </w:rPr>
        <w:t>ostamine</w:t>
      </w:r>
      <w:r w:rsidR="003771C9">
        <w:rPr>
          <w:lang w:val="et-EE"/>
        </w:rPr>
        <w:t>.</w:t>
      </w:r>
    </w:p>
    <w:p w14:paraId="083914F5" w14:textId="2C7AEE88" w:rsidR="00414171" w:rsidRDefault="00CA1AFC" w:rsidP="005402B0">
      <w:pPr>
        <w:spacing w:line="360" w:lineRule="auto"/>
        <w:jc w:val="both"/>
        <w:rPr>
          <w:lang w:val="et-EE"/>
        </w:rPr>
      </w:pPr>
      <w:r>
        <w:rPr>
          <w:lang w:val="et-EE"/>
        </w:rPr>
        <w:t>Maatervendus OÜ</w:t>
      </w:r>
      <w:r w:rsidR="00401DF5" w:rsidRPr="00DF7472">
        <w:rPr>
          <w:lang w:val="et-EE"/>
        </w:rPr>
        <w:t xml:space="preserve"> kohustus lepingunõuetele vastavad </w:t>
      </w:r>
      <w:r>
        <w:rPr>
          <w:lang w:val="et-EE"/>
        </w:rPr>
        <w:t xml:space="preserve">antud projekt </w:t>
      </w:r>
      <w:r w:rsidR="00401DF5" w:rsidRPr="00DF7472">
        <w:rPr>
          <w:lang w:val="et-EE"/>
        </w:rPr>
        <w:t>Tellijale üle andma hiljemalt 0</w:t>
      </w:r>
      <w:r>
        <w:rPr>
          <w:lang w:val="et-EE"/>
        </w:rPr>
        <w:t>1</w:t>
      </w:r>
      <w:r w:rsidR="00401DF5" w:rsidRPr="00DF7472">
        <w:rPr>
          <w:lang w:val="et-EE"/>
        </w:rPr>
        <w:t>.</w:t>
      </w:r>
      <w:r w:rsidR="0048021A">
        <w:rPr>
          <w:lang w:val="et-EE"/>
        </w:rPr>
        <w:t>01</w:t>
      </w:r>
      <w:r w:rsidR="0088785C">
        <w:rPr>
          <w:lang w:val="et-EE"/>
        </w:rPr>
        <w:t>.</w:t>
      </w:r>
      <w:r>
        <w:rPr>
          <w:lang w:val="et-EE"/>
        </w:rPr>
        <w:t xml:space="preserve"> </w:t>
      </w:r>
      <w:r w:rsidR="00401DF5" w:rsidRPr="00DF7472">
        <w:rPr>
          <w:lang w:val="et-EE"/>
        </w:rPr>
        <w:t>20</w:t>
      </w:r>
      <w:r w:rsidR="0059371A">
        <w:rPr>
          <w:lang w:val="et-EE"/>
        </w:rPr>
        <w:t>2</w:t>
      </w:r>
      <w:r w:rsidR="0048021A">
        <w:rPr>
          <w:lang w:val="et-EE"/>
        </w:rPr>
        <w:t>3</w:t>
      </w:r>
      <w:r w:rsidR="00401DF5" w:rsidRPr="00DF7472">
        <w:rPr>
          <w:lang w:val="et-EE"/>
        </w:rPr>
        <w:t>. a.</w:t>
      </w:r>
    </w:p>
    <w:p w14:paraId="552A2473" w14:textId="50864D5E" w:rsidR="00442072" w:rsidRDefault="00553BCA" w:rsidP="009738D7">
      <w:pPr>
        <w:spacing w:line="360" w:lineRule="auto"/>
        <w:jc w:val="both"/>
        <w:rPr>
          <w:lang w:val="et-EE"/>
        </w:rPr>
      </w:pPr>
      <w:r>
        <w:rPr>
          <w:lang w:val="et-EE"/>
        </w:rPr>
        <w:t xml:space="preserve">KMA </w:t>
      </w:r>
      <w:r w:rsidR="00D43F3A">
        <w:rPr>
          <w:lang w:val="et-EE"/>
        </w:rPr>
        <w:t xml:space="preserve">kokkuvõtte koostamise käigus selgus, et </w:t>
      </w:r>
      <w:r w:rsidR="00E60220">
        <w:rPr>
          <w:lang w:val="et-EE"/>
        </w:rPr>
        <w:t xml:space="preserve">välistamaks </w:t>
      </w:r>
      <w:proofErr w:type="spellStart"/>
      <w:r w:rsidR="00E60220">
        <w:rPr>
          <w:lang w:val="et-EE"/>
        </w:rPr>
        <w:t>natura</w:t>
      </w:r>
      <w:proofErr w:type="spellEnd"/>
      <w:r w:rsidR="00E60220">
        <w:rPr>
          <w:lang w:val="et-EE"/>
        </w:rPr>
        <w:t xml:space="preserve"> alale negatiivset mõju tuleb 13 kraavil</w:t>
      </w:r>
      <w:r w:rsidR="005979B4">
        <w:rPr>
          <w:lang w:val="et-EE"/>
        </w:rPr>
        <w:t xml:space="preserve"> eemaldada ainult voolutakistused, 16 kraavil </w:t>
      </w:r>
      <w:r w:rsidR="003879E2">
        <w:rPr>
          <w:lang w:val="et-EE"/>
        </w:rPr>
        <w:t xml:space="preserve">tuleb </w:t>
      </w:r>
      <w:r w:rsidR="005979B4">
        <w:rPr>
          <w:lang w:val="et-EE"/>
        </w:rPr>
        <w:t>v</w:t>
      </w:r>
      <w:r w:rsidR="005979B4" w:rsidRPr="00D92405">
        <w:rPr>
          <w:lang w:val="et-EE"/>
        </w:rPr>
        <w:t>oolutakistus</w:t>
      </w:r>
      <w:r w:rsidR="00E91A0F">
        <w:rPr>
          <w:lang w:val="et-EE"/>
        </w:rPr>
        <w:t>ed</w:t>
      </w:r>
      <w:r w:rsidR="005979B4" w:rsidRPr="00D92405">
        <w:rPr>
          <w:lang w:val="et-EE"/>
        </w:rPr>
        <w:t xml:space="preserve"> eemalda</w:t>
      </w:r>
      <w:r w:rsidR="003879E2" w:rsidRPr="00D92405">
        <w:rPr>
          <w:lang w:val="et-EE"/>
        </w:rPr>
        <w:t>da</w:t>
      </w:r>
      <w:r w:rsidR="005979B4" w:rsidRPr="00D92405">
        <w:rPr>
          <w:lang w:val="et-EE"/>
        </w:rPr>
        <w:t xml:space="preserve"> 150 m ulatuses kaitseala piiris</w:t>
      </w:r>
      <w:r w:rsidR="00E91A0F">
        <w:rPr>
          <w:lang w:val="et-EE"/>
        </w:rPr>
        <w:t>t</w:t>
      </w:r>
      <w:r w:rsidR="003879E2" w:rsidRPr="00D92405">
        <w:rPr>
          <w:lang w:val="et-EE"/>
        </w:rPr>
        <w:t xml:space="preserve"> ja 3 kraavi tuleb jätta olemasolevasse seisukorda.</w:t>
      </w:r>
      <w:r w:rsidR="00C44481">
        <w:rPr>
          <w:lang w:val="et-EE"/>
        </w:rPr>
        <w:t xml:space="preserve"> Selliseid piiranguid olemasolevas KMA </w:t>
      </w:r>
      <w:r w:rsidR="00F4228C">
        <w:rPr>
          <w:lang w:val="et-EE"/>
        </w:rPr>
        <w:t>ei olnud. Seoses ulatuslike muudatustega</w:t>
      </w:r>
      <w:r w:rsidR="00EB6347">
        <w:rPr>
          <w:lang w:val="et-EE"/>
        </w:rPr>
        <w:t xml:space="preserve"> tuleb projekti</w:t>
      </w:r>
      <w:r w:rsidR="00E91A0F">
        <w:rPr>
          <w:lang w:val="et-EE"/>
        </w:rPr>
        <w:t>s</w:t>
      </w:r>
      <w:r w:rsidR="00EB6347">
        <w:rPr>
          <w:lang w:val="et-EE"/>
        </w:rPr>
        <w:t xml:space="preserve"> teha olulisi muudatusi</w:t>
      </w:r>
      <w:r w:rsidR="005A5518">
        <w:rPr>
          <w:lang w:val="et-EE"/>
        </w:rPr>
        <w:t xml:space="preserve"> ning</w:t>
      </w:r>
      <w:r w:rsidR="009738D7">
        <w:rPr>
          <w:lang w:val="et-EE"/>
        </w:rPr>
        <w:t xml:space="preserve"> </w:t>
      </w:r>
      <w:r w:rsidR="00B20D5F">
        <w:rPr>
          <w:lang w:val="et-EE"/>
        </w:rPr>
        <w:t>ei saa projekti</w:t>
      </w:r>
      <w:r w:rsidR="008E57BB">
        <w:rPr>
          <w:lang w:val="et-EE"/>
        </w:rPr>
        <w:t xml:space="preserve"> tähtajaliselt</w:t>
      </w:r>
      <w:r w:rsidR="00DB5F9C">
        <w:rPr>
          <w:lang w:val="et-EE"/>
        </w:rPr>
        <w:t xml:space="preserve"> lõpetada</w:t>
      </w:r>
      <w:r w:rsidR="005A5518">
        <w:rPr>
          <w:lang w:val="et-EE"/>
        </w:rPr>
        <w:t>. P</w:t>
      </w:r>
      <w:r w:rsidR="00581F6C">
        <w:rPr>
          <w:lang w:val="et-EE"/>
        </w:rPr>
        <w:t>alun pikenda projekti</w:t>
      </w:r>
      <w:r w:rsidR="00B20D5F">
        <w:rPr>
          <w:lang w:val="et-EE"/>
        </w:rPr>
        <w:t xml:space="preserve"> valmimise tähtaega </w:t>
      </w:r>
      <w:r w:rsidR="00442072">
        <w:rPr>
          <w:lang w:val="et-EE"/>
        </w:rPr>
        <w:t xml:space="preserve">1 kuu </w:t>
      </w:r>
      <w:r w:rsidR="007326B6">
        <w:rPr>
          <w:lang w:val="et-EE"/>
        </w:rPr>
        <w:t xml:space="preserve">kuni </w:t>
      </w:r>
      <w:r w:rsidR="00876B68" w:rsidRPr="00876B68">
        <w:rPr>
          <w:b/>
          <w:bCs/>
          <w:lang w:val="et-EE"/>
        </w:rPr>
        <w:t>02.02</w:t>
      </w:r>
      <w:r w:rsidR="00B20D5F" w:rsidRPr="00876B68">
        <w:rPr>
          <w:b/>
          <w:bCs/>
          <w:lang w:val="et-EE"/>
        </w:rPr>
        <w:t>. 20</w:t>
      </w:r>
      <w:r w:rsidR="00265E77" w:rsidRPr="00876B68">
        <w:rPr>
          <w:b/>
          <w:bCs/>
          <w:lang w:val="et-EE"/>
        </w:rPr>
        <w:t>2</w:t>
      </w:r>
      <w:r w:rsidR="00763E7F" w:rsidRPr="00876B68">
        <w:rPr>
          <w:b/>
          <w:bCs/>
          <w:lang w:val="et-EE"/>
        </w:rPr>
        <w:t>3</w:t>
      </w:r>
      <w:r w:rsidR="009C41CB" w:rsidRPr="00876B68">
        <w:rPr>
          <w:b/>
          <w:bCs/>
          <w:lang w:val="et-EE"/>
        </w:rPr>
        <w:t>. a.</w:t>
      </w:r>
      <w:r w:rsidR="00420903">
        <w:rPr>
          <w:lang w:val="et-EE"/>
        </w:rPr>
        <w:t xml:space="preserve"> </w:t>
      </w:r>
    </w:p>
    <w:p w14:paraId="1EC8D5E7" w14:textId="77777777" w:rsidR="0088785C" w:rsidRDefault="0088785C" w:rsidP="00B569B5">
      <w:pPr>
        <w:pStyle w:val="Lpetus"/>
        <w:spacing w:before="0" w:after="0"/>
        <w:rPr>
          <w:lang w:val="et-EE"/>
        </w:rPr>
      </w:pPr>
    </w:p>
    <w:p w14:paraId="5ACFF545" w14:textId="197C1D32" w:rsidR="006179EE" w:rsidRDefault="006179EE" w:rsidP="00B569B5">
      <w:pPr>
        <w:pStyle w:val="Lpetus"/>
        <w:spacing w:before="0" w:after="0"/>
        <w:rPr>
          <w:lang w:val="et-EE"/>
        </w:rPr>
      </w:pPr>
      <w:r>
        <w:rPr>
          <w:lang w:val="et-EE"/>
        </w:rPr>
        <w:t>Soods</w:t>
      </w:r>
      <w:r w:rsidR="00FC570A">
        <w:rPr>
          <w:lang w:val="et-EE"/>
        </w:rPr>
        <w:t>a</w:t>
      </w:r>
      <w:r>
        <w:rPr>
          <w:lang w:val="et-EE"/>
        </w:rPr>
        <w:t xml:space="preserve">te asjaolude </w:t>
      </w:r>
      <w:r w:rsidR="006F5058">
        <w:rPr>
          <w:lang w:val="et-EE"/>
        </w:rPr>
        <w:t xml:space="preserve">korral esitatakse projekt </w:t>
      </w:r>
      <w:r w:rsidR="00763E7F">
        <w:rPr>
          <w:lang w:val="et-EE"/>
        </w:rPr>
        <w:t>16.01</w:t>
      </w:r>
      <w:r w:rsidR="00B02DD8">
        <w:rPr>
          <w:lang w:val="et-EE"/>
        </w:rPr>
        <w:t>.202</w:t>
      </w:r>
      <w:r w:rsidR="00763E7F">
        <w:rPr>
          <w:lang w:val="et-EE"/>
        </w:rPr>
        <w:t>3</w:t>
      </w:r>
      <w:r w:rsidR="00B02DD8">
        <w:rPr>
          <w:lang w:val="et-EE"/>
        </w:rPr>
        <w:t xml:space="preserve"> a.</w:t>
      </w:r>
    </w:p>
    <w:p w14:paraId="52F4F260" w14:textId="77777777" w:rsidR="00B02DD8" w:rsidRPr="00DF7472" w:rsidRDefault="00B02DD8" w:rsidP="00B569B5">
      <w:pPr>
        <w:pStyle w:val="Lpetus"/>
        <w:spacing w:before="0" w:after="0"/>
        <w:rPr>
          <w:lang w:val="et-EE"/>
        </w:rPr>
      </w:pPr>
    </w:p>
    <w:sdt>
      <w:sdtPr>
        <w:rPr>
          <w:lang w:val="et-EE"/>
        </w:rPr>
        <w:alias w:val="Teie nimi"/>
        <w:tag w:val=""/>
        <w:id w:val="1197042864"/>
        <w:placeholder>
          <w:docPart w:val="20D19A22DB9542BB9B8A5331428D352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14:paraId="3216316C" w14:textId="77777777" w:rsidR="007624E1" w:rsidRPr="00DF7472" w:rsidRDefault="007326B6" w:rsidP="00124070">
          <w:pPr>
            <w:pStyle w:val="Allkiri"/>
            <w:rPr>
              <w:lang w:val="et-EE"/>
            </w:rPr>
          </w:pPr>
          <w:r>
            <w:rPr>
              <w:lang w:val="et-EE"/>
            </w:rPr>
            <w:t>Tõnu Torim</w:t>
          </w:r>
        </w:p>
      </w:sdtContent>
    </w:sdt>
    <w:p w14:paraId="1872D1E1" w14:textId="77777777" w:rsidR="007624E1" w:rsidRDefault="00094079" w:rsidP="00124070">
      <w:pPr>
        <w:pStyle w:val="Pealkiri"/>
        <w:spacing w:after="0"/>
        <w:rPr>
          <w:rFonts w:ascii="Times New Roman" w:hAnsi="Times New Roman" w:cs="Times New Roman"/>
          <w:color w:val="auto"/>
          <w:lang w:val="et-EE"/>
        </w:rPr>
      </w:pPr>
      <w:r w:rsidRPr="00AC3C0B">
        <w:rPr>
          <w:rFonts w:ascii="Times New Roman" w:hAnsi="Times New Roman" w:cs="Times New Roman"/>
          <w:color w:val="auto"/>
          <w:lang w:val="et-EE"/>
        </w:rPr>
        <w:t>Maatervendus OÜ juhatuse liige</w:t>
      </w:r>
    </w:p>
    <w:p w14:paraId="07EA6FD2" w14:textId="7E0433C1" w:rsidR="003B39F9" w:rsidRPr="003B39F9" w:rsidRDefault="000D0D2B" w:rsidP="003B39F9">
      <w:pPr>
        <w:rPr>
          <w:lang w:val="et-EE"/>
        </w:rPr>
      </w:pPr>
      <w:r>
        <w:rPr>
          <w:lang w:val="et-EE"/>
        </w:rPr>
        <w:t>30</w:t>
      </w:r>
      <w:r w:rsidR="003B39F9">
        <w:rPr>
          <w:lang w:val="et-EE"/>
        </w:rPr>
        <w:t>.</w:t>
      </w:r>
      <w:r w:rsidR="00C560ED">
        <w:rPr>
          <w:lang w:val="et-EE"/>
        </w:rPr>
        <w:t>1</w:t>
      </w:r>
      <w:r>
        <w:rPr>
          <w:lang w:val="et-EE"/>
        </w:rPr>
        <w:t>2</w:t>
      </w:r>
      <w:r w:rsidR="003B39F9">
        <w:rPr>
          <w:lang w:val="et-EE"/>
        </w:rPr>
        <w:t>.20</w:t>
      </w:r>
      <w:r w:rsidR="00CE4E5C">
        <w:rPr>
          <w:lang w:val="et-EE"/>
        </w:rPr>
        <w:t>2</w:t>
      </w:r>
      <w:r w:rsidR="009E43B4">
        <w:rPr>
          <w:lang w:val="et-EE"/>
        </w:rPr>
        <w:t>2</w:t>
      </w:r>
      <w:r w:rsidR="003B39F9">
        <w:rPr>
          <w:lang w:val="et-EE"/>
        </w:rPr>
        <w:t xml:space="preserve"> a.</w:t>
      </w:r>
    </w:p>
    <w:sectPr w:rsidR="003B39F9" w:rsidRPr="003B39F9">
      <w:footerReference w:type="default" r:id="rId9"/>
      <w:headerReference w:type="first" r:id="rId10"/>
      <w:pgSz w:w="12240" w:h="15840" w:code="1"/>
      <w:pgMar w:top="2736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6D74D" w14:textId="77777777" w:rsidR="00A90633" w:rsidRDefault="00A90633">
      <w:r>
        <w:separator/>
      </w:r>
    </w:p>
  </w:endnote>
  <w:endnote w:type="continuationSeparator" w:id="0">
    <w:p w14:paraId="78C6670A" w14:textId="77777777" w:rsidR="00A90633" w:rsidRDefault="00A9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7F9" w14:textId="77777777" w:rsidR="007624E1" w:rsidRDefault="002A168E">
    <w:pPr>
      <w:pStyle w:val="Jalus"/>
    </w:pPr>
    <w:r>
      <w:t xml:space="preserve">Lk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17D7C" w14:textId="77777777" w:rsidR="00A90633" w:rsidRDefault="00A90633">
      <w:r>
        <w:separator/>
      </w:r>
    </w:p>
  </w:footnote>
  <w:footnote w:type="continuationSeparator" w:id="0">
    <w:p w14:paraId="5300C6CB" w14:textId="77777777" w:rsidR="00A90633" w:rsidRDefault="00A90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2183" w14:textId="77777777" w:rsidR="00AB1631" w:rsidRPr="002D2211" w:rsidRDefault="00AB1631" w:rsidP="00AB1631">
    <w:pPr>
      <w:rPr>
        <w:color w:val="000000" w:themeColor="text1"/>
        <w:sz w:val="20"/>
        <w:szCs w:val="20"/>
        <w:shd w:val="clear" w:color="auto" w:fill="FFFFFF"/>
        <w:lang w:val="et-EE"/>
      </w:rPr>
    </w:pPr>
    <w:r w:rsidRPr="002D2211">
      <w:rPr>
        <w:sz w:val="20"/>
        <w:szCs w:val="20"/>
        <w:lang w:val="et-EE"/>
      </w:rPr>
      <w:t xml:space="preserve">Maatervendus OÜ Registrikood </w:t>
    </w:r>
    <w:r w:rsidRPr="002D2211">
      <w:rPr>
        <w:bCs/>
        <w:sz w:val="20"/>
        <w:szCs w:val="20"/>
        <w:lang w:val="et-EE"/>
      </w:rPr>
      <w:t>12247059</w:t>
    </w:r>
    <w:r w:rsidRPr="002D2211">
      <w:rPr>
        <w:sz w:val="20"/>
        <w:szCs w:val="20"/>
        <w:lang w:val="et-EE"/>
      </w:rPr>
      <w:t xml:space="preserve"> </w:t>
    </w:r>
  </w:p>
  <w:p w14:paraId="566F7F9F" w14:textId="77777777" w:rsidR="00AB1631" w:rsidRPr="002D2211" w:rsidRDefault="00AB1631" w:rsidP="00AB1631">
    <w:pPr>
      <w:rPr>
        <w:sz w:val="20"/>
        <w:szCs w:val="20"/>
        <w:lang w:val="et-EE"/>
      </w:rPr>
    </w:pPr>
    <w:r w:rsidRPr="002D2211">
      <w:rPr>
        <w:sz w:val="20"/>
        <w:szCs w:val="20"/>
        <w:lang w:val="et-EE"/>
      </w:rPr>
      <w:t>Rehevälja, Saadjärve küla Tartumaa 60524</w:t>
    </w:r>
  </w:p>
  <w:p w14:paraId="0E7FD939" w14:textId="77777777" w:rsidR="00AB1631" w:rsidRPr="002D2211" w:rsidRDefault="00AB1631" w:rsidP="00AB1631">
    <w:pPr>
      <w:rPr>
        <w:sz w:val="20"/>
        <w:szCs w:val="20"/>
        <w:lang w:val="et-EE"/>
      </w:rPr>
    </w:pPr>
    <w:r w:rsidRPr="002D2211">
      <w:rPr>
        <w:sz w:val="20"/>
        <w:szCs w:val="20"/>
        <w:lang w:val="et-EE"/>
      </w:rPr>
      <w:t>Tel  5087176</w:t>
    </w:r>
    <w:r w:rsidR="002D2211" w:rsidRPr="002D2211">
      <w:rPr>
        <w:sz w:val="20"/>
        <w:szCs w:val="20"/>
        <w:lang w:val="et-EE"/>
      </w:rPr>
      <w:t xml:space="preserve">  </w:t>
    </w:r>
    <w:r w:rsidR="002C31F8">
      <w:rPr>
        <w:sz w:val="20"/>
        <w:szCs w:val="20"/>
        <w:lang w:val="et-EE"/>
      </w:rPr>
      <w:t>torim@maatervendus.ee</w:t>
    </w:r>
  </w:p>
  <w:p w14:paraId="59BD06BE" w14:textId="77777777" w:rsidR="00AB1631" w:rsidRDefault="00AB163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85F4D"/>
    <w:multiLevelType w:val="hybridMultilevel"/>
    <w:tmpl w:val="51767E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9304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6C9"/>
    <w:rsid w:val="00003BF8"/>
    <w:rsid w:val="00024218"/>
    <w:rsid w:val="00060E9F"/>
    <w:rsid w:val="00091413"/>
    <w:rsid w:val="00094079"/>
    <w:rsid w:val="0009715E"/>
    <w:rsid w:val="000A3A0A"/>
    <w:rsid w:val="000C182C"/>
    <w:rsid w:val="000D0D2B"/>
    <w:rsid w:val="001064CC"/>
    <w:rsid w:val="00106C60"/>
    <w:rsid w:val="00124070"/>
    <w:rsid w:val="00141A75"/>
    <w:rsid w:val="001451C0"/>
    <w:rsid w:val="00153DEE"/>
    <w:rsid w:val="001A6924"/>
    <w:rsid w:val="001B6736"/>
    <w:rsid w:val="001C1C7E"/>
    <w:rsid w:val="001F04DD"/>
    <w:rsid w:val="001F12F8"/>
    <w:rsid w:val="00217498"/>
    <w:rsid w:val="00223D49"/>
    <w:rsid w:val="00265E77"/>
    <w:rsid w:val="00291E33"/>
    <w:rsid w:val="002935BF"/>
    <w:rsid w:val="002A168E"/>
    <w:rsid w:val="002C31F8"/>
    <w:rsid w:val="002D2211"/>
    <w:rsid w:val="002D26C5"/>
    <w:rsid w:val="002D3CE9"/>
    <w:rsid w:val="002E23BB"/>
    <w:rsid w:val="002F42FF"/>
    <w:rsid w:val="00353193"/>
    <w:rsid w:val="00363D8E"/>
    <w:rsid w:val="003771C9"/>
    <w:rsid w:val="003879E2"/>
    <w:rsid w:val="003B39F9"/>
    <w:rsid w:val="00401DF5"/>
    <w:rsid w:val="00414171"/>
    <w:rsid w:val="004179FE"/>
    <w:rsid w:val="00420903"/>
    <w:rsid w:val="0043147D"/>
    <w:rsid w:val="00442072"/>
    <w:rsid w:val="00443C76"/>
    <w:rsid w:val="0048021A"/>
    <w:rsid w:val="004E5970"/>
    <w:rsid w:val="00514EA0"/>
    <w:rsid w:val="005402B0"/>
    <w:rsid w:val="00553BCA"/>
    <w:rsid w:val="00553CA7"/>
    <w:rsid w:val="005671EA"/>
    <w:rsid w:val="00581F6C"/>
    <w:rsid w:val="0059371A"/>
    <w:rsid w:val="005979B4"/>
    <w:rsid w:val="005A5518"/>
    <w:rsid w:val="005F48E7"/>
    <w:rsid w:val="0060050A"/>
    <w:rsid w:val="006179EE"/>
    <w:rsid w:val="00651829"/>
    <w:rsid w:val="006B0421"/>
    <w:rsid w:val="006C2944"/>
    <w:rsid w:val="006F2B12"/>
    <w:rsid w:val="006F5058"/>
    <w:rsid w:val="007326B6"/>
    <w:rsid w:val="00740D8C"/>
    <w:rsid w:val="007624E1"/>
    <w:rsid w:val="00763E7F"/>
    <w:rsid w:val="00777D39"/>
    <w:rsid w:val="00795C87"/>
    <w:rsid w:val="007B51BC"/>
    <w:rsid w:val="007F3D06"/>
    <w:rsid w:val="00813A05"/>
    <w:rsid w:val="008211AA"/>
    <w:rsid w:val="00833812"/>
    <w:rsid w:val="00836CAD"/>
    <w:rsid w:val="00876B68"/>
    <w:rsid w:val="0088412E"/>
    <w:rsid w:val="0088785C"/>
    <w:rsid w:val="00893BD9"/>
    <w:rsid w:val="008B083F"/>
    <w:rsid w:val="008E57BB"/>
    <w:rsid w:val="008E66C9"/>
    <w:rsid w:val="008F7187"/>
    <w:rsid w:val="009124E3"/>
    <w:rsid w:val="00915322"/>
    <w:rsid w:val="009161D8"/>
    <w:rsid w:val="00927933"/>
    <w:rsid w:val="00963C99"/>
    <w:rsid w:val="009738D7"/>
    <w:rsid w:val="00996498"/>
    <w:rsid w:val="009A29A0"/>
    <w:rsid w:val="009C41CB"/>
    <w:rsid w:val="009D5CBD"/>
    <w:rsid w:val="009E43B4"/>
    <w:rsid w:val="00A87BAA"/>
    <w:rsid w:val="00A90633"/>
    <w:rsid w:val="00AA08EB"/>
    <w:rsid w:val="00AB1631"/>
    <w:rsid w:val="00AC3C0B"/>
    <w:rsid w:val="00AF30B5"/>
    <w:rsid w:val="00B02DD8"/>
    <w:rsid w:val="00B20D5F"/>
    <w:rsid w:val="00B24A20"/>
    <w:rsid w:val="00B4763C"/>
    <w:rsid w:val="00B569B5"/>
    <w:rsid w:val="00B72E40"/>
    <w:rsid w:val="00B913B6"/>
    <w:rsid w:val="00BB4E09"/>
    <w:rsid w:val="00BC22C9"/>
    <w:rsid w:val="00BD0306"/>
    <w:rsid w:val="00BD1CC6"/>
    <w:rsid w:val="00BE15D8"/>
    <w:rsid w:val="00BE4DA6"/>
    <w:rsid w:val="00C42C88"/>
    <w:rsid w:val="00C44481"/>
    <w:rsid w:val="00C560ED"/>
    <w:rsid w:val="00CA1AFC"/>
    <w:rsid w:val="00CB5C39"/>
    <w:rsid w:val="00CE4E5C"/>
    <w:rsid w:val="00CF1B7B"/>
    <w:rsid w:val="00CF4BE6"/>
    <w:rsid w:val="00D0386B"/>
    <w:rsid w:val="00D43F3A"/>
    <w:rsid w:val="00D56213"/>
    <w:rsid w:val="00D56D3B"/>
    <w:rsid w:val="00D757F5"/>
    <w:rsid w:val="00D92405"/>
    <w:rsid w:val="00DA066E"/>
    <w:rsid w:val="00DB5F9C"/>
    <w:rsid w:val="00DF7472"/>
    <w:rsid w:val="00E2117C"/>
    <w:rsid w:val="00E458E1"/>
    <w:rsid w:val="00E60220"/>
    <w:rsid w:val="00E91A0F"/>
    <w:rsid w:val="00EB6347"/>
    <w:rsid w:val="00EC2234"/>
    <w:rsid w:val="00F0079B"/>
    <w:rsid w:val="00F07737"/>
    <w:rsid w:val="00F4228C"/>
    <w:rsid w:val="00F935AD"/>
    <w:rsid w:val="00FC570A"/>
    <w:rsid w:val="00FD0DF9"/>
    <w:rsid w:val="00FE5388"/>
    <w:rsid w:val="00FE6CDC"/>
    <w:rsid w:val="00FF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7D39D2"/>
  <w15:docId w15:val="{28DB8769-F8E4-4B68-B942-A2B60EFE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t-EE" w:eastAsia="et-EE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42FF"/>
    <w:pPr>
      <w:spacing w:before="0"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uiPriority w:val="9"/>
    <w:unhideWhenUsed/>
    <w:qFormat/>
    <w:pPr>
      <w:pageBreakBefore/>
      <w:spacing w:after="360"/>
      <w:ind w:left="-360" w:right="-360"/>
      <w:outlineLvl w:val="0"/>
    </w:pPr>
    <w:rPr>
      <w:rFonts w:asciiTheme="majorHAnsi" w:eastAsiaTheme="majorEastAsia" w:hAnsiTheme="majorHAnsi" w:cstheme="majorBidi"/>
      <w:sz w:val="36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pPr>
      <w:keepNext/>
      <w:keepLines/>
      <w:spacing w:before="360" w:after="60"/>
      <w:outlineLvl w:val="1"/>
    </w:pPr>
    <w:rPr>
      <w:rFonts w:asciiTheme="majorHAnsi" w:eastAsiaTheme="majorEastAsia" w:hAnsiTheme="majorHAnsi" w:cstheme="majorBidi"/>
      <w:caps/>
      <w:color w:val="577188" w:themeColor="accent1" w:themeShade="BF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qFormat/>
  </w:style>
  <w:style w:type="character" w:customStyle="1" w:styleId="PisMrk">
    <w:name w:val="Päis Märk"/>
    <w:basedOn w:val="Liguvaikefont"/>
    <w:link w:val="Pis"/>
    <w:uiPriority w:val="99"/>
    <w:rPr>
      <w:kern w:val="20"/>
    </w:rPr>
  </w:style>
  <w:style w:type="paragraph" w:styleId="Jalus">
    <w:name w:val="footer"/>
    <w:basedOn w:val="Normaallaad"/>
    <w:link w:val="JalusMrk"/>
    <w:uiPriority w:val="99"/>
    <w:unhideWhenUsed/>
    <w:qFormat/>
    <w:pPr>
      <w:pBdr>
        <w:top w:val="single" w:sz="4" w:space="6" w:color="B1C0CD" w:themeColor="accent1" w:themeTint="99"/>
        <w:left w:val="single" w:sz="2" w:space="4" w:color="FFFFFF" w:themeColor="background1"/>
      </w:pBdr>
      <w:ind w:left="-360" w:right="-360"/>
    </w:pPr>
  </w:style>
  <w:style w:type="character" w:customStyle="1" w:styleId="JalusMrk">
    <w:name w:val="Jalus Märk"/>
    <w:basedOn w:val="Liguvaikefont"/>
    <w:link w:val="Jalus"/>
    <w:uiPriority w:val="99"/>
    <w:rPr>
      <w:kern w:val="20"/>
    </w:rPr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table" w:styleId="Kontuurtabel">
    <w:name w:val="Table Grid"/>
    <w:basedOn w:val="Normaaltab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Pr>
      <w:rFonts w:asciiTheme="majorHAnsi" w:eastAsiaTheme="majorEastAsia" w:hAnsiTheme="majorHAnsi" w:cstheme="majorBidi"/>
      <w:kern w:val="20"/>
      <w:sz w:val="36"/>
    </w:rPr>
  </w:style>
  <w:style w:type="character" w:customStyle="1" w:styleId="Pealkiri2Mrk">
    <w:name w:val="Pealkiri 2 Märk"/>
    <w:basedOn w:val="Liguvaikefont"/>
    <w:link w:val="Pealkiri2"/>
    <w:uiPriority w:val="9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customStyle="1" w:styleId="Pealkiri3Mrk">
    <w:name w:val="Pealkiri 3 Märk"/>
    <w:basedOn w:val="Liguvaikefont"/>
    <w:link w:val="Pealkiri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Pealkiri4Mrk">
    <w:name w:val="Pealkiri 4 Märk"/>
    <w:basedOn w:val="Liguvaikefont"/>
    <w:link w:val="Pealkiri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Pealkiri6Mrk">
    <w:name w:val="Pealkiri 6 Märk"/>
    <w:basedOn w:val="Liguvaikefont"/>
    <w:link w:val="Pealkiri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Pealkiri7Mrk">
    <w:name w:val="Pealkiri 7 Märk"/>
    <w:basedOn w:val="Liguvaikefont"/>
    <w:link w:val="Pealkiri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Pealkiri8Mrk">
    <w:name w:val="Pealkiri 8 Märk"/>
    <w:basedOn w:val="Liguvaikefont"/>
    <w:link w:val="Pealkiri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Kirjaplangitabel">
    <w:name w:val="Kirjaplangi tabel"/>
    <w:basedOn w:val="Normaaltab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table" w:customStyle="1" w:styleId="Finantstabel">
    <w:name w:val="Finantstabel"/>
    <w:basedOn w:val="Normaaltab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Kuupev">
    <w:name w:val="Date"/>
    <w:basedOn w:val="Normaallaad"/>
    <w:next w:val="Normaallaad"/>
    <w:link w:val="KuupevMrk"/>
    <w:uiPriority w:val="1"/>
    <w:qFormat/>
    <w:pPr>
      <w:spacing w:before="1200" w:after="360"/>
    </w:pPr>
    <w:rPr>
      <w:rFonts w:asciiTheme="majorHAnsi" w:eastAsiaTheme="majorEastAsia" w:hAnsiTheme="majorHAnsi" w:cstheme="majorBidi"/>
      <w:caps/>
      <w:color w:val="577188" w:themeColor="accent1" w:themeShade="BF"/>
    </w:rPr>
  </w:style>
  <w:style w:type="character" w:customStyle="1" w:styleId="KuupevMrk">
    <w:name w:val="Kuupäev Märk"/>
    <w:basedOn w:val="Liguvaikefont"/>
    <w:link w:val="Kuupev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</w:rPr>
  </w:style>
  <w:style w:type="paragraph" w:customStyle="1" w:styleId="Adressaat">
    <w:name w:val="Adressaat"/>
    <w:basedOn w:val="Normaallaad"/>
    <w:qFormat/>
    <w:pPr>
      <w:spacing w:after="40"/>
    </w:pPr>
    <w:rPr>
      <w:b/>
      <w:bCs/>
    </w:rPr>
  </w:style>
  <w:style w:type="paragraph" w:styleId="Tervitus">
    <w:name w:val="Salutation"/>
    <w:basedOn w:val="Normaallaad"/>
    <w:next w:val="Normaallaad"/>
    <w:link w:val="TervitusMrk"/>
    <w:uiPriority w:val="1"/>
    <w:unhideWhenUsed/>
    <w:qFormat/>
    <w:pPr>
      <w:spacing w:before="720"/>
    </w:pPr>
  </w:style>
  <w:style w:type="character" w:customStyle="1" w:styleId="TervitusMrk">
    <w:name w:val="Tervitus Märk"/>
    <w:basedOn w:val="Liguvaikefont"/>
    <w:link w:val="Tervitus"/>
    <w:uiPriority w:val="1"/>
    <w:rPr>
      <w:kern w:val="20"/>
    </w:rPr>
  </w:style>
  <w:style w:type="paragraph" w:styleId="Lpetus">
    <w:name w:val="Closing"/>
    <w:basedOn w:val="Normaallaad"/>
    <w:link w:val="LpetusMrk"/>
    <w:uiPriority w:val="1"/>
    <w:unhideWhenUsed/>
    <w:qFormat/>
    <w:pPr>
      <w:spacing w:before="480" w:after="960"/>
    </w:pPr>
  </w:style>
  <w:style w:type="character" w:customStyle="1" w:styleId="LpetusMrk">
    <w:name w:val="Lõpetus Märk"/>
    <w:basedOn w:val="Liguvaikefont"/>
    <w:link w:val="Lpetus"/>
    <w:uiPriority w:val="1"/>
    <w:rPr>
      <w:kern w:val="20"/>
    </w:rPr>
  </w:style>
  <w:style w:type="paragraph" w:styleId="Allkiri">
    <w:name w:val="Signature"/>
    <w:basedOn w:val="Normaallaad"/>
    <w:link w:val="AllkiriMrk"/>
    <w:uiPriority w:val="1"/>
    <w:unhideWhenUsed/>
    <w:qFormat/>
    <w:rPr>
      <w:b/>
      <w:bCs/>
    </w:rPr>
  </w:style>
  <w:style w:type="character" w:customStyle="1" w:styleId="AllkiriMrk">
    <w:name w:val="Allkiri Märk"/>
    <w:basedOn w:val="Liguvaikefont"/>
    <w:link w:val="Allkiri"/>
    <w:uiPriority w:val="1"/>
    <w:rPr>
      <w:b/>
      <w:bCs/>
      <w:kern w:val="20"/>
    </w:rPr>
  </w:style>
  <w:style w:type="paragraph" w:styleId="Pealkiri">
    <w:name w:val="Title"/>
    <w:basedOn w:val="Normaallaad"/>
    <w:next w:val="Normaallaad"/>
    <w:link w:val="PealkiriMrk"/>
    <w:uiPriority w:val="1"/>
    <w:qFormat/>
    <w:pPr>
      <w:spacing w:after="480"/>
    </w:pPr>
    <w:rPr>
      <w:rFonts w:asciiTheme="majorHAnsi" w:eastAsiaTheme="majorEastAsia" w:hAnsiTheme="majorHAnsi" w:cstheme="majorBidi"/>
      <w:caps/>
      <w:color w:val="577188" w:themeColor="accent1" w:themeShade="BF"/>
    </w:rPr>
  </w:style>
  <w:style w:type="character" w:customStyle="1" w:styleId="PealkiriMrk">
    <w:name w:val="Pealkiri Märk"/>
    <w:basedOn w:val="Liguvaikefont"/>
    <w:link w:val="Pealkiri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</w:rPr>
  </w:style>
  <w:style w:type="paragraph" w:styleId="Loendilik">
    <w:name w:val="List Paragraph"/>
    <w:basedOn w:val="Normaallaad"/>
    <w:uiPriority w:val="34"/>
    <w:qFormat/>
    <w:rsid w:val="006F2B12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Kirjaplank%20(ajatu%20kujundu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A5D75EA90D4088A545FFA00FF59C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59043A9-E19D-4F40-8157-59E044751844}"/>
      </w:docPartPr>
      <w:docPartBody>
        <w:p w:rsidR="0079380E" w:rsidRDefault="002841FA">
          <w:pPr>
            <w:pStyle w:val="F3A5D75EA90D4088A545FFA00FF59C80"/>
          </w:pPr>
          <w:r>
            <w:t>Klõpsake siin kuupäeva valimiseks</w:t>
          </w:r>
        </w:p>
      </w:docPartBody>
    </w:docPart>
    <w:docPart>
      <w:docPartPr>
        <w:name w:val="20D19A22DB9542BB9B8A5331428D35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47EB80-1BB9-45CE-9416-5C96EFB8BCC9}"/>
      </w:docPartPr>
      <w:docPartBody>
        <w:p w:rsidR="0079380E" w:rsidRDefault="002841FA">
          <w:pPr>
            <w:pStyle w:val="20D19A22DB9542BB9B8A5331428D3521"/>
          </w:pPr>
          <w:r>
            <w:t>[Teie nimi]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1FA"/>
    <w:rsid w:val="00223B07"/>
    <w:rsid w:val="002841FA"/>
    <w:rsid w:val="004539BD"/>
    <w:rsid w:val="004D4831"/>
    <w:rsid w:val="006A3AA4"/>
    <w:rsid w:val="0079380E"/>
    <w:rsid w:val="007B3F67"/>
    <w:rsid w:val="00C0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F3A5D75EA90D4088A545FFA00FF59C80">
    <w:name w:val="F3A5D75EA90D4088A545FFA00FF59C80"/>
  </w:style>
  <w:style w:type="paragraph" w:customStyle="1" w:styleId="20D19A22DB9542BB9B8A5331428D3521">
    <w:name w:val="20D19A22DB9542BB9B8A5331428D35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customXml/itemProps2.xml><?xml version="1.0" encoding="utf-8"?>
<ds:datastoreItem xmlns:ds="http://schemas.openxmlformats.org/officeDocument/2006/customXml" ds:itemID="{E1BC2AC5-D34F-4736-8C3D-EAEC9ABE5C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(ajatu kujundus).dotx</Template>
  <TotalTime>23</TotalTime>
  <Pages>1</Pages>
  <Words>144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Tõnu Torim</dc:creator>
  <cp:keywords/>
  <cp:lastModifiedBy>Tõnu  Torim</cp:lastModifiedBy>
  <cp:revision>5</cp:revision>
  <dcterms:created xsi:type="dcterms:W3CDTF">2022-12-30T05:23:00Z</dcterms:created>
  <dcterms:modified xsi:type="dcterms:W3CDTF">2022-12-30T05:46:00Z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TC028350569991</vt:lpwstr>
  </property>
</Properties>
</file>