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BA7C39" w14:textId="77777777" w:rsidR="006B7871" w:rsidRPr="00B577ED" w:rsidRDefault="006B7871" w:rsidP="003F69F7">
      <w:pPr>
        <w:tabs>
          <w:tab w:val="left" w:pos="6379"/>
        </w:tabs>
        <w:jc w:val="both"/>
        <w:rPr>
          <w:sz w:val="22"/>
          <w:szCs w:val="22"/>
          <w:lang w:val="et-EE"/>
        </w:rPr>
      </w:pPr>
    </w:p>
    <w:p w14:paraId="7F3C623B" w14:textId="77777777" w:rsidR="006B7871" w:rsidRPr="00B577ED" w:rsidRDefault="006B7871" w:rsidP="003F69F7">
      <w:pPr>
        <w:tabs>
          <w:tab w:val="left" w:pos="6379"/>
        </w:tabs>
        <w:jc w:val="both"/>
        <w:rPr>
          <w:sz w:val="22"/>
          <w:szCs w:val="22"/>
          <w:lang w:val="et-EE"/>
        </w:rPr>
      </w:pPr>
    </w:p>
    <w:p w14:paraId="07D83F98" w14:textId="5E22A748" w:rsidR="00CD0949" w:rsidRPr="00B577ED" w:rsidRDefault="00B577ED" w:rsidP="00506312">
      <w:pPr>
        <w:tabs>
          <w:tab w:val="left" w:pos="6379"/>
        </w:tabs>
        <w:jc w:val="both"/>
        <w:rPr>
          <w:sz w:val="22"/>
          <w:szCs w:val="22"/>
        </w:rPr>
      </w:pPr>
      <w:proofErr w:type="spellStart"/>
      <w:r>
        <w:rPr>
          <w:rStyle w:val="Strong"/>
          <w:b w:val="0"/>
          <w:bCs w:val="0"/>
          <w:color w:val="333333"/>
          <w:sz w:val="22"/>
          <w:szCs w:val="22"/>
          <w:shd w:val="clear" w:color="auto" w:fill="FFFFFF"/>
        </w:rPr>
        <w:t>Aadressid</w:t>
      </w:r>
      <w:proofErr w:type="spellEnd"/>
      <w:r>
        <w:rPr>
          <w:rStyle w:val="Strong"/>
          <w:b w:val="0"/>
          <w:bCs w:val="0"/>
          <w:color w:val="333333"/>
          <w:sz w:val="22"/>
          <w:szCs w:val="22"/>
          <w:shd w:val="clear" w:color="auto" w:fill="FFFFFF"/>
        </w:rPr>
        <w:t>:</w:t>
      </w:r>
    </w:p>
    <w:p w14:paraId="2BE9B55C" w14:textId="7AFCA36E" w:rsidR="00506312" w:rsidRPr="00B577ED" w:rsidRDefault="00000000" w:rsidP="00506312">
      <w:pPr>
        <w:tabs>
          <w:tab w:val="left" w:pos="6379"/>
        </w:tabs>
        <w:jc w:val="both"/>
        <w:rPr>
          <w:sz w:val="22"/>
          <w:szCs w:val="22"/>
        </w:rPr>
      </w:pPr>
      <w:hyperlink r:id="rId7" w:history="1">
        <w:proofErr w:type="spellStart"/>
        <w:r w:rsidR="00B577ED" w:rsidRPr="00B577ED">
          <w:rPr>
            <w:rStyle w:val="Hyperlink"/>
            <w:color w:val="141A41"/>
            <w:sz w:val="22"/>
            <w:szCs w:val="22"/>
            <w:u w:val="none"/>
            <w:shd w:val="clear" w:color="auto" w:fill="FFFFFF"/>
          </w:rPr>
          <w:t>Puudutatud</w:t>
        </w:r>
        <w:proofErr w:type="spellEnd"/>
      </w:hyperlink>
      <w:r w:rsidR="00B577ED" w:rsidRPr="00B577ED">
        <w:rPr>
          <w:rStyle w:val="Hyperlink"/>
          <w:color w:val="141A41"/>
          <w:sz w:val="22"/>
          <w:szCs w:val="22"/>
          <w:u w:val="none"/>
          <w:shd w:val="clear" w:color="auto" w:fill="FFFFFF"/>
        </w:rPr>
        <w:t xml:space="preserve"> </w:t>
      </w:r>
      <w:proofErr w:type="spellStart"/>
      <w:proofErr w:type="gramStart"/>
      <w:r w:rsidR="00B577ED" w:rsidRPr="00B577ED">
        <w:rPr>
          <w:rStyle w:val="Hyperlink"/>
          <w:color w:val="141A41"/>
          <w:sz w:val="22"/>
          <w:szCs w:val="22"/>
          <w:u w:val="none"/>
          <w:shd w:val="clear" w:color="auto" w:fill="FFFFFF"/>
        </w:rPr>
        <w:t>isikud</w:t>
      </w:r>
      <w:proofErr w:type="spellEnd"/>
      <w:r w:rsidR="00CD0949" w:rsidRPr="00B577ED">
        <w:rPr>
          <w:sz w:val="22"/>
          <w:szCs w:val="22"/>
        </w:rPr>
        <w:t xml:space="preserve">  </w:t>
      </w:r>
      <w:r w:rsidR="00AA1E9B" w:rsidRPr="00B577ED">
        <w:rPr>
          <w:sz w:val="22"/>
          <w:szCs w:val="22"/>
        </w:rPr>
        <w:tab/>
      </w:r>
      <w:proofErr w:type="gramEnd"/>
      <w:r w:rsidR="00506312" w:rsidRPr="00B577ED">
        <w:rPr>
          <w:sz w:val="22"/>
          <w:szCs w:val="22"/>
          <w:lang w:val="et-EE"/>
        </w:rPr>
        <w:t>10.02.2023 nr 4.2-1/48</w:t>
      </w:r>
      <w:r w:rsidR="00B577ED" w:rsidRPr="00B577ED">
        <w:rPr>
          <w:sz w:val="22"/>
          <w:szCs w:val="22"/>
          <w:lang w:val="et-EE"/>
        </w:rPr>
        <w:t>9</w:t>
      </w:r>
    </w:p>
    <w:p w14:paraId="3FDF5EA4" w14:textId="77777777" w:rsidR="00506312" w:rsidRPr="00B577ED" w:rsidRDefault="00506312" w:rsidP="00506312">
      <w:pPr>
        <w:tabs>
          <w:tab w:val="left" w:pos="6379"/>
        </w:tabs>
        <w:jc w:val="both"/>
        <w:rPr>
          <w:sz w:val="22"/>
          <w:szCs w:val="22"/>
          <w:lang w:val="et-EE"/>
        </w:rPr>
      </w:pPr>
    </w:p>
    <w:p w14:paraId="7E3EE26C" w14:textId="033AB118" w:rsidR="00506312" w:rsidRDefault="00506312" w:rsidP="00506312">
      <w:pPr>
        <w:jc w:val="both"/>
        <w:rPr>
          <w:sz w:val="22"/>
          <w:szCs w:val="22"/>
          <w:lang w:val="et-EE"/>
        </w:rPr>
      </w:pPr>
    </w:p>
    <w:p w14:paraId="7DA8A0AF" w14:textId="77777777" w:rsidR="00B577ED" w:rsidRPr="00B577ED" w:rsidRDefault="00B577ED" w:rsidP="00506312">
      <w:pPr>
        <w:jc w:val="both"/>
        <w:rPr>
          <w:sz w:val="22"/>
          <w:szCs w:val="22"/>
          <w:lang w:val="et-EE"/>
        </w:rPr>
      </w:pPr>
    </w:p>
    <w:p w14:paraId="379BB6AE" w14:textId="77777777" w:rsidR="00506312" w:rsidRPr="00B577ED" w:rsidRDefault="00506312" w:rsidP="00506312">
      <w:pPr>
        <w:spacing w:before="100" w:beforeAutospacing="1"/>
        <w:jc w:val="both"/>
        <w:rPr>
          <w:b/>
          <w:sz w:val="22"/>
          <w:szCs w:val="22"/>
          <w:lang w:val="et-EE"/>
        </w:rPr>
      </w:pPr>
      <w:r w:rsidRPr="00B577ED">
        <w:rPr>
          <w:b/>
          <w:sz w:val="22"/>
          <w:szCs w:val="22"/>
          <w:lang w:val="et-EE"/>
        </w:rPr>
        <w:t>Teade</w:t>
      </w:r>
    </w:p>
    <w:p w14:paraId="6BBC09D9" w14:textId="77777777" w:rsidR="00506312" w:rsidRPr="00B577ED" w:rsidRDefault="00506312" w:rsidP="00506312">
      <w:pPr>
        <w:spacing w:before="100" w:beforeAutospacing="1"/>
        <w:jc w:val="both"/>
        <w:rPr>
          <w:b/>
          <w:sz w:val="22"/>
          <w:szCs w:val="22"/>
          <w:lang w:val="et-EE"/>
        </w:rPr>
      </w:pPr>
    </w:p>
    <w:p w14:paraId="5BEE34FB" w14:textId="49EBC598" w:rsidR="00506312" w:rsidRPr="00B577ED" w:rsidRDefault="00506312" w:rsidP="00B577ED">
      <w:pPr>
        <w:jc w:val="both"/>
        <w:rPr>
          <w:sz w:val="22"/>
          <w:szCs w:val="22"/>
          <w:lang w:val="et-EE"/>
        </w:rPr>
      </w:pPr>
      <w:r w:rsidRPr="00B577ED">
        <w:rPr>
          <w:sz w:val="22"/>
          <w:szCs w:val="22"/>
        </w:rPr>
        <w:t xml:space="preserve">Narva </w:t>
      </w:r>
      <w:proofErr w:type="spellStart"/>
      <w:r w:rsidRPr="00B577ED">
        <w:rPr>
          <w:sz w:val="22"/>
          <w:szCs w:val="22"/>
        </w:rPr>
        <w:t>Linnavalitsuse</w:t>
      </w:r>
      <w:proofErr w:type="spellEnd"/>
      <w:r w:rsidRPr="00B577ED">
        <w:rPr>
          <w:sz w:val="22"/>
          <w:szCs w:val="22"/>
        </w:rPr>
        <w:t xml:space="preserve"> </w:t>
      </w:r>
      <w:proofErr w:type="spellStart"/>
      <w:r w:rsidRPr="00B577ED">
        <w:rPr>
          <w:sz w:val="22"/>
          <w:szCs w:val="22"/>
        </w:rPr>
        <w:t>Arhitektuuri</w:t>
      </w:r>
      <w:proofErr w:type="spellEnd"/>
      <w:r w:rsidRPr="00B577ED">
        <w:rPr>
          <w:sz w:val="22"/>
          <w:szCs w:val="22"/>
        </w:rPr>
        <w:t xml:space="preserve">- ja </w:t>
      </w:r>
      <w:proofErr w:type="spellStart"/>
      <w:r w:rsidRPr="00B577ED">
        <w:rPr>
          <w:sz w:val="22"/>
          <w:szCs w:val="22"/>
        </w:rPr>
        <w:t>Linnaplaneerimise</w:t>
      </w:r>
      <w:proofErr w:type="spellEnd"/>
      <w:r w:rsidRPr="00B577ED">
        <w:rPr>
          <w:sz w:val="22"/>
          <w:szCs w:val="22"/>
        </w:rPr>
        <w:t xml:space="preserve"> </w:t>
      </w:r>
      <w:proofErr w:type="spellStart"/>
      <w:r w:rsidRPr="00B577ED">
        <w:rPr>
          <w:sz w:val="22"/>
          <w:szCs w:val="22"/>
        </w:rPr>
        <w:t>Amet</w:t>
      </w:r>
      <w:proofErr w:type="spellEnd"/>
      <w:r w:rsidRPr="00B577ED">
        <w:rPr>
          <w:sz w:val="22"/>
          <w:szCs w:val="22"/>
        </w:rPr>
        <w:t xml:space="preserve"> </w:t>
      </w:r>
      <w:proofErr w:type="spellStart"/>
      <w:r w:rsidRPr="00B577ED">
        <w:rPr>
          <w:sz w:val="22"/>
          <w:szCs w:val="22"/>
        </w:rPr>
        <w:t>teatab</w:t>
      </w:r>
      <w:proofErr w:type="spellEnd"/>
      <w:r w:rsidRPr="00B577ED">
        <w:rPr>
          <w:sz w:val="22"/>
          <w:szCs w:val="22"/>
        </w:rPr>
        <w:t xml:space="preserve"> 26.01.2023 </w:t>
      </w:r>
      <w:r w:rsidRPr="00B577ED">
        <w:rPr>
          <w:b/>
          <w:bCs/>
          <w:sz w:val="22"/>
          <w:szCs w:val="22"/>
        </w:rPr>
        <w:t xml:space="preserve">Narva </w:t>
      </w:r>
      <w:proofErr w:type="spellStart"/>
      <w:r w:rsidRPr="00B577ED">
        <w:rPr>
          <w:b/>
          <w:bCs/>
          <w:sz w:val="22"/>
          <w:szCs w:val="22"/>
        </w:rPr>
        <w:t>Linnavolikogu</w:t>
      </w:r>
      <w:proofErr w:type="spellEnd"/>
      <w:r w:rsidRPr="00B577ED">
        <w:rPr>
          <w:b/>
          <w:bCs/>
          <w:sz w:val="22"/>
          <w:szCs w:val="22"/>
        </w:rPr>
        <w:t xml:space="preserve"> </w:t>
      </w:r>
      <w:proofErr w:type="spellStart"/>
      <w:r w:rsidRPr="00B577ED">
        <w:rPr>
          <w:b/>
          <w:bCs/>
          <w:sz w:val="22"/>
          <w:szCs w:val="22"/>
        </w:rPr>
        <w:t>otsusega</w:t>
      </w:r>
      <w:proofErr w:type="spellEnd"/>
      <w:r w:rsidRPr="00B577ED">
        <w:rPr>
          <w:b/>
          <w:bCs/>
          <w:sz w:val="22"/>
          <w:szCs w:val="22"/>
        </w:rPr>
        <w:t xml:space="preserve"> nr </w:t>
      </w:r>
      <w:r w:rsidR="00B577ED" w:rsidRPr="00B577ED">
        <w:rPr>
          <w:b/>
          <w:bCs/>
          <w:sz w:val="22"/>
          <w:szCs w:val="22"/>
        </w:rPr>
        <w:t>8</w:t>
      </w:r>
      <w:r w:rsidRPr="00B577ED">
        <w:rPr>
          <w:b/>
          <w:bCs/>
          <w:sz w:val="22"/>
          <w:szCs w:val="22"/>
        </w:rPr>
        <w:t xml:space="preserve"> </w:t>
      </w:r>
      <w:r w:rsidR="00B577ED" w:rsidRPr="00B577ED">
        <w:rPr>
          <w:b/>
          <w:bCs/>
          <w:sz w:val="22"/>
          <w:szCs w:val="22"/>
        </w:rPr>
        <w:t xml:space="preserve">Narva </w:t>
      </w:r>
      <w:proofErr w:type="spellStart"/>
      <w:r w:rsidR="00B577ED" w:rsidRPr="00B577ED">
        <w:rPr>
          <w:b/>
          <w:bCs/>
          <w:sz w:val="22"/>
          <w:szCs w:val="22"/>
        </w:rPr>
        <w:t>Linnavolikogu</w:t>
      </w:r>
      <w:proofErr w:type="spellEnd"/>
      <w:r w:rsidR="00B577ED" w:rsidRPr="00B577ED">
        <w:rPr>
          <w:b/>
          <w:bCs/>
          <w:sz w:val="22"/>
          <w:szCs w:val="22"/>
        </w:rPr>
        <w:t xml:space="preserve"> 24.01.20</w:t>
      </w:r>
      <w:r w:rsidR="00B577ED" w:rsidRPr="00B577ED">
        <w:rPr>
          <w:b/>
          <w:bCs/>
          <w:sz w:val="22"/>
          <w:szCs w:val="22"/>
          <w:lang w:val="et-EE"/>
        </w:rPr>
        <w:t>19</w:t>
      </w:r>
      <w:r w:rsidR="00B577ED" w:rsidRPr="00B577ED">
        <w:rPr>
          <w:b/>
          <w:bCs/>
          <w:sz w:val="22"/>
          <w:szCs w:val="22"/>
        </w:rPr>
        <w:t xml:space="preserve"> </w:t>
      </w:r>
      <w:proofErr w:type="spellStart"/>
      <w:r w:rsidR="00B577ED" w:rsidRPr="00B577ED">
        <w:rPr>
          <w:b/>
          <w:bCs/>
          <w:sz w:val="22"/>
          <w:szCs w:val="22"/>
        </w:rPr>
        <w:t>otsusega</w:t>
      </w:r>
      <w:proofErr w:type="spellEnd"/>
      <w:r w:rsidR="00B577ED" w:rsidRPr="00B577ED">
        <w:rPr>
          <w:b/>
          <w:bCs/>
          <w:sz w:val="22"/>
          <w:szCs w:val="22"/>
        </w:rPr>
        <w:t xml:space="preserve"> nr 1</w:t>
      </w:r>
      <w:r w:rsidR="00B577ED" w:rsidRPr="00B577ED">
        <w:rPr>
          <w:b/>
          <w:bCs/>
          <w:sz w:val="22"/>
          <w:szCs w:val="22"/>
          <w:lang w:val="et-EE"/>
        </w:rPr>
        <w:t xml:space="preserve"> </w:t>
      </w:r>
      <w:proofErr w:type="spellStart"/>
      <w:r w:rsidR="00B577ED" w:rsidRPr="00B577ED">
        <w:rPr>
          <w:b/>
          <w:bCs/>
          <w:sz w:val="22"/>
          <w:szCs w:val="22"/>
        </w:rPr>
        <w:t>algatatud</w:t>
      </w:r>
      <w:proofErr w:type="spellEnd"/>
      <w:r w:rsidR="00B577ED" w:rsidRPr="00B577ED">
        <w:rPr>
          <w:b/>
          <w:bCs/>
          <w:sz w:val="22"/>
          <w:szCs w:val="22"/>
        </w:rPr>
        <w:t xml:space="preserve"> </w:t>
      </w:r>
      <w:proofErr w:type="spellStart"/>
      <w:r w:rsidR="00B577ED" w:rsidRPr="00B577ED">
        <w:rPr>
          <w:b/>
          <w:bCs/>
          <w:sz w:val="22"/>
          <w:szCs w:val="22"/>
        </w:rPr>
        <w:t>detailplaneeringu</w:t>
      </w:r>
      <w:proofErr w:type="spellEnd"/>
      <w:r w:rsidR="00B577ED" w:rsidRPr="00B577ED">
        <w:rPr>
          <w:b/>
          <w:bCs/>
          <w:sz w:val="22"/>
          <w:szCs w:val="22"/>
        </w:rPr>
        <w:t xml:space="preserve"> „Narva </w:t>
      </w:r>
      <w:proofErr w:type="spellStart"/>
      <w:r w:rsidR="00B577ED" w:rsidRPr="00B577ED">
        <w:rPr>
          <w:b/>
          <w:bCs/>
          <w:sz w:val="22"/>
          <w:szCs w:val="22"/>
        </w:rPr>
        <w:t>Tööstuspargi</w:t>
      </w:r>
      <w:proofErr w:type="spellEnd"/>
      <w:r w:rsidR="00B577ED" w:rsidRPr="00B577ED">
        <w:rPr>
          <w:b/>
          <w:bCs/>
          <w:sz w:val="22"/>
          <w:szCs w:val="22"/>
        </w:rPr>
        <w:t xml:space="preserve"> 3. </w:t>
      </w:r>
      <w:proofErr w:type="spellStart"/>
      <w:r w:rsidR="00B577ED" w:rsidRPr="00B577ED">
        <w:rPr>
          <w:b/>
          <w:bCs/>
          <w:sz w:val="22"/>
          <w:szCs w:val="22"/>
        </w:rPr>
        <w:t>etapi</w:t>
      </w:r>
      <w:proofErr w:type="spellEnd"/>
      <w:r w:rsidR="00B577ED" w:rsidRPr="00B577ED">
        <w:rPr>
          <w:b/>
          <w:bCs/>
          <w:sz w:val="22"/>
          <w:szCs w:val="22"/>
        </w:rPr>
        <w:t xml:space="preserve"> </w:t>
      </w:r>
      <w:proofErr w:type="spellStart"/>
      <w:r w:rsidR="00B577ED" w:rsidRPr="00B577ED">
        <w:rPr>
          <w:b/>
          <w:bCs/>
          <w:sz w:val="22"/>
          <w:szCs w:val="22"/>
        </w:rPr>
        <w:t>detailplaneeringu</w:t>
      </w:r>
      <w:proofErr w:type="spellEnd"/>
      <w:r w:rsidR="00B577ED" w:rsidRPr="00B577ED">
        <w:rPr>
          <w:b/>
          <w:bCs/>
          <w:sz w:val="22"/>
          <w:szCs w:val="22"/>
        </w:rPr>
        <w:t xml:space="preserve"> </w:t>
      </w:r>
      <w:proofErr w:type="spellStart"/>
      <w:r w:rsidR="00B577ED" w:rsidRPr="00B577ED">
        <w:rPr>
          <w:b/>
          <w:bCs/>
          <w:sz w:val="22"/>
          <w:szCs w:val="22"/>
        </w:rPr>
        <w:t>koostamise</w:t>
      </w:r>
      <w:proofErr w:type="spellEnd"/>
      <w:r w:rsidR="00B577ED" w:rsidRPr="00B577ED">
        <w:rPr>
          <w:b/>
          <w:bCs/>
          <w:sz w:val="22"/>
          <w:szCs w:val="22"/>
        </w:rPr>
        <w:t xml:space="preserve"> </w:t>
      </w:r>
      <w:proofErr w:type="spellStart"/>
      <w:r w:rsidR="00B577ED" w:rsidRPr="00B577ED">
        <w:rPr>
          <w:b/>
          <w:bCs/>
          <w:sz w:val="22"/>
          <w:szCs w:val="22"/>
        </w:rPr>
        <w:t>algatamine</w:t>
      </w:r>
      <w:proofErr w:type="spellEnd"/>
      <w:r w:rsidR="00B577ED" w:rsidRPr="00B577ED">
        <w:rPr>
          <w:b/>
          <w:bCs/>
          <w:sz w:val="22"/>
          <w:szCs w:val="22"/>
        </w:rPr>
        <w:t xml:space="preserve"> ja </w:t>
      </w:r>
      <w:proofErr w:type="spellStart"/>
      <w:r w:rsidR="00B577ED" w:rsidRPr="00B577ED">
        <w:rPr>
          <w:b/>
          <w:bCs/>
          <w:sz w:val="22"/>
          <w:szCs w:val="22"/>
        </w:rPr>
        <w:t>keskkonnamõjude</w:t>
      </w:r>
      <w:proofErr w:type="spellEnd"/>
      <w:r w:rsidR="00B577ED" w:rsidRPr="00B577ED">
        <w:rPr>
          <w:b/>
          <w:bCs/>
          <w:sz w:val="22"/>
          <w:szCs w:val="22"/>
        </w:rPr>
        <w:t xml:space="preserve"> </w:t>
      </w:r>
      <w:proofErr w:type="spellStart"/>
      <w:r w:rsidR="00B577ED" w:rsidRPr="00B577ED">
        <w:rPr>
          <w:b/>
          <w:bCs/>
          <w:sz w:val="22"/>
          <w:szCs w:val="22"/>
        </w:rPr>
        <w:t>strateegilise</w:t>
      </w:r>
      <w:proofErr w:type="spellEnd"/>
      <w:r w:rsidR="00B577ED" w:rsidRPr="00B577ED">
        <w:rPr>
          <w:b/>
          <w:bCs/>
          <w:sz w:val="22"/>
          <w:szCs w:val="22"/>
        </w:rPr>
        <w:t xml:space="preserve"> </w:t>
      </w:r>
      <w:proofErr w:type="spellStart"/>
      <w:r w:rsidR="00B577ED" w:rsidRPr="00B577ED">
        <w:rPr>
          <w:b/>
          <w:bCs/>
          <w:sz w:val="22"/>
          <w:szCs w:val="22"/>
        </w:rPr>
        <w:t>hindamise</w:t>
      </w:r>
      <w:proofErr w:type="spellEnd"/>
      <w:r w:rsidR="00B577ED" w:rsidRPr="00B577ED">
        <w:rPr>
          <w:b/>
          <w:bCs/>
          <w:sz w:val="22"/>
          <w:szCs w:val="22"/>
        </w:rPr>
        <w:t xml:space="preserve"> </w:t>
      </w:r>
      <w:proofErr w:type="spellStart"/>
      <w:r w:rsidR="00B577ED" w:rsidRPr="00B577ED">
        <w:rPr>
          <w:b/>
          <w:bCs/>
          <w:sz w:val="22"/>
          <w:szCs w:val="22"/>
        </w:rPr>
        <w:t>koostamise</w:t>
      </w:r>
      <w:proofErr w:type="spellEnd"/>
      <w:r w:rsidR="00B577ED" w:rsidRPr="00B577ED">
        <w:rPr>
          <w:b/>
          <w:bCs/>
          <w:sz w:val="22"/>
          <w:szCs w:val="22"/>
        </w:rPr>
        <w:t xml:space="preserve"> </w:t>
      </w:r>
      <w:proofErr w:type="spellStart"/>
      <w:r w:rsidR="00B577ED" w:rsidRPr="00B577ED">
        <w:rPr>
          <w:b/>
          <w:bCs/>
          <w:sz w:val="22"/>
          <w:szCs w:val="22"/>
        </w:rPr>
        <w:t>algatamine</w:t>
      </w:r>
      <w:proofErr w:type="spellEnd"/>
      <w:r w:rsidR="00B577ED" w:rsidRPr="00B577ED">
        <w:rPr>
          <w:b/>
          <w:bCs/>
          <w:sz w:val="22"/>
          <w:szCs w:val="22"/>
        </w:rPr>
        <w:t xml:space="preserve">” </w:t>
      </w:r>
      <w:proofErr w:type="spellStart"/>
      <w:r w:rsidR="00B577ED" w:rsidRPr="00B577ED">
        <w:rPr>
          <w:b/>
          <w:bCs/>
          <w:sz w:val="22"/>
          <w:szCs w:val="22"/>
        </w:rPr>
        <w:t>kehtetuks</w:t>
      </w:r>
      <w:proofErr w:type="spellEnd"/>
      <w:r w:rsidR="00B577ED" w:rsidRPr="00B577ED">
        <w:rPr>
          <w:b/>
          <w:bCs/>
          <w:sz w:val="22"/>
          <w:szCs w:val="22"/>
        </w:rPr>
        <w:t xml:space="preserve"> </w:t>
      </w:r>
      <w:proofErr w:type="spellStart"/>
      <w:r w:rsidR="00B577ED" w:rsidRPr="00B577ED">
        <w:rPr>
          <w:b/>
          <w:bCs/>
          <w:sz w:val="22"/>
          <w:szCs w:val="22"/>
        </w:rPr>
        <w:t>tunnistamine</w:t>
      </w:r>
      <w:proofErr w:type="spellEnd"/>
      <w:r w:rsidR="00B577ED" w:rsidRPr="00B577ED">
        <w:rPr>
          <w:b/>
          <w:bCs/>
          <w:sz w:val="22"/>
          <w:szCs w:val="22"/>
        </w:rPr>
        <w:t xml:space="preserve"> </w:t>
      </w:r>
      <w:proofErr w:type="spellStart"/>
      <w:r w:rsidR="00B577ED" w:rsidRPr="00B577ED">
        <w:rPr>
          <w:b/>
          <w:bCs/>
          <w:sz w:val="22"/>
          <w:szCs w:val="22"/>
        </w:rPr>
        <w:t>ning</w:t>
      </w:r>
      <w:proofErr w:type="spellEnd"/>
      <w:r w:rsidR="00B577ED" w:rsidRPr="00B577ED">
        <w:rPr>
          <w:b/>
          <w:bCs/>
          <w:sz w:val="22"/>
          <w:szCs w:val="22"/>
        </w:rPr>
        <w:t xml:space="preserve"> </w:t>
      </w:r>
      <w:proofErr w:type="spellStart"/>
      <w:r w:rsidR="00B577ED" w:rsidRPr="00B577ED">
        <w:rPr>
          <w:b/>
          <w:bCs/>
          <w:sz w:val="22"/>
          <w:szCs w:val="22"/>
        </w:rPr>
        <w:t>detailplaneeringu</w:t>
      </w:r>
      <w:proofErr w:type="spellEnd"/>
      <w:r w:rsidR="00B577ED" w:rsidRPr="00B577ED">
        <w:rPr>
          <w:b/>
          <w:bCs/>
          <w:sz w:val="22"/>
          <w:szCs w:val="22"/>
        </w:rPr>
        <w:t xml:space="preserve"> </w:t>
      </w:r>
      <w:proofErr w:type="spellStart"/>
      <w:r w:rsidR="00B577ED" w:rsidRPr="00B577ED">
        <w:rPr>
          <w:b/>
          <w:bCs/>
          <w:sz w:val="22"/>
          <w:szCs w:val="22"/>
        </w:rPr>
        <w:t>menetluse</w:t>
      </w:r>
      <w:proofErr w:type="spellEnd"/>
      <w:r w:rsidR="00B577ED" w:rsidRPr="00B577ED">
        <w:rPr>
          <w:b/>
          <w:bCs/>
          <w:sz w:val="22"/>
          <w:szCs w:val="22"/>
        </w:rPr>
        <w:t xml:space="preserve"> ja </w:t>
      </w:r>
      <w:proofErr w:type="spellStart"/>
      <w:r w:rsidR="00B577ED" w:rsidRPr="00B577ED">
        <w:rPr>
          <w:b/>
          <w:bCs/>
          <w:sz w:val="22"/>
          <w:szCs w:val="22"/>
        </w:rPr>
        <w:t>keskkonnamõjude</w:t>
      </w:r>
      <w:proofErr w:type="spellEnd"/>
      <w:r w:rsidR="00B577ED" w:rsidRPr="00B577ED">
        <w:rPr>
          <w:b/>
          <w:bCs/>
          <w:sz w:val="22"/>
          <w:szCs w:val="22"/>
        </w:rPr>
        <w:t xml:space="preserve"> </w:t>
      </w:r>
      <w:proofErr w:type="spellStart"/>
      <w:r w:rsidR="00B577ED" w:rsidRPr="00B577ED">
        <w:rPr>
          <w:b/>
          <w:bCs/>
          <w:sz w:val="22"/>
          <w:szCs w:val="22"/>
        </w:rPr>
        <w:t>strateegilise</w:t>
      </w:r>
      <w:proofErr w:type="spellEnd"/>
      <w:r w:rsidR="00B577ED" w:rsidRPr="00B577ED">
        <w:rPr>
          <w:b/>
          <w:bCs/>
          <w:sz w:val="22"/>
          <w:szCs w:val="22"/>
        </w:rPr>
        <w:t xml:space="preserve"> </w:t>
      </w:r>
      <w:proofErr w:type="spellStart"/>
      <w:r w:rsidR="00B577ED" w:rsidRPr="00B577ED">
        <w:rPr>
          <w:b/>
          <w:bCs/>
          <w:sz w:val="22"/>
          <w:szCs w:val="22"/>
        </w:rPr>
        <w:t>hindamise</w:t>
      </w:r>
      <w:proofErr w:type="spellEnd"/>
      <w:r w:rsidR="00B577ED" w:rsidRPr="00B577ED">
        <w:rPr>
          <w:b/>
          <w:bCs/>
          <w:sz w:val="22"/>
          <w:szCs w:val="22"/>
        </w:rPr>
        <w:t xml:space="preserve"> </w:t>
      </w:r>
      <w:proofErr w:type="spellStart"/>
      <w:r w:rsidR="00B577ED" w:rsidRPr="00B577ED">
        <w:rPr>
          <w:b/>
          <w:bCs/>
          <w:sz w:val="22"/>
          <w:szCs w:val="22"/>
        </w:rPr>
        <w:t>koostamise</w:t>
      </w:r>
      <w:proofErr w:type="spellEnd"/>
      <w:r w:rsidR="00B577ED" w:rsidRPr="00B577ED">
        <w:rPr>
          <w:b/>
          <w:bCs/>
          <w:sz w:val="22"/>
          <w:szCs w:val="22"/>
        </w:rPr>
        <w:t xml:space="preserve"> </w:t>
      </w:r>
      <w:proofErr w:type="spellStart"/>
      <w:r w:rsidR="00B577ED" w:rsidRPr="00B577ED">
        <w:rPr>
          <w:b/>
          <w:bCs/>
          <w:sz w:val="22"/>
          <w:szCs w:val="22"/>
        </w:rPr>
        <w:t>lõpetami</w:t>
      </w:r>
      <w:r w:rsidR="00B577ED" w:rsidRPr="00B577ED">
        <w:rPr>
          <w:b/>
          <w:bCs/>
          <w:sz w:val="22"/>
          <w:szCs w:val="22"/>
        </w:rPr>
        <w:t>sest</w:t>
      </w:r>
      <w:proofErr w:type="spellEnd"/>
      <w:r w:rsidR="00B577ED" w:rsidRPr="00B577ED">
        <w:rPr>
          <w:sz w:val="22"/>
          <w:szCs w:val="22"/>
        </w:rPr>
        <w:t>.</w:t>
      </w:r>
      <w:r w:rsidR="00B577ED">
        <w:rPr>
          <w:sz w:val="22"/>
          <w:szCs w:val="22"/>
          <w:lang w:val="et-EE"/>
        </w:rPr>
        <w:t xml:space="preserve"> </w:t>
      </w:r>
      <w:r w:rsidR="00B577ED" w:rsidRPr="00B577ED">
        <w:rPr>
          <w:sz w:val="22"/>
          <w:szCs w:val="22"/>
          <w:lang w:val="et-EE"/>
        </w:rPr>
        <w:t xml:space="preserve">Narva Linnavolikogu 24.01.2019 otsusega nr 1 algatati Narva linna üldplaneeringut muutva Narva Tööstuspargi 3. etapi detailplaneeringu ja keskkonnamõjude strateegilise hindamise koostamine. Detailplaneeringu koostamise ülesandeks on Narva linnas Elektrijaama linnaosas ca 77,85 ha suurusel maa-alal olemasolevate kinnistute (katastritunnustega 51106:001:0187 ja 51106:001:0184) osadeks jagamine ning moodustatud kruntidele maakasutuse sihtotstarvete ja ehitusõiguse määramine. Narva Tööstuspargi 3. etapi detailplaneering peab muuseas lahendama liikluskorralduse (juurdepääsud ja parkimine), maa-ala heakorrastuse ja haljastuse küsimused, määrama tehnovõrkude asukohad. </w:t>
      </w:r>
      <w:r w:rsidR="00B577ED" w:rsidRPr="00B577ED">
        <w:rPr>
          <w:sz w:val="22"/>
          <w:szCs w:val="22"/>
        </w:rPr>
        <w:t xml:space="preserve">Sama </w:t>
      </w:r>
      <w:proofErr w:type="spellStart"/>
      <w:r w:rsidR="00B577ED" w:rsidRPr="00B577ED">
        <w:rPr>
          <w:sz w:val="22"/>
          <w:szCs w:val="22"/>
        </w:rPr>
        <w:t>otsusega</w:t>
      </w:r>
      <w:proofErr w:type="spellEnd"/>
      <w:r w:rsidR="00B577ED" w:rsidRPr="00B577ED">
        <w:rPr>
          <w:sz w:val="22"/>
          <w:szCs w:val="22"/>
        </w:rPr>
        <w:t xml:space="preserve"> </w:t>
      </w:r>
      <w:proofErr w:type="spellStart"/>
      <w:r w:rsidR="00B577ED" w:rsidRPr="00B577ED">
        <w:rPr>
          <w:sz w:val="22"/>
          <w:szCs w:val="22"/>
        </w:rPr>
        <w:t>algatati</w:t>
      </w:r>
      <w:proofErr w:type="spellEnd"/>
      <w:r w:rsidR="00B577ED" w:rsidRPr="00B577ED">
        <w:rPr>
          <w:sz w:val="22"/>
          <w:szCs w:val="22"/>
        </w:rPr>
        <w:t xml:space="preserve"> ka Narva </w:t>
      </w:r>
      <w:proofErr w:type="spellStart"/>
      <w:r w:rsidR="00B577ED" w:rsidRPr="00B577ED">
        <w:rPr>
          <w:sz w:val="22"/>
          <w:szCs w:val="22"/>
        </w:rPr>
        <w:t>Tööstuspargi</w:t>
      </w:r>
      <w:proofErr w:type="spellEnd"/>
      <w:r w:rsidR="00B577ED" w:rsidRPr="00B577ED">
        <w:rPr>
          <w:sz w:val="22"/>
          <w:szCs w:val="22"/>
        </w:rPr>
        <w:t xml:space="preserve"> 3. </w:t>
      </w:r>
      <w:proofErr w:type="spellStart"/>
      <w:r w:rsidR="00B577ED" w:rsidRPr="00B577ED">
        <w:rPr>
          <w:sz w:val="22"/>
          <w:szCs w:val="22"/>
        </w:rPr>
        <w:t>etapi</w:t>
      </w:r>
      <w:proofErr w:type="spellEnd"/>
      <w:r w:rsidR="00B577ED" w:rsidRPr="00B577ED">
        <w:rPr>
          <w:sz w:val="22"/>
          <w:szCs w:val="22"/>
        </w:rPr>
        <w:t xml:space="preserve"> </w:t>
      </w:r>
      <w:proofErr w:type="spellStart"/>
      <w:r w:rsidR="00B577ED" w:rsidRPr="00B577ED">
        <w:rPr>
          <w:sz w:val="22"/>
          <w:szCs w:val="22"/>
        </w:rPr>
        <w:t>detailplaneeringu</w:t>
      </w:r>
      <w:proofErr w:type="spellEnd"/>
      <w:r w:rsidR="00B577ED" w:rsidRPr="00B577ED">
        <w:rPr>
          <w:sz w:val="22"/>
          <w:szCs w:val="22"/>
        </w:rPr>
        <w:t xml:space="preserve"> </w:t>
      </w:r>
      <w:proofErr w:type="spellStart"/>
      <w:r w:rsidR="00B577ED" w:rsidRPr="00B577ED">
        <w:rPr>
          <w:sz w:val="22"/>
          <w:szCs w:val="22"/>
        </w:rPr>
        <w:t>keskkonnamõju</w:t>
      </w:r>
      <w:proofErr w:type="spellEnd"/>
      <w:r w:rsidR="00B577ED" w:rsidRPr="00B577ED">
        <w:rPr>
          <w:sz w:val="22"/>
          <w:szCs w:val="22"/>
        </w:rPr>
        <w:t xml:space="preserve"> </w:t>
      </w:r>
      <w:proofErr w:type="spellStart"/>
      <w:r w:rsidR="00B577ED" w:rsidRPr="00B577ED">
        <w:rPr>
          <w:sz w:val="22"/>
          <w:szCs w:val="22"/>
        </w:rPr>
        <w:t>strateegilise</w:t>
      </w:r>
      <w:proofErr w:type="spellEnd"/>
      <w:r w:rsidR="00B577ED" w:rsidRPr="00B577ED">
        <w:rPr>
          <w:sz w:val="22"/>
          <w:szCs w:val="22"/>
        </w:rPr>
        <w:t xml:space="preserve"> </w:t>
      </w:r>
      <w:proofErr w:type="spellStart"/>
      <w:r w:rsidR="00B577ED" w:rsidRPr="00B577ED">
        <w:rPr>
          <w:sz w:val="22"/>
          <w:szCs w:val="22"/>
        </w:rPr>
        <w:t>hindamise</w:t>
      </w:r>
      <w:proofErr w:type="spellEnd"/>
      <w:r w:rsidR="00B577ED" w:rsidRPr="00B577ED">
        <w:rPr>
          <w:sz w:val="22"/>
          <w:szCs w:val="22"/>
        </w:rPr>
        <w:t xml:space="preserve"> </w:t>
      </w:r>
      <w:proofErr w:type="spellStart"/>
      <w:r w:rsidR="00B577ED" w:rsidRPr="00B577ED">
        <w:rPr>
          <w:sz w:val="22"/>
          <w:szCs w:val="22"/>
        </w:rPr>
        <w:t>koostamine.</w:t>
      </w:r>
      <w:proofErr w:type="spellEnd"/>
      <w:r w:rsidR="00B577ED">
        <w:rPr>
          <w:sz w:val="22"/>
          <w:szCs w:val="22"/>
          <w:lang w:val="et-EE"/>
        </w:rPr>
        <w:t xml:space="preserve"> </w:t>
      </w:r>
      <w:r w:rsidR="00B577ED" w:rsidRPr="00B577ED">
        <w:rPr>
          <w:sz w:val="22"/>
          <w:szCs w:val="22"/>
          <w:lang w:val="et-EE"/>
        </w:rPr>
        <w:t>Narva Linnavolikogu 20.06.2019 otsusega nr 41 muudeti Narva Linnavolikogu 24.01.2019 otsuse nr 1 „Narva Tööstuspargi 3. etapi detailplaneeringu koostamise algatamine ja keskkonnamõjude strateegilise hindamise koostamise algatamine“ alapunkti 3.1. ning kinnitati keskkonnamõju strateegilise hindamise ala piiri muudatus.</w:t>
      </w:r>
      <w:r w:rsidR="00B577ED">
        <w:rPr>
          <w:sz w:val="22"/>
          <w:szCs w:val="22"/>
          <w:lang w:val="et-EE"/>
        </w:rPr>
        <w:t xml:space="preserve"> </w:t>
      </w:r>
      <w:r w:rsidR="00B577ED" w:rsidRPr="00B577ED">
        <w:rPr>
          <w:sz w:val="22"/>
          <w:szCs w:val="22"/>
          <w:lang w:val="et-EE"/>
        </w:rPr>
        <w:t xml:space="preserve">Maa-amet (maaomaniku esindajana), Riigimetsa Majandamise Keskus ning Keskkonnaministeerium on kaasatud detailplaneeringu menetluses oma seisukohtades pidanud Narva Tööstuspark 3. etapi detailplaneeringu koostamisega jätkamist välistatuks seoses suures ulatuses planeeringualal asuva maardla M52 ja RMK poolt majandatava metsaala asukohtadega. </w:t>
      </w:r>
      <w:proofErr w:type="spellStart"/>
      <w:r w:rsidR="00B577ED" w:rsidRPr="00B577ED">
        <w:rPr>
          <w:sz w:val="22"/>
          <w:szCs w:val="22"/>
        </w:rPr>
        <w:t>Samuti</w:t>
      </w:r>
      <w:proofErr w:type="spellEnd"/>
      <w:r w:rsidR="00B577ED" w:rsidRPr="00B577ED">
        <w:rPr>
          <w:sz w:val="22"/>
          <w:szCs w:val="22"/>
        </w:rPr>
        <w:t xml:space="preserve"> </w:t>
      </w:r>
      <w:proofErr w:type="spellStart"/>
      <w:r w:rsidR="00B577ED" w:rsidRPr="00B577ED">
        <w:rPr>
          <w:sz w:val="22"/>
          <w:szCs w:val="22"/>
        </w:rPr>
        <w:t>ei</w:t>
      </w:r>
      <w:proofErr w:type="spellEnd"/>
      <w:r w:rsidR="00B577ED" w:rsidRPr="00B577ED">
        <w:rPr>
          <w:sz w:val="22"/>
          <w:szCs w:val="22"/>
        </w:rPr>
        <w:t xml:space="preserve"> ole </w:t>
      </w:r>
      <w:proofErr w:type="spellStart"/>
      <w:r w:rsidR="00B577ED" w:rsidRPr="00B577ED">
        <w:rPr>
          <w:sz w:val="22"/>
          <w:szCs w:val="22"/>
        </w:rPr>
        <w:t>võimalik</w:t>
      </w:r>
      <w:proofErr w:type="spellEnd"/>
      <w:r w:rsidR="00B577ED" w:rsidRPr="00B577ED">
        <w:rPr>
          <w:sz w:val="22"/>
          <w:szCs w:val="22"/>
        </w:rPr>
        <w:t xml:space="preserve"> </w:t>
      </w:r>
      <w:proofErr w:type="spellStart"/>
      <w:r w:rsidR="00B577ED" w:rsidRPr="00B577ED">
        <w:rPr>
          <w:sz w:val="22"/>
          <w:szCs w:val="22"/>
        </w:rPr>
        <w:t>läbi</w:t>
      </w:r>
      <w:proofErr w:type="spellEnd"/>
      <w:r w:rsidR="00B577ED" w:rsidRPr="00B577ED">
        <w:rPr>
          <w:sz w:val="22"/>
          <w:szCs w:val="22"/>
        </w:rPr>
        <w:t xml:space="preserve"> </w:t>
      </w:r>
      <w:proofErr w:type="spellStart"/>
      <w:r w:rsidR="00B577ED" w:rsidRPr="00B577ED">
        <w:rPr>
          <w:sz w:val="22"/>
          <w:szCs w:val="22"/>
        </w:rPr>
        <w:t>viia</w:t>
      </w:r>
      <w:proofErr w:type="spellEnd"/>
      <w:r w:rsidR="00B577ED" w:rsidRPr="00B577ED">
        <w:rPr>
          <w:sz w:val="22"/>
          <w:szCs w:val="22"/>
        </w:rPr>
        <w:t xml:space="preserve"> KSH </w:t>
      </w:r>
      <w:proofErr w:type="spellStart"/>
      <w:r w:rsidR="00B577ED" w:rsidRPr="00B577ED">
        <w:rPr>
          <w:sz w:val="22"/>
          <w:szCs w:val="22"/>
        </w:rPr>
        <w:t>menetlust</w:t>
      </w:r>
      <w:proofErr w:type="spellEnd"/>
      <w:r w:rsidR="00B577ED" w:rsidRPr="00B577ED">
        <w:rPr>
          <w:sz w:val="22"/>
          <w:szCs w:val="22"/>
        </w:rPr>
        <w:t xml:space="preserve"> </w:t>
      </w:r>
      <w:proofErr w:type="spellStart"/>
      <w:r w:rsidR="00B577ED" w:rsidRPr="00B577ED">
        <w:rPr>
          <w:sz w:val="22"/>
          <w:szCs w:val="22"/>
        </w:rPr>
        <w:t>kui</w:t>
      </w:r>
      <w:proofErr w:type="spellEnd"/>
      <w:r w:rsidR="00B577ED" w:rsidRPr="00B577ED">
        <w:rPr>
          <w:sz w:val="22"/>
          <w:szCs w:val="22"/>
        </w:rPr>
        <w:t xml:space="preserve"> </w:t>
      </w:r>
      <w:proofErr w:type="spellStart"/>
      <w:r w:rsidR="00B577ED" w:rsidRPr="00B577ED">
        <w:rPr>
          <w:sz w:val="22"/>
          <w:szCs w:val="22"/>
        </w:rPr>
        <w:t>hindamise</w:t>
      </w:r>
      <w:proofErr w:type="spellEnd"/>
      <w:r w:rsidR="00B577ED" w:rsidRPr="00B577ED">
        <w:rPr>
          <w:sz w:val="22"/>
          <w:szCs w:val="22"/>
        </w:rPr>
        <w:t xml:space="preserve"> </w:t>
      </w:r>
      <w:proofErr w:type="spellStart"/>
      <w:r w:rsidR="00B577ED" w:rsidRPr="00B577ED">
        <w:rPr>
          <w:sz w:val="22"/>
          <w:szCs w:val="22"/>
        </w:rPr>
        <w:t>objektiks</w:t>
      </w:r>
      <w:proofErr w:type="spellEnd"/>
      <w:r w:rsidR="00B577ED" w:rsidRPr="00B577ED">
        <w:rPr>
          <w:sz w:val="22"/>
          <w:szCs w:val="22"/>
        </w:rPr>
        <w:t xml:space="preserve"> </w:t>
      </w:r>
      <w:proofErr w:type="spellStart"/>
      <w:r w:rsidR="00B577ED" w:rsidRPr="00B577ED">
        <w:rPr>
          <w:sz w:val="22"/>
          <w:szCs w:val="22"/>
        </w:rPr>
        <w:t>olevat</w:t>
      </w:r>
      <w:proofErr w:type="spellEnd"/>
      <w:r w:rsidR="00B577ED" w:rsidRPr="00B577ED">
        <w:rPr>
          <w:sz w:val="22"/>
          <w:szCs w:val="22"/>
        </w:rPr>
        <w:t xml:space="preserve"> </w:t>
      </w:r>
      <w:proofErr w:type="spellStart"/>
      <w:r w:rsidR="00B577ED" w:rsidRPr="00B577ED">
        <w:rPr>
          <w:sz w:val="22"/>
          <w:szCs w:val="22"/>
        </w:rPr>
        <w:t>detailplaneeringu</w:t>
      </w:r>
      <w:proofErr w:type="spellEnd"/>
      <w:r w:rsidR="00B577ED" w:rsidRPr="00B577ED">
        <w:rPr>
          <w:sz w:val="22"/>
          <w:szCs w:val="22"/>
        </w:rPr>
        <w:t xml:space="preserve"> </w:t>
      </w:r>
      <w:proofErr w:type="spellStart"/>
      <w:r w:rsidR="00B577ED" w:rsidRPr="00B577ED">
        <w:rPr>
          <w:sz w:val="22"/>
          <w:szCs w:val="22"/>
        </w:rPr>
        <w:t>koostamisest</w:t>
      </w:r>
      <w:proofErr w:type="spellEnd"/>
      <w:r w:rsidR="00B577ED" w:rsidRPr="00B577ED">
        <w:rPr>
          <w:sz w:val="22"/>
          <w:szCs w:val="22"/>
        </w:rPr>
        <w:t xml:space="preserve"> on </w:t>
      </w:r>
      <w:proofErr w:type="spellStart"/>
      <w:r w:rsidR="00B577ED" w:rsidRPr="00B577ED">
        <w:rPr>
          <w:sz w:val="22"/>
          <w:szCs w:val="22"/>
        </w:rPr>
        <w:t>loobutud</w:t>
      </w:r>
      <w:proofErr w:type="spellEnd"/>
      <w:r w:rsidR="00B577ED" w:rsidRPr="00B577ED">
        <w:rPr>
          <w:sz w:val="22"/>
          <w:szCs w:val="22"/>
        </w:rPr>
        <w:t xml:space="preserve">. </w:t>
      </w:r>
      <w:r w:rsidR="00B577ED">
        <w:rPr>
          <w:sz w:val="22"/>
          <w:szCs w:val="22"/>
          <w:lang w:val="et-EE"/>
        </w:rPr>
        <w:t xml:space="preserve"> </w:t>
      </w:r>
      <w:r w:rsidR="00B577ED" w:rsidRPr="00B577ED">
        <w:rPr>
          <w:sz w:val="22"/>
          <w:szCs w:val="22"/>
          <w:lang w:val="et-EE"/>
        </w:rPr>
        <w:t>Seoses sellega 19.11.2022 esitas Narva Tööstuspargi 3. etapi detailplaneeringu huvitatud isik SA Ida-Viru Investeeringute Agentuur (endine nimi SA Ida-Virumaa Tööstusalade Arendus) taotluse, millega taotles Narva Tööstuspargi 3. etapi detailplaneeringu koostamise lõpetamist.</w:t>
      </w:r>
      <w:r w:rsidR="00B577ED" w:rsidRPr="00B577ED">
        <w:rPr>
          <w:sz w:val="22"/>
          <w:szCs w:val="22"/>
          <w:lang w:val="et-EE"/>
        </w:rPr>
        <w:t xml:space="preserve"> </w:t>
      </w:r>
    </w:p>
    <w:p w14:paraId="5C73575A" w14:textId="5869BAC5" w:rsidR="00506312" w:rsidRDefault="00506312" w:rsidP="00B577ED">
      <w:pPr>
        <w:jc w:val="both"/>
        <w:rPr>
          <w:sz w:val="22"/>
          <w:szCs w:val="22"/>
          <w:lang w:val="et-EE"/>
        </w:rPr>
      </w:pPr>
    </w:p>
    <w:p w14:paraId="6B2EF35A" w14:textId="77777777" w:rsidR="00B577ED" w:rsidRPr="00B577ED" w:rsidRDefault="00B577ED" w:rsidP="00B577ED">
      <w:pPr>
        <w:jc w:val="both"/>
        <w:rPr>
          <w:sz w:val="22"/>
          <w:szCs w:val="22"/>
          <w:lang w:val="et-EE"/>
        </w:rPr>
      </w:pPr>
    </w:p>
    <w:p w14:paraId="4FEAED30" w14:textId="62A2F486" w:rsidR="00506312" w:rsidRPr="00B577ED" w:rsidRDefault="00506312" w:rsidP="00B577ED">
      <w:pPr>
        <w:jc w:val="both"/>
        <w:rPr>
          <w:sz w:val="22"/>
          <w:szCs w:val="22"/>
          <w:lang w:val="et-EE"/>
        </w:rPr>
      </w:pPr>
      <w:r w:rsidRPr="00B577ED">
        <w:rPr>
          <w:sz w:val="22"/>
          <w:szCs w:val="22"/>
          <w:lang w:val="et-EE"/>
        </w:rPr>
        <w:t>Lugupidamisega</w:t>
      </w:r>
    </w:p>
    <w:p w14:paraId="7306020B" w14:textId="750824F1" w:rsidR="00B577ED" w:rsidRDefault="00B577ED" w:rsidP="00B577ED">
      <w:pPr>
        <w:jc w:val="both"/>
        <w:rPr>
          <w:sz w:val="22"/>
          <w:szCs w:val="22"/>
          <w:lang w:val="et-EE"/>
        </w:rPr>
      </w:pPr>
    </w:p>
    <w:p w14:paraId="547E31C1" w14:textId="77777777" w:rsidR="002C03AE" w:rsidRPr="00B577ED" w:rsidRDefault="002C03AE" w:rsidP="00B577ED">
      <w:pPr>
        <w:jc w:val="both"/>
        <w:rPr>
          <w:sz w:val="22"/>
          <w:szCs w:val="22"/>
          <w:lang w:val="et-EE"/>
        </w:rPr>
      </w:pPr>
    </w:p>
    <w:p w14:paraId="6FE158C7" w14:textId="77777777" w:rsidR="00506312" w:rsidRPr="00B577ED" w:rsidRDefault="00506312" w:rsidP="00B577ED">
      <w:pPr>
        <w:jc w:val="both"/>
        <w:rPr>
          <w:i/>
          <w:iCs/>
          <w:sz w:val="22"/>
          <w:szCs w:val="22"/>
          <w:lang w:val="et-EE"/>
        </w:rPr>
      </w:pPr>
      <w:r w:rsidRPr="00B577ED">
        <w:rPr>
          <w:i/>
          <w:iCs/>
          <w:sz w:val="22"/>
          <w:szCs w:val="22"/>
          <w:lang w:val="et-EE"/>
        </w:rPr>
        <w:t>/allkirjastatud digitaalselt/</w:t>
      </w:r>
    </w:p>
    <w:p w14:paraId="3BA6FA48" w14:textId="77777777" w:rsidR="002C03AE" w:rsidRPr="00B577ED" w:rsidRDefault="002C03AE" w:rsidP="00B577ED">
      <w:pPr>
        <w:jc w:val="both"/>
        <w:rPr>
          <w:sz w:val="22"/>
          <w:szCs w:val="22"/>
          <w:lang w:val="et-EE"/>
        </w:rPr>
      </w:pPr>
    </w:p>
    <w:p w14:paraId="3380EA39" w14:textId="2A05819E" w:rsidR="00506312" w:rsidRPr="00B577ED" w:rsidRDefault="00506312" w:rsidP="00B577ED">
      <w:pPr>
        <w:jc w:val="both"/>
        <w:rPr>
          <w:sz w:val="22"/>
          <w:szCs w:val="22"/>
          <w:lang w:val="et-EE"/>
        </w:rPr>
      </w:pPr>
      <w:r w:rsidRPr="00B577ED">
        <w:rPr>
          <w:sz w:val="22"/>
          <w:szCs w:val="22"/>
          <w:lang w:val="et-EE"/>
        </w:rPr>
        <w:t>Tatjana Nikolajenkova</w:t>
      </w:r>
    </w:p>
    <w:p w14:paraId="73A65C6E" w14:textId="77777777" w:rsidR="00506312" w:rsidRPr="00B577ED" w:rsidRDefault="00506312" w:rsidP="00B577ED">
      <w:pPr>
        <w:jc w:val="both"/>
        <w:rPr>
          <w:sz w:val="22"/>
          <w:szCs w:val="22"/>
        </w:rPr>
      </w:pPr>
      <w:proofErr w:type="spellStart"/>
      <w:r w:rsidRPr="00B577ED">
        <w:rPr>
          <w:sz w:val="22"/>
          <w:szCs w:val="22"/>
        </w:rPr>
        <w:t>Planeeringute</w:t>
      </w:r>
      <w:proofErr w:type="spellEnd"/>
      <w:r w:rsidRPr="00B577ED">
        <w:rPr>
          <w:sz w:val="22"/>
          <w:szCs w:val="22"/>
        </w:rPr>
        <w:t xml:space="preserve"> </w:t>
      </w:r>
      <w:proofErr w:type="spellStart"/>
      <w:r w:rsidRPr="00B577ED">
        <w:rPr>
          <w:sz w:val="22"/>
          <w:szCs w:val="22"/>
        </w:rPr>
        <w:t>spetsialist</w:t>
      </w:r>
      <w:proofErr w:type="spellEnd"/>
    </w:p>
    <w:p w14:paraId="5034CBFD" w14:textId="119D5DC6" w:rsidR="00506312" w:rsidRPr="00B577ED" w:rsidRDefault="00506312" w:rsidP="00B577ED">
      <w:pPr>
        <w:jc w:val="both"/>
      </w:pPr>
    </w:p>
    <w:p w14:paraId="5D23306C" w14:textId="77777777" w:rsidR="00B577ED" w:rsidRPr="00B577ED" w:rsidRDefault="00B577ED" w:rsidP="00506312">
      <w:pPr>
        <w:spacing w:line="264" w:lineRule="auto"/>
        <w:rPr>
          <w:sz w:val="22"/>
          <w:szCs w:val="22"/>
          <w:lang w:val="et-EE"/>
        </w:rPr>
      </w:pPr>
    </w:p>
    <w:p w14:paraId="14D83406" w14:textId="03C4026A" w:rsidR="009704E9" w:rsidRPr="00B577ED" w:rsidRDefault="00506312" w:rsidP="008C165F">
      <w:pPr>
        <w:spacing w:line="264" w:lineRule="auto"/>
        <w:rPr>
          <w:sz w:val="18"/>
          <w:szCs w:val="18"/>
          <w:lang w:val="et-EE"/>
        </w:rPr>
      </w:pPr>
      <w:r w:rsidRPr="00FC04EA">
        <w:rPr>
          <w:sz w:val="18"/>
          <w:szCs w:val="18"/>
          <w:lang w:val="et-EE"/>
        </w:rPr>
        <w:t>5837 3585</w:t>
      </w:r>
      <w:r>
        <w:rPr>
          <w:sz w:val="18"/>
          <w:szCs w:val="18"/>
          <w:lang w:val="et-EE"/>
        </w:rPr>
        <w:t xml:space="preserve">, </w:t>
      </w:r>
      <w:hyperlink r:id="rId8" w:history="1">
        <w:r w:rsidRPr="009E78B5">
          <w:rPr>
            <w:rStyle w:val="Hyperlink"/>
            <w:sz w:val="18"/>
            <w:szCs w:val="18"/>
            <w:lang w:val="et-EE"/>
          </w:rPr>
          <w:t>tatjana.nikolajenkova@narva.ee</w:t>
        </w:r>
      </w:hyperlink>
    </w:p>
    <w:sectPr w:rsidR="009704E9" w:rsidRPr="00B577ED" w:rsidSect="00CF7B2D">
      <w:footerReference w:type="even" r:id="rId9"/>
      <w:headerReference w:type="first" r:id="rId10"/>
      <w:footerReference w:type="first" r:id="rId11"/>
      <w:pgSz w:w="11907" w:h="16840" w:code="9"/>
      <w:pgMar w:top="1440" w:right="1275" w:bottom="1843" w:left="1797"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EBCB8C" w14:textId="77777777" w:rsidR="001D2B13" w:rsidRDefault="001D2B13">
      <w:r>
        <w:separator/>
      </w:r>
    </w:p>
  </w:endnote>
  <w:endnote w:type="continuationSeparator" w:id="0">
    <w:p w14:paraId="33E4F4F0" w14:textId="77777777" w:rsidR="001D2B13" w:rsidRDefault="001D2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B7ACE" w14:textId="77777777" w:rsidR="001668C4" w:rsidRDefault="001668C4" w:rsidP="00BC3A7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F7B2D">
      <w:rPr>
        <w:rStyle w:val="PageNumber"/>
        <w:noProof/>
      </w:rPr>
      <w:t>1</w:t>
    </w:r>
    <w:r>
      <w:rPr>
        <w:rStyle w:val="PageNumber"/>
      </w:rPr>
      <w:fldChar w:fldCharType="end"/>
    </w:r>
  </w:p>
  <w:p w14:paraId="3D731C22" w14:textId="77777777" w:rsidR="001668C4" w:rsidRDefault="001668C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34" w:type="dxa"/>
      <w:tblBorders>
        <w:top w:val="single" w:sz="4" w:space="0" w:color="auto"/>
      </w:tblBorders>
      <w:tblLook w:val="01E0" w:firstRow="1" w:lastRow="1" w:firstColumn="1" w:lastColumn="1" w:noHBand="0" w:noVBand="0"/>
    </w:tblPr>
    <w:tblGrid>
      <w:gridCol w:w="2927"/>
      <w:gridCol w:w="2962"/>
      <w:gridCol w:w="2980"/>
    </w:tblGrid>
    <w:tr w:rsidR="001668C4" w:rsidRPr="00CD34C5" w14:paraId="30F371B4" w14:textId="77777777" w:rsidTr="00CD34C5">
      <w:tc>
        <w:tcPr>
          <w:tcW w:w="3024" w:type="dxa"/>
          <w:shd w:val="clear" w:color="auto" w:fill="auto"/>
        </w:tcPr>
        <w:p w14:paraId="7BD06654" w14:textId="77777777" w:rsidR="001900E5" w:rsidRPr="009C5AD4" w:rsidRDefault="001900E5" w:rsidP="001900E5">
          <w:pPr>
            <w:pStyle w:val="Footer"/>
            <w:ind w:right="-192"/>
            <w:rPr>
              <w:sz w:val="18"/>
              <w:szCs w:val="18"/>
              <w:lang w:val="et-EE"/>
            </w:rPr>
          </w:pPr>
          <w:r w:rsidRPr="009C5AD4">
            <w:rPr>
              <w:sz w:val="18"/>
              <w:szCs w:val="18"/>
              <w:lang w:val="et-EE"/>
            </w:rPr>
            <w:t>Peetri plats 5</w:t>
          </w:r>
        </w:p>
        <w:p w14:paraId="04F2A732" w14:textId="77777777" w:rsidR="001900E5" w:rsidRPr="009C5AD4" w:rsidRDefault="001900E5" w:rsidP="001900E5">
          <w:pPr>
            <w:pStyle w:val="Footer"/>
            <w:ind w:right="-192"/>
            <w:rPr>
              <w:sz w:val="18"/>
              <w:szCs w:val="18"/>
              <w:lang w:val="en-US"/>
            </w:rPr>
          </w:pPr>
          <w:r w:rsidRPr="009C5AD4">
            <w:rPr>
              <w:sz w:val="18"/>
              <w:szCs w:val="18"/>
              <w:lang w:val="en-US"/>
            </w:rPr>
            <w:t>20308 Narva</w:t>
          </w:r>
        </w:p>
        <w:p w14:paraId="6C04D43F" w14:textId="77777777" w:rsidR="001668C4" w:rsidRPr="00CD34C5" w:rsidRDefault="001900E5" w:rsidP="001900E5">
          <w:pPr>
            <w:pStyle w:val="Footer"/>
            <w:ind w:right="-192"/>
            <w:rPr>
              <w:sz w:val="18"/>
              <w:szCs w:val="18"/>
              <w:lang w:val="et-EE"/>
            </w:rPr>
          </w:pPr>
          <w:r>
            <w:rPr>
              <w:sz w:val="18"/>
              <w:szCs w:val="18"/>
              <w:lang w:val="en-US"/>
            </w:rPr>
            <w:t>R</w:t>
          </w:r>
          <w:r w:rsidRPr="009C5AD4">
            <w:rPr>
              <w:sz w:val="18"/>
              <w:szCs w:val="18"/>
              <w:lang w:val="en-US"/>
            </w:rPr>
            <w:t>eg.</w:t>
          </w:r>
          <w:r>
            <w:rPr>
              <w:sz w:val="18"/>
              <w:szCs w:val="18"/>
              <w:lang w:val="en-US"/>
            </w:rPr>
            <w:t xml:space="preserve"> </w:t>
          </w:r>
          <w:r w:rsidRPr="009C5AD4">
            <w:rPr>
              <w:sz w:val="18"/>
              <w:szCs w:val="18"/>
              <w:lang w:val="en-US"/>
            </w:rPr>
            <w:t>nr 75029820</w:t>
          </w:r>
        </w:p>
      </w:tc>
      <w:tc>
        <w:tcPr>
          <w:tcW w:w="3024" w:type="dxa"/>
          <w:shd w:val="clear" w:color="auto" w:fill="auto"/>
        </w:tcPr>
        <w:p w14:paraId="104F5FBD" w14:textId="77777777" w:rsidR="001900E5" w:rsidRPr="009C5AD4" w:rsidRDefault="001900E5" w:rsidP="001900E5">
          <w:pPr>
            <w:pStyle w:val="Footer"/>
            <w:ind w:right="-192"/>
            <w:rPr>
              <w:sz w:val="18"/>
              <w:szCs w:val="18"/>
              <w:lang w:val="en-US"/>
            </w:rPr>
          </w:pPr>
          <w:r>
            <w:rPr>
              <w:sz w:val="18"/>
              <w:szCs w:val="18"/>
              <w:lang w:val="et-EE"/>
            </w:rPr>
            <w:t>T</w:t>
          </w:r>
          <w:r w:rsidR="00E57EBC">
            <w:rPr>
              <w:sz w:val="18"/>
              <w:szCs w:val="18"/>
              <w:lang w:val="et-EE"/>
            </w:rPr>
            <w:t>el: 35</w:t>
          </w:r>
          <w:r w:rsidRPr="009C5AD4">
            <w:rPr>
              <w:sz w:val="18"/>
              <w:szCs w:val="18"/>
              <w:lang w:val="et-EE"/>
            </w:rPr>
            <w:t>9</w:t>
          </w:r>
          <w:r w:rsidR="00E57EBC">
            <w:rPr>
              <w:sz w:val="18"/>
              <w:szCs w:val="18"/>
              <w:lang w:val="et-EE"/>
            </w:rPr>
            <w:t xml:space="preserve"> </w:t>
          </w:r>
          <w:r w:rsidRPr="009C5AD4">
            <w:rPr>
              <w:sz w:val="18"/>
              <w:szCs w:val="18"/>
              <w:lang w:val="et-EE"/>
            </w:rPr>
            <w:t>9050</w:t>
          </w:r>
        </w:p>
        <w:p w14:paraId="50188A09" w14:textId="77777777" w:rsidR="001900E5" w:rsidRDefault="00000000" w:rsidP="001900E5">
          <w:pPr>
            <w:pStyle w:val="Footer"/>
            <w:ind w:right="-192"/>
            <w:rPr>
              <w:sz w:val="18"/>
              <w:szCs w:val="18"/>
              <w:lang w:val="et-EE"/>
            </w:rPr>
          </w:pPr>
          <w:hyperlink r:id="rId1" w:history="1">
            <w:r w:rsidR="003B6D71" w:rsidRPr="00BA4EBB">
              <w:rPr>
                <w:rStyle w:val="Hyperlink"/>
                <w:sz w:val="18"/>
                <w:szCs w:val="18"/>
                <w:lang w:val="et-EE"/>
              </w:rPr>
              <w:t>narvaplan@narva.ee</w:t>
            </w:r>
          </w:hyperlink>
          <w:r w:rsidR="001900E5">
            <w:rPr>
              <w:sz w:val="18"/>
              <w:szCs w:val="18"/>
              <w:lang w:val="et-EE"/>
            </w:rPr>
            <w:t xml:space="preserve"> </w:t>
          </w:r>
        </w:p>
        <w:p w14:paraId="587453D5" w14:textId="77777777" w:rsidR="001668C4" w:rsidRPr="00CD34C5" w:rsidRDefault="00000000" w:rsidP="001900E5">
          <w:pPr>
            <w:pStyle w:val="Footer"/>
            <w:ind w:right="-192"/>
            <w:rPr>
              <w:sz w:val="18"/>
              <w:szCs w:val="18"/>
              <w:lang w:val="et-EE"/>
            </w:rPr>
          </w:pPr>
          <w:hyperlink r:id="rId2" w:history="1">
            <w:r w:rsidR="001900E5" w:rsidRPr="004E4368">
              <w:rPr>
                <w:rStyle w:val="Hyperlink"/>
                <w:sz w:val="18"/>
                <w:szCs w:val="18"/>
                <w:lang w:val="et-EE"/>
              </w:rPr>
              <w:t>www.narvaplan.ee</w:t>
            </w:r>
          </w:hyperlink>
        </w:p>
      </w:tc>
      <w:tc>
        <w:tcPr>
          <w:tcW w:w="3025" w:type="dxa"/>
          <w:shd w:val="clear" w:color="auto" w:fill="auto"/>
        </w:tcPr>
        <w:p w14:paraId="01C1070C" w14:textId="77777777" w:rsidR="001900E5" w:rsidRPr="009C5AD4" w:rsidRDefault="001900E5" w:rsidP="001900E5">
          <w:pPr>
            <w:pStyle w:val="Footer"/>
            <w:ind w:right="-192"/>
            <w:rPr>
              <w:sz w:val="18"/>
              <w:szCs w:val="18"/>
              <w:lang w:val="en-US"/>
            </w:rPr>
          </w:pPr>
          <w:r>
            <w:rPr>
              <w:sz w:val="18"/>
              <w:szCs w:val="18"/>
              <w:lang w:val="en-US"/>
            </w:rPr>
            <w:t>EE461010</w:t>
          </w:r>
          <w:r w:rsidRPr="009C5AD4">
            <w:rPr>
              <w:sz w:val="18"/>
              <w:szCs w:val="18"/>
              <w:lang w:val="en-US"/>
            </w:rPr>
            <w:t>220034036014</w:t>
          </w:r>
        </w:p>
        <w:p w14:paraId="653803B7" w14:textId="77777777" w:rsidR="001668C4" w:rsidRPr="001900E5" w:rsidRDefault="001900E5" w:rsidP="00CD34C5">
          <w:pPr>
            <w:pStyle w:val="Footer"/>
            <w:ind w:right="-192"/>
            <w:rPr>
              <w:sz w:val="18"/>
              <w:szCs w:val="18"/>
              <w:lang w:val="en-US"/>
            </w:rPr>
          </w:pPr>
          <w:r w:rsidRPr="009C5AD4">
            <w:rPr>
              <w:sz w:val="18"/>
              <w:szCs w:val="18"/>
              <w:lang w:val="en-US"/>
            </w:rPr>
            <w:t xml:space="preserve">SEB </w:t>
          </w:r>
        </w:p>
      </w:tc>
    </w:tr>
  </w:tbl>
  <w:p w14:paraId="065DD84B" w14:textId="77777777" w:rsidR="001668C4" w:rsidRPr="00E03994" w:rsidRDefault="001668C4" w:rsidP="002615B3">
    <w:pPr>
      <w:pStyle w:val="Footer"/>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416548" w14:textId="77777777" w:rsidR="001D2B13" w:rsidRDefault="001D2B13">
      <w:r>
        <w:separator/>
      </w:r>
    </w:p>
  </w:footnote>
  <w:footnote w:type="continuationSeparator" w:id="0">
    <w:p w14:paraId="68F3172B" w14:textId="77777777" w:rsidR="001D2B13" w:rsidRDefault="001D2B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3083B" w14:textId="77777777" w:rsidR="001668C4" w:rsidRDefault="001668C4" w:rsidP="00E03994">
    <w:pPr>
      <w:jc w:val="center"/>
    </w:pPr>
    <w:r>
      <w:rPr>
        <w:rFonts w:ascii="Arial" w:hAnsi="Arial"/>
        <w:sz w:val="24"/>
      </w:rPr>
      <w:object w:dxaOrig="2100" w:dyaOrig="2790" w14:anchorId="04387F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25pt;height:67.5pt">
          <v:imagedata r:id="rId1" o:title=""/>
        </v:shape>
        <o:OLEObject Type="Embed" ProgID="PBrush" ShapeID="_x0000_i1025" DrawAspect="Content" ObjectID="_1737545643" r:id="rId2"/>
      </w:object>
    </w:r>
  </w:p>
  <w:p w14:paraId="52CF9839" w14:textId="77777777" w:rsidR="001668C4" w:rsidRPr="00E57EBC" w:rsidRDefault="001668C4" w:rsidP="00E03994">
    <w:pPr>
      <w:spacing w:line="240" w:lineRule="atLeast"/>
      <w:jc w:val="center"/>
      <w:rPr>
        <w:b/>
        <w:sz w:val="36"/>
        <w:lang w:val="et-EE"/>
      </w:rPr>
    </w:pPr>
    <w:r w:rsidRPr="00E57EBC">
      <w:rPr>
        <w:b/>
        <w:sz w:val="36"/>
        <w:lang w:val="et-EE"/>
      </w:rPr>
      <w:t>Narva Linnavalitsus</w:t>
    </w:r>
  </w:p>
  <w:p w14:paraId="010FA5EB" w14:textId="77777777" w:rsidR="001668C4" w:rsidRPr="00E57EBC" w:rsidRDefault="001668C4" w:rsidP="00E03994">
    <w:pPr>
      <w:spacing w:line="240" w:lineRule="atLeast"/>
      <w:jc w:val="center"/>
      <w:rPr>
        <w:b/>
        <w:sz w:val="32"/>
        <w:lang w:val="et-EE"/>
      </w:rPr>
    </w:pPr>
    <w:r w:rsidRPr="00E57EBC">
      <w:rPr>
        <w:b/>
        <w:sz w:val="32"/>
        <w:lang w:val="et-EE"/>
      </w:rPr>
      <w:t>Arhitektuuri- ja Linnaplaneerimise Amet</w:t>
    </w:r>
  </w:p>
  <w:p w14:paraId="127F8722" w14:textId="1E0E8C11" w:rsidR="001668C4" w:rsidRPr="00506312" w:rsidRDefault="001668C4" w:rsidP="00506312">
    <w:pPr>
      <w:pStyle w:val="Header"/>
      <w:jc w:val="center"/>
      <w:rPr>
        <w:sz w:val="28"/>
        <w:lang w:val="et-EE"/>
      </w:rPr>
    </w:pPr>
    <w:r w:rsidRPr="00E57EBC">
      <w:rPr>
        <w:b/>
        <w:bCs/>
        <w:sz w:val="28"/>
        <w:lang w:val="et-EE"/>
      </w:rPr>
      <w:t>Arhitektuuri- ja planeerimise osakond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26031B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CF752C"/>
    <w:multiLevelType w:val="hybridMultilevel"/>
    <w:tmpl w:val="F71ECEE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45C76FB"/>
    <w:multiLevelType w:val="hybridMultilevel"/>
    <w:tmpl w:val="03CAB80A"/>
    <w:lvl w:ilvl="0" w:tplc="271EF14C">
      <w:start w:val="1"/>
      <w:numFmt w:val="decimal"/>
      <w:lvlText w:val="%1)"/>
      <w:lvlJc w:val="left"/>
      <w:pPr>
        <w:ind w:left="420" w:hanging="360"/>
      </w:pPr>
      <w:rPr>
        <w:rFonts w:hint="default"/>
      </w:rPr>
    </w:lvl>
    <w:lvl w:ilvl="1" w:tplc="0809000F">
      <w:start w:val="1"/>
      <w:numFmt w:val="decimal"/>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3" w15:restartNumberingAfterBreak="0">
    <w:nsid w:val="07AB50E6"/>
    <w:multiLevelType w:val="hybridMultilevel"/>
    <w:tmpl w:val="42F05ED4"/>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4C5702E"/>
    <w:multiLevelType w:val="hybridMultilevel"/>
    <w:tmpl w:val="367232AE"/>
    <w:lvl w:ilvl="0" w:tplc="3C480E40">
      <w:start w:val="1"/>
      <w:numFmt w:val="decimal"/>
      <w:lvlText w:val="%1."/>
      <w:lvlJc w:val="left"/>
      <w:pPr>
        <w:tabs>
          <w:tab w:val="num" w:pos="720"/>
        </w:tabs>
        <w:ind w:left="720" w:hanging="360"/>
      </w:pPr>
      <w:rPr>
        <w:b/>
      </w:rPr>
    </w:lvl>
    <w:lvl w:ilvl="1" w:tplc="0409000F">
      <w:start w:val="1"/>
      <w:numFmt w:val="decimal"/>
      <w:lvlText w:val="%2."/>
      <w:lvlJc w:val="left"/>
      <w:pPr>
        <w:tabs>
          <w:tab w:val="num" w:pos="1440"/>
        </w:tabs>
        <w:ind w:left="1440" w:hanging="360"/>
      </w:pPr>
      <w:rPr>
        <w:b/>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5EB7FFA"/>
    <w:multiLevelType w:val="hybridMultilevel"/>
    <w:tmpl w:val="9412116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84F4858"/>
    <w:multiLevelType w:val="multilevel"/>
    <w:tmpl w:val="C78822C8"/>
    <w:lvl w:ilvl="0">
      <w:start w:val="1"/>
      <w:numFmt w:val="decimal"/>
      <w:lvlText w:val="%1."/>
      <w:lvlJc w:val="left"/>
      <w:pPr>
        <w:tabs>
          <w:tab w:val="num" w:pos="1125"/>
        </w:tabs>
        <w:ind w:left="1125" w:hanging="360"/>
      </w:pPr>
      <w:rPr>
        <w:rFonts w:hint="default"/>
      </w:rPr>
    </w:lvl>
    <w:lvl w:ilvl="1" w:tentative="1">
      <w:start w:val="1"/>
      <w:numFmt w:val="lowerLetter"/>
      <w:lvlText w:val="%2."/>
      <w:lvlJc w:val="left"/>
      <w:pPr>
        <w:tabs>
          <w:tab w:val="num" w:pos="1849"/>
        </w:tabs>
        <w:ind w:left="1849" w:hanging="360"/>
      </w:pPr>
    </w:lvl>
    <w:lvl w:ilvl="2" w:tentative="1">
      <w:start w:val="1"/>
      <w:numFmt w:val="lowerRoman"/>
      <w:lvlText w:val="%3."/>
      <w:lvlJc w:val="right"/>
      <w:pPr>
        <w:tabs>
          <w:tab w:val="num" w:pos="2569"/>
        </w:tabs>
        <w:ind w:left="2569" w:hanging="180"/>
      </w:pPr>
    </w:lvl>
    <w:lvl w:ilvl="3" w:tentative="1">
      <w:start w:val="1"/>
      <w:numFmt w:val="decimal"/>
      <w:lvlText w:val="%4."/>
      <w:lvlJc w:val="left"/>
      <w:pPr>
        <w:tabs>
          <w:tab w:val="num" w:pos="3289"/>
        </w:tabs>
        <w:ind w:left="3289" w:hanging="360"/>
      </w:pPr>
    </w:lvl>
    <w:lvl w:ilvl="4" w:tentative="1">
      <w:start w:val="1"/>
      <w:numFmt w:val="lowerLetter"/>
      <w:lvlText w:val="%5."/>
      <w:lvlJc w:val="left"/>
      <w:pPr>
        <w:tabs>
          <w:tab w:val="num" w:pos="4009"/>
        </w:tabs>
        <w:ind w:left="4009" w:hanging="360"/>
      </w:pPr>
    </w:lvl>
    <w:lvl w:ilvl="5" w:tentative="1">
      <w:start w:val="1"/>
      <w:numFmt w:val="lowerRoman"/>
      <w:lvlText w:val="%6."/>
      <w:lvlJc w:val="right"/>
      <w:pPr>
        <w:tabs>
          <w:tab w:val="num" w:pos="4729"/>
        </w:tabs>
        <w:ind w:left="4729" w:hanging="180"/>
      </w:pPr>
    </w:lvl>
    <w:lvl w:ilvl="6" w:tentative="1">
      <w:start w:val="1"/>
      <w:numFmt w:val="decimal"/>
      <w:lvlText w:val="%7."/>
      <w:lvlJc w:val="left"/>
      <w:pPr>
        <w:tabs>
          <w:tab w:val="num" w:pos="5449"/>
        </w:tabs>
        <w:ind w:left="5449" w:hanging="360"/>
      </w:pPr>
    </w:lvl>
    <w:lvl w:ilvl="7" w:tentative="1">
      <w:start w:val="1"/>
      <w:numFmt w:val="lowerLetter"/>
      <w:lvlText w:val="%8."/>
      <w:lvlJc w:val="left"/>
      <w:pPr>
        <w:tabs>
          <w:tab w:val="num" w:pos="6169"/>
        </w:tabs>
        <w:ind w:left="6169" w:hanging="360"/>
      </w:pPr>
    </w:lvl>
    <w:lvl w:ilvl="8" w:tentative="1">
      <w:start w:val="1"/>
      <w:numFmt w:val="lowerRoman"/>
      <w:lvlText w:val="%9."/>
      <w:lvlJc w:val="right"/>
      <w:pPr>
        <w:tabs>
          <w:tab w:val="num" w:pos="6889"/>
        </w:tabs>
        <w:ind w:left="6889" w:hanging="180"/>
      </w:pPr>
    </w:lvl>
  </w:abstractNum>
  <w:abstractNum w:abstractNumId="7" w15:restartNumberingAfterBreak="0">
    <w:nsid w:val="1E252CAF"/>
    <w:multiLevelType w:val="hybridMultilevel"/>
    <w:tmpl w:val="FDECEBBC"/>
    <w:lvl w:ilvl="0" w:tplc="3AE2397E">
      <w:start w:val="1"/>
      <w:numFmt w:val="decimal"/>
      <w:lvlText w:val="%1."/>
      <w:lvlJc w:val="left"/>
      <w:pPr>
        <w:tabs>
          <w:tab w:val="num" w:pos="720"/>
        </w:tabs>
        <w:ind w:left="720" w:hanging="360"/>
      </w:pPr>
      <w:rPr>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267756C7"/>
    <w:multiLevelType w:val="hybridMultilevel"/>
    <w:tmpl w:val="CB146BD0"/>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7F51C82"/>
    <w:multiLevelType w:val="multilevel"/>
    <w:tmpl w:val="FB58E552"/>
    <w:lvl w:ilvl="0">
      <w:start w:val="1"/>
      <w:numFmt w:val="decimal"/>
      <w:lvlText w:val="%1."/>
      <w:lvlJc w:val="left"/>
      <w:pPr>
        <w:tabs>
          <w:tab w:val="num" w:pos="720"/>
        </w:tabs>
        <w:ind w:left="720" w:hanging="360"/>
      </w:pPr>
      <w:rPr>
        <w:b/>
      </w:rPr>
    </w:lvl>
    <w:lvl w:ilvl="1">
      <w:start w:val="1"/>
      <w:numFmt w:val="decimal"/>
      <w:lvlText w:val="%2."/>
      <w:lvlJc w:val="left"/>
      <w:pPr>
        <w:tabs>
          <w:tab w:val="num" w:pos="1440"/>
        </w:tabs>
        <w:ind w:left="1440" w:hanging="360"/>
      </w:pPr>
      <w:rPr>
        <w:b/>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AAC4A3F"/>
    <w:multiLevelType w:val="hybridMultilevel"/>
    <w:tmpl w:val="F71ECEE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BC8417C"/>
    <w:multiLevelType w:val="hybridMultilevel"/>
    <w:tmpl w:val="C9C2D21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09C10EA"/>
    <w:multiLevelType w:val="hybridMultilevel"/>
    <w:tmpl w:val="11928E1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3312DA3"/>
    <w:multiLevelType w:val="hybridMultilevel"/>
    <w:tmpl w:val="0082C092"/>
    <w:lvl w:ilvl="0" w:tplc="0A048A7E">
      <w:start w:val="1"/>
      <w:numFmt w:val="decimal"/>
      <w:lvlText w:val="%1."/>
      <w:lvlJc w:val="left"/>
      <w:pPr>
        <w:ind w:left="720" w:hanging="360"/>
      </w:pPr>
      <w:rPr>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3F456EFD"/>
    <w:multiLevelType w:val="hybridMultilevel"/>
    <w:tmpl w:val="7104126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0234C75"/>
    <w:multiLevelType w:val="hybridMultilevel"/>
    <w:tmpl w:val="F71ECEE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50C2A80"/>
    <w:multiLevelType w:val="hybridMultilevel"/>
    <w:tmpl w:val="B2DE948A"/>
    <w:lvl w:ilvl="0" w:tplc="13E0C572">
      <w:start w:val="1"/>
      <w:numFmt w:val="decimal"/>
      <w:lvlText w:val="%1."/>
      <w:lvlJc w:val="left"/>
      <w:pPr>
        <w:tabs>
          <w:tab w:val="num" w:pos="1004"/>
        </w:tabs>
        <w:ind w:left="1004" w:hanging="360"/>
      </w:pPr>
      <w:rPr>
        <w:b/>
      </w:rPr>
    </w:lvl>
    <w:lvl w:ilvl="1" w:tplc="04190019" w:tentative="1">
      <w:start w:val="1"/>
      <w:numFmt w:val="lowerLetter"/>
      <w:lvlText w:val="%2."/>
      <w:lvlJc w:val="left"/>
      <w:pPr>
        <w:tabs>
          <w:tab w:val="num" w:pos="1724"/>
        </w:tabs>
        <w:ind w:left="1724" w:hanging="360"/>
      </w:pPr>
    </w:lvl>
    <w:lvl w:ilvl="2" w:tplc="0419001B" w:tentative="1">
      <w:start w:val="1"/>
      <w:numFmt w:val="lowerRoman"/>
      <w:lvlText w:val="%3."/>
      <w:lvlJc w:val="right"/>
      <w:pPr>
        <w:tabs>
          <w:tab w:val="num" w:pos="2444"/>
        </w:tabs>
        <w:ind w:left="2444" w:hanging="180"/>
      </w:pPr>
    </w:lvl>
    <w:lvl w:ilvl="3" w:tplc="0419000F" w:tentative="1">
      <w:start w:val="1"/>
      <w:numFmt w:val="decimal"/>
      <w:lvlText w:val="%4."/>
      <w:lvlJc w:val="left"/>
      <w:pPr>
        <w:tabs>
          <w:tab w:val="num" w:pos="3164"/>
        </w:tabs>
        <w:ind w:left="3164" w:hanging="360"/>
      </w:pPr>
    </w:lvl>
    <w:lvl w:ilvl="4" w:tplc="04190019" w:tentative="1">
      <w:start w:val="1"/>
      <w:numFmt w:val="lowerLetter"/>
      <w:lvlText w:val="%5."/>
      <w:lvlJc w:val="left"/>
      <w:pPr>
        <w:tabs>
          <w:tab w:val="num" w:pos="3884"/>
        </w:tabs>
        <w:ind w:left="3884" w:hanging="360"/>
      </w:pPr>
    </w:lvl>
    <w:lvl w:ilvl="5" w:tplc="0419001B" w:tentative="1">
      <w:start w:val="1"/>
      <w:numFmt w:val="lowerRoman"/>
      <w:lvlText w:val="%6."/>
      <w:lvlJc w:val="right"/>
      <w:pPr>
        <w:tabs>
          <w:tab w:val="num" w:pos="4604"/>
        </w:tabs>
        <w:ind w:left="4604" w:hanging="180"/>
      </w:pPr>
    </w:lvl>
    <w:lvl w:ilvl="6" w:tplc="0419000F" w:tentative="1">
      <w:start w:val="1"/>
      <w:numFmt w:val="decimal"/>
      <w:lvlText w:val="%7."/>
      <w:lvlJc w:val="left"/>
      <w:pPr>
        <w:tabs>
          <w:tab w:val="num" w:pos="5324"/>
        </w:tabs>
        <w:ind w:left="5324" w:hanging="360"/>
      </w:pPr>
    </w:lvl>
    <w:lvl w:ilvl="7" w:tplc="04190019" w:tentative="1">
      <w:start w:val="1"/>
      <w:numFmt w:val="lowerLetter"/>
      <w:lvlText w:val="%8."/>
      <w:lvlJc w:val="left"/>
      <w:pPr>
        <w:tabs>
          <w:tab w:val="num" w:pos="6044"/>
        </w:tabs>
        <w:ind w:left="6044" w:hanging="360"/>
      </w:pPr>
    </w:lvl>
    <w:lvl w:ilvl="8" w:tplc="0419001B" w:tentative="1">
      <w:start w:val="1"/>
      <w:numFmt w:val="lowerRoman"/>
      <w:lvlText w:val="%9."/>
      <w:lvlJc w:val="right"/>
      <w:pPr>
        <w:tabs>
          <w:tab w:val="num" w:pos="6764"/>
        </w:tabs>
        <w:ind w:left="6764" w:hanging="180"/>
      </w:pPr>
    </w:lvl>
  </w:abstractNum>
  <w:abstractNum w:abstractNumId="17" w15:restartNumberingAfterBreak="0">
    <w:nsid w:val="5111383F"/>
    <w:multiLevelType w:val="hybridMultilevel"/>
    <w:tmpl w:val="04AC83E8"/>
    <w:lvl w:ilvl="0" w:tplc="09685DB2">
      <w:start w:val="5"/>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21526ED"/>
    <w:multiLevelType w:val="hybridMultilevel"/>
    <w:tmpl w:val="1B6A0F0C"/>
    <w:lvl w:ilvl="0" w:tplc="7CBCC0B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549112D"/>
    <w:multiLevelType w:val="hybridMultilevel"/>
    <w:tmpl w:val="965E2B02"/>
    <w:lvl w:ilvl="0" w:tplc="4544C3A4">
      <w:start w:val="1"/>
      <w:numFmt w:val="decimal"/>
      <w:lvlText w:val="%1."/>
      <w:lvlJc w:val="left"/>
      <w:pPr>
        <w:tabs>
          <w:tab w:val="num" w:pos="720"/>
        </w:tabs>
        <w:ind w:left="720" w:hanging="360"/>
      </w:pPr>
      <w:rPr>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60B60249"/>
    <w:multiLevelType w:val="hybridMultilevel"/>
    <w:tmpl w:val="80CA6464"/>
    <w:lvl w:ilvl="0" w:tplc="C838CA6E">
      <w:start w:val="5"/>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3005159"/>
    <w:multiLevelType w:val="multilevel"/>
    <w:tmpl w:val="B86468FA"/>
    <w:lvl w:ilvl="0">
      <w:start w:val="1"/>
      <w:numFmt w:val="decimal"/>
      <w:lvlText w:val="%1."/>
      <w:lvlJc w:val="left"/>
      <w:pPr>
        <w:tabs>
          <w:tab w:val="num" w:pos="720"/>
        </w:tabs>
        <w:ind w:left="720" w:hanging="360"/>
      </w:pPr>
      <w:rPr>
        <w:b/>
      </w:rPr>
    </w:lvl>
    <w:lvl w:ilvl="1">
      <w:start w:val="1"/>
      <w:numFmt w:val="decimal"/>
      <w:lvlText w:val="%2."/>
      <w:lvlJc w:val="left"/>
      <w:pPr>
        <w:tabs>
          <w:tab w:val="num" w:pos="1440"/>
        </w:tabs>
        <w:ind w:left="1440" w:hanging="360"/>
      </w:pPr>
      <w:rPr>
        <w:b/>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3323557"/>
    <w:multiLevelType w:val="hybridMultilevel"/>
    <w:tmpl w:val="07AA518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7282554"/>
    <w:multiLevelType w:val="hybridMultilevel"/>
    <w:tmpl w:val="2C6ECA74"/>
    <w:lvl w:ilvl="0" w:tplc="3C480E40">
      <w:start w:val="1"/>
      <w:numFmt w:val="decimal"/>
      <w:lvlText w:val="%1."/>
      <w:lvlJc w:val="left"/>
      <w:pPr>
        <w:tabs>
          <w:tab w:val="num" w:pos="720"/>
        </w:tabs>
        <w:ind w:left="720" w:hanging="360"/>
      </w:pPr>
      <w:rPr>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67F31F12"/>
    <w:multiLevelType w:val="hybridMultilevel"/>
    <w:tmpl w:val="50786176"/>
    <w:lvl w:ilvl="0" w:tplc="0409000F">
      <w:start w:val="1"/>
      <w:numFmt w:val="decimal"/>
      <w:lvlText w:val="%1."/>
      <w:lvlJc w:val="left"/>
      <w:pPr>
        <w:tabs>
          <w:tab w:val="num" w:pos="840"/>
        </w:tabs>
        <w:ind w:left="840" w:hanging="360"/>
      </w:pPr>
    </w:lvl>
    <w:lvl w:ilvl="1" w:tplc="04090019" w:tentative="1">
      <w:start w:val="1"/>
      <w:numFmt w:val="lowerLetter"/>
      <w:lvlText w:val="%2."/>
      <w:lvlJc w:val="left"/>
      <w:pPr>
        <w:tabs>
          <w:tab w:val="num" w:pos="1560"/>
        </w:tabs>
        <w:ind w:left="1560" w:hanging="360"/>
      </w:pPr>
    </w:lvl>
    <w:lvl w:ilvl="2" w:tplc="0409001B" w:tentative="1">
      <w:start w:val="1"/>
      <w:numFmt w:val="lowerRoman"/>
      <w:lvlText w:val="%3."/>
      <w:lvlJc w:val="right"/>
      <w:pPr>
        <w:tabs>
          <w:tab w:val="num" w:pos="2280"/>
        </w:tabs>
        <w:ind w:left="2280" w:hanging="180"/>
      </w:pPr>
    </w:lvl>
    <w:lvl w:ilvl="3" w:tplc="0409000F" w:tentative="1">
      <w:start w:val="1"/>
      <w:numFmt w:val="decimal"/>
      <w:lvlText w:val="%4."/>
      <w:lvlJc w:val="left"/>
      <w:pPr>
        <w:tabs>
          <w:tab w:val="num" w:pos="3000"/>
        </w:tabs>
        <w:ind w:left="3000" w:hanging="360"/>
      </w:pPr>
    </w:lvl>
    <w:lvl w:ilvl="4" w:tplc="04090019" w:tentative="1">
      <w:start w:val="1"/>
      <w:numFmt w:val="lowerLetter"/>
      <w:lvlText w:val="%5."/>
      <w:lvlJc w:val="left"/>
      <w:pPr>
        <w:tabs>
          <w:tab w:val="num" w:pos="3720"/>
        </w:tabs>
        <w:ind w:left="3720" w:hanging="360"/>
      </w:pPr>
    </w:lvl>
    <w:lvl w:ilvl="5" w:tplc="0409001B" w:tentative="1">
      <w:start w:val="1"/>
      <w:numFmt w:val="lowerRoman"/>
      <w:lvlText w:val="%6."/>
      <w:lvlJc w:val="right"/>
      <w:pPr>
        <w:tabs>
          <w:tab w:val="num" w:pos="4440"/>
        </w:tabs>
        <w:ind w:left="4440" w:hanging="180"/>
      </w:p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abstractNum w:abstractNumId="25" w15:restartNumberingAfterBreak="0">
    <w:nsid w:val="69DE281A"/>
    <w:multiLevelType w:val="hybridMultilevel"/>
    <w:tmpl w:val="6DB41E06"/>
    <w:lvl w:ilvl="0" w:tplc="241E1802">
      <w:start w:val="1"/>
      <w:numFmt w:val="decimal"/>
      <w:lvlText w:val="%1."/>
      <w:lvlJc w:val="left"/>
      <w:pPr>
        <w:tabs>
          <w:tab w:val="num" w:pos="720"/>
        </w:tabs>
        <w:ind w:left="720" w:hanging="360"/>
      </w:pPr>
      <w:rPr>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6D85670E"/>
    <w:multiLevelType w:val="hybridMultilevel"/>
    <w:tmpl w:val="DF5ECE4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DCA4009"/>
    <w:multiLevelType w:val="hybridMultilevel"/>
    <w:tmpl w:val="7ABE6AEA"/>
    <w:lvl w:ilvl="0" w:tplc="0A048A7E">
      <w:start w:val="1"/>
      <w:numFmt w:val="decimal"/>
      <w:lvlText w:val="%1."/>
      <w:lvlJc w:val="left"/>
      <w:pPr>
        <w:ind w:left="720" w:hanging="360"/>
      </w:pPr>
      <w:rPr>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6EC8439A"/>
    <w:multiLevelType w:val="hybridMultilevel"/>
    <w:tmpl w:val="7FAEC54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2EF00EF"/>
    <w:multiLevelType w:val="hybridMultilevel"/>
    <w:tmpl w:val="5148A18C"/>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F4027954">
      <w:numFmt w:val="bullet"/>
      <w:lvlText w:val="-"/>
      <w:lvlJc w:val="left"/>
      <w:pPr>
        <w:tabs>
          <w:tab w:val="num" w:pos="2340"/>
        </w:tabs>
        <w:ind w:left="2340" w:hanging="360"/>
      </w:pPr>
      <w:rPr>
        <w:rFonts w:ascii="Times New Roman" w:eastAsia="Times New Roman" w:hAnsi="Times New Roman" w:cs="Times New Roman"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78F21E18"/>
    <w:multiLevelType w:val="hybridMultilevel"/>
    <w:tmpl w:val="9064E694"/>
    <w:lvl w:ilvl="0" w:tplc="0409000F">
      <w:start w:val="1"/>
      <w:numFmt w:val="decimal"/>
      <w:lvlText w:val="%1."/>
      <w:lvlJc w:val="left"/>
      <w:pPr>
        <w:tabs>
          <w:tab w:val="num" w:pos="720"/>
        </w:tabs>
        <w:ind w:left="720" w:hanging="360"/>
      </w:pPr>
      <w:rPr>
        <w:rFonts w:hint="default"/>
      </w:rPr>
    </w:lvl>
    <w:lvl w:ilvl="1" w:tplc="7BA050C2">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7A3D5BAD"/>
    <w:multiLevelType w:val="hybridMultilevel"/>
    <w:tmpl w:val="64D815F6"/>
    <w:lvl w:ilvl="0" w:tplc="748A49FA">
      <w:start w:val="5"/>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A932F80"/>
    <w:multiLevelType w:val="hybridMultilevel"/>
    <w:tmpl w:val="09BCE32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D1F568F"/>
    <w:multiLevelType w:val="multilevel"/>
    <w:tmpl w:val="26C24948"/>
    <w:lvl w:ilvl="0">
      <w:start w:val="1"/>
      <w:numFmt w:val="decimal"/>
      <w:lvlText w:val="%1."/>
      <w:lvlJc w:val="left"/>
      <w:pPr>
        <w:tabs>
          <w:tab w:val="num" w:pos="360"/>
        </w:tabs>
        <w:ind w:left="360" w:hanging="360"/>
      </w:pPr>
    </w:lvl>
    <w:lvl w:ilvl="1">
      <w:start w:val="1"/>
      <w:numFmt w:val="decimal"/>
      <w:isLgl/>
      <w:lvlText w:val="%1.%2"/>
      <w:lvlJc w:val="left"/>
      <w:pPr>
        <w:tabs>
          <w:tab w:val="num" w:pos="720"/>
        </w:tabs>
        <w:ind w:left="720" w:hanging="36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2880"/>
        </w:tabs>
        <w:ind w:left="2880" w:hanging="108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abstractNum w:abstractNumId="34" w15:restartNumberingAfterBreak="0">
    <w:nsid w:val="7E9E407B"/>
    <w:multiLevelType w:val="hybridMultilevel"/>
    <w:tmpl w:val="F71ECEE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F941340"/>
    <w:multiLevelType w:val="hybridMultilevel"/>
    <w:tmpl w:val="A1EEC0E0"/>
    <w:lvl w:ilvl="0" w:tplc="0409000F">
      <w:start w:val="5"/>
      <w:numFmt w:val="decimal"/>
      <w:lvlText w:val="%1."/>
      <w:lvlJc w:val="left"/>
      <w:pPr>
        <w:tabs>
          <w:tab w:val="num" w:pos="720"/>
        </w:tabs>
        <w:ind w:left="720" w:hanging="360"/>
      </w:pPr>
      <w:rPr>
        <w:rFonts w:hint="default"/>
      </w:rPr>
    </w:lvl>
    <w:lvl w:ilvl="1" w:tplc="C5282EF2">
      <w:start w:val="5"/>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21261284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94850760">
    <w:abstractNumId w:val="6"/>
  </w:num>
  <w:num w:numId="3" w16cid:durableId="1746881734">
    <w:abstractNumId w:val="32"/>
  </w:num>
  <w:num w:numId="4" w16cid:durableId="1039664759">
    <w:abstractNumId w:val="28"/>
  </w:num>
  <w:num w:numId="5" w16cid:durableId="1875339784">
    <w:abstractNumId w:val="24"/>
  </w:num>
  <w:num w:numId="6" w16cid:durableId="286199786">
    <w:abstractNumId w:val="11"/>
  </w:num>
  <w:num w:numId="7" w16cid:durableId="513963604">
    <w:abstractNumId w:val="29"/>
  </w:num>
  <w:num w:numId="8" w16cid:durableId="1090850938">
    <w:abstractNumId w:val="8"/>
  </w:num>
  <w:num w:numId="9" w16cid:durableId="1072970927">
    <w:abstractNumId w:val="3"/>
  </w:num>
  <w:num w:numId="10" w16cid:durableId="244339176">
    <w:abstractNumId w:val="14"/>
  </w:num>
  <w:num w:numId="11" w16cid:durableId="1418137749">
    <w:abstractNumId w:val="35"/>
  </w:num>
  <w:num w:numId="12" w16cid:durableId="712727435">
    <w:abstractNumId w:val="12"/>
  </w:num>
  <w:num w:numId="13" w16cid:durableId="1609311597">
    <w:abstractNumId w:val="30"/>
  </w:num>
  <w:num w:numId="14" w16cid:durableId="1520315451">
    <w:abstractNumId w:val="7"/>
  </w:num>
  <w:num w:numId="15" w16cid:durableId="241645053">
    <w:abstractNumId w:val="19"/>
  </w:num>
  <w:num w:numId="16" w16cid:durableId="429395655">
    <w:abstractNumId w:val="16"/>
  </w:num>
  <w:num w:numId="17" w16cid:durableId="821041578">
    <w:abstractNumId w:val="25"/>
  </w:num>
  <w:num w:numId="18" w16cid:durableId="1395467513">
    <w:abstractNumId w:val="23"/>
  </w:num>
  <w:num w:numId="19" w16cid:durableId="101462331">
    <w:abstractNumId w:val="4"/>
  </w:num>
  <w:num w:numId="20" w16cid:durableId="1510867856">
    <w:abstractNumId w:val="9"/>
  </w:num>
  <w:num w:numId="21" w16cid:durableId="1074745116">
    <w:abstractNumId w:val="21"/>
  </w:num>
  <w:num w:numId="22" w16cid:durableId="2068455020">
    <w:abstractNumId w:val="27"/>
  </w:num>
  <w:num w:numId="23" w16cid:durableId="1089084746">
    <w:abstractNumId w:val="13"/>
  </w:num>
  <w:num w:numId="24" w16cid:durableId="69889041">
    <w:abstractNumId w:val="0"/>
  </w:num>
  <w:num w:numId="25" w16cid:durableId="1666350368">
    <w:abstractNumId w:val="1"/>
  </w:num>
  <w:num w:numId="26" w16cid:durableId="1465387393">
    <w:abstractNumId w:val="15"/>
  </w:num>
  <w:num w:numId="27" w16cid:durableId="1211763211">
    <w:abstractNumId w:val="34"/>
  </w:num>
  <w:num w:numId="28" w16cid:durableId="1516654013">
    <w:abstractNumId w:val="10"/>
  </w:num>
  <w:num w:numId="29" w16cid:durableId="1742828691">
    <w:abstractNumId w:val="2"/>
  </w:num>
  <w:num w:numId="30" w16cid:durableId="336814327">
    <w:abstractNumId w:val="5"/>
  </w:num>
  <w:num w:numId="31" w16cid:durableId="307828053">
    <w:abstractNumId w:val="26"/>
  </w:num>
  <w:num w:numId="32" w16cid:durableId="1734502041">
    <w:abstractNumId w:val="18"/>
  </w:num>
  <w:num w:numId="33" w16cid:durableId="1746142303">
    <w:abstractNumId w:val="22"/>
  </w:num>
  <w:num w:numId="34" w16cid:durableId="1256859158">
    <w:abstractNumId w:val="31"/>
  </w:num>
  <w:num w:numId="35" w16cid:durableId="960500851">
    <w:abstractNumId w:val="20"/>
  </w:num>
  <w:num w:numId="36" w16cid:durableId="141913680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4E53"/>
    <w:rsid w:val="00002C86"/>
    <w:rsid w:val="00002F3C"/>
    <w:rsid w:val="00002F6E"/>
    <w:rsid w:val="00004930"/>
    <w:rsid w:val="00006044"/>
    <w:rsid w:val="00007DB2"/>
    <w:rsid w:val="00013F22"/>
    <w:rsid w:val="00017FEF"/>
    <w:rsid w:val="0002137B"/>
    <w:rsid w:val="00021F01"/>
    <w:rsid w:val="00022F49"/>
    <w:rsid w:val="00024F4B"/>
    <w:rsid w:val="00031DE7"/>
    <w:rsid w:val="00035C99"/>
    <w:rsid w:val="00036512"/>
    <w:rsid w:val="0005682C"/>
    <w:rsid w:val="00061081"/>
    <w:rsid w:val="00063CB5"/>
    <w:rsid w:val="00065DAB"/>
    <w:rsid w:val="00066A16"/>
    <w:rsid w:val="00070F59"/>
    <w:rsid w:val="0007236D"/>
    <w:rsid w:val="00080377"/>
    <w:rsid w:val="00081590"/>
    <w:rsid w:val="00086E48"/>
    <w:rsid w:val="00090C8C"/>
    <w:rsid w:val="000A0A1A"/>
    <w:rsid w:val="000A7115"/>
    <w:rsid w:val="000A7DAE"/>
    <w:rsid w:val="000B4D2E"/>
    <w:rsid w:val="000B4FCD"/>
    <w:rsid w:val="000D1F87"/>
    <w:rsid w:val="000D2647"/>
    <w:rsid w:val="000D3E38"/>
    <w:rsid w:val="000D553A"/>
    <w:rsid w:val="000D63FA"/>
    <w:rsid w:val="000D7752"/>
    <w:rsid w:val="000E1927"/>
    <w:rsid w:val="000E5057"/>
    <w:rsid w:val="000E5C05"/>
    <w:rsid w:val="000E5C73"/>
    <w:rsid w:val="000F06DF"/>
    <w:rsid w:val="000F3750"/>
    <w:rsid w:val="000F4FFF"/>
    <w:rsid w:val="001006E7"/>
    <w:rsid w:val="00101951"/>
    <w:rsid w:val="00103912"/>
    <w:rsid w:val="00111015"/>
    <w:rsid w:val="001146AC"/>
    <w:rsid w:val="00114F54"/>
    <w:rsid w:val="00115B8E"/>
    <w:rsid w:val="0011799F"/>
    <w:rsid w:val="00117BCE"/>
    <w:rsid w:val="001239B3"/>
    <w:rsid w:val="001367A1"/>
    <w:rsid w:val="00140085"/>
    <w:rsid w:val="00140B04"/>
    <w:rsid w:val="001515D1"/>
    <w:rsid w:val="001633BB"/>
    <w:rsid w:val="001668C4"/>
    <w:rsid w:val="00167A34"/>
    <w:rsid w:val="00175CE1"/>
    <w:rsid w:val="0018482F"/>
    <w:rsid w:val="001900E5"/>
    <w:rsid w:val="001909FB"/>
    <w:rsid w:val="00190FF4"/>
    <w:rsid w:val="00193B62"/>
    <w:rsid w:val="00196465"/>
    <w:rsid w:val="001A2352"/>
    <w:rsid w:val="001B020A"/>
    <w:rsid w:val="001C3473"/>
    <w:rsid w:val="001C3AC6"/>
    <w:rsid w:val="001C6355"/>
    <w:rsid w:val="001D04D8"/>
    <w:rsid w:val="001D1031"/>
    <w:rsid w:val="001D26EC"/>
    <w:rsid w:val="001D2B13"/>
    <w:rsid w:val="001D2DDF"/>
    <w:rsid w:val="001D4F43"/>
    <w:rsid w:val="001F1D31"/>
    <w:rsid w:val="001F2C19"/>
    <w:rsid w:val="001F3D54"/>
    <w:rsid w:val="00200B38"/>
    <w:rsid w:val="00203C55"/>
    <w:rsid w:val="0021277D"/>
    <w:rsid w:val="0021524F"/>
    <w:rsid w:val="00215D3D"/>
    <w:rsid w:val="00225EA8"/>
    <w:rsid w:val="002355A3"/>
    <w:rsid w:val="002366DF"/>
    <w:rsid w:val="0025002C"/>
    <w:rsid w:val="002512E3"/>
    <w:rsid w:val="002552A4"/>
    <w:rsid w:val="00261477"/>
    <w:rsid w:val="002615B3"/>
    <w:rsid w:val="0026484E"/>
    <w:rsid w:val="00286258"/>
    <w:rsid w:val="002878CD"/>
    <w:rsid w:val="0029275E"/>
    <w:rsid w:val="00294E6E"/>
    <w:rsid w:val="00295F07"/>
    <w:rsid w:val="0029632B"/>
    <w:rsid w:val="00296A42"/>
    <w:rsid w:val="002A28E9"/>
    <w:rsid w:val="002B2189"/>
    <w:rsid w:val="002B43BE"/>
    <w:rsid w:val="002B499B"/>
    <w:rsid w:val="002C03AE"/>
    <w:rsid w:val="002C5E5D"/>
    <w:rsid w:val="002D459F"/>
    <w:rsid w:val="002D50C8"/>
    <w:rsid w:val="002E128B"/>
    <w:rsid w:val="002E3979"/>
    <w:rsid w:val="002E5D56"/>
    <w:rsid w:val="002F05D0"/>
    <w:rsid w:val="002F2828"/>
    <w:rsid w:val="002F45D8"/>
    <w:rsid w:val="0030262A"/>
    <w:rsid w:val="00304798"/>
    <w:rsid w:val="0030523D"/>
    <w:rsid w:val="00306D2B"/>
    <w:rsid w:val="00326852"/>
    <w:rsid w:val="00331620"/>
    <w:rsid w:val="00333C53"/>
    <w:rsid w:val="00334E9F"/>
    <w:rsid w:val="003505CE"/>
    <w:rsid w:val="00350625"/>
    <w:rsid w:val="00353FDB"/>
    <w:rsid w:val="003573FC"/>
    <w:rsid w:val="00363E33"/>
    <w:rsid w:val="00372946"/>
    <w:rsid w:val="00390A91"/>
    <w:rsid w:val="003945DE"/>
    <w:rsid w:val="00394E66"/>
    <w:rsid w:val="003A3ADB"/>
    <w:rsid w:val="003A54D3"/>
    <w:rsid w:val="003A63A1"/>
    <w:rsid w:val="003A6DCC"/>
    <w:rsid w:val="003A7A93"/>
    <w:rsid w:val="003B24AF"/>
    <w:rsid w:val="003B42E0"/>
    <w:rsid w:val="003B5CF1"/>
    <w:rsid w:val="003B6D71"/>
    <w:rsid w:val="003C27D8"/>
    <w:rsid w:val="003D0B7F"/>
    <w:rsid w:val="003D2738"/>
    <w:rsid w:val="003D299E"/>
    <w:rsid w:val="003D4B46"/>
    <w:rsid w:val="003D6095"/>
    <w:rsid w:val="003E0B89"/>
    <w:rsid w:val="003E18E1"/>
    <w:rsid w:val="003E2387"/>
    <w:rsid w:val="003E3359"/>
    <w:rsid w:val="003E45D7"/>
    <w:rsid w:val="003F1D88"/>
    <w:rsid w:val="003F3067"/>
    <w:rsid w:val="003F6108"/>
    <w:rsid w:val="003F69F7"/>
    <w:rsid w:val="003F6F2F"/>
    <w:rsid w:val="00400B6C"/>
    <w:rsid w:val="00410865"/>
    <w:rsid w:val="00411389"/>
    <w:rsid w:val="0041142C"/>
    <w:rsid w:val="00411909"/>
    <w:rsid w:val="0041342B"/>
    <w:rsid w:val="004151A8"/>
    <w:rsid w:val="00421B78"/>
    <w:rsid w:val="00425882"/>
    <w:rsid w:val="00430807"/>
    <w:rsid w:val="00441588"/>
    <w:rsid w:val="00441A94"/>
    <w:rsid w:val="00445148"/>
    <w:rsid w:val="00445E29"/>
    <w:rsid w:val="00447A8F"/>
    <w:rsid w:val="00454C5D"/>
    <w:rsid w:val="0045748A"/>
    <w:rsid w:val="00460817"/>
    <w:rsid w:val="004669E8"/>
    <w:rsid w:val="00467AB3"/>
    <w:rsid w:val="004710F8"/>
    <w:rsid w:val="00477B5F"/>
    <w:rsid w:val="0049558A"/>
    <w:rsid w:val="004A0D01"/>
    <w:rsid w:val="004A28C0"/>
    <w:rsid w:val="004A55A0"/>
    <w:rsid w:val="004A7062"/>
    <w:rsid w:val="004B09BA"/>
    <w:rsid w:val="004B38C3"/>
    <w:rsid w:val="004B64C8"/>
    <w:rsid w:val="004B6F04"/>
    <w:rsid w:val="004C1D9D"/>
    <w:rsid w:val="004D110F"/>
    <w:rsid w:val="004D4877"/>
    <w:rsid w:val="004D7094"/>
    <w:rsid w:val="004F4C9C"/>
    <w:rsid w:val="00501E92"/>
    <w:rsid w:val="005043F1"/>
    <w:rsid w:val="00506312"/>
    <w:rsid w:val="00507102"/>
    <w:rsid w:val="0051757A"/>
    <w:rsid w:val="0052031D"/>
    <w:rsid w:val="00530E44"/>
    <w:rsid w:val="00531099"/>
    <w:rsid w:val="0053356A"/>
    <w:rsid w:val="0053515D"/>
    <w:rsid w:val="005402B8"/>
    <w:rsid w:val="0056047E"/>
    <w:rsid w:val="005707DB"/>
    <w:rsid w:val="005727E7"/>
    <w:rsid w:val="00581244"/>
    <w:rsid w:val="0058388F"/>
    <w:rsid w:val="00584027"/>
    <w:rsid w:val="005875D1"/>
    <w:rsid w:val="0058779E"/>
    <w:rsid w:val="00587EC1"/>
    <w:rsid w:val="00593A98"/>
    <w:rsid w:val="00595AE3"/>
    <w:rsid w:val="0059649E"/>
    <w:rsid w:val="0059749E"/>
    <w:rsid w:val="005A6D66"/>
    <w:rsid w:val="005B0012"/>
    <w:rsid w:val="005B029E"/>
    <w:rsid w:val="005C042E"/>
    <w:rsid w:val="005C5190"/>
    <w:rsid w:val="005C593A"/>
    <w:rsid w:val="005C7986"/>
    <w:rsid w:val="005E0B93"/>
    <w:rsid w:val="005E5E18"/>
    <w:rsid w:val="005F053F"/>
    <w:rsid w:val="005F5FAC"/>
    <w:rsid w:val="005F7873"/>
    <w:rsid w:val="0060498F"/>
    <w:rsid w:val="006066E9"/>
    <w:rsid w:val="00607DA1"/>
    <w:rsid w:val="0061067F"/>
    <w:rsid w:val="006141CD"/>
    <w:rsid w:val="00614461"/>
    <w:rsid w:val="00614915"/>
    <w:rsid w:val="00615091"/>
    <w:rsid w:val="00615649"/>
    <w:rsid w:val="006223E8"/>
    <w:rsid w:val="00624A5E"/>
    <w:rsid w:val="0063435D"/>
    <w:rsid w:val="00634AB4"/>
    <w:rsid w:val="00637CAE"/>
    <w:rsid w:val="006411B9"/>
    <w:rsid w:val="00643354"/>
    <w:rsid w:val="00655787"/>
    <w:rsid w:val="0066388B"/>
    <w:rsid w:val="00663CED"/>
    <w:rsid w:val="00671A2E"/>
    <w:rsid w:val="00674659"/>
    <w:rsid w:val="006748A3"/>
    <w:rsid w:val="0068070F"/>
    <w:rsid w:val="00681460"/>
    <w:rsid w:val="00682B0C"/>
    <w:rsid w:val="00682B58"/>
    <w:rsid w:val="0068326E"/>
    <w:rsid w:val="00690635"/>
    <w:rsid w:val="006935EE"/>
    <w:rsid w:val="006A2A74"/>
    <w:rsid w:val="006A4FE8"/>
    <w:rsid w:val="006A78C9"/>
    <w:rsid w:val="006B01F3"/>
    <w:rsid w:val="006B118A"/>
    <w:rsid w:val="006B7871"/>
    <w:rsid w:val="006C07C6"/>
    <w:rsid w:val="006C1053"/>
    <w:rsid w:val="006D3634"/>
    <w:rsid w:val="006D571A"/>
    <w:rsid w:val="006D57D0"/>
    <w:rsid w:val="006D776B"/>
    <w:rsid w:val="006E360A"/>
    <w:rsid w:val="006E68D4"/>
    <w:rsid w:val="006F051E"/>
    <w:rsid w:val="00704984"/>
    <w:rsid w:val="007076F1"/>
    <w:rsid w:val="00715E43"/>
    <w:rsid w:val="0072114F"/>
    <w:rsid w:val="0072341A"/>
    <w:rsid w:val="00725CAC"/>
    <w:rsid w:val="0072760A"/>
    <w:rsid w:val="00730069"/>
    <w:rsid w:val="007340A0"/>
    <w:rsid w:val="00737360"/>
    <w:rsid w:val="00745E1C"/>
    <w:rsid w:val="00745E1F"/>
    <w:rsid w:val="007507A7"/>
    <w:rsid w:val="0075376E"/>
    <w:rsid w:val="007563E4"/>
    <w:rsid w:val="0076158A"/>
    <w:rsid w:val="007659AA"/>
    <w:rsid w:val="00776B0D"/>
    <w:rsid w:val="007773A1"/>
    <w:rsid w:val="00777782"/>
    <w:rsid w:val="00790E95"/>
    <w:rsid w:val="00795736"/>
    <w:rsid w:val="00796B61"/>
    <w:rsid w:val="007A063B"/>
    <w:rsid w:val="007A27A1"/>
    <w:rsid w:val="007A298E"/>
    <w:rsid w:val="007A2A76"/>
    <w:rsid w:val="007A65C8"/>
    <w:rsid w:val="007A667E"/>
    <w:rsid w:val="007E44F8"/>
    <w:rsid w:val="007E7B55"/>
    <w:rsid w:val="007F64BC"/>
    <w:rsid w:val="007F7820"/>
    <w:rsid w:val="0080500C"/>
    <w:rsid w:val="00806CD1"/>
    <w:rsid w:val="00807E56"/>
    <w:rsid w:val="00810C9F"/>
    <w:rsid w:val="00817E23"/>
    <w:rsid w:val="00820D78"/>
    <w:rsid w:val="00843F99"/>
    <w:rsid w:val="00851C48"/>
    <w:rsid w:val="008557E7"/>
    <w:rsid w:val="00862555"/>
    <w:rsid w:val="008639B1"/>
    <w:rsid w:val="00867C8F"/>
    <w:rsid w:val="00873F09"/>
    <w:rsid w:val="00874DFF"/>
    <w:rsid w:val="00877D6E"/>
    <w:rsid w:val="008809BC"/>
    <w:rsid w:val="00880AAF"/>
    <w:rsid w:val="008856DE"/>
    <w:rsid w:val="008903F0"/>
    <w:rsid w:val="00890B8E"/>
    <w:rsid w:val="008A40FD"/>
    <w:rsid w:val="008A5B02"/>
    <w:rsid w:val="008B101F"/>
    <w:rsid w:val="008B21F4"/>
    <w:rsid w:val="008B4F16"/>
    <w:rsid w:val="008C165F"/>
    <w:rsid w:val="008C248A"/>
    <w:rsid w:val="008C5CAA"/>
    <w:rsid w:val="008D07C7"/>
    <w:rsid w:val="008D3016"/>
    <w:rsid w:val="008D6B46"/>
    <w:rsid w:val="008E0EF5"/>
    <w:rsid w:val="008E5C92"/>
    <w:rsid w:val="008F6C71"/>
    <w:rsid w:val="00901074"/>
    <w:rsid w:val="00904146"/>
    <w:rsid w:val="00911231"/>
    <w:rsid w:val="00911F02"/>
    <w:rsid w:val="009141C9"/>
    <w:rsid w:val="0092019E"/>
    <w:rsid w:val="009217E7"/>
    <w:rsid w:val="00921D46"/>
    <w:rsid w:val="009363F8"/>
    <w:rsid w:val="009507C2"/>
    <w:rsid w:val="0095524F"/>
    <w:rsid w:val="0095733C"/>
    <w:rsid w:val="00962CCA"/>
    <w:rsid w:val="00963FBE"/>
    <w:rsid w:val="0096704F"/>
    <w:rsid w:val="009704E9"/>
    <w:rsid w:val="00971F12"/>
    <w:rsid w:val="0097566E"/>
    <w:rsid w:val="00976F1D"/>
    <w:rsid w:val="00977770"/>
    <w:rsid w:val="00982D77"/>
    <w:rsid w:val="009860BC"/>
    <w:rsid w:val="00990303"/>
    <w:rsid w:val="009934A5"/>
    <w:rsid w:val="00993C70"/>
    <w:rsid w:val="00994531"/>
    <w:rsid w:val="00995CD6"/>
    <w:rsid w:val="00996238"/>
    <w:rsid w:val="00997103"/>
    <w:rsid w:val="009A3E24"/>
    <w:rsid w:val="009A64E4"/>
    <w:rsid w:val="009B2FEE"/>
    <w:rsid w:val="009C0BC7"/>
    <w:rsid w:val="009C200A"/>
    <w:rsid w:val="009E3FA3"/>
    <w:rsid w:val="009E4A19"/>
    <w:rsid w:val="009E7509"/>
    <w:rsid w:val="009F1B1C"/>
    <w:rsid w:val="009F1FF6"/>
    <w:rsid w:val="009F35C7"/>
    <w:rsid w:val="00A01CB8"/>
    <w:rsid w:val="00A03E01"/>
    <w:rsid w:val="00A103C3"/>
    <w:rsid w:val="00A122D3"/>
    <w:rsid w:val="00A14CF2"/>
    <w:rsid w:val="00A208C5"/>
    <w:rsid w:val="00A20B31"/>
    <w:rsid w:val="00A2690A"/>
    <w:rsid w:val="00A33F52"/>
    <w:rsid w:val="00A344C3"/>
    <w:rsid w:val="00A400FD"/>
    <w:rsid w:val="00A45219"/>
    <w:rsid w:val="00A454C5"/>
    <w:rsid w:val="00A541B5"/>
    <w:rsid w:val="00A54F16"/>
    <w:rsid w:val="00A55004"/>
    <w:rsid w:val="00A617B5"/>
    <w:rsid w:val="00A7189E"/>
    <w:rsid w:val="00A735CF"/>
    <w:rsid w:val="00A752D3"/>
    <w:rsid w:val="00A85744"/>
    <w:rsid w:val="00A85CAA"/>
    <w:rsid w:val="00A90AA4"/>
    <w:rsid w:val="00A94A64"/>
    <w:rsid w:val="00AA1E9B"/>
    <w:rsid w:val="00AA6A7D"/>
    <w:rsid w:val="00AA79B2"/>
    <w:rsid w:val="00AB08DA"/>
    <w:rsid w:val="00AB4AC7"/>
    <w:rsid w:val="00AB6FD8"/>
    <w:rsid w:val="00AC2396"/>
    <w:rsid w:val="00AD15D1"/>
    <w:rsid w:val="00AD58B1"/>
    <w:rsid w:val="00AE1A34"/>
    <w:rsid w:val="00AE1EBE"/>
    <w:rsid w:val="00AE28DF"/>
    <w:rsid w:val="00AE758F"/>
    <w:rsid w:val="00AF56E6"/>
    <w:rsid w:val="00B072CB"/>
    <w:rsid w:val="00B12F9D"/>
    <w:rsid w:val="00B16E63"/>
    <w:rsid w:val="00B3288D"/>
    <w:rsid w:val="00B37CBB"/>
    <w:rsid w:val="00B527B4"/>
    <w:rsid w:val="00B56D83"/>
    <w:rsid w:val="00B577ED"/>
    <w:rsid w:val="00B63AB5"/>
    <w:rsid w:val="00B6786D"/>
    <w:rsid w:val="00B70A20"/>
    <w:rsid w:val="00B71228"/>
    <w:rsid w:val="00B713A2"/>
    <w:rsid w:val="00B86829"/>
    <w:rsid w:val="00B87BE1"/>
    <w:rsid w:val="00B87C96"/>
    <w:rsid w:val="00B91453"/>
    <w:rsid w:val="00B93610"/>
    <w:rsid w:val="00B939A7"/>
    <w:rsid w:val="00B94E58"/>
    <w:rsid w:val="00B974A3"/>
    <w:rsid w:val="00BA0E36"/>
    <w:rsid w:val="00BA6587"/>
    <w:rsid w:val="00BB3B4F"/>
    <w:rsid w:val="00BC0B31"/>
    <w:rsid w:val="00BC3A72"/>
    <w:rsid w:val="00BC42CD"/>
    <w:rsid w:val="00BC4F79"/>
    <w:rsid w:val="00BD0A93"/>
    <w:rsid w:val="00BD4DD3"/>
    <w:rsid w:val="00BE6171"/>
    <w:rsid w:val="00BE6BB7"/>
    <w:rsid w:val="00BF1F3D"/>
    <w:rsid w:val="00BF312F"/>
    <w:rsid w:val="00BF5AA7"/>
    <w:rsid w:val="00C05198"/>
    <w:rsid w:val="00C061EE"/>
    <w:rsid w:val="00C14A34"/>
    <w:rsid w:val="00C1570B"/>
    <w:rsid w:val="00C328A0"/>
    <w:rsid w:val="00C336E4"/>
    <w:rsid w:val="00C3381E"/>
    <w:rsid w:val="00C36B43"/>
    <w:rsid w:val="00C36ED2"/>
    <w:rsid w:val="00C4199B"/>
    <w:rsid w:val="00C4440F"/>
    <w:rsid w:val="00C4484F"/>
    <w:rsid w:val="00C52759"/>
    <w:rsid w:val="00C53BD8"/>
    <w:rsid w:val="00C67E7C"/>
    <w:rsid w:val="00C725CD"/>
    <w:rsid w:val="00C7551F"/>
    <w:rsid w:val="00C75F3B"/>
    <w:rsid w:val="00C82651"/>
    <w:rsid w:val="00C865EE"/>
    <w:rsid w:val="00C90F9A"/>
    <w:rsid w:val="00C92359"/>
    <w:rsid w:val="00C97B31"/>
    <w:rsid w:val="00CA6651"/>
    <w:rsid w:val="00CA685F"/>
    <w:rsid w:val="00CB5FF1"/>
    <w:rsid w:val="00CB6EAA"/>
    <w:rsid w:val="00CC1D14"/>
    <w:rsid w:val="00CC34DD"/>
    <w:rsid w:val="00CC7EAE"/>
    <w:rsid w:val="00CD0949"/>
    <w:rsid w:val="00CD0D3C"/>
    <w:rsid w:val="00CD34C5"/>
    <w:rsid w:val="00CD653B"/>
    <w:rsid w:val="00CE0205"/>
    <w:rsid w:val="00CE1C3C"/>
    <w:rsid w:val="00CE25BF"/>
    <w:rsid w:val="00CE325C"/>
    <w:rsid w:val="00CF2192"/>
    <w:rsid w:val="00CF464B"/>
    <w:rsid w:val="00CF7B2D"/>
    <w:rsid w:val="00D04CB7"/>
    <w:rsid w:val="00D1662D"/>
    <w:rsid w:val="00D171B9"/>
    <w:rsid w:val="00D202EB"/>
    <w:rsid w:val="00D20CFF"/>
    <w:rsid w:val="00D245FF"/>
    <w:rsid w:val="00D32AC7"/>
    <w:rsid w:val="00D34879"/>
    <w:rsid w:val="00D404C2"/>
    <w:rsid w:val="00D41838"/>
    <w:rsid w:val="00D472DE"/>
    <w:rsid w:val="00D47F8B"/>
    <w:rsid w:val="00D52803"/>
    <w:rsid w:val="00D727C9"/>
    <w:rsid w:val="00D74652"/>
    <w:rsid w:val="00D74E53"/>
    <w:rsid w:val="00D74F6F"/>
    <w:rsid w:val="00D87B58"/>
    <w:rsid w:val="00D96B99"/>
    <w:rsid w:val="00DA3135"/>
    <w:rsid w:val="00DA3B0D"/>
    <w:rsid w:val="00DA416C"/>
    <w:rsid w:val="00DB320B"/>
    <w:rsid w:val="00DB4B31"/>
    <w:rsid w:val="00DB7DFB"/>
    <w:rsid w:val="00DC033E"/>
    <w:rsid w:val="00DE0037"/>
    <w:rsid w:val="00DE6B6D"/>
    <w:rsid w:val="00DE7D5D"/>
    <w:rsid w:val="00DF04A3"/>
    <w:rsid w:val="00DF04FA"/>
    <w:rsid w:val="00DF2980"/>
    <w:rsid w:val="00DF2C37"/>
    <w:rsid w:val="00DF446D"/>
    <w:rsid w:val="00E00DAD"/>
    <w:rsid w:val="00E03994"/>
    <w:rsid w:val="00E20CA4"/>
    <w:rsid w:val="00E30A4E"/>
    <w:rsid w:val="00E34C49"/>
    <w:rsid w:val="00E54D91"/>
    <w:rsid w:val="00E57EBC"/>
    <w:rsid w:val="00E608FC"/>
    <w:rsid w:val="00E6348A"/>
    <w:rsid w:val="00E73AE4"/>
    <w:rsid w:val="00E742C2"/>
    <w:rsid w:val="00E75050"/>
    <w:rsid w:val="00E81710"/>
    <w:rsid w:val="00E83964"/>
    <w:rsid w:val="00E9395F"/>
    <w:rsid w:val="00E957CC"/>
    <w:rsid w:val="00EA2389"/>
    <w:rsid w:val="00EA2C2B"/>
    <w:rsid w:val="00EA3BA0"/>
    <w:rsid w:val="00EA3DF9"/>
    <w:rsid w:val="00EB3707"/>
    <w:rsid w:val="00EB39B7"/>
    <w:rsid w:val="00EB4184"/>
    <w:rsid w:val="00EC583D"/>
    <w:rsid w:val="00EC6DAA"/>
    <w:rsid w:val="00ED039E"/>
    <w:rsid w:val="00ED7778"/>
    <w:rsid w:val="00EE1D7A"/>
    <w:rsid w:val="00EE2D98"/>
    <w:rsid w:val="00EF01BE"/>
    <w:rsid w:val="00F048E4"/>
    <w:rsid w:val="00F10578"/>
    <w:rsid w:val="00F10A05"/>
    <w:rsid w:val="00F11DA1"/>
    <w:rsid w:val="00F13117"/>
    <w:rsid w:val="00F1533B"/>
    <w:rsid w:val="00F23313"/>
    <w:rsid w:val="00F34953"/>
    <w:rsid w:val="00F43D63"/>
    <w:rsid w:val="00F479FB"/>
    <w:rsid w:val="00F53C34"/>
    <w:rsid w:val="00F549EB"/>
    <w:rsid w:val="00F65940"/>
    <w:rsid w:val="00F66118"/>
    <w:rsid w:val="00F67CCB"/>
    <w:rsid w:val="00F67DAB"/>
    <w:rsid w:val="00F74C47"/>
    <w:rsid w:val="00F96D8F"/>
    <w:rsid w:val="00FA104D"/>
    <w:rsid w:val="00FA54D7"/>
    <w:rsid w:val="00FA75CE"/>
    <w:rsid w:val="00FC04EA"/>
    <w:rsid w:val="00FC2146"/>
    <w:rsid w:val="00FD0BCD"/>
    <w:rsid w:val="00FD1362"/>
    <w:rsid w:val="00FD261F"/>
    <w:rsid w:val="00FD6C64"/>
    <w:rsid w:val="00FE229A"/>
    <w:rsid w:val="00FE3BBD"/>
    <w:rsid w:val="00FE3BFE"/>
    <w:rsid w:val="00FE472A"/>
    <w:rsid w:val="00FF1063"/>
    <w:rsid w:val="00FF5705"/>
    <w:rsid w:val="00FF6C69"/>
    <w:rsid w:val="00FF74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B7EB49"/>
  <w15:chartTrackingRefBased/>
  <w15:docId w15:val="{4C909FCA-94C1-4763-A503-5737140BD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basedOn w:val="Normal"/>
    <w:next w:val="Normal"/>
    <w:qFormat/>
    <w:pPr>
      <w:keepNext/>
      <w:spacing w:line="240" w:lineRule="atLeast"/>
      <w:outlineLvl w:val="0"/>
    </w:pPr>
    <w:rPr>
      <w:sz w:val="28"/>
      <w:lang w:val="et-EE"/>
    </w:rPr>
  </w:style>
  <w:style w:type="paragraph" w:styleId="Heading2">
    <w:name w:val="heading 2"/>
    <w:basedOn w:val="Normal"/>
    <w:next w:val="Normal"/>
    <w:qFormat/>
    <w:pPr>
      <w:keepNext/>
      <w:outlineLvl w:val="1"/>
    </w:pPr>
    <w:rPr>
      <w:sz w:val="24"/>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pPr>
      <w:tabs>
        <w:tab w:val="center" w:pos="4153"/>
        <w:tab w:val="right" w:pos="8306"/>
      </w:tabs>
    </w:pPr>
  </w:style>
  <w:style w:type="paragraph" w:styleId="BodyText">
    <w:name w:val="Body Text"/>
    <w:basedOn w:val="Normal"/>
    <w:pPr>
      <w:spacing w:line="240" w:lineRule="atLeast"/>
      <w:jc w:val="both"/>
    </w:pPr>
    <w:rPr>
      <w:sz w:val="28"/>
      <w:lang w:val="et-EE"/>
    </w:rPr>
  </w:style>
  <w:style w:type="paragraph" w:styleId="BodyText2">
    <w:name w:val="Body Text 2"/>
    <w:basedOn w:val="Normal"/>
    <w:rPr>
      <w:sz w:val="22"/>
      <w:lang w:val="ru-RU"/>
    </w:rPr>
  </w:style>
  <w:style w:type="character" w:styleId="PageNumber">
    <w:name w:val="page number"/>
    <w:basedOn w:val="DefaultParagraphFont"/>
  </w:style>
  <w:style w:type="character" w:styleId="Hyperlink">
    <w:name w:val="Hyperlink"/>
    <w:rPr>
      <w:color w:val="0000FF"/>
      <w:u w:val="single"/>
    </w:rPr>
  </w:style>
  <w:style w:type="paragraph" w:styleId="BalloonText">
    <w:name w:val="Balloon Text"/>
    <w:basedOn w:val="Normal"/>
    <w:semiHidden/>
    <w:rsid w:val="003E18E1"/>
    <w:rPr>
      <w:rFonts w:ascii="Tahoma" w:hAnsi="Tahoma" w:cs="Tahoma"/>
      <w:sz w:val="16"/>
      <w:szCs w:val="16"/>
    </w:rPr>
  </w:style>
  <w:style w:type="table" w:styleId="TableGrid">
    <w:name w:val="Table Grid"/>
    <w:basedOn w:val="TableNormal"/>
    <w:rsid w:val="002963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18482F"/>
    <w:rPr>
      <w:b/>
      <w:bCs/>
    </w:rPr>
  </w:style>
  <w:style w:type="paragraph" w:customStyle="1" w:styleId="NormalVerdana">
    <w:name w:val="Normal + Verdana"/>
    <w:aliases w:val="(Complex) 13,5 pt,Underline,Underline + Arial,12 pt,No underline,Le..."/>
    <w:basedOn w:val="Normal"/>
    <w:link w:val="NormalVerdanaChar"/>
    <w:rsid w:val="00D52803"/>
    <w:pPr>
      <w:tabs>
        <w:tab w:val="left" w:pos="1080"/>
      </w:tabs>
      <w:overflowPunct w:val="0"/>
      <w:autoSpaceDE w:val="0"/>
      <w:autoSpaceDN w:val="0"/>
      <w:adjustRightInd w:val="0"/>
      <w:ind w:left="1080" w:hanging="720"/>
      <w:jc w:val="both"/>
      <w:textAlignment w:val="baseline"/>
    </w:pPr>
    <w:rPr>
      <w:rFonts w:ascii="Verdana" w:hAnsi="Verdana"/>
      <w:sz w:val="24"/>
      <w:szCs w:val="24"/>
      <w:u w:val="single"/>
      <w:lang w:val="et-EE" w:eastAsia="et-EE"/>
    </w:rPr>
  </w:style>
  <w:style w:type="character" w:customStyle="1" w:styleId="NormalVerdanaChar">
    <w:name w:val="Normal + Verdana Char"/>
    <w:aliases w:val="(Complex) 13 Char,5 pt Char,Underline + Arial Char,12 pt Char,No underline Char,Le... Char"/>
    <w:link w:val="NormalVerdana"/>
    <w:rsid w:val="00D52803"/>
    <w:rPr>
      <w:rFonts w:ascii="Verdana" w:hAnsi="Verdana"/>
      <w:sz w:val="24"/>
      <w:szCs w:val="24"/>
      <w:u w:val="single"/>
      <w:lang w:val="et-EE" w:eastAsia="et-EE" w:bidi="ar-SA"/>
    </w:rPr>
  </w:style>
  <w:style w:type="paragraph" w:customStyle="1" w:styleId="ETPGrupp">
    <w:name w:val="ETP Grupp"/>
    <w:basedOn w:val="Normal"/>
    <w:link w:val="ETPGruppChar"/>
    <w:rsid w:val="00880AAF"/>
    <w:pPr>
      <w:jc w:val="both"/>
    </w:pPr>
    <w:rPr>
      <w:rFonts w:ascii="Arial" w:hAnsi="Arial"/>
      <w:sz w:val="24"/>
      <w:szCs w:val="24"/>
      <w:lang w:val="et-EE"/>
    </w:rPr>
  </w:style>
  <w:style w:type="character" w:customStyle="1" w:styleId="ETPGruppChar">
    <w:name w:val="ETP Grupp Char"/>
    <w:link w:val="ETPGrupp"/>
    <w:rsid w:val="00880AAF"/>
    <w:rPr>
      <w:rFonts w:ascii="Arial" w:hAnsi="Arial"/>
      <w:sz w:val="24"/>
      <w:szCs w:val="24"/>
      <w:lang w:val="et-EE" w:eastAsia="en-US" w:bidi="ar-SA"/>
    </w:rPr>
  </w:style>
  <w:style w:type="paragraph" w:customStyle="1" w:styleId="Default">
    <w:name w:val="Default"/>
    <w:rsid w:val="00425882"/>
    <w:pPr>
      <w:widowControl w:val="0"/>
      <w:autoSpaceDN w:val="0"/>
      <w:adjustRightInd w:val="0"/>
    </w:pPr>
    <w:rPr>
      <w:sz w:val="24"/>
      <w:szCs w:val="24"/>
    </w:rPr>
  </w:style>
  <w:style w:type="character" w:customStyle="1" w:styleId="FooterChar">
    <w:name w:val="Footer Char"/>
    <w:link w:val="Footer"/>
    <w:rsid w:val="001900E5"/>
    <w:rPr>
      <w:lang w:val="en-GB" w:eastAsia="en-US"/>
    </w:rPr>
  </w:style>
  <w:style w:type="paragraph" w:styleId="ListParagraph">
    <w:name w:val="List Paragraph"/>
    <w:basedOn w:val="Normal"/>
    <w:uiPriority w:val="34"/>
    <w:qFormat/>
    <w:rsid w:val="008B101F"/>
    <w:pPr>
      <w:ind w:left="720"/>
    </w:pPr>
  </w:style>
  <w:style w:type="character" w:styleId="UnresolvedMention">
    <w:name w:val="Unresolved Mention"/>
    <w:basedOn w:val="DefaultParagraphFont"/>
    <w:uiPriority w:val="99"/>
    <w:semiHidden/>
    <w:unhideWhenUsed/>
    <w:rsid w:val="005063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085454">
      <w:bodyDiv w:val="1"/>
      <w:marLeft w:val="0"/>
      <w:marRight w:val="0"/>
      <w:marTop w:val="0"/>
      <w:marBottom w:val="0"/>
      <w:divBdr>
        <w:top w:val="none" w:sz="0" w:space="0" w:color="auto"/>
        <w:left w:val="none" w:sz="0" w:space="0" w:color="auto"/>
        <w:bottom w:val="none" w:sz="0" w:space="0" w:color="auto"/>
        <w:right w:val="none" w:sz="0" w:space="0" w:color="auto"/>
      </w:divBdr>
    </w:div>
    <w:div w:id="727340301">
      <w:bodyDiv w:val="1"/>
      <w:marLeft w:val="0"/>
      <w:marRight w:val="0"/>
      <w:marTop w:val="0"/>
      <w:marBottom w:val="0"/>
      <w:divBdr>
        <w:top w:val="none" w:sz="0" w:space="0" w:color="auto"/>
        <w:left w:val="none" w:sz="0" w:space="0" w:color="auto"/>
        <w:bottom w:val="none" w:sz="0" w:space="0" w:color="auto"/>
        <w:right w:val="none" w:sz="0" w:space="0" w:color="auto"/>
      </w:divBdr>
    </w:div>
    <w:div w:id="1293365559">
      <w:bodyDiv w:val="1"/>
      <w:marLeft w:val="0"/>
      <w:marRight w:val="0"/>
      <w:marTop w:val="0"/>
      <w:marBottom w:val="0"/>
      <w:divBdr>
        <w:top w:val="none" w:sz="0" w:space="0" w:color="auto"/>
        <w:left w:val="none" w:sz="0" w:space="0" w:color="auto"/>
        <w:bottom w:val="none" w:sz="0" w:space="0" w:color="auto"/>
        <w:right w:val="none" w:sz="0" w:space="0" w:color="auto"/>
      </w:divBdr>
    </w:div>
    <w:div w:id="1480070826">
      <w:bodyDiv w:val="1"/>
      <w:marLeft w:val="0"/>
      <w:marRight w:val="0"/>
      <w:marTop w:val="0"/>
      <w:marBottom w:val="0"/>
      <w:divBdr>
        <w:top w:val="none" w:sz="0" w:space="0" w:color="auto"/>
        <w:left w:val="none" w:sz="0" w:space="0" w:color="auto"/>
        <w:bottom w:val="none" w:sz="0" w:space="0" w:color="auto"/>
        <w:right w:val="none" w:sz="0" w:space="0" w:color="auto"/>
      </w:divBdr>
    </w:div>
    <w:div w:id="1488669339">
      <w:bodyDiv w:val="1"/>
      <w:marLeft w:val="0"/>
      <w:marRight w:val="0"/>
      <w:marTop w:val="0"/>
      <w:marBottom w:val="0"/>
      <w:divBdr>
        <w:top w:val="none" w:sz="0" w:space="0" w:color="auto"/>
        <w:left w:val="none" w:sz="0" w:space="0" w:color="auto"/>
        <w:bottom w:val="none" w:sz="0" w:space="0" w:color="auto"/>
        <w:right w:val="none" w:sz="0" w:space="0" w:color="auto"/>
      </w:divBdr>
    </w:div>
    <w:div w:id="1606843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tjana.nikolajenkova@narva.e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linnamajandus@narva.e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narvaplan.ee" TargetMode="External"/><Relationship Id="rId1" Type="http://schemas.openxmlformats.org/officeDocument/2006/relationships/hyperlink" Target="mailto:narvaplan@narva.ee"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Desktop\BLANK%20arh%20amet.dot"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BLANK arh amet.dot</Template>
  <TotalTime>133</TotalTime>
  <Pages>1</Pages>
  <Words>389</Words>
  <Characters>2218</Characters>
  <Application>Microsoft Office Word</Application>
  <DocSecurity>0</DocSecurity>
  <Lines>18</Lines>
  <Paragraphs>5</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lpstr>
      <vt:lpstr> </vt:lpstr>
    </vt:vector>
  </TitlesOfParts>
  <Company>Arhitektuur</Company>
  <LinksUpToDate>false</LinksUpToDate>
  <CharactersWithSpaces>2602</CharactersWithSpaces>
  <SharedDoc>false</SharedDoc>
  <HLinks>
    <vt:vector size="12" baseType="variant">
      <vt:variant>
        <vt:i4>1966109</vt:i4>
      </vt:variant>
      <vt:variant>
        <vt:i4>8</vt:i4>
      </vt:variant>
      <vt:variant>
        <vt:i4>0</vt:i4>
      </vt:variant>
      <vt:variant>
        <vt:i4>5</vt:i4>
      </vt:variant>
      <vt:variant>
        <vt:lpwstr>http://www.narvaplan.ee/</vt:lpwstr>
      </vt:variant>
      <vt:variant>
        <vt:lpwstr/>
      </vt:variant>
      <vt:variant>
        <vt:i4>327733</vt:i4>
      </vt:variant>
      <vt:variant>
        <vt:i4>5</vt:i4>
      </vt:variant>
      <vt:variant>
        <vt:i4>0</vt:i4>
      </vt:variant>
      <vt:variant>
        <vt:i4>5</vt:i4>
      </vt:variant>
      <vt:variant>
        <vt:lpwstr>mailto:narvaplan@narva.ee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Silvi Altman</dc:creator>
  <cp:keywords/>
  <cp:lastModifiedBy>Tatjana Nikolajenkova</cp:lastModifiedBy>
  <cp:revision>3</cp:revision>
  <cp:lastPrinted>2019-08-15T10:07:00Z</cp:lastPrinted>
  <dcterms:created xsi:type="dcterms:W3CDTF">2023-02-10T10:06:00Z</dcterms:created>
  <dcterms:modified xsi:type="dcterms:W3CDTF">2023-02-10T12:47:00Z</dcterms:modified>
</cp:coreProperties>
</file>