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1D680" w14:textId="77777777" w:rsidR="00083216" w:rsidRDefault="00083216" w:rsidP="00E327DD">
      <w:pPr>
        <w:pStyle w:val="3"/>
        <w:widowControl/>
      </w:pPr>
    </w:p>
    <w:p w14:paraId="7B5EC8A9" w14:textId="77777777" w:rsidR="002A0249" w:rsidRDefault="005F1EBF" w:rsidP="005D1F4C">
      <w:pPr>
        <w:ind w:left="5040"/>
      </w:pPr>
      <w:r>
        <w:t xml:space="preserve">     </w:t>
      </w:r>
    </w:p>
    <w:p w14:paraId="7E44E544" w14:textId="77777777" w:rsidR="002A0249" w:rsidRDefault="002A0249" w:rsidP="005D1F4C"/>
    <w:p w14:paraId="42A54BF6" w14:textId="32A1C5D2" w:rsidR="0094783F" w:rsidRPr="0094783F" w:rsidRDefault="0094783F" w:rsidP="00F42905">
      <w:pPr>
        <w:jc w:val="both"/>
      </w:pPr>
      <w:r w:rsidRPr="0094783F">
        <w:t xml:space="preserve">Rita </w:t>
      </w:r>
      <w:proofErr w:type="spellStart"/>
      <w:r w:rsidRPr="0094783F">
        <w:t>Źereen</w:t>
      </w:r>
      <w:proofErr w:type="spellEnd"/>
      <w:r w:rsidR="00681245" w:rsidRPr="00681245">
        <w:t xml:space="preserve"> </w:t>
      </w:r>
      <w:r w:rsidR="00681245">
        <w:tab/>
      </w:r>
      <w:r w:rsidR="00681245">
        <w:tab/>
      </w:r>
      <w:r w:rsidR="00681245">
        <w:tab/>
      </w:r>
      <w:r w:rsidR="00681245">
        <w:tab/>
      </w:r>
      <w:r w:rsidR="00681245">
        <w:tab/>
      </w:r>
      <w:r w:rsidR="00681245">
        <w:tab/>
      </w:r>
      <w:r w:rsidR="00681245">
        <w:tab/>
      </w:r>
      <w:r w:rsidR="00681245" w:rsidRPr="0094783F">
        <w:t>05.11.2025</w:t>
      </w:r>
    </w:p>
    <w:p w14:paraId="40E2B2A8" w14:textId="6BD71EE5" w:rsidR="00F42905" w:rsidRPr="00181EFE" w:rsidRDefault="00E97B9E" w:rsidP="00F42905">
      <w:pPr>
        <w:jc w:val="both"/>
      </w:pPr>
      <w:r w:rsidRPr="00181EFE">
        <w:t>Transpordiamet</w:t>
      </w:r>
      <w:r w:rsidRPr="00181EFE">
        <w:rPr>
          <w:rFonts w:ascii="Arial" w:hAnsi="Arial" w:cs="Arial"/>
          <w:sz w:val="23"/>
          <w:szCs w:val="23"/>
          <w:shd w:val="clear" w:color="auto" w:fill="FFFFFF"/>
        </w:rPr>
        <w:tab/>
      </w:r>
      <w:r w:rsidRPr="00181EFE">
        <w:rPr>
          <w:rFonts w:ascii="Arial" w:hAnsi="Arial" w:cs="Arial"/>
          <w:sz w:val="23"/>
          <w:szCs w:val="23"/>
          <w:shd w:val="clear" w:color="auto" w:fill="FFFFFF"/>
        </w:rPr>
        <w:tab/>
      </w:r>
      <w:r w:rsidR="006F3775" w:rsidRPr="00181EFE">
        <w:rPr>
          <w:rFonts w:ascii="Arial" w:hAnsi="Arial" w:cs="Arial"/>
          <w:sz w:val="23"/>
          <w:szCs w:val="23"/>
          <w:shd w:val="clear" w:color="auto" w:fill="FFFFFF"/>
        </w:rPr>
        <w:tab/>
      </w:r>
      <w:r w:rsidR="006F3775" w:rsidRPr="00181EFE">
        <w:rPr>
          <w:rFonts w:ascii="Arial" w:hAnsi="Arial" w:cs="Arial"/>
          <w:sz w:val="23"/>
          <w:szCs w:val="23"/>
          <w:shd w:val="clear" w:color="auto" w:fill="FFFFFF"/>
        </w:rPr>
        <w:tab/>
      </w:r>
      <w:r w:rsidR="006F3775" w:rsidRPr="00181EFE">
        <w:rPr>
          <w:rFonts w:ascii="Arial" w:hAnsi="Arial" w:cs="Arial"/>
          <w:sz w:val="23"/>
          <w:szCs w:val="23"/>
          <w:shd w:val="clear" w:color="auto" w:fill="FFFFFF"/>
        </w:rPr>
        <w:tab/>
      </w:r>
    </w:p>
    <w:p w14:paraId="0FA0084F" w14:textId="53D2F0A6" w:rsidR="00681245" w:rsidRPr="00181EFE" w:rsidRDefault="0094783F" w:rsidP="00681245">
      <w:r w:rsidRPr="00181EFE">
        <w:t>Rita.Zereen@transpordiamet.ee</w:t>
      </w:r>
      <w:r w:rsidR="00681245" w:rsidRPr="00181EFE">
        <w:tab/>
      </w:r>
      <w:r w:rsidR="00681245" w:rsidRPr="00181EFE">
        <w:tab/>
      </w:r>
      <w:r w:rsidR="00681245" w:rsidRPr="00181EFE">
        <w:tab/>
      </w:r>
      <w:r w:rsidR="00681245" w:rsidRPr="00181EFE">
        <w:tab/>
      </w:r>
      <w:r w:rsidR="008B510B" w:rsidRPr="00181EFE">
        <w:t>13.11.</w:t>
      </w:r>
      <w:r w:rsidR="00681245" w:rsidRPr="00181EFE">
        <w:t xml:space="preserve">2025 nr </w:t>
      </w:r>
      <w:r w:rsidR="00681245" w:rsidRPr="00181EFE">
        <w:rPr>
          <w:rFonts w:eastAsiaTheme="minorHAnsi"/>
        </w:rPr>
        <w:t>5.4-10/10649-2</w:t>
      </w:r>
    </w:p>
    <w:p w14:paraId="36E2AA96" w14:textId="0E9514F5" w:rsidR="00BF6EA7" w:rsidRPr="00181EFE" w:rsidRDefault="00BF6EA7" w:rsidP="00483BB1"/>
    <w:p w14:paraId="2FF8BFEF" w14:textId="77777777" w:rsidR="005D1F4C" w:rsidRPr="00181EFE" w:rsidRDefault="005D1F4C" w:rsidP="005D1F4C">
      <w:pPr>
        <w:jc w:val="both"/>
      </w:pPr>
    </w:p>
    <w:p w14:paraId="6828AA3E" w14:textId="77777777" w:rsidR="00B564AE" w:rsidRPr="00181EFE" w:rsidRDefault="00B564AE" w:rsidP="006D7566">
      <w:pPr>
        <w:jc w:val="both"/>
      </w:pPr>
    </w:p>
    <w:p w14:paraId="36C94EF6" w14:textId="77777777" w:rsidR="00B93A70" w:rsidRPr="00181EFE" w:rsidRDefault="00B93A70" w:rsidP="00532604"/>
    <w:p w14:paraId="0DC2B239" w14:textId="17503631" w:rsidR="0094783F" w:rsidRPr="00181EFE" w:rsidRDefault="00233D91" w:rsidP="0094783F">
      <w:pPr>
        <w:ind w:right="566"/>
        <w:jc w:val="both"/>
      </w:pPr>
      <w:r w:rsidRPr="00181EFE">
        <w:t>B</w:t>
      </w:r>
      <w:r w:rsidR="0094783F" w:rsidRPr="00181EFE">
        <w:t>ussiootepaviljoni paigaldamise</w:t>
      </w:r>
      <w:r w:rsidR="00320306" w:rsidRPr="00181EFE">
        <w:t>st</w:t>
      </w:r>
      <w:r w:rsidR="0094783F" w:rsidRPr="00181EFE">
        <w:t xml:space="preserve"> </w:t>
      </w:r>
      <w:proofErr w:type="spellStart"/>
      <w:r w:rsidR="0094783F" w:rsidRPr="00181EFE">
        <w:t>Vodava</w:t>
      </w:r>
      <w:proofErr w:type="spellEnd"/>
      <w:r w:rsidR="0094783F" w:rsidRPr="00181EFE">
        <w:t xml:space="preserve"> peatusesse</w:t>
      </w:r>
    </w:p>
    <w:p w14:paraId="44B04853" w14:textId="77777777" w:rsidR="0094783F" w:rsidRPr="00181EFE" w:rsidRDefault="0094783F" w:rsidP="0094783F">
      <w:pPr>
        <w:ind w:right="566"/>
        <w:jc w:val="both"/>
      </w:pPr>
    </w:p>
    <w:p w14:paraId="3D04A4DD" w14:textId="77777777" w:rsidR="00987094" w:rsidRPr="00181EFE" w:rsidRDefault="00987094" w:rsidP="0094783F">
      <w:pPr>
        <w:jc w:val="both"/>
      </w:pPr>
    </w:p>
    <w:p w14:paraId="013BDB74" w14:textId="72FEEFD4" w:rsidR="0094783F" w:rsidRPr="00181EFE" w:rsidRDefault="0094783F" w:rsidP="0094783F">
      <w:pPr>
        <w:jc w:val="both"/>
      </w:pPr>
      <w:r w:rsidRPr="00181EFE">
        <w:t xml:space="preserve">Lugupeetud Rita </w:t>
      </w:r>
      <w:proofErr w:type="spellStart"/>
      <w:r w:rsidRPr="00181EFE">
        <w:t>Źereen</w:t>
      </w:r>
      <w:proofErr w:type="spellEnd"/>
    </w:p>
    <w:p w14:paraId="02DEEC0A" w14:textId="77777777" w:rsidR="0094783F" w:rsidRPr="00181EFE" w:rsidRDefault="0094783F" w:rsidP="0094783F">
      <w:pPr>
        <w:jc w:val="both"/>
      </w:pPr>
    </w:p>
    <w:p w14:paraId="7635798A" w14:textId="77777777" w:rsidR="00987094" w:rsidRPr="00181EFE" w:rsidRDefault="00987094" w:rsidP="0094783F">
      <w:pPr>
        <w:ind w:right="566"/>
        <w:jc w:val="both"/>
      </w:pPr>
    </w:p>
    <w:p w14:paraId="705E91BB" w14:textId="2063D0A4" w:rsidR="0094783F" w:rsidRPr="00181EFE" w:rsidRDefault="0094783F" w:rsidP="0094783F">
      <w:pPr>
        <w:ind w:right="566"/>
        <w:jc w:val="both"/>
      </w:pPr>
      <w:r w:rsidRPr="00181EFE">
        <w:t>Täname Teid saadetud kirja ja</w:t>
      </w:r>
      <w:r w:rsidR="00320306" w:rsidRPr="00181EFE">
        <w:t xml:space="preserve"> täpsete</w:t>
      </w:r>
      <w:r w:rsidRPr="00181EFE">
        <w:t xml:space="preserve"> juhiste eest </w:t>
      </w:r>
      <w:r w:rsidR="00233D91" w:rsidRPr="00181EFE">
        <w:t>ootekoja</w:t>
      </w:r>
      <w:r w:rsidRPr="00181EFE">
        <w:t xml:space="preserve"> paigaldamise</w:t>
      </w:r>
      <w:r w:rsidR="00233D91" w:rsidRPr="00181EFE">
        <w:t>ks</w:t>
      </w:r>
      <w:r w:rsidRPr="00181EFE">
        <w:t xml:space="preserve"> </w:t>
      </w:r>
      <w:proofErr w:type="spellStart"/>
      <w:r w:rsidRPr="00181EFE">
        <w:t>Vodava</w:t>
      </w:r>
      <w:proofErr w:type="spellEnd"/>
      <w:r w:rsidRPr="00181EFE">
        <w:t xml:space="preserve"> </w:t>
      </w:r>
      <w:r w:rsidR="00233D91" w:rsidRPr="00181EFE">
        <w:t>bussi</w:t>
      </w:r>
      <w:r w:rsidRPr="00181EFE">
        <w:t>peatusesse</w:t>
      </w:r>
      <w:r w:rsidR="00320306" w:rsidRPr="00181EFE">
        <w:t>, kuid oma pöördumises andsime teada, et ootame paviljoni paigaldamist Transpordiameti poolt, mistõttu ei ole ka vajadust isikliku kasutusõiguse seadmise plaani vormistamiseks ega maa kasutusõiguse taotlemiseks.</w:t>
      </w:r>
    </w:p>
    <w:p w14:paraId="744B3421" w14:textId="77777777" w:rsidR="0094783F" w:rsidRPr="008B510B" w:rsidRDefault="0094783F" w:rsidP="0094783F">
      <w:pPr>
        <w:ind w:right="566"/>
        <w:jc w:val="both"/>
      </w:pPr>
    </w:p>
    <w:p w14:paraId="2E0D8263" w14:textId="77777777" w:rsidR="004509CD" w:rsidRPr="004D087D" w:rsidRDefault="004509CD" w:rsidP="00293D93">
      <w:pPr>
        <w:ind w:right="566"/>
        <w:jc w:val="both"/>
      </w:pPr>
    </w:p>
    <w:p w14:paraId="1D7E801F" w14:textId="38E5F9B2" w:rsidR="00293D93" w:rsidRPr="004D087D" w:rsidRDefault="00293D93" w:rsidP="00293D93">
      <w:pPr>
        <w:pStyle w:val="3"/>
        <w:rPr>
          <w:szCs w:val="24"/>
        </w:rPr>
      </w:pPr>
      <w:r w:rsidRPr="004D087D">
        <w:rPr>
          <w:szCs w:val="24"/>
        </w:rPr>
        <w:t>Lugupidamisega</w:t>
      </w:r>
    </w:p>
    <w:p w14:paraId="69A8F342" w14:textId="77777777" w:rsidR="00293D93" w:rsidRPr="004D087D" w:rsidRDefault="00293D93" w:rsidP="00293D93">
      <w:pPr>
        <w:pStyle w:val="3"/>
        <w:rPr>
          <w:szCs w:val="24"/>
        </w:rPr>
      </w:pPr>
    </w:p>
    <w:p w14:paraId="100DF6B3" w14:textId="77777777" w:rsidR="00293D93" w:rsidRPr="004D087D" w:rsidRDefault="00293D93" w:rsidP="00293D93">
      <w:pPr>
        <w:pStyle w:val="3"/>
        <w:rPr>
          <w:szCs w:val="24"/>
        </w:rPr>
      </w:pPr>
      <w:r w:rsidRPr="004D087D">
        <w:rPr>
          <w:szCs w:val="24"/>
        </w:rPr>
        <w:t>(allkirjastatud digitaalselt)</w:t>
      </w:r>
    </w:p>
    <w:p w14:paraId="02BDF96A" w14:textId="77777777" w:rsidR="00293D93" w:rsidRPr="004D087D" w:rsidRDefault="00293D93" w:rsidP="00293D93">
      <w:pPr>
        <w:pStyle w:val="3"/>
        <w:rPr>
          <w:szCs w:val="24"/>
        </w:rPr>
      </w:pPr>
    </w:p>
    <w:p w14:paraId="0A6F6F53" w14:textId="77777777" w:rsidR="00532604" w:rsidRPr="004D087D" w:rsidRDefault="00532604" w:rsidP="00532604">
      <w:pPr>
        <w:pStyle w:val="a7"/>
        <w:spacing w:after="0"/>
        <w:rPr>
          <w:sz w:val="24"/>
          <w:szCs w:val="24"/>
          <w:lang w:val="et-EE"/>
        </w:rPr>
      </w:pPr>
      <w:r w:rsidRPr="004D087D">
        <w:rPr>
          <w:sz w:val="24"/>
          <w:szCs w:val="24"/>
          <w:lang w:val="et-EE"/>
        </w:rPr>
        <w:t>Natalja Šibalova</w:t>
      </w:r>
    </w:p>
    <w:p w14:paraId="700E84B6" w14:textId="77777777" w:rsidR="00532604" w:rsidRPr="004D087D" w:rsidRDefault="00532604" w:rsidP="00532604">
      <w:pPr>
        <w:pStyle w:val="a7"/>
        <w:spacing w:after="0"/>
        <w:rPr>
          <w:sz w:val="24"/>
          <w:szCs w:val="24"/>
          <w:lang w:val="et-EE"/>
        </w:rPr>
      </w:pPr>
      <w:r w:rsidRPr="004D087D">
        <w:rPr>
          <w:sz w:val="24"/>
          <w:szCs w:val="24"/>
          <w:lang w:val="et-EE"/>
        </w:rPr>
        <w:t>direktor</w:t>
      </w:r>
    </w:p>
    <w:p w14:paraId="1A1848B6" w14:textId="77777777" w:rsidR="009A601F" w:rsidRPr="004D087D" w:rsidRDefault="009A601F" w:rsidP="005D1F4C">
      <w:pPr>
        <w:rPr>
          <w:lang w:val="en-GB"/>
        </w:rPr>
      </w:pPr>
    </w:p>
    <w:p w14:paraId="30AA39CC" w14:textId="77777777" w:rsidR="00523192" w:rsidRPr="004D087D" w:rsidRDefault="00523192" w:rsidP="005D1F4C"/>
    <w:p w14:paraId="6057A72A" w14:textId="499E4F7F" w:rsidR="00105F2D" w:rsidRPr="004D087D" w:rsidRDefault="00105F2D" w:rsidP="005D1F4C"/>
    <w:p w14:paraId="4EA5D734" w14:textId="4B3DC307" w:rsidR="00293D93" w:rsidRPr="004D087D" w:rsidRDefault="00293D93" w:rsidP="005D1F4C"/>
    <w:p w14:paraId="3F6B1C3D" w14:textId="77777777" w:rsidR="004D087D" w:rsidRDefault="004D087D" w:rsidP="005D1F4C"/>
    <w:p w14:paraId="0B272BE1" w14:textId="77777777" w:rsidR="004D087D" w:rsidRDefault="004D087D" w:rsidP="005D1F4C"/>
    <w:p w14:paraId="74102924" w14:textId="77777777" w:rsidR="0004035A" w:rsidRDefault="0004035A" w:rsidP="005D1F4C"/>
    <w:p w14:paraId="2B073F44" w14:textId="77777777" w:rsidR="0004035A" w:rsidRDefault="0004035A" w:rsidP="005D1F4C"/>
    <w:p w14:paraId="5012F0D7" w14:textId="77777777" w:rsidR="0004035A" w:rsidRDefault="0004035A" w:rsidP="005D1F4C"/>
    <w:p w14:paraId="01AE397B" w14:textId="77777777" w:rsidR="0004035A" w:rsidRDefault="0004035A" w:rsidP="005D1F4C"/>
    <w:p w14:paraId="13DFE134" w14:textId="77777777" w:rsidR="0004035A" w:rsidRDefault="0004035A" w:rsidP="005D1F4C"/>
    <w:p w14:paraId="0ECF403E" w14:textId="77777777" w:rsidR="0004035A" w:rsidRDefault="0004035A" w:rsidP="005D1F4C"/>
    <w:p w14:paraId="3FE0456B" w14:textId="77777777" w:rsidR="0004035A" w:rsidRDefault="0004035A" w:rsidP="005D1F4C"/>
    <w:p w14:paraId="19D3EADF" w14:textId="77777777" w:rsidR="0004035A" w:rsidRDefault="0004035A" w:rsidP="005D1F4C"/>
    <w:p w14:paraId="1DB4CFCD" w14:textId="77777777" w:rsidR="00105F2D" w:rsidRDefault="00105F2D" w:rsidP="005D1F4C"/>
    <w:p w14:paraId="470E03A0" w14:textId="33CF3592" w:rsidR="00B87804" w:rsidRPr="004627F9" w:rsidRDefault="00B87804" w:rsidP="00B87804">
      <w:pPr>
        <w:rPr>
          <w:lang w:val="en-GB"/>
        </w:rPr>
      </w:pPr>
      <w:r w:rsidRPr="004627F9">
        <w:rPr>
          <w:lang w:val="en-GB"/>
        </w:rPr>
        <w:t xml:space="preserve">Anastassija Potapova </w:t>
      </w:r>
    </w:p>
    <w:p w14:paraId="7FADFD78" w14:textId="77777777" w:rsidR="00B87804" w:rsidRPr="004627F9" w:rsidRDefault="00B87804" w:rsidP="00B87804">
      <w:pPr>
        <w:rPr>
          <w:lang w:val="en-GB"/>
        </w:rPr>
      </w:pPr>
      <w:hyperlink r:id="rId8" w:history="1">
        <w:r w:rsidRPr="004627F9">
          <w:rPr>
            <w:rStyle w:val="a5"/>
            <w:lang w:val="en-GB"/>
          </w:rPr>
          <w:t>anastassija.potapova@narva.ee</w:t>
        </w:r>
      </w:hyperlink>
      <w:r w:rsidRPr="004627F9">
        <w:rPr>
          <w:lang w:val="en-GB"/>
        </w:rPr>
        <w:t xml:space="preserve"> </w:t>
      </w:r>
    </w:p>
    <w:p w14:paraId="2CFBBDF1" w14:textId="692B8EB1" w:rsidR="009A601F" w:rsidRPr="00B87804" w:rsidRDefault="009A601F" w:rsidP="00B87804">
      <w:pPr>
        <w:rPr>
          <w:lang w:val="en-GB"/>
        </w:rPr>
      </w:pPr>
    </w:p>
    <w:sectPr w:rsidR="009A601F" w:rsidRPr="00B87804" w:rsidSect="00B564AE">
      <w:headerReference w:type="first" r:id="rId9"/>
      <w:footerReference w:type="first" r:id="rId10"/>
      <w:pgSz w:w="11907" w:h="16839" w:code="9"/>
      <w:pgMar w:top="680" w:right="851" w:bottom="680" w:left="1701" w:header="709" w:footer="5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5158D" w14:textId="77777777" w:rsidR="00CA1DD0" w:rsidRDefault="00CA1DD0">
      <w:r>
        <w:separator/>
      </w:r>
    </w:p>
  </w:endnote>
  <w:endnote w:type="continuationSeparator" w:id="0">
    <w:p w14:paraId="2981D10D" w14:textId="77777777" w:rsidR="00CA1DD0" w:rsidRDefault="00CA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E5C9" w14:textId="77777777" w:rsidR="00AA6260" w:rsidRPr="003C1D3E" w:rsidRDefault="00AA6260" w:rsidP="00AA6260">
    <w:pPr>
      <w:ind w:right="-851"/>
      <w:rPr>
        <w:rFonts w:ascii="Calibri" w:hAnsi="Calibri"/>
        <w:sz w:val="22"/>
        <w:szCs w:val="22"/>
        <w:lang w:val="en-US"/>
      </w:rPr>
    </w:pPr>
    <w:r>
      <w:rPr>
        <w:rFonts w:ascii="Calibri" w:hAnsi="Calibri"/>
        <w:noProof/>
        <w:sz w:val="22"/>
        <w:szCs w:val="22"/>
        <w:lang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44174C2" wp14:editId="2E28F292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63E1B5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C1D3E">
      <w:rPr>
        <w:rFonts w:ascii="Calibri" w:hAnsi="Calibri"/>
        <w:sz w:val="22"/>
        <w:szCs w:val="22"/>
        <w:lang w:val="en-US"/>
      </w:rPr>
      <w:t xml:space="preserve">Peetri </w:t>
    </w:r>
    <w:proofErr w:type="gramStart"/>
    <w:r w:rsidRPr="003C1D3E">
      <w:rPr>
        <w:rFonts w:ascii="Calibri" w:hAnsi="Calibri"/>
        <w:sz w:val="22"/>
        <w:szCs w:val="22"/>
        <w:lang w:val="en-US"/>
      </w:rPr>
      <w:t>plats  3</w:t>
    </w:r>
    <w:proofErr w:type="gramEnd"/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proofErr w:type="spellStart"/>
    <w:r w:rsidRPr="003C1D3E">
      <w:rPr>
        <w:rFonts w:ascii="Calibri" w:hAnsi="Calibri"/>
        <w:sz w:val="22"/>
        <w:szCs w:val="22"/>
        <w:lang w:val="en-US"/>
      </w:rPr>
      <w:t>tel</w:t>
    </w:r>
    <w:proofErr w:type="spellEnd"/>
    <w:r w:rsidRPr="003C1D3E">
      <w:rPr>
        <w:rFonts w:ascii="Calibri" w:hAnsi="Calibri"/>
        <w:sz w:val="22"/>
        <w:szCs w:val="22"/>
        <w:lang w:val="en-US"/>
      </w:rPr>
      <w:t xml:space="preserve"> 35 99 155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a/a EE101010220258554220</w:t>
    </w:r>
  </w:p>
  <w:p w14:paraId="7FA21DDE" w14:textId="77777777" w:rsidR="00AA6260" w:rsidRPr="003C1D3E" w:rsidRDefault="00AA6260" w:rsidP="00AA6260">
    <w:pPr>
      <w:rPr>
        <w:rFonts w:ascii="Calibri" w:hAnsi="Calibri"/>
        <w:sz w:val="22"/>
        <w:szCs w:val="22"/>
        <w:lang w:val="fi-FI"/>
      </w:rPr>
    </w:pPr>
    <w:r w:rsidRPr="003C1D3E">
      <w:rPr>
        <w:rFonts w:ascii="Calibri" w:hAnsi="Calibri"/>
        <w:sz w:val="22"/>
        <w:szCs w:val="22"/>
        <w:lang w:val="fi-FI"/>
      </w:rPr>
      <w:t>20308 Narva</w:t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  <w:t>e-</w:t>
    </w:r>
    <w:proofErr w:type="spellStart"/>
    <w:r>
      <w:rPr>
        <w:rFonts w:ascii="Calibri" w:hAnsi="Calibri"/>
        <w:sz w:val="22"/>
        <w:szCs w:val="22"/>
        <w:lang w:val="fi-FI"/>
      </w:rPr>
      <w:t>post</w:t>
    </w:r>
    <w:proofErr w:type="spellEnd"/>
    <w:r>
      <w:rPr>
        <w:rFonts w:ascii="Calibri" w:hAnsi="Calibri"/>
        <w:sz w:val="22"/>
        <w:szCs w:val="22"/>
        <w:lang w:val="fi-FI"/>
      </w:rPr>
      <w:t xml:space="preserve"> </w:t>
    </w:r>
    <w:r w:rsidRPr="00245D28">
      <w:rPr>
        <w:rFonts w:ascii="Calibri" w:hAnsi="Calibri"/>
        <w:sz w:val="22"/>
        <w:szCs w:val="22"/>
        <w:lang w:val="fi-FI"/>
      </w:rPr>
      <w:t xml:space="preserve"> </w:t>
    </w:r>
    <w:hyperlink r:id="rId1" w:history="1">
      <w:r w:rsidRPr="00245D28">
        <w:rPr>
          <w:rStyle w:val="a5"/>
          <w:rFonts w:ascii="Calibri" w:hAnsi="Calibri"/>
          <w:color w:val="auto"/>
          <w:sz w:val="22"/>
          <w:szCs w:val="22"/>
          <w:lang w:val="fi-FI"/>
        </w:rPr>
        <w:t>linnamajandus@narva.ee</w:t>
      </w:r>
    </w:hyperlink>
    <w:r w:rsidRPr="003C1D3E">
      <w:rPr>
        <w:rFonts w:ascii="Calibri" w:hAnsi="Calibri"/>
        <w:sz w:val="22"/>
        <w:szCs w:val="22"/>
        <w:lang w:val="fi-FI"/>
      </w:rPr>
      <w:tab/>
      <w:t xml:space="preserve">SEB </w:t>
    </w:r>
    <w:proofErr w:type="spellStart"/>
    <w:r w:rsidRPr="003C1D3E">
      <w:rPr>
        <w:rFonts w:ascii="Calibri" w:hAnsi="Calibri"/>
        <w:sz w:val="22"/>
        <w:szCs w:val="22"/>
        <w:lang w:val="fi-FI"/>
      </w:rPr>
      <w:t>pank</w:t>
    </w:r>
    <w:proofErr w:type="spellEnd"/>
  </w:p>
  <w:p w14:paraId="0960C34A" w14:textId="77777777" w:rsidR="00AA6260" w:rsidRPr="00AA6260" w:rsidRDefault="00AA6260" w:rsidP="00AA6260">
    <w:pPr>
      <w:rPr>
        <w:rFonts w:ascii="Calibri" w:hAnsi="Calibri"/>
        <w:sz w:val="22"/>
        <w:szCs w:val="22"/>
        <w:lang w:val="en-US"/>
      </w:rPr>
    </w:pPr>
    <w:r w:rsidRPr="003C1D3E">
      <w:rPr>
        <w:rFonts w:ascii="Calibri" w:hAnsi="Calibri"/>
        <w:sz w:val="22"/>
        <w:szCs w:val="22"/>
        <w:lang w:val="en-US"/>
      </w:rPr>
      <w:t>reg nr 75039729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FDEBC" w14:textId="77777777" w:rsidR="00CA1DD0" w:rsidRDefault="00CA1DD0">
      <w:r>
        <w:separator/>
      </w:r>
    </w:p>
  </w:footnote>
  <w:footnote w:type="continuationSeparator" w:id="0">
    <w:p w14:paraId="32134906" w14:textId="77777777" w:rsidR="00CA1DD0" w:rsidRDefault="00CA1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DC67" w14:textId="77777777" w:rsidR="00AA6260" w:rsidRPr="0011537C" w:rsidRDefault="00AA6260" w:rsidP="00AA6260">
    <w:pPr>
      <w:pStyle w:val="a3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t-EE" w:eastAsia="et-EE"/>
      </w:rPr>
      <w:drawing>
        <wp:anchor distT="0" distB="0" distL="114300" distR="114300" simplePos="0" relativeHeight="251660288" behindDoc="1" locked="0" layoutInCell="1" allowOverlap="1" wp14:anchorId="1416380D" wp14:editId="3371150D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37C">
      <w:rPr>
        <w:b/>
        <w:sz w:val="32"/>
        <w:szCs w:val="32"/>
        <w:lang w:val="fi-FI"/>
      </w:rPr>
      <w:t>NARVA LINNAVALITSUSE</w:t>
    </w:r>
  </w:p>
  <w:p w14:paraId="0E130ED2" w14:textId="77777777" w:rsidR="00AA6260" w:rsidRPr="00E327DD" w:rsidRDefault="00AA6260" w:rsidP="00AA6260">
    <w:pPr>
      <w:pStyle w:val="a3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00244"/>
    <w:multiLevelType w:val="multilevel"/>
    <w:tmpl w:val="2DD8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875E50"/>
    <w:multiLevelType w:val="hybridMultilevel"/>
    <w:tmpl w:val="FB5A4E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62775">
    <w:abstractNumId w:val="0"/>
  </w:num>
  <w:num w:numId="2" w16cid:durableId="1732343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249"/>
    <w:rsid w:val="0000715C"/>
    <w:rsid w:val="0004035A"/>
    <w:rsid w:val="00051024"/>
    <w:rsid w:val="00060CB2"/>
    <w:rsid w:val="0006308C"/>
    <w:rsid w:val="000669C4"/>
    <w:rsid w:val="00073615"/>
    <w:rsid w:val="00074196"/>
    <w:rsid w:val="00083216"/>
    <w:rsid w:val="0009142F"/>
    <w:rsid w:val="000B2CC6"/>
    <w:rsid w:val="000B4444"/>
    <w:rsid w:val="000C3738"/>
    <w:rsid w:val="000C4071"/>
    <w:rsid w:val="000C6DB4"/>
    <w:rsid w:val="000D7ACC"/>
    <w:rsid w:val="00105F2D"/>
    <w:rsid w:val="00106F53"/>
    <w:rsid w:val="00111BEA"/>
    <w:rsid w:val="0011307E"/>
    <w:rsid w:val="0011537C"/>
    <w:rsid w:val="0011697B"/>
    <w:rsid w:val="00144C10"/>
    <w:rsid w:val="00155847"/>
    <w:rsid w:val="00161CD5"/>
    <w:rsid w:val="00171274"/>
    <w:rsid w:val="001813A9"/>
    <w:rsid w:val="00181EFE"/>
    <w:rsid w:val="001910AA"/>
    <w:rsid w:val="001A0FA9"/>
    <w:rsid w:val="001C4F35"/>
    <w:rsid w:val="001F5406"/>
    <w:rsid w:val="001F714A"/>
    <w:rsid w:val="00205A94"/>
    <w:rsid w:val="00207F35"/>
    <w:rsid w:val="00233D91"/>
    <w:rsid w:val="00236E26"/>
    <w:rsid w:val="00244CAE"/>
    <w:rsid w:val="00245D28"/>
    <w:rsid w:val="002722A7"/>
    <w:rsid w:val="00280D3E"/>
    <w:rsid w:val="00293D93"/>
    <w:rsid w:val="002A0249"/>
    <w:rsid w:val="002C2684"/>
    <w:rsid w:val="002C6E77"/>
    <w:rsid w:val="002D2919"/>
    <w:rsid w:val="002F5BA3"/>
    <w:rsid w:val="002F7158"/>
    <w:rsid w:val="00304E1A"/>
    <w:rsid w:val="003127BC"/>
    <w:rsid w:val="003164C2"/>
    <w:rsid w:val="003168E9"/>
    <w:rsid w:val="003176DD"/>
    <w:rsid w:val="00320306"/>
    <w:rsid w:val="00322CE4"/>
    <w:rsid w:val="00323B60"/>
    <w:rsid w:val="00327C55"/>
    <w:rsid w:val="003559AD"/>
    <w:rsid w:val="0036407F"/>
    <w:rsid w:val="0038499A"/>
    <w:rsid w:val="003965DF"/>
    <w:rsid w:val="003976A3"/>
    <w:rsid w:val="003C1D3E"/>
    <w:rsid w:val="003C28E7"/>
    <w:rsid w:val="003C5428"/>
    <w:rsid w:val="003D4EA2"/>
    <w:rsid w:val="003D7746"/>
    <w:rsid w:val="003E090D"/>
    <w:rsid w:val="003E4F33"/>
    <w:rsid w:val="003E685C"/>
    <w:rsid w:val="003E7DC4"/>
    <w:rsid w:val="003F64D6"/>
    <w:rsid w:val="00401911"/>
    <w:rsid w:val="004126A8"/>
    <w:rsid w:val="0041274B"/>
    <w:rsid w:val="00417949"/>
    <w:rsid w:val="004250BF"/>
    <w:rsid w:val="00430B35"/>
    <w:rsid w:val="00431B4A"/>
    <w:rsid w:val="00432461"/>
    <w:rsid w:val="00434311"/>
    <w:rsid w:val="00434E37"/>
    <w:rsid w:val="00446E79"/>
    <w:rsid w:val="004509CD"/>
    <w:rsid w:val="00460820"/>
    <w:rsid w:val="004677F2"/>
    <w:rsid w:val="00474332"/>
    <w:rsid w:val="00477BC6"/>
    <w:rsid w:val="00480487"/>
    <w:rsid w:val="00480DB5"/>
    <w:rsid w:val="00483BB1"/>
    <w:rsid w:val="00484295"/>
    <w:rsid w:val="004928DC"/>
    <w:rsid w:val="004A4835"/>
    <w:rsid w:val="004B1BE9"/>
    <w:rsid w:val="004B7131"/>
    <w:rsid w:val="004C43D3"/>
    <w:rsid w:val="004D087D"/>
    <w:rsid w:val="004D55BD"/>
    <w:rsid w:val="004E0620"/>
    <w:rsid w:val="004F3830"/>
    <w:rsid w:val="00514527"/>
    <w:rsid w:val="00521E36"/>
    <w:rsid w:val="00523192"/>
    <w:rsid w:val="0052764D"/>
    <w:rsid w:val="00532604"/>
    <w:rsid w:val="00542F5A"/>
    <w:rsid w:val="005468A1"/>
    <w:rsid w:val="00557A6B"/>
    <w:rsid w:val="00563556"/>
    <w:rsid w:val="00572EA9"/>
    <w:rsid w:val="005820C4"/>
    <w:rsid w:val="00584870"/>
    <w:rsid w:val="005966BE"/>
    <w:rsid w:val="005A3FA6"/>
    <w:rsid w:val="005B521F"/>
    <w:rsid w:val="005B71B7"/>
    <w:rsid w:val="005C68B8"/>
    <w:rsid w:val="005C714D"/>
    <w:rsid w:val="005D1F4C"/>
    <w:rsid w:val="005F1EBF"/>
    <w:rsid w:val="006027E1"/>
    <w:rsid w:val="00613E61"/>
    <w:rsid w:val="006219D6"/>
    <w:rsid w:val="00630AED"/>
    <w:rsid w:val="00640488"/>
    <w:rsid w:val="00644B4E"/>
    <w:rsid w:val="006530B8"/>
    <w:rsid w:val="0066313F"/>
    <w:rsid w:val="006725DD"/>
    <w:rsid w:val="00680004"/>
    <w:rsid w:val="00681245"/>
    <w:rsid w:val="00685FE2"/>
    <w:rsid w:val="006A6879"/>
    <w:rsid w:val="006B0C20"/>
    <w:rsid w:val="006B2865"/>
    <w:rsid w:val="006B58EE"/>
    <w:rsid w:val="006B75BF"/>
    <w:rsid w:val="006C08FC"/>
    <w:rsid w:val="006D7566"/>
    <w:rsid w:val="006F3775"/>
    <w:rsid w:val="006F56A9"/>
    <w:rsid w:val="0071418B"/>
    <w:rsid w:val="00715CED"/>
    <w:rsid w:val="0072014C"/>
    <w:rsid w:val="00723780"/>
    <w:rsid w:val="0072407B"/>
    <w:rsid w:val="0072581F"/>
    <w:rsid w:val="0072772F"/>
    <w:rsid w:val="00742B87"/>
    <w:rsid w:val="007442D9"/>
    <w:rsid w:val="007622D1"/>
    <w:rsid w:val="00772107"/>
    <w:rsid w:val="007951C8"/>
    <w:rsid w:val="007F1B61"/>
    <w:rsid w:val="008075F0"/>
    <w:rsid w:val="00810C1B"/>
    <w:rsid w:val="0082062D"/>
    <w:rsid w:val="008303DA"/>
    <w:rsid w:val="00846CAE"/>
    <w:rsid w:val="0085148E"/>
    <w:rsid w:val="0085452F"/>
    <w:rsid w:val="008759C7"/>
    <w:rsid w:val="008A2039"/>
    <w:rsid w:val="008B510B"/>
    <w:rsid w:val="008C10AF"/>
    <w:rsid w:val="008C4E23"/>
    <w:rsid w:val="008E37FD"/>
    <w:rsid w:val="008E3EB3"/>
    <w:rsid w:val="008F129C"/>
    <w:rsid w:val="00921135"/>
    <w:rsid w:val="0093017C"/>
    <w:rsid w:val="00943A28"/>
    <w:rsid w:val="0094783F"/>
    <w:rsid w:val="00951B73"/>
    <w:rsid w:val="0097008E"/>
    <w:rsid w:val="00987094"/>
    <w:rsid w:val="009A41BA"/>
    <w:rsid w:val="009A4B93"/>
    <w:rsid w:val="009A601F"/>
    <w:rsid w:val="009C0467"/>
    <w:rsid w:val="009C10D2"/>
    <w:rsid w:val="00A22B47"/>
    <w:rsid w:val="00A26257"/>
    <w:rsid w:val="00A32663"/>
    <w:rsid w:val="00A47436"/>
    <w:rsid w:val="00A55387"/>
    <w:rsid w:val="00A5576F"/>
    <w:rsid w:val="00A55B1E"/>
    <w:rsid w:val="00A64218"/>
    <w:rsid w:val="00A66515"/>
    <w:rsid w:val="00A762F1"/>
    <w:rsid w:val="00A81D6A"/>
    <w:rsid w:val="00A81EA7"/>
    <w:rsid w:val="00A92218"/>
    <w:rsid w:val="00A936E9"/>
    <w:rsid w:val="00AA4934"/>
    <w:rsid w:val="00AA585B"/>
    <w:rsid w:val="00AA6260"/>
    <w:rsid w:val="00AC0173"/>
    <w:rsid w:val="00AD584C"/>
    <w:rsid w:val="00AF672D"/>
    <w:rsid w:val="00B0679E"/>
    <w:rsid w:val="00B076A3"/>
    <w:rsid w:val="00B2499C"/>
    <w:rsid w:val="00B30B9E"/>
    <w:rsid w:val="00B564AE"/>
    <w:rsid w:val="00B64867"/>
    <w:rsid w:val="00B674FD"/>
    <w:rsid w:val="00B712CF"/>
    <w:rsid w:val="00B87804"/>
    <w:rsid w:val="00B925F3"/>
    <w:rsid w:val="00B93A70"/>
    <w:rsid w:val="00B95938"/>
    <w:rsid w:val="00BA19BC"/>
    <w:rsid w:val="00BB07DD"/>
    <w:rsid w:val="00BF1A88"/>
    <w:rsid w:val="00BF4DAC"/>
    <w:rsid w:val="00BF6EA7"/>
    <w:rsid w:val="00C00C54"/>
    <w:rsid w:val="00C106D0"/>
    <w:rsid w:val="00C12152"/>
    <w:rsid w:val="00C1300E"/>
    <w:rsid w:val="00C14045"/>
    <w:rsid w:val="00C23CA1"/>
    <w:rsid w:val="00C50F01"/>
    <w:rsid w:val="00C5713A"/>
    <w:rsid w:val="00C741D5"/>
    <w:rsid w:val="00C74A2E"/>
    <w:rsid w:val="00C877BE"/>
    <w:rsid w:val="00C90CD8"/>
    <w:rsid w:val="00C95B1E"/>
    <w:rsid w:val="00CA05AF"/>
    <w:rsid w:val="00CA1DD0"/>
    <w:rsid w:val="00CA4AD5"/>
    <w:rsid w:val="00CB378D"/>
    <w:rsid w:val="00CC5C26"/>
    <w:rsid w:val="00CC5F39"/>
    <w:rsid w:val="00CD20AF"/>
    <w:rsid w:val="00D149F9"/>
    <w:rsid w:val="00D26EE7"/>
    <w:rsid w:val="00D3235B"/>
    <w:rsid w:val="00D35D04"/>
    <w:rsid w:val="00D367BC"/>
    <w:rsid w:val="00D418C3"/>
    <w:rsid w:val="00D45BCD"/>
    <w:rsid w:val="00D74DBA"/>
    <w:rsid w:val="00D932C1"/>
    <w:rsid w:val="00DA2188"/>
    <w:rsid w:val="00DA283F"/>
    <w:rsid w:val="00DA584D"/>
    <w:rsid w:val="00DB0E93"/>
    <w:rsid w:val="00DB1AC2"/>
    <w:rsid w:val="00DC0093"/>
    <w:rsid w:val="00DD7ED3"/>
    <w:rsid w:val="00E022CD"/>
    <w:rsid w:val="00E27F27"/>
    <w:rsid w:val="00E327DD"/>
    <w:rsid w:val="00E40046"/>
    <w:rsid w:val="00E44799"/>
    <w:rsid w:val="00E5665B"/>
    <w:rsid w:val="00E60A1C"/>
    <w:rsid w:val="00E637F8"/>
    <w:rsid w:val="00E74A24"/>
    <w:rsid w:val="00E97B9E"/>
    <w:rsid w:val="00EA65FB"/>
    <w:rsid w:val="00EB5223"/>
    <w:rsid w:val="00EB5586"/>
    <w:rsid w:val="00ED097F"/>
    <w:rsid w:val="00ED147F"/>
    <w:rsid w:val="00EE47B5"/>
    <w:rsid w:val="00EF18A8"/>
    <w:rsid w:val="00EF5F28"/>
    <w:rsid w:val="00F02AEB"/>
    <w:rsid w:val="00F131A7"/>
    <w:rsid w:val="00F131B5"/>
    <w:rsid w:val="00F13790"/>
    <w:rsid w:val="00F25C41"/>
    <w:rsid w:val="00F42905"/>
    <w:rsid w:val="00F44AE5"/>
    <w:rsid w:val="00F476C3"/>
    <w:rsid w:val="00F73AF1"/>
    <w:rsid w:val="00F73B73"/>
    <w:rsid w:val="00F91D80"/>
    <w:rsid w:val="00F92499"/>
    <w:rsid w:val="00F95CC8"/>
    <w:rsid w:val="00F96611"/>
    <w:rsid w:val="00F96AF1"/>
    <w:rsid w:val="00FB05BA"/>
    <w:rsid w:val="00FB49BD"/>
    <w:rsid w:val="00FC2BE6"/>
    <w:rsid w:val="00FC79BD"/>
    <w:rsid w:val="00FD2614"/>
    <w:rsid w:val="00FE4B1E"/>
    <w:rsid w:val="00FE4CCF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AF2E1"/>
  <w15:docId w15:val="{2EBCB202-C8EF-4968-AB8D-5CE924F9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0249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083216"/>
    <w:pPr>
      <w:keepNext/>
      <w:widowControl w:val="0"/>
      <w:overflowPunct w:val="0"/>
      <w:autoSpaceDE w:val="0"/>
      <w:autoSpaceDN w:val="0"/>
      <w:adjustRightInd w:val="0"/>
      <w:textAlignment w:val="baseline"/>
      <w:outlineLvl w:val="0"/>
    </w:pPr>
    <w:rPr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a4">
    <w:name w:val="footer"/>
    <w:basedOn w:val="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3">
    <w:name w:val="Body Text 3"/>
    <w:basedOn w:val="a"/>
    <w:rsid w:val="000832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a5">
    <w:name w:val="Hyperlink"/>
    <w:unhideWhenUsed/>
    <w:rsid w:val="00E327DD"/>
    <w:rPr>
      <w:color w:val="0000FF"/>
      <w:u w:val="single"/>
    </w:rPr>
  </w:style>
  <w:style w:type="character" w:styleId="a6">
    <w:name w:val="Strong"/>
    <w:basedOn w:val="a0"/>
    <w:uiPriority w:val="22"/>
    <w:qFormat/>
    <w:rsid w:val="005C68B8"/>
    <w:rPr>
      <w:b/>
      <w:bCs/>
    </w:rPr>
  </w:style>
  <w:style w:type="paragraph" w:customStyle="1" w:styleId="Default">
    <w:name w:val="Default"/>
    <w:rsid w:val="00FF732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85FE2"/>
    <w:rPr>
      <w:color w:val="605E5C"/>
      <w:shd w:val="clear" w:color="auto" w:fill="E1DFDD"/>
    </w:rPr>
  </w:style>
  <w:style w:type="paragraph" w:styleId="a7">
    <w:name w:val="Body Text"/>
    <w:basedOn w:val="a"/>
    <w:link w:val="a8"/>
    <w:semiHidden/>
    <w:unhideWhenUsed/>
    <w:rsid w:val="00532604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/>
    </w:rPr>
  </w:style>
  <w:style w:type="character" w:customStyle="1" w:styleId="a8">
    <w:name w:val="Основной текст Знак"/>
    <w:basedOn w:val="a0"/>
    <w:link w:val="a7"/>
    <w:semiHidden/>
    <w:rsid w:val="00532604"/>
    <w:rPr>
      <w:lang w:val="ru-RU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32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260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B93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stassija.potapova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majandus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\AppData\Local\Temp\LMA_KIRJAPLANK_U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76015-C59A-41A6-8212-CA644BC0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LMA_KIRJAPLANK_UUS</Template>
  <TotalTime>3</TotalTime>
  <Pages>1</Pages>
  <Words>104</Words>
  <Characters>604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Narva Linnavalitsus</Company>
  <LinksUpToDate>false</LinksUpToDate>
  <CharactersWithSpaces>707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</dc:creator>
  <cp:lastModifiedBy>Anastassija Potapova</cp:lastModifiedBy>
  <cp:revision>2</cp:revision>
  <cp:lastPrinted>2024-09-26T12:00:00Z</cp:lastPrinted>
  <dcterms:created xsi:type="dcterms:W3CDTF">2025-11-13T13:08:00Z</dcterms:created>
  <dcterms:modified xsi:type="dcterms:W3CDTF">2025-11-13T13:08:00Z</dcterms:modified>
</cp:coreProperties>
</file>