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1FB51B" w14:textId="77777777" w:rsidR="00582AAF" w:rsidRPr="00D54C89" w:rsidRDefault="00582AAF" w:rsidP="00582AAF"/>
    <w:p w14:paraId="0173BE54" w14:textId="77777777" w:rsidR="00EF4B38" w:rsidRPr="00604CA3" w:rsidRDefault="00EF4B38" w:rsidP="00582AAF"/>
    <w:p w14:paraId="5059571C" w14:textId="77777777" w:rsidR="006E51F4" w:rsidRPr="000164AA" w:rsidRDefault="006E51F4" w:rsidP="00582AAF"/>
    <w:p w14:paraId="0E6FA8AA" w14:textId="77777777" w:rsidR="006E51F4" w:rsidRPr="00486A2C" w:rsidRDefault="00943688" w:rsidP="00582AAF">
      <w:r w:rsidRPr="00486A2C">
        <w:t>Lp hr Riho Kuppart</w:t>
      </w:r>
    </w:p>
    <w:p w14:paraId="6CA63861" w14:textId="6CC5782C" w:rsidR="006E51F4" w:rsidRPr="000164AA" w:rsidRDefault="0059179D" w:rsidP="008629E7">
      <w:pPr>
        <w:ind w:left="5041" w:hanging="5041"/>
      </w:pPr>
      <w:sdt>
        <w:sdtPr>
          <w:alias w:val="Adressaadi asutuse nimi"/>
          <w:id w:val="739845267"/>
          <w:placeholder>
            <w:docPart w:val="068EC8EED359477A8ED60C7D0C563ABA"/>
          </w:placeholder>
          <w:dataBinding w:prefixMappings="xmlns:ns0='http://schemas.microsoft.com/office/2006/metadata/properties' xmlns:ns1='http://www.w3.org/2001/XMLSchema-instance' xmlns:ns2='http://schemas.microsoft.com/sharepoint/v3' " w:xpath="/ns0:properties[1]/documentManagement[1]/ns2:AddresseeCompanyName[1]" w:storeItemID="{6674CE82-63B7-4326-A109-B8CFDF89693A}"/>
          <w:text/>
        </w:sdtPr>
        <w:sdtEndPr/>
        <w:sdtContent>
          <w:r w:rsidR="00FF060B">
            <w:t>Siseministeerium</w:t>
          </w:r>
        </w:sdtContent>
      </w:sdt>
      <w:r w:rsidR="008629E7" w:rsidRPr="000164AA">
        <w:tab/>
      </w:r>
      <w:r w:rsidR="006E51F4" w:rsidRPr="000164AA">
        <w:t xml:space="preserve">Teie: </w:t>
      </w:r>
      <w:sdt>
        <w:sdtPr>
          <w:alias w:val="TEIE"/>
          <w:id w:val="739845275"/>
          <w:placeholder>
            <w:docPart w:val="D4B3EAE1B49F46F0A0C90E6B8252AB65"/>
          </w:placeholder>
          <w:dataBinding w:prefixMappings="xmlns:ns0='http://schemas.microsoft.com/office/2006/metadata/properties' xmlns:ns1='http://www.w3.org/2001/XMLSchema-instance' xmlns:ns2='http://schemas.microsoft.com/sharepoint/v3' " w:xpath="/ns0:properties[1]/documentManagement[1]/ns2:Ours[1]" w:storeItemID="{6674CE82-63B7-4326-A109-B8CFDF89693A}"/>
          <w:text/>
        </w:sdtPr>
        <w:sdtEndPr/>
        <w:sdtContent>
          <w:r w:rsidR="00943688">
            <w:t xml:space="preserve">20.05.2016 nr 7-5/21-2 </w:t>
          </w:r>
        </w:sdtContent>
      </w:sdt>
    </w:p>
    <w:sdt>
      <w:sdtPr>
        <w:alias w:val="Adressaadi aadress"/>
        <w:id w:val="739845269"/>
        <w:placeholder>
          <w:docPart w:val="E70D3F018C35488A87E0D4BDC77937AC"/>
        </w:placeholder>
        <w:dataBinding w:prefixMappings="xmlns:ns0='http://schemas.microsoft.com/office/2006/metadata/properties' xmlns:ns1='http://www.w3.org/2001/XMLSchema-instance' xmlns:ns2='http://schemas.microsoft.com/sharepoint/v3' " w:xpath="/ns0:properties[1]/documentManagement[1]/ns2:AddresseeAddress[1]" w:storeItemID="{6674CE82-63B7-4326-A109-B8CFDF89693A}"/>
        <w:text/>
      </w:sdtPr>
      <w:sdtEndPr/>
      <w:sdtContent>
        <w:p w14:paraId="3FCDCB0A" w14:textId="77777777" w:rsidR="006E51F4" w:rsidRPr="000164AA" w:rsidRDefault="00066514" w:rsidP="00582AAF">
          <w:r>
            <w:t>Pikk 61</w:t>
          </w:r>
        </w:p>
      </w:sdtContent>
    </w:sdt>
    <w:p w14:paraId="54F30464" w14:textId="5EA7B274" w:rsidR="00304577" w:rsidRPr="000164AA" w:rsidRDefault="0059179D" w:rsidP="006E51F4">
      <w:pPr>
        <w:ind w:left="5040" w:hanging="5040"/>
      </w:pPr>
      <w:sdt>
        <w:sdtPr>
          <w:alias w:val="Adressaadi indeks"/>
          <w:id w:val="739845271"/>
          <w:placeholder>
            <w:docPart w:val="1FD956ECEF5F44C592B2385CDCA37387"/>
          </w:placeholder>
          <w:dataBinding w:prefixMappings="xmlns:ns0='http://schemas.microsoft.com/office/2006/metadata/properties' xmlns:ns1='http://www.w3.org/2001/XMLSchema-instance' xmlns:ns2='http://schemas.microsoft.com/sharepoint/v3' " w:xpath="/ns0:properties[1]/documentManagement[1]/ns2:AddresseeCode[1]" w:storeItemID="{6674CE82-63B7-4326-A109-B8CFDF89693A}"/>
          <w:text/>
        </w:sdtPr>
        <w:sdtEndPr/>
        <w:sdtContent>
          <w:r w:rsidR="00066514">
            <w:t>15065</w:t>
          </w:r>
        </w:sdtContent>
      </w:sdt>
      <w:r w:rsidR="006E51F4" w:rsidRPr="000164AA">
        <w:t xml:space="preserve"> </w:t>
      </w:r>
      <w:sdt>
        <w:sdtPr>
          <w:alias w:val="Adressaadi linn"/>
          <w:id w:val="739845273"/>
          <w:placeholder>
            <w:docPart w:val="DC5AD7FA103B48C8986FC1C5C3B840B7"/>
          </w:placeholder>
          <w:dataBinding w:prefixMappings="xmlns:ns0='http://schemas.microsoft.com/office/2006/metadata/properties' xmlns:ns1='http://www.w3.org/2001/XMLSchema-instance' xmlns:ns2='http://schemas.microsoft.com/sharepoint/v3' " w:xpath="/ns0:properties[1]/documentManagement[1]/ns2:AddresseeFax[1]" w:storeItemID="{6674CE82-63B7-4326-A109-B8CFDF89693A}"/>
          <w:text/>
        </w:sdtPr>
        <w:sdtEndPr/>
        <w:sdtContent>
          <w:r w:rsidR="00486A2C">
            <w:t>TALLINN</w:t>
          </w:r>
        </w:sdtContent>
      </w:sdt>
      <w:r w:rsidR="00043D55" w:rsidRPr="000164AA">
        <w:tab/>
      </w:r>
      <w:r w:rsidR="006E51F4" w:rsidRPr="000164AA">
        <w:t xml:space="preserve">Meie: </w:t>
      </w:r>
      <w:sdt>
        <w:sdtPr>
          <w:alias w:val="Registreerimise kuupäev"/>
          <w:id w:val="739845277"/>
          <w:placeholder>
            <w:docPart w:val="38CACAE90506466CADB9FB06B2393EB1"/>
          </w:placeholder>
          <w:dataBinding w:prefixMappings="xmlns:ns0='http://schemas.microsoft.com/office/2006/metadata/properties' xmlns:ns1='http://www.w3.org/2001/XMLSchema-instance' xmlns:ns2='http://schemas.microsoft.com/sharepoint/v3' " w:xpath="/ns0:properties[1]/documentManagement[1]/ns2:RegistrationDate[1]" w:storeItemID="{6674CE82-63B7-4326-A109-B8CFDF89693A}"/>
          <w:date w:fullDate="2016-06-13T15:20:00Z">
            <w:dateFormat w:val="d.MM.yyyy"/>
            <w:lid w:val="et-EE"/>
            <w:storeMappedDataAs w:val="dateTime"/>
            <w:calendar w:val="gregorian"/>
          </w:date>
        </w:sdtPr>
        <w:sdtEndPr/>
        <w:sdtContent>
          <w:r w:rsidR="00486A2C">
            <w:t>13.06.2016</w:t>
          </w:r>
        </w:sdtContent>
      </w:sdt>
      <w:r w:rsidR="006E51F4" w:rsidRPr="000164AA">
        <w:t xml:space="preserve"> nr</w:t>
      </w:r>
      <w:r w:rsidR="00304577" w:rsidRPr="000164AA">
        <w:t xml:space="preserve"> </w:t>
      </w:r>
      <w:sdt>
        <w:sdtPr>
          <w:alias w:val="Dokumendi identifikaator"/>
          <w:id w:val="739845281"/>
          <w:placeholder>
            <w:docPart w:val="8DC81103397B416EB4DA5F0B8F2D3747"/>
          </w:placeholder>
          <w:dataBinding w:prefixMappings="xmlns:ns0='http://schemas.microsoft.com/office/2006/metadata/properties' xmlns:ns1='http://www.w3.org/2001/XMLSchema-instance' xmlns:ns2='http://schemas.microsoft.com/sharepoint/v3' " w:xpath="/ns0:properties[1]/documentManagement[1]/ns2:DocumentID[1]" w:storeItemID="{6674CE82-63B7-4326-A109-B8CFDF89693A}"/>
          <w:text/>
        </w:sdtPr>
        <w:sdtEndPr/>
        <w:sdtContent>
          <w:r w:rsidR="00486A2C">
            <w:t>313</w:t>
          </w:r>
        </w:sdtContent>
      </w:sdt>
    </w:p>
    <w:p w14:paraId="09FC4E4B" w14:textId="59F926EA" w:rsidR="006E51F4" w:rsidRPr="000164AA" w:rsidRDefault="0059179D" w:rsidP="006E51F4">
      <w:pPr>
        <w:ind w:left="5040" w:hanging="5040"/>
      </w:pPr>
      <w:sdt>
        <w:sdtPr>
          <w:alias w:val="Adressaadi e-post/isik"/>
          <w:id w:val="739845283"/>
          <w:placeholder>
            <w:docPart w:val="7F7B1110A115446FAE313D2638917F24"/>
          </w:placeholder>
          <w:dataBinding w:prefixMappings="xmlns:ns0='http://schemas.microsoft.com/office/2006/metadata/properties' xmlns:ns1='http://www.w3.org/2001/XMLSchema-instance' xmlns:ns2='http://schemas.microsoft.com/sharepoint/v3' " w:xpath="/ns0:properties[1]/documentManagement[1]/ns2:Adressaadiepostisik[1]" w:storeItemID="{6674CE82-63B7-4326-A109-B8CFDF89693A}"/>
          <w:text/>
        </w:sdtPr>
        <w:sdtEndPr/>
        <w:sdtContent>
          <w:r w:rsidR="00FF060B">
            <w:t>info@siseministeerium.ee</w:t>
          </w:r>
        </w:sdtContent>
      </w:sdt>
      <w:r w:rsidR="00043D55" w:rsidRPr="000164AA">
        <w:tab/>
      </w:r>
    </w:p>
    <w:p w14:paraId="2F543E2E" w14:textId="77777777" w:rsidR="006E51F4" w:rsidRPr="000164AA" w:rsidRDefault="006E51F4" w:rsidP="00100D55"/>
    <w:p w14:paraId="4DE2479F" w14:textId="77777777" w:rsidR="006E51F4" w:rsidRPr="000164AA" w:rsidRDefault="006E51F4" w:rsidP="00C927F6"/>
    <w:p w14:paraId="7CE28197" w14:textId="77777777" w:rsidR="006E51F4" w:rsidRPr="000164AA" w:rsidRDefault="006E51F4" w:rsidP="00C927F6"/>
    <w:p w14:paraId="18926E1A" w14:textId="77777777" w:rsidR="00994800" w:rsidRPr="000164AA" w:rsidRDefault="00994800" w:rsidP="00C927F6"/>
    <w:sdt>
      <w:sdtPr>
        <w:rPr>
          <w:b/>
        </w:rPr>
        <w:alias w:val="Tiitel"/>
        <w:tag w:val=""/>
        <w:id w:val="-1653977011"/>
        <w:placeholder>
          <w:docPart w:val="E0368EBAACA94421A6125E66FC69FF26"/>
        </w:placeholder>
        <w:dataBinding w:prefixMappings="xmlns:ns0='http://purl.org/dc/elements/1.1/' xmlns:ns1='http://schemas.openxmlformats.org/package/2006/metadata/core-properties' " w:xpath="/ns1:coreProperties[1]/ns0:title[1]" w:storeItemID="{6C3C8BC8-F283-45AE-878A-BAB7291924A1}"/>
        <w:text/>
      </w:sdtPr>
      <w:sdtEndPr/>
      <w:sdtContent>
        <w:p w14:paraId="449692D1" w14:textId="77777777" w:rsidR="006E51F4" w:rsidRPr="00943688" w:rsidRDefault="00066514" w:rsidP="00C927F6">
          <w:pPr>
            <w:rPr>
              <w:b/>
            </w:rPr>
          </w:pPr>
          <w:r>
            <w:rPr>
              <w:b/>
            </w:rPr>
            <w:t>Erika tn 3 kinnisvara arendus</w:t>
          </w:r>
        </w:p>
      </w:sdtContent>
    </w:sdt>
    <w:p w14:paraId="5F8B3EAE" w14:textId="77777777" w:rsidR="00943688" w:rsidRDefault="00943688" w:rsidP="00943688">
      <w:pPr>
        <w:spacing w:before="360" w:after="240"/>
        <w:jc w:val="both"/>
      </w:pPr>
      <w:r>
        <w:t>Esitame Teile Riigi Kinnisvara AS-i seisukoha aadressile Erika 3, Tallinn olemasoleva hoovimaja asemele Päästeameti haldushoone rajamise ning maa kasutusõiguse vormi kohta.</w:t>
      </w:r>
    </w:p>
    <w:p w14:paraId="7BF0827B" w14:textId="77777777" w:rsidR="00943688" w:rsidRDefault="00943688" w:rsidP="00943688">
      <w:pPr>
        <w:spacing w:before="240" w:after="240"/>
        <w:jc w:val="both"/>
      </w:pPr>
      <w:r>
        <w:t xml:space="preserve">Hoonestuse rajamiseks maa kasutusõiguse vormi osas nõustume Siseministeeriumi ettepanekuga sõlmida hoonestusõiguse leping, mille täpsemad tingimused selguvad lepingut ettevalmistavatel läbirääkimistel. </w:t>
      </w:r>
    </w:p>
    <w:p w14:paraId="54CAB0C1" w14:textId="77777777" w:rsidR="006E51F4" w:rsidRPr="000164AA" w:rsidRDefault="00943688" w:rsidP="00943688">
      <w:pPr>
        <w:spacing w:before="240" w:after="360"/>
        <w:jc w:val="both"/>
      </w:pPr>
      <w:r>
        <w:t xml:space="preserve">Hoonestuse rajamise tingimuste saamiseks tuleb pöörduda Tallinna Linnavalitsusse, mille järgselt selgub, kas soovitud mahtude rajamine on võimalik läbi projekteerimistingimuste väljastamise või detailplaneeringu menetlemise. Välisvahendite kasutamise ajalistest piirangutest tulenevalt on kindlasti eelistatum variant projekteerimistingimuste väljastamine, sest detailplaneeringu menetlemine võib kesta mitu aastat.  </w:t>
      </w:r>
    </w:p>
    <w:p w14:paraId="778AA8D9" w14:textId="77777777" w:rsidR="0059179D" w:rsidRDefault="0059179D" w:rsidP="00C927F6"/>
    <w:p w14:paraId="7EEBB08E" w14:textId="77777777" w:rsidR="006E51F4" w:rsidRPr="00043D55" w:rsidRDefault="006E51F4" w:rsidP="00C927F6">
      <w:r w:rsidRPr="00043D55">
        <w:t>Lugupidamisega</w:t>
      </w:r>
    </w:p>
    <w:p w14:paraId="32E12CA0" w14:textId="77777777" w:rsidR="006E51F4" w:rsidRDefault="006E51F4" w:rsidP="00C927F6"/>
    <w:p w14:paraId="0379C57A" w14:textId="77777777" w:rsidR="001A1F34" w:rsidRPr="00BC1D73" w:rsidRDefault="001A1F34" w:rsidP="001A1F34">
      <w:pPr>
        <w:rPr>
          <w:i/>
        </w:rPr>
      </w:pPr>
      <w:r w:rsidRPr="00BC1D73">
        <w:rPr>
          <w:i/>
        </w:rPr>
        <w:t>Allkirjastatud digitaalselt</w:t>
      </w:r>
    </w:p>
    <w:p w14:paraId="71999A81" w14:textId="77777777" w:rsidR="001A1F34" w:rsidRPr="000164AA" w:rsidRDefault="001A1F34" w:rsidP="00C927F6"/>
    <w:sdt>
      <w:sdtPr>
        <w:alias w:val="Allkirjastaja"/>
        <w:id w:val="739845295"/>
        <w:lock w:val="contentLocked"/>
        <w:placeholder>
          <w:docPart w:val="EEBC415B36894E9585E2CE96A37B194F"/>
        </w:placeholder>
        <w:dataBinding w:prefixMappings="xmlns:ns0='http://schemas.microsoft.com/office/2006/metadata/properties' xmlns:ns1='http://www.w3.org/2001/XMLSchema-instance' xmlns:ns2='http://schemas.microsoft.com/sharepoint/v3' " w:xpath="/ns0:properties[1]/documentManagement[1]/ns2:Signer[1]/ns2:UserInfo[1]/ns2:DisplayName[1]" w:storeItemID="{6674CE82-63B7-4326-A109-B8CFDF89693A}"/>
        <w:text/>
      </w:sdtPr>
      <w:sdtEndPr/>
      <w:sdtContent>
        <w:p w14:paraId="40E0671D" w14:textId="77777777" w:rsidR="006E51F4" w:rsidRPr="000164AA" w:rsidRDefault="00943688" w:rsidP="00C927F6">
          <w:pPr>
            <w:ind w:left="-142" w:firstLine="142"/>
          </w:pPr>
          <w:r>
            <w:t>Lauri Preimann</w:t>
          </w:r>
        </w:p>
      </w:sdtContent>
    </w:sdt>
    <w:sdt>
      <w:sdtPr>
        <w:alias w:val="Allkirjastaja ametinimetus"/>
        <w:id w:val="739845298"/>
        <w:placeholder>
          <w:docPart w:val="F7B8B606C76E420BB452780F834E1BD1"/>
        </w:placeholder>
        <w:dataBinding w:prefixMappings="xmlns:ns0='http://schemas.microsoft.com/office/2006/metadata/properties' xmlns:ns1='http://www.w3.org/2001/XMLSchema-instance' xmlns:ns2='http://schemas.microsoft.com/sharepoint/v3' " w:xpath="/ns0:properties[1]/documentManagement[1]/ns2:Allkirjastajaametinimetus[1]" w:storeItemID="{6674CE82-63B7-4326-A109-B8CFDF89693A}"/>
        <w:text/>
      </w:sdtPr>
      <w:sdtEndPr/>
      <w:sdtContent>
        <w:p w14:paraId="7BE0908F" w14:textId="77777777" w:rsidR="006E51F4" w:rsidRDefault="00943688" w:rsidP="00C927F6">
          <w:r>
            <w:t>Kliendihaldur</w:t>
          </w:r>
        </w:p>
      </w:sdtContent>
    </w:sdt>
    <w:p w14:paraId="7116B3A9" w14:textId="77777777" w:rsidR="00943688" w:rsidRDefault="00943688" w:rsidP="00C927F6">
      <w:r>
        <w:t>Riigi Kinnisvara AS</w:t>
      </w:r>
    </w:p>
    <w:p w14:paraId="0EF74206" w14:textId="77777777" w:rsidR="00943688" w:rsidRDefault="00943688" w:rsidP="00C927F6">
      <w:r>
        <w:t>Tel: 606 3439</w:t>
      </w:r>
    </w:p>
    <w:p w14:paraId="3EAC9BC0" w14:textId="09697475" w:rsidR="00943688" w:rsidRDefault="00943688" w:rsidP="00C927F6">
      <w:r>
        <w:t xml:space="preserve">E-post: </w:t>
      </w:r>
      <w:r w:rsidR="00FF060B" w:rsidRPr="00FF060B">
        <w:t>lauri.preimann@rkas.ee</w:t>
      </w:r>
    </w:p>
    <w:p w14:paraId="7EDFD7BB" w14:textId="77777777" w:rsidR="00943688" w:rsidRDefault="00943688" w:rsidP="00C927F6"/>
    <w:p w14:paraId="6C642FF8" w14:textId="77777777" w:rsidR="00066514" w:rsidRDefault="00066514" w:rsidP="00C927F6"/>
    <w:p w14:paraId="5A9133DB" w14:textId="594993D8" w:rsidR="00943688" w:rsidRPr="000164AA" w:rsidRDefault="00943688" w:rsidP="00C927F6">
      <w:r>
        <w:t>Teadmiseks:</w:t>
      </w:r>
      <w:r>
        <w:tab/>
        <w:t>Päästeamet</w:t>
      </w:r>
      <w:r w:rsidR="00FF060B">
        <w:t xml:space="preserve">, </w:t>
      </w:r>
      <w:r w:rsidR="00FF060B" w:rsidRPr="00FF060B">
        <w:t>rescue@rescue.ee</w:t>
      </w:r>
    </w:p>
    <w:sectPr w:rsidR="00943688" w:rsidRPr="000164AA" w:rsidSect="00CE2D59">
      <w:headerReference w:type="default" r:id="rId10"/>
      <w:footerReference w:type="default" r:id="rId11"/>
      <w:headerReference w:type="first" r:id="rId12"/>
      <w:footerReference w:type="first" r:id="rId13"/>
      <w:pgSz w:w="12240" w:h="15840" w:code="1"/>
      <w:pgMar w:top="1418" w:right="851" w:bottom="964" w:left="1701" w:header="68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5CF330" w14:textId="77777777" w:rsidR="00943688" w:rsidRDefault="00943688">
      <w:r>
        <w:separator/>
      </w:r>
    </w:p>
  </w:endnote>
  <w:endnote w:type="continuationSeparator" w:id="0">
    <w:p w14:paraId="62411809" w14:textId="77777777" w:rsidR="00943688" w:rsidRDefault="00943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1420310"/>
      <w:docPartObj>
        <w:docPartGallery w:val="Page Numbers (Bottom of Page)"/>
        <w:docPartUnique/>
      </w:docPartObj>
    </w:sdtPr>
    <w:sdtEndPr/>
    <w:sdtContent>
      <w:sdt>
        <w:sdtPr>
          <w:id w:val="371033747"/>
          <w:docPartObj>
            <w:docPartGallery w:val="Page Numbers (Top of Page)"/>
            <w:docPartUnique/>
          </w:docPartObj>
        </w:sdtPr>
        <w:sdtEndPr/>
        <w:sdtContent>
          <w:p w14:paraId="6E185C40" w14:textId="77777777" w:rsidR="00AA4576" w:rsidRDefault="00AA4576">
            <w:pPr>
              <w:pStyle w:val="Jalus"/>
              <w:jc w:val="right"/>
            </w:pPr>
            <w:r w:rsidRPr="00E2607F">
              <w:t xml:space="preserve">Lk </w:t>
            </w:r>
            <w:r>
              <w:fldChar w:fldCharType="begin"/>
            </w:r>
            <w:r>
              <w:instrText>PAGE</w:instrText>
            </w:r>
            <w:r>
              <w:fldChar w:fldCharType="separate"/>
            </w:r>
            <w:r w:rsidR="00943688">
              <w:rPr>
                <w:noProof/>
              </w:rPr>
              <w:t>2</w:t>
            </w:r>
            <w:r>
              <w:rPr>
                <w:noProof/>
              </w:rPr>
              <w:fldChar w:fldCharType="end"/>
            </w:r>
            <w:r w:rsidRPr="00E2607F">
              <w:t xml:space="preserve"> / </w:t>
            </w:r>
            <w:r>
              <w:fldChar w:fldCharType="begin"/>
            </w:r>
            <w:r>
              <w:instrText>NUMPAGES</w:instrText>
            </w:r>
            <w:r>
              <w:fldChar w:fldCharType="separate"/>
            </w:r>
            <w:r w:rsidR="00943688">
              <w:rPr>
                <w:noProof/>
              </w:rPr>
              <w:t>2</w:t>
            </w:r>
            <w:r>
              <w:rPr>
                <w:noProof/>
              </w:rPr>
              <w:fldChar w:fldCharType="end"/>
            </w:r>
          </w:p>
        </w:sdtContent>
      </w:sdt>
    </w:sdtContent>
  </w:sdt>
  <w:p w14:paraId="3797F79D" w14:textId="77777777" w:rsidR="00AA4576" w:rsidRPr="004F6039" w:rsidRDefault="00AA4576" w:rsidP="004F6039">
    <w:pPr>
      <w:pStyle w:val="Jalus"/>
      <w:rPr>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EC36B" w14:textId="77777777" w:rsidR="00AA4576" w:rsidRDefault="00AA4576" w:rsidP="00354B6D">
    <w:pPr>
      <w:ind w:left="-142"/>
    </w:pPr>
    <w:r>
      <w:rPr>
        <w:noProof/>
        <w:color w:val="00416A"/>
        <w:sz w:val="20"/>
        <w:szCs w:val="20"/>
        <w:lang w:eastAsia="et-EE"/>
      </w:rPr>
      <mc:AlternateContent>
        <mc:Choice Requires="wps">
          <w:drawing>
            <wp:anchor distT="0" distB="0" distL="114300" distR="114300" simplePos="0" relativeHeight="251660288" behindDoc="0" locked="0" layoutInCell="1" allowOverlap="1" wp14:anchorId="0BEB6D27" wp14:editId="61C726D1">
              <wp:simplePos x="0" y="0"/>
              <wp:positionH relativeFrom="column">
                <wp:posOffset>-165735</wp:posOffset>
              </wp:positionH>
              <wp:positionV relativeFrom="paragraph">
                <wp:posOffset>105410</wp:posOffset>
              </wp:positionV>
              <wp:extent cx="6324600" cy="635"/>
              <wp:effectExtent l="5715" t="10160" r="13335" b="825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4600" cy="635"/>
                      </a:xfrm>
                      <a:prstGeom prst="straightConnector1">
                        <a:avLst/>
                      </a:prstGeom>
                      <a:noFill/>
                      <a:ln w="9525">
                        <a:solidFill>
                          <a:srgbClr val="00416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AA581C" id="_x0000_t32" coordsize="21600,21600" o:spt="32" o:oned="t" path="m,l21600,21600e" filled="f">
              <v:path arrowok="t" fillok="f" o:connecttype="none"/>
              <o:lock v:ext="edit" shapetype="t"/>
            </v:shapetype>
            <v:shape id="AutoShape 8" o:spid="_x0000_s1026" type="#_x0000_t32" style="position:absolute;margin-left:-13.05pt;margin-top:8.3pt;width:498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" strokecolor="#00416a"/>
          </w:pict>
        </mc:Fallback>
      </mc:AlternateContent>
    </w:r>
  </w:p>
  <w:tbl>
    <w:tblPr>
      <w:tblStyle w:val="Kontuurtabel"/>
      <w:tblW w:w="1011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1"/>
      <w:gridCol w:w="2834"/>
      <w:gridCol w:w="2236"/>
      <w:gridCol w:w="3251"/>
    </w:tblGrid>
    <w:tr w:rsidR="00AA4576" w14:paraId="77332A1D" w14:textId="77777777" w:rsidTr="00354B6D">
      <w:trPr>
        <w:trHeight w:val="1335"/>
      </w:trPr>
      <w:tc>
        <w:tcPr>
          <w:tcW w:w="1809" w:type="dxa"/>
        </w:tcPr>
        <w:p w14:paraId="179BB2F8" w14:textId="77777777" w:rsidR="00AA4576" w:rsidRPr="00C75150" w:rsidRDefault="00AA4576" w:rsidP="00AA4576">
          <w:pPr>
            <w:pStyle w:val="Jalus"/>
            <w:rPr>
              <w:color w:val="00416A"/>
              <w:sz w:val="20"/>
              <w:szCs w:val="20"/>
            </w:rPr>
          </w:pPr>
          <w:r>
            <w:rPr>
              <w:color w:val="00416A"/>
              <w:sz w:val="20"/>
              <w:szCs w:val="20"/>
            </w:rPr>
            <w:t>Lelle 24</w:t>
          </w:r>
        </w:p>
        <w:p w14:paraId="4B2D986E" w14:textId="77777777" w:rsidR="00AA4576" w:rsidRPr="00C75150" w:rsidRDefault="00AA4576" w:rsidP="00354B6D">
          <w:pPr>
            <w:rPr>
              <w:color w:val="00416A"/>
              <w:sz w:val="20"/>
              <w:szCs w:val="20"/>
            </w:rPr>
          </w:pPr>
          <w:r>
            <w:rPr>
              <w:color w:val="00416A"/>
              <w:sz w:val="20"/>
              <w:szCs w:val="20"/>
            </w:rPr>
            <w:t xml:space="preserve">11318 </w:t>
          </w:r>
          <w:r w:rsidRPr="00C75150">
            <w:rPr>
              <w:color w:val="00416A"/>
              <w:sz w:val="20"/>
              <w:szCs w:val="20"/>
            </w:rPr>
            <w:t>TALLINN</w:t>
          </w:r>
        </w:p>
        <w:p w14:paraId="2F3D809D" w14:textId="77777777" w:rsidR="00AA4576" w:rsidRPr="00C75150" w:rsidRDefault="00AA4576" w:rsidP="00AA4576">
          <w:pPr>
            <w:rPr>
              <w:color w:val="00416A"/>
              <w:sz w:val="20"/>
              <w:szCs w:val="20"/>
            </w:rPr>
          </w:pPr>
          <w:r>
            <w:rPr>
              <w:color w:val="00416A"/>
              <w:sz w:val="20"/>
              <w:szCs w:val="20"/>
            </w:rPr>
            <w:t>Reg</w:t>
          </w:r>
          <w:r w:rsidRPr="00C75150">
            <w:rPr>
              <w:color w:val="00416A"/>
              <w:sz w:val="20"/>
              <w:szCs w:val="20"/>
            </w:rPr>
            <w:t xml:space="preserve"> </w:t>
          </w:r>
          <w:r>
            <w:rPr>
              <w:color w:val="00416A"/>
              <w:sz w:val="20"/>
              <w:szCs w:val="20"/>
            </w:rPr>
            <w:t>n</w:t>
          </w:r>
          <w:r w:rsidRPr="00C75150">
            <w:rPr>
              <w:color w:val="00416A"/>
              <w:sz w:val="20"/>
              <w:szCs w:val="20"/>
            </w:rPr>
            <w:t>r 10788733</w:t>
          </w:r>
        </w:p>
        <w:p w14:paraId="657BD9E7" w14:textId="77777777" w:rsidR="00AA4576" w:rsidRPr="00C75150" w:rsidRDefault="00AA4576" w:rsidP="00AA4576">
          <w:pPr>
            <w:rPr>
              <w:color w:val="00416A"/>
              <w:sz w:val="20"/>
              <w:szCs w:val="20"/>
            </w:rPr>
          </w:pPr>
        </w:p>
      </w:tc>
      <w:tc>
        <w:tcPr>
          <w:tcW w:w="2870" w:type="dxa"/>
        </w:tcPr>
        <w:p w14:paraId="5B636F13" w14:textId="77777777" w:rsidR="00AA4576" w:rsidRPr="00C75150" w:rsidRDefault="00AA4576" w:rsidP="00AA4576">
          <w:pPr>
            <w:rPr>
              <w:color w:val="00416A"/>
              <w:sz w:val="20"/>
              <w:szCs w:val="20"/>
            </w:rPr>
          </w:pPr>
          <w:r w:rsidRPr="00C75150">
            <w:rPr>
              <w:color w:val="00416A"/>
              <w:sz w:val="20"/>
              <w:szCs w:val="20"/>
            </w:rPr>
            <w:t>Tel :     +372 606 3400</w:t>
          </w:r>
        </w:p>
        <w:p w14:paraId="10A904EC" w14:textId="77777777" w:rsidR="00AA4576" w:rsidRPr="00C75150" w:rsidRDefault="00AA4576" w:rsidP="00950A8C">
          <w:pPr>
            <w:ind w:left="-50" w:firstLine="50"/>
            <w:rPr>
              <w:color w:val="00416A"/>
              <w:sz w:val="20"/>
              <w:szCs w:val="20"/>
            </w:rPr>
          </w:pPr>
          <w:r w:rsidRPr="00C75150">
            <w:rPr>
              <w:color w:val="00416A"/>
              <w:sz w:val="20"/>
              <w:szCs w:val="20"/>
            </w:rPr>
            <w:t>Faks:    +372 606 3401</w:t>
          </w:r>
        </w:p>
        <w:p w14:paraId="3F2E7D1E" w14:textId="77777777" w:rsidR="00AA4576" w:rsidRPr="00C75150" w:rsidRDefault="00AA4576" w:rsidP="00AA4576">
          <w:pPr>
            <w:rPr>
              <w:color w:val="00416A"/>
              <w:sz w:val="20"/>
              <w:szCs w:val="20"/>
            </w:rPr>
          </w:pPr>
          <w:r w:rsidRPr="00C75150">
            <w:rPr>
              <w:color w:val="00416A"/>
              <w:sz w:val="20"/>
              <w:szCs w:val="20"/>
            </w:rPr>
            <w:t xml:space="preserve">E-post: </w:t>
          </w:r>
          <w:hyperlink r:id="rId1" w:history="1">
            <w:r w:rsidRPr="00C75150">
              <w:rPr>
                <w:rStyle w:val="Hperlink"/>
                <w:color w:val="00416A"/>
                <w:sz w:val="20"/>
                <w:szCs w:val="20"/>
              </w:rPr>
              <w:t>info@rkas.ee</w:t>
            </w:r>
          </w:hyperlink>
          <w:r>
            <w:t xml:space="preserve"> </w:t>
          </w:r>
          <w:r w:rsidRPr="00C75150">
            <w:rPr>
              <w:color w:val="00416A"/>
              <w:sz w:val="20"/>
              <w:szCs w:val="20"/>
            </w:rPr>
            <w:t>www.rkas.ee</w:t>
          </w:r>
        </w:p>
      </w:tc>
      <w:tc>
        <w:tcPr>
          <w:tcW w:w="2181" w:type="dxa"/>
        </w:tcPr>
        <w:p w14:paraId="7582C841" w14:textId="77777777" w:rsidR="004B5621" w:rsidRPr="004B5621" w:rsidRDefault="004B5621" w:rsidP="004B5621">
          <w:pPr>
            <w:rPr>
              <w:color w:val="00416A"/>
              <w:sz w:val="20"/>
              <w:szCs w:val="20"/>
            </w:rPr>
          </w:pPr>
          <w:r w:rsidRPr="004B5621">
            <w:rPr>
              <w:color w:val="00416A"/>
              <w:sz w:val="20"/>
              <w:szCs w:val="20"/>
            </w:rPr>
            <w:t>SWEDBANK EE892200221017592018</w:t>
          </w:r>
        </w:p>
        <w:p w14:paraId="35495615" w14:textId="77777777" w:rsidR="00AA4576" w:rsidRDefault="00AA4576" w:rsidP="00354B6D">
          <w:pPr>
            <w:rPr>
              <w:color w:val="00416A"/>
              <w:sz w:val="20"/>
              <w:szCs w:val="20"/>
            </w:rPr>
          </w:pPr>
          <w:r w:rsidRPr="00C75150">
            <w:rPr>
              <w:color w:val="00416A"/>
              <w:sz w:val="20"/>
              <w:szCs w:val="20"/>
            </w:rPr>
            <w:t>KMKR nr: EE100708707</w:t>
          </w:r>
        </w:p>
        <w:p w14:paraId="59782FD4" w14:textId="77777777" w:rsidR="00AA4576" w:rsidRPr="00C75150" w:rsidRDefault="00AA4576" w:rsidP="00AA4576">
          <w:pPr>
            <w:ind w:left="318" w:hanging="318"/>
            <w:rPr>
              <w:color w:val="00416A"/>
              <w:sz w:val="20"/>
              <w:szCs w:val="20"/>
            </w:rPr>
          </w:pPr>
        </w:p>
      </w:tc>
      <w:tc>
        <w:tcPr>
          <w:tcW w:w="3252" w:type="dxa"/>
        </w:tcPr>
        <w:p w14:paraId="72CFCDCD" w14:textId="77777777" w:rsidR="00AA4576" w:rsidRDefault="00AA4576" w:rsidP="00AA4576">
          <w:pPr>
            <w:ind w:left="-264" w:firstLine="264"/>
            <w:rPr>
              <w:color w:val="00416A"/>
              <w:sz w:val="20"/>
              <w:szCs w:val="20"/>
            </w:rPr>
          </w:pPr>
          <w:r>
            <w:rPr>
              <w:noProof/>
              <w:color w:val="00416A"/>
              <w:sz w:val="20"/>
              <w:szCs w:val="20"/>
              <w:lang w:eastAsia="et-EE"/>
            </w:rPr>
            <w:drawing>
              <wp:inline distT="0" distB="0" distL="0" distR="0" wp14:anchorId="3028FBDD" wp14:editId="2F532241">
                <wp:extent cx="1876425" cy="426460"/>
                <wp:effectExtent l="19050" t="0" r="9525" b="0"/>
                <wp:docPr id="3" name="Pilt 3" descr="C:\Documents and Settings\ragnarl\Desktop\Metro Sertlogo_ISO 9001_14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ragnarl\Desktop\Metro Sertlogo_ISO 9001_14001.jpg"/>
                        <pic:cNvPicPr>
                          <a:picLocks noChangeAspect="1" noChangeArrowheads="1"/>
                        </pic:cNvPicPr>
                      </pic:nvPicPr>
                      <pic:blipFill>
                        <a:blip r:embed="rId2"/>
                        <a:srcRect/>
                        <a:stretch>
                          <a:fillRect/>
                        </a:stretch>
                      </pic:blipFill>
                      <pic:spPr bwMode="auto">
                        <a:xfrm>
                          <a:off x="0" y="0"/>
                          <a:ext cx="1876425" cy="426460"/>
                        </a:xfrm>
                        <a:prstGeom prst="rect">
                          <a:avLst/>
                        </a:prstGeom>
                        <a:noFill/>
                        <a:ln w="9525">
                          <a:noFill/>
                          <a:miter lim="800000"/>
                          <a:headEnd/>
                          <a:tailEnd/>
                        </a:ln>
                      </pic:spPr>
                    </pic:pic>
                  </a:graphicData>
                </a:graphic>
              </wp:inline>
            </w:drawing>
          </w:r>
        </w:p>
        <w:p w14:paraId="29171FFE" w14:textId="77777777" w:rsidR="00AA4576" w:rsidRPr="00C75150" w:rsidRDefault="00AA4576" w:rsidP="00AA4576">
          <w:pPr>
            <w:rPr>
              <w:color w:val="00416A"/>
              <w:sz w:val="20"/>
              <w:szCs w:val="20"/>
            </w:rPr>
          </w:pPr>
        </w:p>
      </w:tc>
    </w:tr>
  </w:tbl>
  <w:p w14:paraId="00E38862" w14:textId="77777777" w:rsidR="00AA4576" w:rsidRPr="00740FD2" w:rsidRDefault="00AA4576" w:rsidP="00740FD2">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A780A2" w14:textId="77777777" w:rsidR="00943688" w:rsidRDefault="00943688">
      <w:r>
        <w:separator/>
      </w:r>
    </w:p>
  </w:footnote>
  <w:footnote w:type="continuationSeparator" w:id="0">
    <w:p w14:paraId="1B4DC4A6" w14:textId="77777777" w:rsidR="00943688" w:rsidRDefault="009436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9C877" w14:textId="77777777" w:rsidR="00AA4576" w:rsidRDefault="00AA4576" w:rsidP="00AF4E8B">
    <w:pPr>
      <w:pStyle w:val="Pis"/>
      <w:tabs>
        <w:tab w:val="right" w:pos="9688"/>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56C18" w14:textId="77777777" w:rsidR="00AA4576" w:rsidRDefault="00AA4576" w:rsidP="004F6039">
    <w:pPr>
      <w:pStyle w:val="Pis"/>
      <w:tabs>
        <w:tab w:val="right" w:pos="9688"/>
      </w:tabs>
      <w:jc w:val="right"/>
    </w:pPr>
    <w:r>
      <w:object w:dxaOrig="6412" w:dyaOrig="590" w14:anchorId="45CE06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2pt;height:21.6pt" o:ole="">
          <v:imagedata r:id="rId1" o:title=""/>
        </v:shape>
        <o:OLEObject Type="Embed" ProgID="CorelDRAW.Graphic.12" ShapeID="_x0000_i1025" DrawAspect="Content" ObjectID="_1527336556" r:id="rId2"/>
      </w:object>
    </w:r>
  </w:p>
  <w:p w14:paraId="5CA0D6B8" w14:textId="77777777" w:rsidR="00AA4576" w:rsidRDefault="00AA4576">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688"/>
    <w:rsid w:val="00001481"/>
    <w:rsid w:val="0001195F"/>
    <w:rsid w:val="000164AA"/>
    <w:rsid w:val="00043D55"/>
    <w:rsid w:val="000605C8"/>
    <w:rsid w:val="00066514"/>
    <w:rsid w:val="00097C36"/>
    <w:rsid w:val="000C4C89"/>
    <w:rsid w:val="00100D55"/>
    <w:rsid w:val="00102786"/>
    <w:rsid w:val="00111AF0"/>
    <w:rsid w:val="00125482"/>
    <w:rsid w:val="00127D63"/>
    <w:rsid w:val="00150C36"/>
    <w:rsid w:val="0017540E"/>
    <w:rsid w:val="001961E4"/>
    <w:rsid w:val="001A1F34"/>
    <w:rsid w:val="001B35E6"/>
    <w:rsid w:val="001B393D"/>
    <w:rsid w:val="001B6E38"/>
    <w:rsid w:val="0021459E"/>
    <w:rsid w:val="00226CB7"/>
    <w:rsid w:val="00227EA2"/>
    <w:rsid w:val="00255F2A"/>
    <w:rsid w:val="00290D27"/>
    <w:rsid w:val="00291A97"/>
    <w:rsid w:val="002B7494"/>
    <w:rsid w:val="002C0E3B"/>
    <w:rsid w:val="002D5F8B"/>
    <w:rsid w:val="002E6B6B"/>
    <w:rsid w:val="00300CF6"/>
    <w:rsid w:val="003034EA"/>
    <w:rsid w:val="00304577"/>
    <w:rsid w:val="003247D8"/>
    <w:rsid w:val="00350796"/>
    <w:rsid w:val="00353444"/>
    <w:rsid w:val="00354B6D"/>
    <w:rsid w:val="003715C3"/>
    <w:rsid w:val="0039363C"/>
    <w:rsid w:val="003E1D67"/>
    <w:rsid w:val="003E63CE"/>
    <w:rsid w:val="004139A7"/>
    <w:rsid w:val="00447F17"/>
    <w:rsid w:val="00477EB3"/>
    <w:rsid w:val="00486A2C"/>
    <w:rsid w:val="004943BA"/>
    <w:rsid w:val="004B5621"/>
    <w:rsid w:val="004F6039"/>
    <w:rsid w:val="0050705A"/>
    <w:rsid w:val="00512C04"/>
    <w:rsid w:val="00522B44"/>
    <w:rsid w:val="00530208"/>
    <w:rsid w:val="005609EF"/>
    <w:rsid w:val="00572345"/>
    <w:rsid w:val="00574CCC"/>
    <w:rsid w:val="00576CE9"/>
    <w:rsid w:val="00582AAF"/>
    <w:rsid w:val="00587AC0"/>
    <w:rsid w:val="0059179D"/>
    <w:rsid w:val="005C15EC"/>
    <w:rsid w:val="005F0240"/>
    <w:rsid w:val="00600949"/>
    <w:rsid w:val="00604CA3"/>
    <w:rsid w:val="00613397"/>
    <w:rsid w:val="00620BC3"/>
    <w:rsid w:val="00620CA0"/>
    <w:rsid w:val="00643234"/>
    <w:rsid w:val="00656FD5"/>
    <w:rsid w:val="00686315"/>
    <w:rsid w:val="00696FC0"/>
    <w:rsid w:val="006C1855"/>
    <w:rsid w:val="006D7E14"/>
    <w:rsid w:val="006E1661"/>
    <w:rsid w:val="006E51F4"/>
    <w:rsid w:val="006F1209"/>
    <w:rsid w:val="007128F2"/>
    <w:rsid w:val="007260F7"/>
    <w:rsid w:val="00740FD2"/>
    <w:rsid w:val="007956F1"/>
    <w:rsid w:val="007B5DDF"/>
    <w:rsid w:val="007E2255"/>
    <w:rsid w:val="007F734A"/>
    <w:rsid w:val="008629E7"/>
    <w:rsid w:val="00883FD6"/>
    <w:rsid w:val="008A1FA8"/>
    <w:rsid w:val="008C1AEA"/>
    <w:rsid w:val="008E1830"/>
    <w:rsid w:val="009162AF"/>
    <w:rsid w:val="0092797B"/>
    <w:rsid w:val="00927CCB"/>
    <w:rsid w:val="009342B5"/>
    <w:rsid w:val="00943688"/>
    <w:rsid w:val="00950A8C"/>
    <w:rsid w:val="00961B32"/>
    <w:rsid w:val="00976472"/>
    <w:rsid w:val="00994800"/>
    <w:rsid w:val="009C213D"/>
    <w:rsid w:val="00A265FA"/>
    <w:rsid w:val="00A362CB"/>
    <w:rsid w:val="00A419F3"/>
    <w:rsid w:val="00AA4576"/>
    <w:rsid w:val="00AA5241"/>
    <w:rsid w:val="00AC02D9"/>
    <w:rsid w:val="00AC4196"/>
    <w:rsid w:val="00AF39FB"/>
    <w:rsid w:val="00AF4E8B"/>
    <w:rsid w:val="00B0621D"/>
    <w:rsid w:val="00B40491"/>
    <w:rsid w:val="00B5293B"/>
    <w:rsid w:val="00B55C34"/>
    <w:rsid w:val="00B563C3"/>
    <w:rsid w:val="00B6717A"/>
    <w:rsid w:val="00BC1D73"/>
    <w:rsid w:val="00C04B40"/>
    <w:rsid w:val="00C15E64"/>
    <w:rsid w:val="00C57D09"/>
    <w:rsid w:val="00C637D2"/>
    <w:rsid w:val="00C927F6"/>
    <w:rsid w:val="00C941D4"/>
    <w:rsid w:val="00CC56FE"/>
    <w:rsid w:val="00CE2D59"/>
    <w:rsid w:val="00D01597"/>
    <w:rsid w:val="00D35A37"/>
    <w:rsid w:val="00D54C89"/>
    <w:rsid w:val="00D921AD"/>
    <w:rsid w:val="00DA4959"/>
    <w:rsid w:val="00DC24C4"/>
    <w:rsid w:val="00DD3750"/>
    <w:rsid w:val="00DF3CCC"/>
    <w:rsid w:val="00E07AF6"/>
    <w:rsid w:val="00E15CE3"/>
    <w:rsid w:val="00E216BE"/>
    <w:rsid w:val="00E2521B"/>
    <w:rsid w:val="00E2607F"/>
    <w:rsid w:val="00E501C6"/>
    <w:rsid w:val="00E65A5D"/>
    <w:rsid w:val="00E76D7A"/>
    <w:rsid w:val="00E828BE"/>
    <w:rsid w:val="00EB467A"/>
    <w:rsid w:val="00EF4B38"/>
    <w:rsid w:val="00EF734C"/>
    <w:rsid w:val="00F30469"/>
    <w:rsid w:val="00F5278A"/>
    <w:rsid w:val="00F77567"/>
    <w:rsid w:val="00FC4D81"/>
    <w:rsid w:val="00FD0D69"/>
    <w:rsid w:val="00FE10C9"/>
    <w:rsid w:val="00FF060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14:docId w14:val="33000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0605C8"/>
    <w:rPr>
      <w:sz w:val="24"/>
      <w:szCs w:val="24"/>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7128F2"/>
    <w:pPr>
      <w:tabs>
        <w:tab w:val="center" w:pos="4320"/>
        <w:tab w:val="right" w:pos="8640"/>
      </w:tabs>
    </w:pPr>
  </w:style>
  <w:style w:type="paragraph" w:styleId="Jalus">
    <w:name w:val="footer"/>
    <w:basedOn w:val="Normaallaad"/>
    <w:link w:val="JalusMrk"/>
    <w:uiPriority w:val="99"/>
    <w:rsid w:val="007128F2"/>
    <w:pPr>
      <w:tabs>
        <w:tab w:val="center" w:pos="4320"/>
        <w:tab w:val="right" w:pos="8640"/>
      </w:tabs>
    </w:pPr>
  </w:style>
  <w:style w:type="character" w:styleId="Kohatitetekst">
    <w:name w:val="Placeholder Text"/>
    <w:basedOn w:val="Liguvaikefont"/>
    <w:uiPriority w:val="99"/>
    <w:semiHidden/>
    <w:rsid w:val="00D54C89"/>
    <w:rPr>
      <w:color w:val="808080"/>
    </w:rPr>
  </w:style>
  <w:style w:type="paragraph" w:styleId="Jutumullitekst">
    <w:name w:val="Balloon Text"/>
    <w:basedOn w:val="Normaallaad"/>
    <w:link w:val="JutumullitekstMrk"/>
    <w:rsid w:val="00D54C89"/>
    <w:rPr>
      <w:rFonts w:ascii="Tahoma" w:hAnsi="Tahoma" w:cs="Tahoma"/>
      <w:sz w:val="16"/>
      <w:szCs w:val="16"/>
    </w:rPr>
  </w:style>
  <w:style w:type="character" w:customStyle="1" w:styleId="JutumullitekstMrk">
    <w:name w:val="Jutumullitekst Märk"/>
    <w:basedOn w:val="Liguvaikefont"/>
    <w:link w:val="Jutumullitekst"/>
    <w:rsid w:val="00D54C89"/>
    <w:rPr>
      <w:rFonts w:ascii="Tahoma" w:hAnsi="Tahoma" w:cs="Tahoma"/>
      <w:sz w:val="16"/>
      <w:szCs w:val="16"/>
      <w:lang w:eastAsia="en-US"/>
    </w:rPr>
  </w:style>
  <w:style w:type="character" w:styleId="Hperlink">
    <w:name w:val="Hyperlink"/>
    <w:basedOn w:val="Liguvaikefont"/>
    <w:uiPriority w:val="99"/>
    <w:unhideWhenUsed/>
    <w:rsid w:val="00CE2D59"/>
    <w:rPr>
      <w:color w:val="0000FF" w:themeColor="hyperlink"/>
      <w:u w:val="single"/>
    </w:rPr>
  </w:style>
  <w:style w:type="character" w:customStyle="1" w:styleId="JalusMrk">
    <w:name w:val="Jalus Märk"/>
    <w:basedOn w:val="Liguvaikefont"/>
    <w:link w:val="Jalus"/>
    <w:uiPriority w:val="99"/>
    <w:rsid w:val="00CE2D59"/>
    <w:rPr>
      <w:sz w:val="24"/>
      <w:szCs w:val="24"/>
      <w:lang w:eastAsia="en-US"/>
    </w:rPr>
  </w:style>
  <w:style w:type="table" w:customStyle="1" w:styleId="Kontuurtabel1">
    <w:name w:val="Kontuurtabel1"/>
    <w:basedOn w:val="Normaaltabel"/>
    <w:uiPriority w:val="59"/>
    <w:rsid w:val="00CE2D5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Kontuurtabel">
    <w:name w:val="Table Grid"/>
    <w:basedOn w:val="Normaaltabel"/>
    <w:uiPriority w:val="59"/>
    <w:rsid w:val="00740FD2"/>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82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mailto:info@rkas.ee"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https://rkasdhs.rkas.ee/Docs/Docs/Forms/Valjaminev_kiri/Valjaminev_kiri.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68EC8EED359477A8ED60C7D0C563ABA"/>
        <w:category>
          <w:name w:val="Üldine"/>
          <w:gallery w:val="placeholder"/>
        </w:category>
        <w:types>
          <w:type w:val="bbPlcHdr"/>
        </w:types>
        <w:behaviors>
          <w:behavior w:val="content"/>
        </w:behaviors>
        <w:guid w:val="{941646AD-D1AC-4724-9E2B-77585644A6EE}"/>
      </w:docPartPr>
      <w:docPartBody>
        <w:p w:rsidR="005D5862" w:rsidRDefault="005D5862">
          <w:pPr>
            <w:pStyle w:val="068EC8EED359477A8ED60C7D0C563ABA"/>
          </w:pPr>
          <w:r w:rsidRPr="00064E3F">
            <w:rPr>
              <w:rStyle w:val="Kohatitetekst"/>
            </w:rPr>
            <w:t>[Adressaadi asutuse nimi]</w:t>
          </w:r>
        </w:p>
      </w:docPartBody>
    </w:docPart>
    <w:docPart>
      <w:docPartPr>
        <w:name w:val="D4B3EAE1B49F46F0A0C90E6B8252AB65"/>
        <w:category>
          <w:name w:val="Üldine"/>
          <w:gallery w:val="placeholder"/>
        </w:category>
        <w:types>
          <w:type w:val="bbPlcHdr"/>
        </w:types>
        <w:behaviors>
          <w:behavior w:val="content"/>
        </w:behaviors>
        <w:guid w:val="{432EA30D-8198-4764-9B32-277D265FF618}"/>
      </w:docPartPr>
      <w:docPartBody>
        <w:p w:rsidR="005D5862" w:rsidRDefault="005D5862">
          <w:pPr>
            <w:pStyle w:val="D4B3EAE1B49F46F0A0C90E6B8252AB65"/>
          </w:pPr>
          <w:r w:rsidRPr="00064E3F">
            <w:rPr>
              <w:rStyle w:val="Kohatitetekst"/>
            </w:rPr>
            <w:t>[TEIE]</w:t>
          </w:r>
        </w:p>
      </w:docPartBody>
    </w:docPart>
    <w:docPart>
      <w:docPartPr>
        <w:name w:val="E70D3F018C35488A87E0D4BDC77937AC"/>
        <w:category>
          <w:name w:val="Üldine"/>
          <w:gallery w:val="placeholder"/>
        </w:category>
        <w:types>
          <w:type w:val="bbPlcHdr"/>
        </w:types>
        <w:behaviors>
          <w:behavior w:val="content"/>
        </w:behaviors>
        <w:guid w:val="{72EE5257-2BAF-4227-855F-0BE9ECCF561A}"/>
      </w:docPartPr>
      <w:docPartBody>
        <w:p w:rsidR="005D5862" w:rsidRDefault="005D5862">
          <w:pPr>
            <w:pStyle w:val="E70D3F018C35488A87E0D4BDC77937AC"/>
          </w:pPr>
          <w:r w:rsidRPr="00064E3F">
            <w:rPr>
              <w:rStyle w:val="Kohatitetekst"/>
            </w:rPr>
            <w:t>[Adressaadi aadress]</w:t>
          </w:r>
        </w:p>
      </w:docPartBody>
    </w:docPart>
    <w:docPart>
      <w:docPartPr>
        <w:name w:val="1FD956ECEF5F44C592B2385CDCA37387"/>
        <w:category>
          <w:name w:val="Üldine"/>
          <w:gallery w:val="placeholder"/>
        </w:category>
        <w:types>
          <w:type w:val="bbPlcHdr"/>
        </w:types>
        <w:behaviors>
          <w:behavior w:val="content"/>
        </w:behaviors>
        <w:guid w:val="{9FA0349E-410B-4085-95E4-BEFD0D760C5D}"/>
      </w:docPartPr>
      <w:docPartBody>
        <w:p w:rsidR="005D5862" w:rsidRDefault="005D5862">
          <w:pPr>
            <w:pStyle w:val="1FD956ECEF5F44C592B2385CDCA37387"/>
          </w:pPr>
          <w:r w:rsidRPr="00064E3F">
            <w:rPr>
              <w:rStyle w:val="Kohatitetekst"/>
            </w:rPr>
            <w:t>[Adressaadi indeks]</w:t>
          </w:r>
        </w:p>
      </w:docPartBody>
    </w:docPart>
    <w:docPart>
      <w:docPartPr>
        <w:name w:val="DC5AD7FA103B48C8986FC1C5C3B840B7"/>
        <w:category>
          <w:name w:val="Üldine"/>
          <w:gallery w:val="placeholder"/>
        </w:category>
        <w:types>
          <w:type w:val="bbPlcHdr"/>
        </w:types>
        <w:behaviors>
          <w:behavior w:val="content"/>
        </w:behaviors>
        <w:guid w:val="{E0E65E7A-E848-46B9-9BD1-7716E6A036F9}"/>
      </w:docPartPr>
      <w:docPartBody>
        <w:p w:rsidR="005D5862" w:rsidRDefault="005D5862">
          <w:pPr>
            <w:pStyle w:val="DC5AD7FA103B48C8986FC1C5C3B840B7"/>
          </w:pPr>
          <w:r w:rsidRPr="00064E3F">
            <w:rPr>
              <w:rStyle w:val="Kohatitetekst"/>
            </w:rPr>
            <w:t>[Adressaadi linn]</w:t>
          </w:r>
        </w:p>
      </w:docPartBody>
    </w:docPart>
    <w:docPart>
      <w:docPartPr>
        <w:name w:val="38CACAE90506466CADB9FB06B2393EB1"/>
        <w:category>
          <w:name w:val="Üldine"/>
          <w:gallery w:val="placeholder"/>
        </w:category>
        <w:types>
          <w:type w:val="bbPlcHdr"/>
        </w:types>
        <w:behaviors>
          <w:behavior w:val="content"/>
        </w:behaviors>
        <w:guid w:val="{C888965C-3F37-4013-8EFE-B8AD04B9E9D7}"/>
      </w:docPartPr>
      <w:docPartBody>
        <w:p w:rsidR="005D5862" w:rsidRDefault="005D5862">
          <w:pPr>
            <w:pStyle w:val="38CACAE90506466CADB9FB06B2393EB1"/>
          </w:pPr>
          <w:r w:rsidRPr="00064E3F">
            <w:rPr>
              <w:rStyle w:val="Kohatitetekst"/>
            </w:rPr>
            <w:t>[Registreerimise kuupäev]</w:t>
          </w:r>
        </w:p>
      </w:docPartBody>
    </w:docPart>
    <w:docPart>
      <w:docPartPr>
        <w:name w:val="8DC81103397B416EB4DA5F0B8F2D3747"/>
        <w:category>
          <w:name w:val="Üldine"/>
          <w:gallery w:val="placeholder"/>
        </w:category>
        <w:types>
          <w:type w:val="bbPlcHdr"/>
        </w:types>
        <w:behaviors>
          <w:behavior w:val="content"/>
        </w:behaviors>
        <w:guid w:val="{7682BD18-53F5-4F37-A043-62F3C3814F46}"/>
      </w:docPartPr>
      <w:docPartBody>
        <w:p w:rsidR="005D5862" w:rsidRDefault="005D5862">
          <w:pPr>
            <w:pStyle w:val="8DC81103397B416EB4DA5F0B8F2D3747"/>
          </w:pPr>
          <w:r w:rsidRPr="00064E3F">
            <w:rPr>
              <w:rStyle w:val="Kohatitetekst"/>
            </w:rPr>
            <w:t>[Dokumendi identifikaator]</w:t>
          </w:r>
        </w:p>
      </w:docPartBody>
    </w:docPart>
    <w:docPart>
      <w:docPartPr>
        <w:name w:val="7F7B1110A115446FAE313D2638917F24"/>
        <w:category>
          <w:name w:val="Üldine"/>
          <w:gallery w:val="placeholder"/>
        </w:category>
        <w:types>
          <w:type w:val="bbPlcHdr"/>
        </w:types>
        <w:behaviors>
          <w:behavior w:val="content"/>
        </w:behaviors>
        <w:guid w:val="{E8CF211C-254F-4FC6-BEFD-081C4E459DF6}"/>
      </w:docPartPr>
      <w:docPartBody>
        <w:p w:rsidR="005D5862" w:rsidRDefault="005D5862">
          <w:pPr>
            <w:pStyle w:val="7F7B1110A115446FAE313D2638917F24"/>
          </w:pPr>
          <w:r w:rsidRPr="00064E3F">
            <w:rPr>
              <w:rStyle w:val="Kohatitetekst"/>
            </w:rPr>
            <w:t>[Adressaadi e-post/isik]</w:t>
          </w:r>
        </w:p>
      </w:docPartBody>
    </w:docPart>
    <w:docPart>
      <w:docPartPr>
        <w:name w:val="E0368EBAACA94421A6125E66FC69FF26"/>
        <w:category>
          <w:name w:val="Üldine"/>
          <w:gallery w:val="placeholder"/>
        </w:category>
        <w:types>
          <w:type w:val="bbPlcHdr"/>
        </w:types>
        <w:behaviors>
          <w:behavior w:val="content"/>
        </w:behaviors>
        <w:guid w:val="{FB22045C-AA1C-4A80-9355-007B503D7902}"/>
      </w:docPartPr>
      <w:docPartBody>
        <w:p w:rsidR="005D5862" w:rsidRDefault="005D5862">
          <w:pPr>
            <w:pStyle w:val="E0368EBAACA94421A6125E66FC69FF26"/>
          </w:pPr>
          <w:r w:rsidRPr="00821999">
            <w:rPr>
              <w:rStyle w:val="Kohatitetekst"/>
            </w:rPr>
            <w:t>[Tiitel]</w:t>
          </w:r>
        </w:p>
      </w:docPartBody>
    </w:docPart>
    <w:docPart>
      <w:docPartPr>
        <w:name w:val="EEBC415B36894E9585E2CE96A37B194F"/>
        <w:category>
          <w:name w:val="Üldine"/>
          <w:gallery w:val="placeholder"/>
        </w:category>
        <w:types>
          <w:type w:val="bbPlcHdr"/>
        </w:types>
        <w:behaviors>
          <w:behavior w:val="content"/>
        </w:behaviors>
        <w:guid w:val="{F934C3D7-1E1A-4DE3-96FB-E916D1DB2000}"/>
      </w:docPartPr>
      <w:docPartBody>
        <w:p w:rsidR="005D5862" w:rsidRDefault="005D5862">
          <w:pPr>
            <w:pStyle w:val="EEBC415B36894E9585E2CE96A37B194F"/>
          </w:pPr>
          <w:r w:rsidRPr="00064E3F">
            <w:rPr>
              <w:rStyle w:val="Kohatitetekst"/>
            </w:rPr>
            <w:t>[Allkirjastaja]</w:t>
          </w:r>
        </w:p>
      </w:docPartBody>
    </w:docPart>
    <w:docPart>
      <w:docPartPr>
        <w:name w:val="F7B8B606C76E420BB452780F834E1BD1"/>
        <w:category>
          <w:name w:val="Üldine"/>
          <w:gallery w:val="placeholder"/>
        </w:category>
        <w:types>
          <w:type w:val="bbPlcHdr"/>
        </w:types>
        <w:behaviors>
          <w:behavior w:val="content"/>
        </w:behaviors>
        <w:guid w:val="{189757A9-DE02-40D8-911F-1F4C8AA87CD7}"/>
      </w:docPartPr>
      <w:docPartBody>
        <w:p w:rsidR="005D5862" w:rsidRDefault="005D5862">
          <w:pPr>
            <w:pStyle w:val="F7B8B606C76E420BB452780F834E1BD1"/>
          </w:pPr>
          <w:r w:rsidRPr="00064E3F">
            <w:rPr>
              <w:rStyle w:val="Kohatitetekst"/>
            </w:rPr>
            <w:t>[Allkirjastaja ametinimetus]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862"/>
    <w:rsid w:val="005D58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068EC8EED359477A8ED60C7D0C563ABA">
    <w:name w:val="068EC8EED359477A8ED60C7D0C563ABA"/>
  </w:style>
  <w:style w:type="paragraph" w:customStyle="1" w:styleId="D4B3EAE1B49F46F0A0C90E6B8252AB65">
    <w:name w:val="D4B3EAE1B49F46F0A0C90E6B8252AB65"/>
  </w:style>
  <w:style w:type="paragraph" w:customStyle="1" w:styleId="E70D3F018C35488A87E0D4BDC77937AC">
    <w:name w:val="E70D3F018C35488A87E0D4BDC77937AC"/>
  </w:style>
  <w:style w:type="paragraph" w:customStyle="1" w:styleId="1FD956ECEF5F44C592B2385CDCA37387">
    <w:name w:val="1FD956ECEF5F44C592B2385CDCA37387"/>
  </w:style>
  <w:style w:type="paragraph" w:customStyle="1" w:styleId="DC5AD7FA103B48C8986FC1C5C3B840B7">
    <w:name w:val="DC5AD7FA103B48C8986FC1C5C3B840B7"/>
  </w:style>
  <w:style w:type="paragraph" w:customStyle="1" w:styleId="38CACAE90506466CADB9FB06B2393EB1">
    <w:name w:val="38CACAE90506466CADB9FB06B2393EB1"/>
  </w:style>
  <w:style w:type="paragraph" w:customStyle="1" w:styleId="FABBB6D2E0CE4CB9BC64EF33094D93C6">
    <w:name w:val="FABBB6D2E0CE4CB9BC64EF33094D93C6"/>
  </w:style>
  <w:style w:type="paragraph" w:customStyle="1" w:styleId="8DC81103397B416EB4DA5F0B8F2D3747">
    <w:name w:val="8DC81103397B416EB4DA5F0B8F2D3747"/>
  </w:style>
  <w:style w:type="paragraph" w:customStyle="1" w:styleId="7F7B1110A115446FAE313D2638917F24">
    <w:name w:val="7F7B1110A115446FAE313D2638917F24"/>
  </w:style>
  <w:style w:type="paragraph" w:customStyle="1" w:styleId="E0368EBAACA94421A6125E66FC69FF26">
    <w:name w:val="E0368EBAACA94421A6125E66FC69FF26"/>
  </w:style>
  <w:style w:type="paragraph" w:customStyle="1" w:styleId="EEBC415B36894E9585E2CE96A37B194F">
    <w:name w:val="EEBC415B36894E9585E2CE96A37B194F"/>
  </w:style>
  <w:style w:type="paragraph" w:customStyle="1" w:styleId="F7B8B606C76E420BB452780F834E1BD1">
    <w:name w:val="F7B8B606C76E420BB452780F834E1BD1"/>
  </w:style>
  <w:style w:type="paragraph" w:customStyle="1" w:styleId="9BCBB3767E0B4F47A4A1D78C1703E4F0">
    <w:name w:val="9BCBB3767E0B4F47A4A1D78C1703E4F0"/>
  </w:style>
  <w:style w:type="paragraph" w:customStyle="1" w:styleId="07A3D3AE47DA471899477F0E828873BD">
    <w:name w:val="07A3D3AE47DA471899477F0E828873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cumentSubject xmlns="http://schemas.microsoft.com/sharepoint/v3" xsi:nil="true"/>
    <AmphoraDocID xmlns="http://schemas.microsoft.com/sharepoint/v3" xsi:nil="true"/>
    <fawf_AssignedTo xmlns="http://schemas.microsoft.com/sharepoint/v3">
      <UserInfo>
        <DisplayName/>
        <AccountId xsi:nil="true"/>
        <AccountType/>
      </UserInfo>
    </fawf_AssignedTo>
    <LetterSubject xmlns="http://schemas.microsoft.com/sharepoint/v3" xsi:nil="true"/>
    <CopyReceivers xmlns="http://schemas.microsoft.com/sharepoint/v3">
      <UserInfo>
        <DisplayName/>
        <AccountId xsi:nil="true"/>
        <AccountType/>
      </UserInfo>
    </CopyReceivers>
    <AmphoraIsPublic xmlns="http://schemas.microsoft.com/sharepoint/v3" xsi:nil="true"/>
    <AddresseeAddress xmlns="http://schemas.microsoft.com/sharepoint/v3">Pikk 61</AddresseeAddress>
    <RecordRelationships xmlns="http://schemas.microsoft.com/sharepoint/v3" xsi:nil="true"/>
    <RegistrationDate xmlns="http://schemas.microsoft.com/sharepoint/v3">2016-06-13T12:20:44+00:00</RegistrationDate>
    <AddresseePosition xmlns="http://schemas.microsoft.com/sharepoint/v3" xsi:nil="true"/>
    <Projektiobjektinumber xmlns="http://schemas.microsoft.com/sharepoint/v3" xsi:nil="true"/>
    <Creator xmlns="http://schemas.microsoft.com/sharepoint/v3">
      <UserInfo>
        <DisplayName/>
        <AccountId xsi:nil="true"/>
        <AccountType/>
      </UserInfo>
    </Creator>
    <fawf_IsAssigned xmlns="http://schemas.microsoft.com/sharepoint/v3">false</fawf_IsAssigned>
    <Responsible xmlns="http://schemas.microsoft.com/sharepoint/v3">
      <UserInfo>
        <DisplayName/>
        <AccountId xsi:nil="true"/>
        <AccountType/>
      </UserInfo>
    </Responsible>
    <Destroyer xmlns="http://schemas.microsoft.com/sharepoint/v3">
      <UserInfo>
        <DisplayName/>
        <AccountId xsi:nil="true"/>
        <AccountType/>
      </UserInfo>
    </Destroyer>
    <RetentionPeriodSetDate xmlns="http://schemas.microsoft.com/sharepoint/v3" xsi:nil="true"/>
    <AddresseeResponsiblePersonName xmlns="http://schemas.microsoft.com/sharepoint/v3" xsi:nil="true"/>
    <Adressaadiepostisik xmlns="http://schemas.microsoft.com/sharepoint/v3">info@siseministeerium.ee</Adressaadiepostisik>
    <Yours xmlns="http://schemas.microsoft.com/sharepoint/v3" xsi:nil="true"/>
    <DocumentStatus xmlns="http://schemas.microsoft.com/sharepoint/v3">Registreeritud</DocumentStatus>
    <Approved xmlns="http://schemas.microsoft.com/sharepoint/v3" xsi:nil="true"/>
    <AddresseeCompanyStructureUnit xmlns="http://schemas.microsoft.com/sharepoint/v3" xsi:nil="true"/>
    <LetterNumber xmlns="http://schemas.microsoft.com/sharepoint/v3" xsi:nil="true"/>
    <CorrespondenceType xmlns="http://schemas.microsoft.com/sharepoint/v3">Üldkirjavahetus</CorrespondenceType>
    <AddresseeCompanyName xmlns="http://schemas.microsoft.com/sharepoint/v3">Siseministeerium</AddresseeCompanyName>
    <AddresseeCode xmlns="http://schemas.microsoft.com/sharepoint/v3">15065</AddresseeCode>
    <CreatorName xmlns="http://schemas.microsoft.com/sharepoint/v3" xsi:nil="true"/>
    <RetentionPeriodChangeDate xmlns="http://schemas.microsoft.com/sharepoint/v3" xsi:nil="true"/>
    <Sender xmlns="http://schemas.microsoft.com/sharepoint/v3" xsi:nil="true"/>
    <Asutus xmlns="http://schemas.microsoft.com/sharepoint/v3" xsi:nil="true"/>
    <Dokumendikpv xmlns="http://schemas.microsoft.com/sharepoint/v3" xsi:nil="true"/>
    <LetterRequestedAnswerMethod xmlns="http://schemas.microsoft.com/sharepoint/v3" xsi:nil="true"/>
    <IsMainDocument xmlns="http://schemas.microsoft.com/sharepoint/v3">false</IsMainDocument>
    <ReplyDeadline xmlns="http://schemas.microsoft.com/sharepoint/v3" xsi:nil="true"/>
    <CurrentOwner xmlns="http://schemas.microsoft.com/sharepoint/v3">
      <UserInfo>
        <DisplayName/>
        <AccountId xsi:nil="true"/>
        <AccountType/>
      </UserInfo>
    </CurrentOwner>
    <CreatedDate xmlns="http://schemas.microsoft.com/sharepoint/v3">1999-11-30T00:00:00+00:00</CreatedDate>
    <AmphoraImportNr xmlns="http://schemas.microsoft.com/sharepoint/v3" xsi:nil="true"/>
    <Komments xmlns="http://schemas.microsoft.com/sharepoint/v3" xsi:nil="true"/>
    <ValidityEndDate xmlns="http://schemas.microsoft.com/sharepoint/v3" xsi:nil="true"/>
    <AddresseeLastName xmlns="http://schemas.microsoft.com/sharepoint/v3" xsi:nil="true"/>
    <ProjectNumber xmlns="http://schemas.microsoft.com/sharepoint/v3" xsi:nil="true"/>
    <Lisad xmlns="http://schemas.microsoft.com/sharepoint/v3" xsi:nil="true"/>
    <AmphoraDocumentType xmlns="http://schemas.microsoft.com/sharepoint/v3" xsi:nil="true"/>
    <Content xmlns="http://schemas.microsoft.com/sharepoint/v3" xsi:nil="true"/>
    <Allkirjastajaametinimetus xmlns="http://schemas.microsoft.com/sharepoint/v3">Kliendihaldur</Allkirjastajaametinimetus>
    <fawf_AssignmentStatus xmlns="http://schemas.microsoft.com/sharepoint/v3" xsi:nil="true"/>
    <DocumentLocation xmlns="http://schemas.microsoft.com/sharepoint/v3" xsi:nil="true"/>
    <PaperDocumentFolder xmlns="http://schemas.microsoft.com/sharepoint/v3" xsi:nil="true"/>
    <SignedLocation xmlns="http://schemas.microsoft.com/sharepoint/v3" xsi:nil="true"/>
    <DocumentSerieNumber xmlns="http://schemas.microsoft.com/sharepoint/v3">0</DocumentSerieNumber>
    <ValidityBeginDate xmlns="http://schemas.microsoft.com/sharepoint/v3" xsi:nil="true"/>
    <SendersCompanyName xmlns="http://schemas.microsoft.com/sharepoint/v3" xsi:nil="true"/>
    <DocumentNumber xmlns="http://schemas.microsoft.com/sharepoint/v3" xsi:nil="true"/>
    <Registrant xmlns="http://schemas.microsoft.com/sharepoint/v3">
      <UserInfo>
        <DisplayName>Liis Luts</DisplayName>
        <AccountId>335</AccountId>
        <AccountType/>
      </UserInfo>
    </Registrant>
    <TemplateName xmlns="http://schemas.microsoft.com/sharepoint/v3" xsi:nil="true"/>
    <DigitalSigners xmlns="http://schemas.microsoft.com/sharepoint/v3" xsi:nil="true"/>
    <SignatureStatus xmlns="http://schemas.microsoft.com/sharepoint/v3">Pending</SignatureStatus>
    <Addressee xmlns="http://schemas.microsoft.com/sharepoint/v3" xsi:nil="true"/>
    <Number xmlns="http://schemas.microsoft.com/sharepoint/v3" xsi:nil="true"/>
    <LetterSendingMethod xmlns="http://schemas.microsoft.com/sharepoint/v3">E-post</LetterSendingMethod>
    <ReplyDate xmlns="http://schemas.microsoft.com/sharepoint/v3" xsi:nil="true"/>
    <Deadline xmlns="http://schemas.microsoft.com/sharepoint/v3" xsi:nil="true"/>
    <Approver xmlns="http://schemas.microsoft.com/sharepoint/v3">
      <UserInfo>
        <DisplayName/>
        <AccountId xsi:nil="true"/>
        <AccountType/>
      </UserInfo>
    </Approver>
    <ApprovalDate xmlns="http://schemas.microsoft.com/sharepoint/v3" xsi:nil="true"/>
    <AddresseeFirstName xmlns="http://schemas.microsoft.com/sharepoint/v3" xsi:nil="true"/>
    <TimeLastSigned xmlns="http://schemas.microsoft.com/sharepoint/v3" xsi:nil="true"/>
    <FinancialYear xmlns="http://schemas.microsoft.com/sharepoint/v3">2016</FinancialYear>
    <DocumentSubType xmlns="http://schemas.microsoft.com/sharepoint/v3">Kiri</DocumentSubType>
    <Enclosures xmlns="http://schemas.microsoft.com/sharepoint/v3" xsi:nil="true"/>
    <Signer xmlns="http://schemas.microsoft.com/sharepoint/v3">
      <UserInfo>
        <DisplayName>Lauri Preimann</DisplayName>
        <AccountId>239</AccountId>
        <AccountType/>
      </UserInfo>
    </Signer>
    <DocumentID xmlns="http://schemas.microsoft.com/sharepoint/v3">313</DocumentID>
    <Index xmlns="http://schemas.microsoft.com/sharepoint/v3">2-6</Index>
    <TemplateDate xmlns="http://schemas.microsoft.com/sharepoint/v3" xsi:nil="true"/>
    <Ours xmlns="http://schemas.microsoft.com/sharepoint/v3">20.05.2016 nr 7-5/21-2 </Ours>
    <ReplyDocumentNumber xmlns="http://schemas.microsoft.com/sharepoint/v3" xsi:nil="true"/>
    <ArchivalStatus xmlns="http://schemas.microsoft.com/sharepoint/v3" xsi:nil="true"/>
    <CreatorPhone xmlns="http://schemas.microsoft.com/sharepoint/v3" xsi:nil="true"/>
    <ArchivalDate xmlns="http://schemas.microsoft.com/sharepoint/v3" xsi:nil="true"/>
    <AddresseeFax xmlns="http://schemas.microsoft.com/sharepoint/v3">TALLINN</AddresseeFax>
    <fawf_Deadline xmlns="http://schemas.microsoft.com/sharepoint/v3">1999-11-30T00:00:00+00:00</fawf_Deadline>
    <ObjectNumber xmlns="http://schemas.microsoft.com/sharepoint/v3" xsi:nil="true"/>
    <Objektinr xmlns="EB6465C4-BBBB-4211-855B-D9C2AAA1834C" xsi:nil="true"/>
    <AccessRights xmlns="http://schemas.microsoft.com/sharepoint/v3" xsi:nil="true"/>
    <AK_x0020__x00f5_iguslik_x0020_alus xmlns="eb6465c4-bbbb-4211-855b-d9c2aaa1834c" xsi:nil="true"/>
    <RealEstateID xmlns="http://schemas.microsoft.com/sharepoint/v3" xsi:nil="true"/>
    <AK_x0020_algus xmlns="eb6465c4-bbbb-4211-855b-d9c2aaa1834c" xsi:nil="true"/>
    <ContactPerson xmlns="http://schemas.microsoft.com/sharepoint/v3" xsi:nil="true"/>
    <CommentsText xmlns="http://schemas.microsoft.com/sharepoint/v3" xsi:nil="true"/>
    <AK_x0020_kehtestaja xmlns="eb6465c4-bbbb-4211-855b-d9c2aaa1834c">
      <UserInfo>
        <DisplayName/>
        <AccountId xsi:nil="true"/>
        <AccountType/>
      </UserInfo>
    </AK_x0020_kehtestaja>
    <CorrespondingInstitutionAddress xmlns="http://schemas.microsoft.com/sharepoint/v3" xsi:nil="true"/>
    <Seos_x0020_hankega xmlns="b0f6981a-a0d0-42cb-93f4-c67921145ffa" xsi:nil="true"/>
    <AK_x0020_l_x00f5_pp xmlns="eb6465c4-bbbb-4211-855b-d9c2aaa1834c" xsi:nil="true"/>
    <InternalDocumentChoice xmlns="http://schemas.microsoft.com/sharepoint/v3">false</InternalDocumentChoice>
    <Hanke_x0020_ID xmlns="b0f6981a-a0d0-42cb-93f4-c67921145ffa" xsi:nil="true"/>
  </documentManagement>
</p:properties>
</file>

<file path=customXml/item2.xml><?xml version="1.0" encoding="utf-8"?>
<?mso-contentType ?>
<FormTemplates xmlns="http://schemas.microsoft.com/sharepoint/v3/contenttype/forms">
  <Display>RKASERMSDocumentLibraryForm</Display>
  <Edit>RKASERMSDocumentLibraryForm</Edit>
  <New>RKASERMSDocumentLibraryForm</New>
</FormTemplates>
</file>

<file path=customXml/item3.xml><?xml version="1.0" encoding="utf-8"?>
<ct:contentTypeSchema xmlns:ct="http://schemas.microsoft.com/office/2006/metadata/contentType" xmlns:ma="http://schemas.microsoft.com/office/2006/metadata/properties/metaAttributes" ct:_="" ma:_="" ma:contentTypeName="Väljaminev kiri" ma:contentTypeID="0x0101001E3AC79EB5C141EC9E9142F93D435C4100990D09AB02164A2884940AB1C42273BB00F6F8756579604B18963DEB3235C6722B00C3D81049C78E47E3B43438FC8EEAC5BD00D6A9FAAFFEE39E499101E6E3F9F9A048" ma:contentTypeVersion="14" ma:contentTypeDescription="Muuta ainult juhul, kui registreerimisel valiti vale dokumendiliik" ma:contentTypeScope="" ma:versionID="e4c246900d28a54af94ccf1624905a89">
  <xsd:schema xmlns:xsd="http://www.w3.org/2001/XMLSchema" xmlns:xs="http://www.w3.org/2001/XMLSchema" xmlns:p="http://schemas.microsoft.com/office/2006/metadata/properties" xmlns:ns1="http://schemas.microsoft.com/sharepoint/v3" xmlns:ns2="EB6465C4-BBBB-4211-855B-D9C2AAA1834C" xmlns:ns3="b0f6981a-a0d0-42cb-93f4-c67921145ffa" xmlns:ns4="eb6465c4-bbbb-4211-855b-d9c2aaa1834c" targetNamespace="http://schemas.microsoft.com/office/2006/metadata/properties" ma:root="true" ma:fieldsID="a361f73d0304a43be8c59cec72aba733" ns1:_="" ns2:_="" ns3:_="" ns4:_="">
    <xsd:import namespace="http://schemas.microsoft.com/sharepoint/v3"/>
    <xsd:import namespace="EB6465C4-BBBB-4211-855B-D9C2AAA1834C"/>
    <xsd:import namespace="b0f6981a-a0d0-42cb-93f4-c67921145ffa"/>
    <xsd:import namespace="eb6465c4-bbbb-4211-855b-d9c2aaa1834c"/>
    <xsd:element name="properties">
      <xsd:complexType>
        <xsd:sequence>
          <xsd:element name="documentManagement">
            <xsd:complexType>
              <xsd:all>
                <xsd:element ref="ns1:SignedLocation" minOccurs="0"/>
                <xsd:element ref="ns1:DocumentSubType" minOccurs="0"/>
                <xsd:element ref="ns1:CorrespondenceType" minOccurs="0"/>
                <xsd:element ref="ns1:Projektiobjektinumber" minOccurs="0"/>
                <xsd:element ref="ns1:Content" minOccurs="0"/>
                <xsd:element ref="ns1:DocumentNumber" minOccurs="0"/>
                <xsd:element ref="ns1:Enclosures" minOccurs="0"/>
                <xsd:element ref="ns1:Signer" minOccurs="0"/>
                <xsd:element ref="ns1:Allkirjastajaametinimetus" minOccurs="0"/>
                <xsd:element ref="ns1:Creator" minOccurs="0"/>
                <xsd:element ref="ns1:CreatorPhone" minOccurs="0"/>
                <xsd:element ref="ns1:LetterSendingMethod" minOccurs="0"/>
                <xsd:element ref="ns1:DocumentID" minOccurs="0"/>
                <xsd:element ref="ns1:Registrant" minOccurs="0"/>
                <xsd:element ref="ns1:Index" minOccurs="0"/>
                <xsd:element ref="ns1:DocumentSerieNumber" minOccurs="0"/>
                <xsd:element ref="ns1:AddresseeCompanyName" minOccurs="0"/>
                <xsd:element ref="ns1:Adressaadiepostisik" minOccurs="0"/>
                <xsd:element ref="ns1:AddresseeAddress" minOccurs="0"/>
                <xsd:element ref="ns1:AddresseeCode" minOccurs="0"/>
                <xsd:element ref="ns1:AddresseeFax" minOccurs="0"/>
                <xsd:element ref="ns1:Ours" minOccurs="0"/>
                <xsd:element ref="ns1:ReplyDeadline" minOccurs="0"/>
                <xsd:element ref="ns1:RecordRelationships" minOccurs="0"/>
                <xsd:element ref="ns1:CommentsText" minOccurs="0"/>
                <xsd:element ref="ns1:FinancialYear" minOccurs="0"/>
                <xsd:element ref="ns1:RegistrationDate" minOccurs="0"/>
                <xsd:element ref="ns1:SendersCompanyName" minOccurs="0"/>
                <xsd:element ref="ns3:Hanke_x0020_ID" minOccurs="0"/>
                <xsd:element ref="ns3:Seos_x0020_hankega" minOccurs="0"/>
                <xsd:element ref="ns1:ObjectNumber" minOccurs="0"/>
                <xsd:element ref="ns1:InternalDocumentChoice" minOccurs="0"/>
                <xsd:element ref="ns4:AK_x0020__x00f5_iguslik_x0020_alus" minOccurs="0"/>
                <xsd:element ref="ns4:AK_x0020_algus" minOccurs="0"/>
                <xsd:element ref="ns4:AK_x0020_l_x00f5_pp" minOccurs="0"/>
                <xsd:element ref="ns1:Dokumendikpv" minOccurs="0"/>
                <xsd:element ref="ns1:AmphoraIsPublic" minOccurs="0"/>
                <xsd:element ref="ns1:ReplyDate" minOccurs="0"/>
                <xsd:element ref="ns1:TemplateName" minOccurs="0"/>
                <xsd:element ref="ns1:TemplateDate" minOccurs="0"/>
                <xsd:element ref="ns1:RestrictionBeginDate" minOccurs="0"/>
                <xsd:element ref="ns1:RestrictionEndDate" minOccurs="0"/>
                <xsd:element ref="ns1:RestrictionAuthorisation" minOccurs="0"/>
                <xsd:element ref="ns1:SecurityCategory" minOccurs="0"/>
                <xsd:element ref="ns1:SecurityCategoryChangeReason" minOccurs="0"/>
                <xsd:element ref="ns1:SecurityCategoryChangeDate" minOccurs="0"/>
                <xsd:element ref="ns1:PreviousSecurityCategory" minOccurs="0"/>
                <xsd:element ref="ns1:Encryption" minOccurs="0"/>
                <xsd:element ref="ns1:Deadline" minOccurs="0"/>
                <xsd:element ref="ns1:Responsible" minOccurs="0"/>
                <xsd:element ref="ns1:Komments" minOccurs="0"/>
                <xsd:element ref="ns1:CreatorName" minOccurs="0"/>
                <xsd:element ref="ns1:Destroyer" minOccurs="0"/>
                <xsd:element ref="ns1:DocumentStatus" minOccurs="0"/>
                <xsd:element ref="ns1:Approved" minOccurs="0"/>
                <xsd:element ref="ns1:Approver" minOccurs="0"/>
                <xsd:element ref="ns1:ApprovalDate" minOccurs="0"/>
                <xsd:element ref="ns1:RetentionPeriodSetDate" minOccurs="0"/>
                <xsd:element ref="ns1:RetentionPeriodChangeDate" minOccurs="0"/>
                <xsd:element ref="ns1:fawf_IsAssigned" minOccurs="0"/>
                <xsd:element ref="ns1:fawf_Deadline" minOccurs="0"/>
                <xsd:element ref="ns1:fawf_AssignedTo" minOccurs="0"/>
                <xsd:element ref="ns1:fawf_AssignmentStatus" minOccurs="0"/>
                <xsd:element ref="ns1:ValidityBeginDate" minOccurs="0"/>
                <xsd:element ref="ns1:ValidityEndDate" minOccurs="0"/>
                <xsd:element ref="ns1:CurrentOwner" minOccurs="0"/>
                <xsd:element ref="ns1:ReplyDocumentNumber" minOccurs="0"/>
                <xsd:element ref="ns1:LetterSubject" minOccurs="0"/>
                <xsd:element ref="ns1:LetterRequestedAnswerMethod" minOccurs="0"/>
                <xsd:element ref="ns1:DocumentSubject" minOccurs="0"/>
                <xsd:element ref="ns1:AddresseeFirstName" minOccurs="0"/>
                <xsd:element ref="ns1:AddresseeLastName" minOccurs="0"/>
                <xsd:element ref="ns1:AddresseeCompanyStructureUnit" minOccurs="0"/>
                <xsd:element ref="ns1:AddresseePosition" minOccurs="0"/>
                <xsd:element ref="ns1:AddresseeResponsiblePersonName" minOccurs="0"/>
                <xsd:element ref="ns1:CorrespondingInstitutionAddress" minOccurs="0"/>
                <xsd:element ref="ns1:ContactPerson" minOccurs="0"/>
                <xsd:element ref="ns1:DigitalSigners" minOccurs="0"/>
                <xsd:element ref="ns1:TimeLastSigned" minOccurs="0"/>
                <xsd:element ref="ns1:SignatureStatus" minOccurs="0"/>
                <xsd:element ref="ns1:DetachedDate" minOccurs="0"/>
                <xsd:element ref="ns1:DestroyedDate" minOccurs="0"/>
                <xsd:element ref="ns1:Version" minOccurs="0"/>
                <xsd:element ref="ns1:DocumentLocation" minOccurs="0"/>
                <xsd:element ref="ns1:MediaFormat" minOccurs="0"/>
                <xsd:element ref="ns1:CopyReceivers" minOccurs="0"/>
                <xsd:element ref="ns1:ArchivalStatus" minOccurs="0"/>
                <xsd:element ref="ns1:ArchivalDate" minOccurs="0"/>
                <xsd:element ref="ns1:PaperDocumentFolder" minOccurs="0"/>
                <xsd:element ref="ns1:RealEstateID" minOccurs="0"/>
                <xsd:element ref="ns2:Objektinr" minOccurs="0"/>
                <xsd:element ref="ns1:LetterNumber" minOccurs="0"/>
                <xsd:element ref="ns1:Addressee" minOccurs="0"/>
                <xsd:element ref="ns1:Number" minOccurs="0"/>
                <xsd:element ref="ns1:AccessRights" minOccurs="0"/>
                <xsd:element ref="ns1:IsMainDocument" minOccurs="0"/>
                <xsd:element ref="ns1:ProjectNumber" minOccurs="0"/>
                <xsd:element ref="ns1:Asutus" minOccurs="0"/>
                <xsd:element ref="ns1:Sender" minOccurs="0"/>
                <xsd:element ref="ns1:CreatedDate" minOccurs="0"/>
                <xsd:element ref="ns1:Lisad" minOccurs="0"/>
                <xsd:element ref="ns1:Yours" minOccurs="0"/>
                <xsd:element ref="ns1:AmphoraDocID" minOccurs="0"/>
                <xsd:element ref="ns1:AmphoraDocumentType" minOccurs="0"/>
                <xsd:element ref="ns1:AmphoraImportNr" minOccurs="0"/>
                <xsd:element ref="ns4:AK_x0020_kehtestaj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ignedLocation" ma:index="1" nillable="true" ma:displayName="Allkirjastamise koht" ma:internalName="SignedLocation">
      <xsd:simpleType>
        <xsd:restriction base="dms:Text"/>
      </xsd:simpleType>
    </xsd:element>
    <xsd:element name="DocumentSubType" ma:index="2" nillable="true" ma:displayName="Dokumendi alamliik" ma:default="" ma:format="Dropdown" ma:internalName="DocumentSubType">
      <xsd:simpleType>
        <xsd:restriction base="dms:Choice">
          <xsd:enumeration value="Akt"/>
          <xsd:enumeration value="Arve"/>
          <xsd:enumeration value="Garantiikiri"/>
          <xsd:enumeration value="Kiri"/>
          <xsd:enumeration value="Kutse"/>
          <xsd:enumeration value="Leping"/>
          <xsd:enumeration value="Muu"/>
          <xsd:enumeration value="Protokoll"/>
          <xsd:enumeration value="Teatis"/>
        </xsd:restriction>
      </xsd:simpleType>
    </xsd:element>
    <xsd:element name="CorrespondenceType" ma:index="3" nillable="true" ma:displayName="Kirjavahetuse liik" ma:default="" ma:format="Dropdown" ma:internalName="CorrespondenceType">
      <xsd:simpleType>
        <xsd:restriction base="dms:Choice">
          <xsd:enumeration value="Üldkirjavahetus"/>
          <xsd:enumeration value="Projektipõhine"/>
          <xsd:enumeration value="Objektipõhine"/>
        </xsd:restriction>
      </xsd:simpleType>
    </xsd:element>
    <xsd:element name="Projektiobjektinumber" ma:index="4" nillable="true" ma:displayName="Projekt/objekt" ma:internalName="Projektiobjektinumber">
      <xsd:simpleType>
        <xsd:restriction base="dms:Note">
          <xsd:maxLength value="255"/>
        </xsd:restriction>
      </xsd:simpleType>
    </xsd:element>
    <xsd:element name="Content" ma:index="6" nillable="true" ma:displayName="Sisu" ma:default="" ma:description="Lühikokkuvõte kirjast" ma:internalName="Content">
      <xsd:simpleType>
        <xsd:restriction base="dms:Note"/>
      </xsd:simpleType>
    </xsd:element>
    <xsd:element name="DocumentNumber" ma:index="7" nillable="true" ma:displayName="Dokumendi number" ma:description="Kirjale lisatud dokumendi number (nt lepingu, akti, arve jt number)" ma:internalName="DocumentNumber">
      <xsd:simpleType>
        <xsd:restriction base="dms:Text">
          <xsd:maxLength value="255"/>
        </xsd:restriction>
      </xsd:simpleType>
    </xsd:element>
    <xsd:element name="Enclosures" ma:index="8" nillable="true" ma:displayName="Lisad" ma:internalName="Enclosures">
      <xsd:simpleType>
        <xsd:restriction base="dms:Text"/>
      </xsd:simpleType>
    </xsd:element>
    <xsd:element name="Signer" ma:index="9" nillable="true" ma:displayName="Allkirjastaja" ma:SharePointGroup="0" ma:internalName="Sig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llkirjastajaametinimetus" ma:index="10" nillable="true" ma:displayName="Allkirjastaja ametinimetus" ma:internalName="Allkirjastajaametinimetus">
      <xsd:simpleType>
        <xsd:restriction base="dms:Text">
          <xsd:maxLength value="255"/>
        </xsd:restriction>
      </xsd:simpleType>
    </xsd:element>
    <xsd:element name="Creator" ma:index="11" nillable="true" ma:displayName="Koostaja" ma:description="Koostaja/Saatja" ma:SearchPeopleOnly="false"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reatorPhone" ma:index="12" nillable="true" ma:displayName="Koostaja telefon" ma:default="" ma:description="Kirja koostaja telefoni nr" ma:internalName="CreatorPhone">
      <xsd:simpleType>
        <xsd:restriction base="dms:Text">
          <xsd:maxLength value="255"/>
        </xsd:restriction>
      </xsd:simpleType>
    </xsd:element>
    <xsd:element name="LetterSendingMethod" ma:index="13" nillable="true" ma:displayName="Kirja saatmise viis" ma:default="" ma:format="Dropdown" ma:internalName="LetterSendingMethod">
      <xsd:simpleType>
        <xsd:restriction base="dms:Choice">
          <xsd:enumeration value="Käsipost"/>
          <xsd:enumeration value="Post"/>
          <xsd:enumeration value="E-post"/>
          <xsd:enumeration value="Faks"/>
          <xsd:enumeration value="Panderoll"/>
          <xsd:enumeration value="Kuller"/>
          <xsd:enumeration value="Telegramm"/>
          <xsd:enumeration value="Tähitud post isiklikult kätte"/>
          <xsd:enumeration value="Kodanikuportaal"/>
        </xsd:restriction>
      </xsd:simpleType>
    </xsd:element>
    <xsd:element name="DocumentID" ma:index="14" nillable="true" ma:displayName="Dokumendi identifikaator" ma:internalName="DocumentID">
      <xsd:simpleType>
        <xsd:restriction base="dms:Text"/>
      </xsd:simpleType>
    </xsd:element>
    <xsd:element name="Registrant" ma:index="15" nillable="true" ma:displayName="Registreerija" ma:internalName="Registra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dex" ma:index="16" nillable="true" ma:displayName="Indeks" ma:internalName="Index">
      <xsd:simpleType>
        <xsd:restriction base="dms:Text"/>
      </xsd:simpleType>
    </xsd:element>
    <xsd:element name="DocumentSerieNumber" ma:index="17" nillable="true" ma:displayName="Dokumendi järg" ma:decimals="0" ma:internalName="DocumentSerieNumber">
      <xsd:simpleType>
        <xsd:restriction base="dms:Number"/>
      </xsd:simpleType>
    </xsd:element>
    <xsd:element name="AddresseeCompanyName" ma:index="18" nillable="true" ma:displayName="Adressaadi asutuse nimi" ma:internalName="AddresseeCompanyName">
      <xsd:simpleType>
        <xsd:restriction base="dms:Text"/>
      </xsd:simpleType>
    </xsd:element>
    <xsd:element name="Adressaadiepostisik" ma:index="19" nillable="true" ma:displayName="Adressaadi e-post/isik" ma:internalName="Adressaadiepostisik">
      <xsd:simpleType>
        <xsd:restriction base="dms:Text">
          <xsd:maxLength value="100"/>
        </xsd:restriction>
      </xsd:simpleType>
    </xsd:element>
    <xsd:element name="AddresseeAddress" ma:index="20" nillable="true" ma:displayName="Adressaadi postiaadress" ma:internalName="AddresseeAddress">
      <xsd:simpleType>
        <xsd:restriction base="dms:Text"/>
      </xsd:simpleType>
    </xsd:element>
    <xsd:element name="AddresseeCode" ma:index="21" nillable="true" ma:displayName="Adressaadi postiindeks" ma:default="" ma:internalName="AddresseeCode">
      <xsd:simpleType>
        <xsd:restriction base="dms:Text">
          <xsd:maxLength value="255"/>
        </xsd:restriction>
      </xsd:simpleType>
    </xsd:element>
    <xsd:element name="AddresseeFax" ma:index="22" nillable="true" ma:displayName="Adressaadi linn" ma:default="" ma:internalName="AddresseeFax">
      <xsd:simpleType>
        <xsd:restriction base="dms:Text">
          <xsd:maxLength value="255"/>
        </xsd:restriction>
      </xsd:simpleType>
    </xsd:element>
    <xsd:element name="Ours" ma:index="23" nillable="true" ma:displayName="TEIE" ma:default="" ma:description="Sissetulnud kirja kpv ja nr. Sisestada järgmine kuju: 00.00.0000 nr 0 (vastuskirja puhul täitub väli automaatselt)" ma:internalName="Ours">
      <xsd:simpleType>
        <xsd:restriction base="dms:Text">
          <xsd:maxLength value="255"/>
        </xsd:restriction>
      </xsd:simpleType>
    </xsd:element>
    <xsd:element name="ReplyDeadline" ma:index="24" nillable="true" ma:displayName="Vastamise tähtaeg" ma:default="" ma:description="Täita juhul, kui oodatakse vastust" ma:format="DateTime" ma:internalName="ReplyDeadline">
      <xsd:simpleType>
        <xsd:restriction base="dms:DateTime"/>
      </xsd:simpleType>
    </xsd:element>
    <xsd:element name="RecordRelationships" ma:index="25" nillable="true" ma:displayName="Seosed" ma:list="04b08a58-6d8b-431e-b4bf-d820001d2ddb" ma:internalName="RecordRelationships" ma:showField="ID">
      <xsd:simpleType>
        <xsd:restriction base="dms:Unknown"/>
      </xsd:simpleType>
    </xsd:element>
    <xsd:element name="CommentsText" ma:index="26" nillable="true" ma:displayName="Märkused" ma:default="" ma:description="Siia kirjuta märkus, kui kiri jäi välja saatmata või edastati mitmele asutusele." ma:internalName="CommentsText">
      <xsd:simpleType>
        <xsd:restriction base="dms:Note">
          <xsd:maxLength value="255"/>
        </xsd:restriction>
      </xsd:simpleType>
    </xsd:element>
    <xsd:element name="FinancialYear" ma:index="27" nillable="true" ma:displayName="Asjaajamise aasta" ma:decimals="0" ma:internalName="FinancialYear">
      <xsd:simpleType>
        <xsd:restriction base="dms:Number"/>
      </xsd:simpleType>
    </xsd:element>
    <xsd:element name="RegistrationDate" ma:index="28" nillable="true" ma:displayName="Registreerimise kuupäev" ma:default="" ma:internalName="RegistrationDate">
      <xsd:simpleType>
        <xsd:restriction base="dms:DateTime"/>
      </xsd:simpleType>
    </xsd:element>
    <xsd:element name="SendersCompanyName" ma:index="30" nillable="true" ma:displayName="Saatja asutuse nimi" ma:internalName="SendersCompanyName">
      <xsd:simpleType>
        <xsd:restriction base="dms:Text"/>
      </xsd:simpleType>
    </xsd:element>
    <xsd:element name="ObjectNumber" ma:index="33" nillable="true" ma:displayName="Objekti number" ma:default="" ma:internalName="ObjectNumber">
      <xsd:simpleType>
        <xsd:restriction base="dms:Text">
          <xsd:maxLength value="255"/>
        </xsd:restriction>
      </xsd:simpleType>
    </xsd:element>
    <xsd:element name="InternalDocumentChoice" ma:index="34" nillable="true" ma:displayName="Asutusesiseseks kasutamiseks" ma:default="0" ma:description="Dokument on määratud asutusesiseseks kasutamiseks Jah/Ei" ma:internalName="InternalDocumentChoice">
      <xsd:simpleType>
        <xsd:restriction base="dms:Boolean"/>
      </xsd:simpleType>
    </xsd:element>
    <xsd:element name="Dokumendikpv" ma:index="38" nillable="true" ma:displayName="Dokumendi kpv" ma:default="" ma:description="Sisestada kirjal olev kuupäev" ma:format="DateOnly" ma:hidden="true" ma:internalName="Dokumendikpv">
      <xsd:simpleType>
        <xsd:restriction base="dms:DateTime"/>
      </xsd:simpleType>
    </xsd:element>
    <xsd:element name="AmphoraIsPublic" ma:index="39" nillable="true" ma:displayName="Amphora avalikustatud" ma:hidden="true" ma:internalName="AmphoraIsPublic">
      <xsd:simpleType>
        <xsd:restriction base="dms:Boolean"/>
      </xsd:simpleType>
    </xsd:element>
    <xsd:element name="ReplyDate" ma:index="40" nillable="true" ma:displayName="Vastamise kuupäev" ma:hidden="true" ma:internalName="ReplyDate">
      <xsd:simpleType>
        <xsd:restriction base="dms:DateTime"/>
      </xsd:simpleType>
    </xsd:element>
    <xsd:element name="TemplateName" ma:index="43" nillable="true" ma:displayName="Malli nimetus" ma:hidden="true" ma:internalName="TemplateName">
      <xsd:simpleType>
        <xsd:restriction base="dms:Text"/>
      </xsd:simpleType>
    </xsd:element>
    <xsd:element name="TemplateDate" ma:index="44" nillable="true" ma:displayName="Malli kuupäev" ma:hidden="true" ma:internalName="TemplateDate">
      <xsd:simpleType>
        <xsd:restriction base="dms:DateTime"/>
      </xsd:simpleType>
    </xsd:element>
    <xsd:element name="RestrictionBeginDate" ma:index="45" nillable="true" ma:displayName="Piirangu algus" ma:hidden="true" ma:internalName="RestrictionBeginDate" ma:readOnly="true">
      <xsd:simpleType>
        <xsd:restriction base="dms:DateTime"/>
      </xsd:simpleType>
    </xsd:element>
    <xsd:element name="RestrictionEndDate" ma:index="46" nillable="true" ma:displayName="Piirangu lõpp" ma:hidden="true" ma:internalName="RestrictionEndDate" ma:readOnly="true">
      <xsd:simpleType>
        <xsd:restriction base="dms:DateTime"/>
      </xsd:simpleType>
    </xsd:element>
    <xsd:element name="RestrictionAuthorisation" ma:index="47" nillable="true" ma:displayName="Piirangu alus" ma:hidden="true" ma:internalName="RestrictionAuthorisation" ma:readOnly="true">
      <xsd:simpleType>
        <xsd:restriction base="dms:Text"/>
      </xsd:simpleType>
    </xsd:element>
    <xsd:element name="SecurityCategory" ma:index="48" nillable="true" ma:displayName="Turvaklass" ma:hidden="true" ma:internalName="SecurityCategory" ma:readOnly="true">
      <xsd:simpleType>
        <xsd:restriction base="dms:Text"/>
      </xsd:simpleType>
    </xsd:element>
    <xsd:element name="SecurityCategoryChangeReason" ma:index="49" nillable="true" ma:displayName="Turvaklassi muutmise põhjus" ma:internalName="SecurityCategoryChangeReason" ma:readOnly="true">
      <xsd:simpleType>
        <xsd:restriction base="dms:Text"/>
      </xsd:simpleType>
    </xsd:element>
    <xsd:element name="SecurityCategoryChangeDate" ma:index="50" nillable="true" ma:displayName="Turvaklassi muutmise kuupäev" ma:internalName="SecurityCategoryChangeDate" ma:readOnly="true">
      <xsd:simpleType>
        <xsd:restriction base="dms:DateTime"/>
      </xsd:simpleType>
    </xsd:element>
    <xsd:element name="PreviousSecurityCategory" ma:index="51" nillable="true" ma:displayName="Eelmine turvaklass" ma:internalName="PreviousSecurityCategory" ma:readOnly="true">
      <xsd:simpleType>
        <xsd:restriction base="dms:Text"/>
      </xsd:simpleType>
    </xsd:element>
    <xsd:element name="Encryption" ma:index="52" nillable="true" ma:displayName="Krüpteering" ma:internalName="Encryption" ma:readOnly="true">
      <xsd:simpleType>
        <xsd:restriction base="dms:Text"/>
      </xsd:simpleType>
    </xsd:element>
    <xsd:element name="Deadline" ma:index="53" nillable="true" ma:displayName="Tähtaeg" ma:hidden="true" ma:internalName="Deadline">
      <xsd:simpleType>
        <xsd:restriction base="dms:DateTime"/>
      </xsd:simpleType>
    </xsd:element>
    <xsd:element name="Responsible" ma:index="54" nillable="true" ma:displayName="Vastutajad" ma:hidden="true" ma:internalName="Responsib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omments" ma:index="55" nillable="true" ma:displayName="Kommentaarid" ma:default="" ma:description="Siia kirjuta märkus, kui kiri näiteks ei läinudki välja" ma:hidden="true" ma:internalName="Komments">
      <xsd:simpleType>
        <xsd:restriction base="dms:Note"/>
      </xsd:simpleType>
    </xsd:element>
    <xsd:element name="CreatorName" ma:index="56" nillable="true" ma:displayName="Koostaja nimi" ma:default="" ma:description="Sissetulnud kirja koostaja" ma:hidden="true" ma:internalName="CreatorName">
      <xsd:simpleType>
        <xsd:restriction base="dms:Text">
          <xsd:maxLength value="255"/>
        </xsd:restriction>
      </xsd:simpleType>
    </xsd:element>
    <xsd:element name="Destroyer" ma:index="57" nillable="true" ma:displayName="Hävitamise teostaja" ma:hidden="true" ma:internalName="Destroy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tatus" ma:index="58" nillable="true" ma:displayName="Dokumendi olek" ma:default="Töös" ma:hidden="true" ma:internalName="DocumentStatus">
      <xsd:simpleType>
        <xsd:restriction base="dms:Choice">
          <xsd:enumeration value="Töös"/>
          <xsd:enumeration value="Ootab registreerimist"/>
          <xsd:enumeration value="Registreeritud"/>
          <xsd:enumeration value="Arhiveeritud"/>
          <xsd:enumeration value="Lõpetatud"/>
          <xsd:enumeration value="Allkirjastatud"/>
          <xsd:enumeration value="Kooskõlastatud"/>
          <xsd:enumeration value="Kooskõlastamisel"/>
          <xsd:enumeration value="Allkirjastamisel"/>
        </xsd:restriction>
      </xsd:simpleType>
    </xsd:element>
    <xsd:element name="Approved" ma:index="59" nillable="true" ma:displayName="Kooskõlastatud" ma:hidden="true" ma:internalName="Approved">
      <xsd:simpleType>
        <xsd:restriction base="dms:Boolean"/>
      </xsd:simpleType>
    </xsd:element>
    <xsd:element name="Approver" ma:index="60" nillable="true" ma:displayName="Kooskõlastaja" ma:hidden="true" ma:internalName="Approv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Date" ma:index="61" nillable="true" ma:displayName="Kooskõlastamise kuupäev" ma:hidden="true" ma:internalName="ApprovalDate">
      <xsd:simpleType>
        <xsd:restriction base="dms:DateTime"/>
      </xsd:simpleType>
    </xsd:element>
    <xsd:element name="RetentionPeriodSetDate" ma:index="62" nillable="true" ma:displayName="Säilitustähtaja märkimine" ma:hidden="true" ma:internalName="RetentionPeriodSetDate">
      <xsd:simpleType>
        <xsd:restriction base="dms:DateTime"/>
      </xsd:simpleType>
    </xsd:element>
    <xsd:element name="RetentionPeriodChangeDate" ma:index="63" nillable="true" ma:displayName="Säilitustähtaja muutmine" ma:hidden="true" ma:internalName="RetentionPeriodChangeDate">
      <xsd:simpleType>
        <xsd:restriction base="dms:DateTime"/>
      </xsd:simpleType>
    </xsd:element>
    <xsd:element name="fawf_IsAssigned" ma:index="64" nillable="true" ma:displayName="Täitmisele määratud" ma:default="FALSE" ma:hidden="true" ma:internalName="fawf_IsAssigned">
      <xsd:simpleType>
        <xsd:restriction base="dms:Boolean"/>
      </xsd:simpleType>
    </xsd:element>
    <xsd:element name="fawf_Deadline" ma:index="65" nillable="true" ma:displayName="Täitmise tähtaeg" ma:default="" ma:hidden="true" ma:internalName="fawf_Deadline">
      <xsd:simpleType>
        <xsd:restriction base="dms:DateTime"/>
      </xsd:simpleType>
    </xsd:element>
    <xsd:element name="fawf_AssignedTo" ma:index="66" nillable="true" ma:displayName="Täitja" ma:hidden="true" ma:internalName="fawf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awf_AssignmentStatus" ma:index="67" nillable="true" ma:displayName="Täitmise staatus" ma:hidden="true" ma:internalName="fawf_AssignmentStatus">
      <xsd:simpleType>
        <xsd:restriction base="dms:Choice">
          <xsd:enumeration value="Edenemisel"/>
          <xsd:enumeration value="Tagasi lükatud"/>
          <xsd:enumeration value="Lõpule viidud"/>
        </xsd:restriction>
      </xsd:simpleType>
    </xsd:element>
    <xsd:element name="ValidityBeginDate" ma:index="68" nillable="true" ma:displayName="Kehtivuse algus" ma:hidden="true" ma:internalName="ValidityBeginDate">
      <xsd:simpleType>
        <xsd:restriction base="dms:DateTime"/>
      </xsd:simpleType>
    </xsd:element>
    <xsd:element name="ValidityEndDate" ma:index="69" nillable="true" ma:displayName="Kehtivuse lõpp" ma:hidden="true" ma:internalName="ValidityEndDate">
      <xsd:simpleType>
        <xsd:restriction base="dms:DateTime"/>
      </xsd:simpleType>
    </xsd:element>
    <xsd:element name="CurrentOwner" ma:index="70" nillable="true" ma:displayName="Dokumendi omanik" ma:hidden="true" ma:internalName="Curren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plyDocumentNumber" ma:index="71" nillable="true" ma:displayName="Vastusdokumendi number" ma:hidden="true" ma:internalName="ReplyDocumentNumber">
      <xsd:simpleType>
        <xsd:restriction base="dms:Text"/>
      </xsd:simpleType>
    </xsd:element>
    <xsd:element name="LetterSubject" ma:index="72" nillable="true" ma:displayName="Kirja teema" ma:hidden="true" ma:internalName="LetterSubject">
      <xsd:simpleType>
        <xsd:restriction base="dms:Choice">
          <xsd:enumeration value="Asjaajamine ja arhiivitöö"/>
          <xsd:enumeration value="Kooskõlastamisel olevad lepingud"/>
          <xsd:enumeration value="Koolitus"/>
          <xsd:enumeration value="Majandamine, IT"/>
        </xsd:restriction>
      </xsd:simpleType>
    </xsd:element>
    <xsd:element name="LetterRequestedAnswerMethod" ma:index="73" nillable="true" ma:displayName="Soovitud vastamise viis" ma:hidden="true" ma:internalName="LetterRequestedAnswerMethod">
      <xsd:simpleType>
        <xsd:restriction base="dms:Choice">
          <xsd:enumeration value="Käsipost"/>
          <xsd:enumeration value="Post"/>
          <xsd:enumeration value="E-post"/>
          <xsd:enumeration value="Faks"/>
          <xsd:enumeration value="Telefonikõne"/>
          <xsd:enumeration value="Panderoll"/>
          <xsd:enumeration value="Kuller"/>
          <xsd:enumeration value="Telegramm"/>
          <xsd:enumeration value="Tähitud post isiklikult kätte"/>
          <xsd:enumeration value="E-kodanik"/>
          <xsd:enumeration value="Kodanikuportaal"/>
        </xsd:restriction>
      </xsd:simpleType>
    </xsd:element>
    <xsd:element name="DocumentSubject" ma:index="74" nillable="true" ma:displayName="Teema" ma:hidden="true" ma:internalName="DocumentSubject">
      <xsd:simpleType>
        <xsd:restriction base="dms:Text"/>
      </xsd:simpleType>
    </xsd:element>
    <xsd:element name="AddresseeFirstName" ma:index="75" nillable="true" ma:displayName="Adressaadi eesnimi" ma:hidden="true" ma:internalName="AddresseeFirstName">
      <xsd:simpleType>
        <xsd:restriction base="dms:Text"/>
      </xsd:simpleType>
    </xsd:element>
    <xsd:element name="AddresseeLastName" ma:index="76" nillable="true" ma:displayName="Adressaadi perekonnanimi" ma:hidden="true" ma:internalName="AddresseeLastName">
      <xsd:simpleType>
        <xsd:restriction base="dms:Text"/>
      </xsd:simpleType>
    </xsd:element>
    <xsd:element name="AddresseeCompanyStructureUnit" ma:index="77" nillable="true" ma:displayName="Adressaadi asutuse struktuuriüksus" ma:hidden="true" ma:internalName="AddresseeCompanyStructureUnit">
      <xsd:simpleType>
        <xsd:restriction base="dms:Text"/>
      </xsd:simpleType>
    </xsd:element>
    <xsd:element name="AddresseePosition" ma:index="78" nillable="true" ma:displayName="Adressaadi ametinimetus" ma:hidden="true" ma:internalName="AddresseePosition">
      <xsd:simpleType>
        <xsd:restriction base="dms:Text"/>
      </xsd:simpleType>
    </xsd:element>
    <xsd:element name="AddresseeResponsiblePersonName" ma:index="79" nillable="true" ma:displayName="Adressaadi poolne vastutav isik" ma:hidden="true" ma:internalName="AddresseeResponsiblePersonName">
      <xsd:simpleType>
        <xsd:restriction base="dms:Text"/>
      </xsd:simpleType>
    </xsd:element>
    <xsd:element name="CorrespondingInstitutionAddress" ma:index="80" nillable="true" ma:displayName="Asutuse aadress" ma:hidden="true" ma:internalName="CorrespondingInstitutionAddress">
      <xsd:simpleType>
        <xsd:restriction base="dms:Text"/>
      </xsd:simpleType>
    </xsd:element>
    <xsd:element name="ContactPerson" ma:index="81" nillable="true" ma:displayName="Kontaktisik" ma:hidden="true" ma:internalName="ContactPerson">
      <xsd:simpleType>
        <xsd:restriction base="dms:Text"/>
      </xsd:simpleType>
    </xsd:element>
    <xsd:element name="DigitalSigners" ma:index="82" nillable="true" ma:displayName="Allkirjastajad" ma:description="Inimeste nimed, kes on digitaalselt allkirjastanud dokumendi. Uuendatakse automaatselt." ma:hidden="true" ma:internalName="DigitalSigners" ma:readOnly="false">
      <xsd:simpleType>
        <xsd:restriction base="dms:Note"/>
      </xsd:simpleType>
    </xsd:element>
    <xsd:element name="TimeLastSigned" ma:index="83" nillable="true" ma:displayName="Viimase allkirja aeg" ma:description="Aeg, millal viimati allkirjastati dokument. Uuendatakse automaatselt." ma:hidden="true" ma:internalName="TimeLastSigned" ma:readOnly="false">
      <xsd:simpleType>
        <xsd:restriction base="dms:DateTime"/>
      </xsd:simpleType>
    </xsd:element>
    <xsd:element name="SignatureStatus" ma:index="84" nillable="true" ma:displayName="Allkirja staatus" ma:default="Pending" ma:description="Digitaalse allkirja staatus." ma:format="RadioButtons" ma:hidden="true" ma:internalName="SignatureStatus" ma:readOnly="false">
      <xsd:simpleType>
        <xsd:restriction base="dms:Choice">
          <xsd:enumeration value="OK"/>
          <xsd:enumeration value="Invalid"/>
          <xsd:enumeration value="Pending"/>
          <xsd:enumeration value="Not signed"/>
        </xsd:restriction>
      </xsd:simpleType>
    </xsd:element>
    <xsd:element name="DetachedDate" ma:index="85" nillable="true" ma:displayName="Eraldamise kuupäev" ma:default="" ma:hidden="true" ma:internalName="DetachedDate" ma:readOnly="true">
      <xsd:simpleType>
        <xsd:restriction base="dms:DateTime"/>
      </xsd:simpleType>
    </xsd:element>
    <xsd:element name="DestroyedDate" ma:index="86" nillable="true" ma:displayName="Hävitamise kuupäev" ma:default="" ma:hidden="true" ma:internalName="DestroyedDate" ma:readOnly="true">
      <xsd:simpleType>
        <xsd:restriction base="dms:DateTime"/>
      </xsd:simpleType>
    </xsd:element>
    <xsd:element name="Version" ma:index="87" nillable="true" ma:displayName="Versioon" ma:decimals="0" ma:default="1" ma:hidden="true" ma:internalName="Version" ma:readOnly="true">
      <xsd:simpleType>
        <xsd:restriction base="dms:Number"/>
      </xsd:simpleType>
    </xsd:element>
    <xsd:element name="DocumentLocation" ma:index="88" nillable="true" ma:displayName="Dokumendi asukoht" ma:hidden="true" ma:internalName="DocumentLocation">
      <xsd:simpleType>
        <xsd:restriction base="dms:Text"/>
      </xsd:simpleType>
    </xsd:element>
    <xsd:element name="MediaFormat" ma:index="89" nillable="true" ma:displayName="Tüüp" ma:hidden="true" ma:internalName="MediaFormat" ma:readOnly="true">
      <xsd:simpleType>
        <xsd:restriction base="dms:Text"/>
      </xsd:simpleType>
    </xsd:element>
    <xsd:element name="CopyReceivers" ma:index="90" nillable="true" ma:displayName="Koopiate saajad" ma:hidden="true" ma:internalName="CopyReceiver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chivalStatus" ma:index="91" nillable="true" ma:displayName="Arhiivi staatus" ma:hidden="true" ma:internalName="ArchivalStatus">
      <xsd:simpleType>
        <xsd:restriction base="dms:Choice">
          <xsd:enumeration value="Arhiveerimata"/>
          <xsd:enumeration value="Arhiiveeritud"/>
          <xsd:enumeration value="Hävitatud"/>
        </xsd:restriction>
      </xsd:simpleType>
    </xsd:element>
    <xsd:element name="ArchivalDate" ma:index="92" nillable="true" ma:displayName="Arhiveerimise kuupäev" ma:hidden="true" ma:internalName="ArchivalDate">
      <xsd:simpleType>
        <xsd:restriction base="dms:DateTime"/>
      </xsd:simpleType>
    </xsd:element>
    <xsd:element name="PaperDocumentFolder" ma:index="93" nillable="true" ma:displayName="Paberkandja kaust" ma:hidden="true" ma:internalName="PaperDocumentFolder">
      <xsd:simpleType>
        <xsd:restriction base="dms:Text"/>
      </xsd:simpleType>
    </xsd:element>
    <xsd:element name="RealEstateID" ma:index="94" nillable="true" ma:displayName="Kinnistu tunnus" ma:hidden="true" ma:internalName="RealEstateID">
      <xsd:simpleType>
        <xsd:restriction base="dms:Text"/>
      </xsd:simpleType>
    </xsd:element>
    <xsd:element name="LetterNumber" ma:index="96" nillable="true" ma:displayName="Kirja number" ma:decimals="0" ma:hidden="true" ma:internalName="LetterNumber">
      <xsd:simpleType>
        <xsd:restriction base="dms:Number"/>
      </xsd:simpleType>
    </xsd:element>
    <xsd:element name="Addressee" ma:index="97" nillable="true" ma:displayName="Adressaat" ma:hidden="true" ma:internalName="Addressee">
      <xsd:simpleType>
        <xsd:restriction base="dms:Text"/>
      </xsd:simpleType>
    </xsd:element>
    <xsd:element name="Number" ma:index="98" nillable="true" ma:displayName="Number" ma:decimals="0" ma:default="" ma:description="järjekorranumber, tuleb automaatselt" ma:hidden="true" ma:internalName="Number" ma:percentage="FALSE">
      <xsd:simpleType>
        <xsd:restriction base="dms:Number"/>
      </xsd:simpleType>
    </xsd:element>
    <xsd:element name="AccessRights" ma:index="99" nillable="true" ma:displayName="Juurdepääsupiirang" ma:description="" ma:hidden="true" ma:list="28fad414-3f0b-4a27-8bad-acd440cbdeb2" ma:internalName="AccessRights" ma:showField="Märgend">
      <xsd:simpleType>
        <xsd:restriction base="dms:Lookup"/>
      </xsd:simpleType>
    </xsd:element>
    <xsd:element name="IsMainDocument" ma:index="100" nillable="true" ma:displayName="On põhidokument" ma:default="TRUE" ma:hidden="true" ma:internalName="IsMainDocument">
      <xsd:simpleType>
        <xsd:restriction base="dms:Boolean"/>
      </xsd:simpleType>
    </xsd:element>
    <xsd:element name="ProjectNumber" ma:index="101" nillable="true" ma:displayName="Projekti number" ma:hidden="true" ma:internalName="ProjectNumber">
      <xsd:simpleType>
        <xsd:restriction base="dms:Text"/>
      </xsd:simpleType>
    </xsd:element>
    <xsd:element name="Asutus" ma:index="102" nillable="true" ma:displayName="Asutus" ma:hidden="true" ma:internalName="Asutus">
      <xsd:simpleType>
        <xsd:restriction base="dms:Unknown"/>
      </xsd:simpleType>
    </xsd:element>
    <xsd:element name="Sender" ma:index="103" nillable="true" ma:displayName="Saatja" ma:hidden="true" ma:internalName="Sender">
      <xsd:simpleType>
        <xsd:restriction base="dms:Text"/>
      </xsd:simpleType>
    </xsd:element>
    <xsd:element name="CreatedDate" ma:index="104" nillable="true" ma:displayName="Koostamise aeg" ma:default="" ma:hidden="true" ma:internalName="CreatedDate">
      <xsd:simpleType>
        <xsd:restriction base="dms:DateTime"/>
      </xsd:simpleType>
    </xsd:element>
    <xsd:element name="Lisad" ma:index="105" nillable="true" ma:displayName="Lisad" ma:hidden="true" ma:internalName="Lisad">
      <xsd:simpleType>
        <xsd:restriction base="dms:Unknown"/>
      </xsd:simpleType>
    </xsd:element>
    <xsd:element name="Yours" ma:index="110" nillable="true" ma:displayName="TEIE" ma:default="" ma:description="Täita sissetulnud kirjade puhul. Sisestada järgmine kuju: Dokumendi kpv nr ja Dokumendi nr (00.00.0000 nr 00)" ma:hidden="true" ma:internalName="Yours">
      <xsd:simpleType>
        <xsd:restriction base="dms:Text">
          <xsd:maxLength value="255"/>
        </xsd:restriction>
      </xsd:simpleType>
    </xsd:element>
    <xsd:element name="AmphoraDocID" ma:index="111" nillable="true" ma:displayName="Amphora dokumendi ID" ma:hidden="true" ma:internalName="AmphoraDocID">
      <xsd:simpleType>
        <xsd:restriction base="dms:Number"/>
      </xsd:simpleType>
    </xsd:element>
    <xsd:element name="AmphoraDocumentType" ma:index="112" nillable="true" ma:displayName="Amphora dokumendi teema" ma:hidden="true" ma:internalName="AmphoraDocumentType">
      <xsd:simpleType>
        <xsd:restriction base="dms:Text"/>
      </xsd:simpleType>
    </xsd:element>
    <xsd:element name="AmphoraImportNr" ma:index="113" nillable="true" ma:displayName="AmphoraImportNr" ma:hidden="true" ma:internalName="AmphoraImportNr">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B6465C4-BBBB-4211-855B-D9C2AAA1834C" elementFormDefault="qualified">
    <xsd:import namespace="http://schemas.microsoft.com/office/2006/documentManagement/types"/>
    <xsd:import namespace="http://schemas.microsoft.com/office/infopath/2007/PartnerControls"/>
    <xsd:element name="Objektinr" ma:index="95" nillable="true" ma:displayName="Objekti nr" ma:hidden="true" ma:list="7348ed3d-f77c-44a9-b277-2ae0f0f0c428" ma:internalName="Objektinr" ma:showField="Objektinragressos" ma:web="b0f6981a-a0d0-42cb-93f4-c67921145ffa">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0f6981a-a0d0-42cb-93f4-c67921145ffa" elementFormDefault="qualified">
    <xsd:import namespace="http://schemas.microsoft.com/office/2006/documentManagement/types"/>
    <xsd:import namespace="http://schemas.microsoft.com/office/infopath/2007/PartnerControls"/>
    <xsd:element name="Hanke_x0020_ID" ma:index="31" nillable="true" ma:displayName="Hanke ID" ma:internalName="Hanke_x0020_ID">
      <xsd:simpleType>
        <xsd:restriction base="dms:Text">
          <xsd:maxLength value="255"/>
        </xsd:restriction>
      </xsd:simpleType>
    </xsd:element>
    <xsd:element name="Seos_x0020_hankega" ma:index="32" nillable="true" ma:displayName="Seos hankega" ma:internalName="Seos_x0020_hankeg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6465c4-bbbb-4211-855b-d9c2aaa1834c" elementFormDefault="qualified">
    <xsd:import namespace="http://schemas.microsoft.com/office/2006/documentManagement/types"/>
    <xsd:import namespace="http://schemas.microsoft.com/office/infopath/2007/PartnerControls"/>
    <xsd:element name="AK_x0020__x00f5_iguslik_x0020_alus" ma:index="35" nillable="true" ma:displayName="AK õiguslik alus" ma:description="Õiguslik alus asutusesiseseks tunnistamisel vastavalt AvTS § 35:" ma:format="Dropdown" ma:internalName="AK_x0020__x00f5_iguslik_x0020_alus">
      <xsd:simpleType>
        <xsd:restriction base="dms:Choice">
          <xsd:enumeration value="---"/>
          <xsd:enumeration value="•kriminaal- või väärteomenetluses kogutud teave (lg 1 p 1)"/>
          <xsd:enumeration value="•riikliku järelevalve menetluse käigus kogutud teave (lg 1 p2 )"/>
          <xsd:enumeration value="•teave, mille avalikuks tulek kahjustaks riigi välissuhtlemist (lg 1 p 3)"/>
          <xsd:enumeration value="•teave kaitseväe relvastuse ja varustuse tabelite ning hulga kohta, v.a. riigisaladuse korral (lg 1 p 4)"/>
          <xsd:enumeration value="•riigivara, mis antakse kaitseväe valdusse sõjalise valmisoleku tõstmisel ja mobilisatsiooni korral (lg 1 p 5)"/>
          <xsd:enumeration value="•teave politsei tegevuse meetodite ja taktika kohta, kui selle avalikuks tulek võib raskendada süütegude avastamist või soodustada nende toimepanemist (lg 1 p 5-1)"/>
          <xsd:enumeration value="•teave politsei relvastuse hulga kohta, v.a. riigisaladuse korral (lg 1 p 5-2)"/>
          <xsd:enumeration value="•teave riigikaitselise sundkoormise kohta (lg 1 p 6)"/>
          <xsd:enumeration value="•teave, mille avalikuks tulek ohustaks muinsuskaitse all olevat objekti või muuseumikogusse kuuluvat museaali (lg 1 p 7)"/>
          <xsd:enumeration value="•teave, mille avalikuks tulek ohustaks kaitseala või kaitsealuse liigi ning tema elupaiga või kasvukoha säilimist (lg 1 p 8)"/>
          <xsd:enumeration value="•teave turvasüsteemide, turvaorganisatsiooni või turvameetmete kirjelduse kohta (lg 1 p 9)"/>
          <xsd:enumeration value="•teave tehnoloogiliste lahenduste kohta, kui sellise teabe avalikuks tulek kahjustaks teabevaldaja huve või sellise teabe asutusesiseseks kasutamiseks tunnistamine on ette nähtud eraõigusliku isikuga sõlmitud lepingus (lg 1 p 10)"/>
          <xsd:enumeration value="•teave, mis sisaldab delikaatseid isikuandmeid (lg 1 p 11)"/>
          <xsd:enumeration value="•teave, mis sisaldab isikuandmeid, kui sellisele teabele juurdepääsu võimaldamine kahjustaks oluliselt andmesubjekti eraelu puutumatust (lg p 12)"/>
          <xsd:enumeration value="•teave, mis sisaldab perekonnaelu üksikasju kirjeldavaid andmeid (lg 1 p 13)"/>
          <xsd:enumeration value="•teave sotsiaalabi või sotsiaalteenuste osutamise taotlemise kohta (lg 1 p 14)"/>
          <xsd:enumeration value="•teave, mis kirjeldab isiku vaimseid või füüsilisi kannatusi (lg 1 p 15)"/>
          <xsd:enumeration value="• isiku kohta seoses maksustamisega kogutud teave, välja arvatud teabe maksuvõlgnevuste kohta (lg 1 p 16)"/>
          <xsd:enumeration value="• teave, mille avalikustamine võib kahjustada ärisaladust (lg 1 p 17)"/>
          <xsd:enumeration value="•siseauditi aruanded enne nende kinnitamist asutuse juhi poolt (lg 1 p 18)"/>
          <xsd:enumeration value="•elutähtsa teenuse riskianalüüsi ja toimepidevuse plaani puudutav teave (lg 1 p 18-1)"/>
          <xsd:enumeration value="•seaduses sätestatud muu teave (lg 1 p 19)"/>
          <xsd:enumeration value="•õigustloovate aktide eelnõud enne nende kooskõlastamiseks saatmist või vastuvõtmiseks esitamist (lg 2 p 1)"/>
          <xsd:enumeration value="•dokumendi kavand ja selle juurde kuuluvad dokumendid enne nende vastuvõtmist või allakirjutamist – ainult riik ja KOV (lg 2 p2)"/>
          <xsd:enumeration value="•põhjendatud juhtudel asutusesiseselt adresseeritud dokumendid, mida dokumendiregistris ei registreerita (arvamused, teated, memod, õiendid, nõuanded jm) – ainult riik ja KOV (lg 2 p 3)"/>
          <xsd:enumeration value="•tsiviilkohtumenetluses riigi kui menetlusosalise huvisid kahjustada võiv teave kuni kohtulahendi tegemiseni (lg 2 p 4)."/>
        </xsd:restriction>
      </xsd:simpleType>
    </xsd:element>
    <xsd:element name="AK_x0020_algus" ma:index="36" nillable="true" ma:displayName="AK algus" ma:description="Juurdepääsupiirangu algus" ma:format="DateOnly" ma:internalName="AK_x0020_algus">
      <xsd:simpleType>
        <xsd:restriction base="dms:DateTime"/>
      </xsd:simpleType>
    </xsd:element>
    <xsd:element name="AK_x0020_l_x00f5_pp" ma:index="37" nillable="true" ma:displayName="AK lõpp" ma:description="Juurdepääsupiirangu lõpp" ma:format="DateOnly" ma:internalName="AK_x0020_l_x00f5_pp">
      <xsd:simpleType>
        <xsd:restriction base="dms:DateTime"/>
      </xsd:simpleType>
    </xsd:element>
    <xsd:element name="AK_x0020_kehtestaja" ma:index="114" nillable="true" ma:displayName="AK kehtestaja" ma:list="UserInfo" ma:SharePointGroup="0" ma:internalName="AK_x0020_kehtestaj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6" ma:displayName="Sisutüüp"/>
        <xsd:element ref="dc:title" maxOccurs="1" ma:index="5"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4CE82-63B7-4326-A109-B8CFDF89693A}">
  <ds:schemaRefs>
    <ds:schemaRef ds:uri="http://schemas.microsoft.com/office/2006/metadata/properties"/>
    <ds:schemaRef ds:uri="eb6465c4-bbbb-4211-855b-d9c2aaa1834c"/>
    <ds:schemaRef ds:uri="http://schemas.microsoft.com/office/2006/documentManagement/types"/>
    <ds:schemaRef ds:uri="http://schemas.openxmlformats.org/package/2006/metadata/core-properties"/>
    <ds:schemaRef ds:uri="http://schemas.microsoft.com/office/infopath/2007/PartnerControls"/>
    <ds:schemaRef ds:uri="http://purl.org/dc/dcmitype/"/>
    <ds:schemaRef ds:uri="http://purl.org/dc/terms/"/>
    <ds:schemaRef ds:uri="EB6465C4-BBBB-4211-855B-D9C2AAA1834C"/>
    <ds:schemaRef ds:uri="b0f6981a-a0d0-42cb-93f4-c67921145ffa"/>
    <ds:schemaRef ds:uri="http://schemas.microsoft.com/sharepoint/v3"/>
    <ds:schemaRef ds:uri="http://www.w3.org/XML/1998/namespace"/>
    <ds:schemaRef ds:uri="http://purl.org/dc/elements/1.1/"/>
  </ds:schemaRefs>
</ds:datastoreItem>
</file>

<file path=customXml/itemProps2.xml><?xml version="1.0" encoding="utf-8"?>
<ds:datastoreItem xmlns:ds="http://schemas.openxmlformats.org/officeDocument/2006/customXml" ds:itemID="{6B64425D-64D8-432F-AA62-FCA3A5B45A46}">
  <ds:schemaRefs>
    <ds:schemaRef ds:uri="http://schemas.microsoft.com/sharepoint/v3/contenttype/forms"/>
  </ds:schemaRefs>
</ds:datastoreItem>
</file>

<file path=customXml/itemProps3.xml><?xml version="1.0" encoding="utf-8"?>
<ds:datastoreItem xmlns:ds="http://schemas.openxmlformats.org/officeDocument/2006/customXml" ds:itemID="{2065A690-5C8C-4D2E-B0D7-8BA0FD1A6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B6465C4-BBBB-4211-855B-D9C2AAA1834C"/>
    <ds:schemaRef ds:uri="b0f6981a-a0d0-42cb-93f4-c67921145ffa"/>
    <ds:schemaRef ds:uri="eb6465c4-bbbb-4211-855b-d9c2aaa183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E70691-E74A-47C4-B437-37C277F86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Valjaminev_kiri</Template>
  <TotalTime>0</TotalTime>
  <Pages>1</Pages>
  <Words>172</Words>
  <Characters>1002</Characters>
  <Application>Microsoft Office Word</Application>
  <DocSecurity>0</DocSecurity>
  <Lines>8</Lines>
  <Paragraphs>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Erika tn 3 kinnisvara arendus</vt:lpstr>
      <vt:lpstr>Pealkiri</vt:lpstr>
    </vt:vector>
  </TitlesOfParts>
  <LinksUpToDate>false</LinksUpToDate>
  <CharactersWithSpaces>1172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Erika tn 3 kinnisvara arendus</dc:title>
  <dc:creator/>
  <cp:lastModifiedBy/>
  <cp:revision>1</cp:revision>
  <dcterms:created xsi:type="dcterms:W3CDTF">2016-06-13T09:47:00Z</dcterms:created>
  <dcterms:modified xsi:type="dcterms:W3CDTF">2016-06-13T12:23:00Z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0x0101001E3AC79EB5C141EC9E9142F93D435C4100990D09AB02164A2884940AB1C42273BB00F6F8756579604B18963DEB3235C6722B00C3D81049C78E47E3B43438FC8EEAC5BD00D6A9FAAFFEE39E499101E6E3F9F9A048</vt:lpwstr>
  </property>
  <property fmtid="{D5CDD505-2E9C-101B-9397-08002B2CF9AE}" pid="3" name="AK kehtestaja">
    <vt:lpwstr/>
  </property>
  <property fmtid="{D5CDD505-2E9C-101B-9397-08002B2CF9AE}" pid="4" name="InternalDocumentChoice">
    <vt:lpwstr>false</vt:lpwstr>
  </property>
</Properties>
</file>