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D3804" w14:textId="77777777" w:rsidR="00D84A78" w:rsidRDefault="00D84A78" w:rsidP="00404456">
      <w:pPr>
        <w:pStyle w:val="mrgeRiigikoguotsus"/>
        <w:spacing w:before="60"/>
      </w:pPr>
      <w:r w:rsidRPr="00CF7342">
        <w:t>Riigikogu</w:t>
      </w:r>
      <w:r>
        <w:t xml:space="preserve"> </w:t>
      </w:r>
      <w:r w:rsidRPr="00761DEB">
        <w:t>otsus</w:t>
      </w:r>
    </w:p>
    <w:p w14:paraId="1C5AEA04" w14:textId="77777777" w:rsidR="00D84A78" w:rsidRDefault="00D84A78" w:rsidP="00310202">
      <w:pPr>
        <w:pStyle w:val="eelnupealkiri"/>
      </w:pPr>
      <w:r w:rsidRPr="00393622">
        <w:t xml:space="preserve">Eesti Vabariigi, Leedu Vabariigi ja Läti Vabariigi Parlamentidevahelise Assamblee Eesti delegatsiooni </w:t>
      </w:r>
      <w:r w:rsidRPr="000D2588">
        <w:t>moodustamine</w:t>
      </w:r>
    </w:p>
    <w:p w14:paraId="66D058E4" w14:textId="77777777" w:rsidR="00D84A78" w:rsidRDefault="00D84A78" w:rsidP="00310202">
      <w:pPr>
        <w:pStyle w:val="otsusetekst"/>
      </w:pPr>
      <w:r w:rsidRPr="00D836EC">
        <w:t xml:space="preserve">Riigikogu kodu- ja töökorra seaduse § 44 </w:t>
      </w:r>
      <w:r>
        <w:t>ning</w:t>
      </w:r>
      <w:r w:rsidRPr="00D836EC">
        <w:t xml:space="preserve"> välissuhtlemisseaduse § 6 lõike 1 punkti 4 alusel Riigikogu otsustab:</w:t>
      </w:r>
    </w:p>
    <w:p w14:paraId="61EF20EE" w14:textId="77777777" w:rsidR="00D84A78" w:rsidRPr="0029045D" w:rsidRDefault="00D84A78" w:rsidP="00310202">
      <w:pPr>
        <w:pStyle w:val="otsusetekst"/>
        <w:spacing w:after="0"/>
      </w:pPr>
      <w:r w:rsidRPr="006C44F1">
        <w:rPr>
          <w:spacing w:val="-2"/>
        </w:rPr>
        <w:t>Moodustada Eesti Vabariigi, Leedu Vabariigi ja Läti Vabariigi Parlamentidevahelise Assamblee</w:t>
      </w:r>
      <w:r w:rsidRPr="00393622">
        <w:t xml:space="preserve"> (Balti Assamblee) </w:t>
      </w:r>
      <w:r w:rsidRPr="0029045D">
        <w:t>Eesti delegatsioon, mille koosseisu kuuluvad järgmised Riigikogu liikmed:</w:t>
      </w:r>
    </w:p>
    <w:p w14:paraId="2DCF3F33" w14:textId="77777777" w:rsidR="00D84A78" w:rsidRDefault="00D84A78" w:rsidP="00310202">
      <w:pPr>
        <w:pStyle w:val="otsusetekst"/>
        <w:spacing w:after="0"/>
      </w:pPr>
      <w:r w:rsidRPr="0029045D">
        <w:t>delegatsiooni juht</w:t>
      </w:r>
      <w:r w:rsidRPr="0029045D">
        <w:tab/>
      </w:r>
      <w:r>
        <w:tab/>
      </w:r>
      <w:r w:rsidRPr="001154F5">
        <w:t xml:space="preserve">Timo </w:t>
      </w:r>
      <w:proofErr w:type="spellStart"/>
      <w:r w:rsidRPr="001154F5">
        <w:t>Suslov</w:t>
      </w:r>
      <w:proofErr w:type="spellEnd"/>
    </w:p>
    <w:p w14:paraId="02B86138" w14:textId="77777777" w:rsidR="00D84A78" w:rsidRPr="0029045D" w:rsidRDefault="00D84A78" w:rsidP="00310202">
      <w:pPr>
        <w:pStyle w:val="otsusetekst"/>
        <w:spacing w:after="0"/>
      </w:pPr>
      <w:r>
        <w:t>delegatsiooni juhi asetäitja</w:t>
      </w:r>
      <w:r>
        <w:tab/>
        <w:t>Enn Eesmaa</w:t>
      </w:r>
    </w:p>
    <w:p w14:paraId="76766513" w14:textId="77777777" w:rsidR="00D84A78" w:rsidRDefault="00D84A78" w:rsidP="006C44F1">
      <w:pPr>
        <w:pStyle w:val="otsusetekst"/>
        <w:spacing w:after="0"/>
      </w:pPr>
      <w:r>
        <w:t>liikmed</w:t>
      </w:r>
      <w:r>
        <w:tab/>
      </w:r>
      <w:r>
        <w:tab/>
      </w:r>
      <w:r>
        <w:tab/>
        <w:t>Arvo Aller</w:t>
      </w:r>
    </w:p>
    <w:p w14:paraId="371091E7" w14:textId="77777777" w:rsidR="00D84A78" w:rsidRDefault="00D84A78" w:rsidP="006C44F1">
      <w:pPr>
        <w:pStyle w:val="otsusetekst"/>
        <w:spacing w:after="0"/>
      </w:pPr>
      <w:r>
        <w:tab/>
      </w:r>
      <w:r>
        <w:tab/>
      </w:r>
      <w:r>
        <w:tab/>
      </w:r>
      <w:r>
        <w:tab/>
      </w:r>
      <w:r w:rsidRPr="001154F5">
        <w:t xml:space="preserve">Karmen </w:t>
      </w:r>
      <w:proofErr w:type="spellStart"/>
      <w:r w:rsidRPr="001154F5">
        <w:t>Joller</w:t>
      </w:r>
      <w:proofErr w:type="spellEnd"/>
    </w:p>
    <w:p w14:paraId="11BA0909" w14:textId="77777777" w:rsidR="00D84A78" w:rsidRDefault="00D84A78" w:rsidP="006C44F1">
      <w:pPr>
        <w:pStyle w:val="otsusetekst"/>
        <w:spacing w:after="0"/>
      </w:pPr>
      <w:r>
        <w:tab/>
      </w:r>
      <w:r>
        <w:tab/>
      </w:r>
      <w:r>
        <w:tab/>
      </w:r>
      <w:r>
        <w:tab/>
        <w:t>Meelis Kiili</w:t>
      </w:r>
    </w:p>
    <w:p w14:paraId="28F96800" w14:textId="77777777" w:rsidR="00D84A78" w:rsidRDefault="00D84A78" w:rsidP="006C44F1">
      <w:pPr>
        <w:pStyle w:val="otsusetekst"/>
        <w:spacing w:after="0"/>
      </w:pPr>
      <w:r>
        <w:tab/>
      </w:r>
      <w:r>
        <w:tab/>
      </w:r>
      <w:r>
        <w:tab/>
      </w:r>
      <w:r>
        <w:tab/>
        <w:t xml:space="preserve">Lauri </w:t>
      </w:r>
      <w:proofErr w:type="spellStart"/>
      <w:r>
        <w:t>Laats</w:t>
      </w:r>
      <w:proofErr w:type="spellEnd"/>
    </w:p>
    <w:p w14:paraId="031797A7" w14:textId="77777777" w:rsidR="00D84A78" w:rsidRDefault="00D84A78" w:rsidP="006C44F1">
      <w:pPr>
        <w:pStyle w:val="otsusetekst"/>
        <w:spacing w:after="0"/>
      </w:pPr>
      <w:r>
        <w:tab/>
      </w:r>
      <w:r>
        <w:tab/>
      </w:r>
      <w:r>
        <w:tab/>
      </w:r>
      <w:r>
        <w:tab/>
      </w:r>
      <w:r w:rsidRPr="00F5340C">
        <w:t>Priit</w:t>
      </w:r>
      <w:r>
        <w:t xml:space="preserve"> </w:t>
      </w:r>
      <w:r w:rsidRPr="00F5340C">
        <w:t>Lomp</w:t>
      </w:r>
    </w:p>
    <w:p w14:paraId="3B21985E" w14:textId="77777777" w:rsidR="00D84A78" w:rsidRDefault="00D84A78" w:rsidP="006C44F1">
      <w:pPr>
        <w:pStyle w:val="otsusetekst"/>
        <w:spacing w:after="0"/>
      </w:pPr>
      <w:r>
        <w:tab/>
      </w:r>
      <w:r>
        <w:tab/>
      </w:r>
      <w:r>
        <w:tab/>
      </w:r>
      <w:r>
        <w:tab/>
      </w:r>
      <w:r w:rsidRPr="00F5340C">
        <w:t>Tiit</w:t>
      </w:r>
      <w:r>
        <w:t xml:space="preserve"> </w:t>
      </w:r>
      <w:r w:rsidRPr="00F5340C">
        <w:t>Maran</w:t>
      </w:r>
    </w:p>
    <w:p w14:paraId="12DF188F" w14:textId="77777777" w:rsidR="00D84A78" w:rsidRDefault="00D84A78" w:rsidP="006C44F1">
      <w:pPr>
        <w:pStyle w:val="otsusetekst"/>
        <w:spacing w:after="0"/>
      </w:pPr>
      <w:r>
        <w:tab/>
      </w:r>
      <w:r>
        <w:tab/>
      </w:r>
      <w:r>
        <w:tab/>
      </w:r>
      <w:r>
        <w:tab/>
        <w:t>Helir-Valdor Seeder</w:t>
      </w:r>
    </w:p>
    <w:p w14:paraId="13BDD83B" w14:textId="77777777" w:rsidR="00D84A78" w:rsidRDefault="00D84A78" w:rsidP="006C44F1">
      <w:pPr>
        <w:pStyle w:val="otsusetekst"/>
        <w:spacing w:after="0"/>
      </w:pPr>
      <w:r>
        <w:tab/>
      </w:r>
      <w:r>
        <w:tab/>
      </w:r>
      <w:r>
        <w:tab/>
      </w:r>
      <w:r>
        <w:tab/>
      </w:r>
      <w:r w:rsidRPr="00F5340C">
        <w:t>Riina</w:t>
      </w:r>
      <w:r>
        <w:t xml:space="preserve"> </w:t>
      </w:r>
      <w:r w:rsidRPr="00F5340C">
        <w:t>Solman</w:t>
      </w:r>
    </w:p>
    <w:p w14:paraId="751CFE56" w14:textId="77777777" w:rsidR="00D84A78" w:rsidRDefault="00D84A78" w:rsidP="006C44F1">
      <w:pPr>
        <w:pStyle w:val="otsusetekst"/>
        <w:spacing w:after="0"/>
      </w:pPr>
      <w:r>
        <w:tab/>
      </w:r>
      <w:r>
        <w:tab/>
      </w:r>
      <w:r>
        <w:tab/>
      </w:r>
      <w:r>
        <w:tab/>
      </w:r>
      <w:r w:rsidRPr="00F5340C">
        <w:t>Margit</w:t>
      </w:r>
      <w:r>
        <w:t xml:space="preserve"> </w:t>
      </w:r>
      <w:proofErr w:type="spellStart"/>
      <w:r w:rsidRPr="00F5340C">
        <w:t>Sutrop</w:t>
      </w:r>
      <w:proofErr w:type="spellEnd"/>
    </w:p>
    <w:p w14:paraId="74561E34" w14:textId="77777777" w:rsidR="00D84A78" w:rsidRDefault="00D84A78" w:rsidP="006C44F1">
      <w:pPr>
        <w:pStyle w:val="otsusetekst"/>
        <w:spacing w:after="0"/>
      </w:pPr>
      <w:r>
        <w:tab/>
      </w:r>
      <w:r>
        <w:tab/>
      </w:r>
      <w:r>
        <w:tab/>
      </w:r>
      <w:r>
        <w:tab/>
      </w:r>
      <w:r w:rsidRPr="00F5340C">
        <w:t>Peeter</w:t>
      </w:r>
      <w:r>
        <w:t xml:space="preserve"> </w:t>
      </w:r>
      <w:r w:rsidRPr="00F5340C">
        <w:t>Tali</w:t>
      </w:r>
      <w:r>
        <w:t>.</w:t>
      </w:r>
    </w:p>
    <w:p w14:paraId="26D19F90" w14:textId="77777777" w:rsidR="00D84A78" w:rsidRDefault="00D84A78" w:rsidP="006C44F1"/>
    <w:p w14:paraId="52E315BA" w14:textId="77777777" w:rsidR="00D84A78" w:rsidRPr="00D836EC" w:rsidRDefault="00D84A78" w:rsidP="006C44F1"/>
    <w:p w14:paraId="6CC5662C" w14:textId="77777777" w:rsidR="00D84A78" w:rsidRPr="00D836EC" w:rsidRDefault="00D84A78" w:rsidP="006C44F1"/>
    <w:p w14:paraId="6BED8B83" w14:textId="77777777" w:rsidR="00D84A78" w:rsidRPr="00F60148" w:rsidRDefault="00D84A78" w:rsidP="006C44F1">
      <w:pPr>
        <w:pStyle w:val="esimees"/>
      </w:pPr>
      <w:r>
        <w:t>Lauri Hussar</w:t>
      </w:r>
    </w:p>
    <w:p w14:paraId="130DFF3A" w14:textId="77777777" w:rsidR="00D84A78" w:rsidRDefault="00D84A78" w:rsidP="006C44F1">
      <w:pPr>
        <w:pStyle w:val="esimees"/>
      </w:pPr>
      <w:r w:rsidRPr="00F60148">
        <w:t>Riigikogu esimees</w:t>
      </w:r>
    </w:p>
    <w:p w14:paraId="1B05176F" w14:textId="77777777" w:rsidR="00D84A78" w:rsidRPr="00F60148" w:rsidRDefault="00D84A78" w:rsidP="00310202"/>
    <w:p w14:paraId="2D60BC1E" w14:textId="185DDE5A" w:rsidR="00D84A78" w:rsidRDefault="00D84A78" w:rsidP="00D84A78">
      <w:r w:rsidRPr="00F60148">
        <w:t>Tallinn,</w:t>
      </w:r>
      <w:r>
        <w:t xml:space="preserve"> 25. mai </w:t>
      </w:r>
      <w:r w:rsidRPr="00F60148">
        <w:t>20</w:t>
      </w:r>
      <w:r>
        <w:t>23</w:t>
      </w:r>
    </w:p>
    <w:p w14:paraId="18430312" w14:textId="77777777" w:rsidR="006F2CBF" w:rsidRPr="006F2CBF" w:rsidRDefault="006F2CBF" w:rsidP="006F2CBF"/>
    <w:p w14:paraId="7FEDA276" w14:textId="77777777" w:rsidR="006F2CBF" w:rsidRPr="006F2CBF" w:rsidRDefault="006F2CBF" w:rsidP="006F2CBF"/>
    <w:p w14:paraId="41DC1A9E" w14:textId="77777777" w:rsidR="006F2CBF" w:rsidRPr="006F2CBF" w:rsidRDefault="006F2CBF" w:rsidP="006F2CBF"/>
    <w:p w14:paraId="7BE667AB" w14:textId="77777777" w:rsidR="006F2CBF" w:rsidRPr="006F2CBF" w:rsidRDefault="006F2CBF" w:rsidP="006F2CBF"/>
    <w:p w14:paraId="6E7FE4B9" w14:textId="77777777" w:rsidR="006F2CBF" w:rsidRPr="006F2CBF" w:rsidRDefault="006F2CBF" w:rsidP="006F2CBF"/>
    <w:p w14:paraId="4B0B0A46" w14:textId="77777777" w:rsidR="006F2CBF" w:rsidRPr="006F2CBF" w:rsidRDefault="006F2CBF" w:rsidP="006F2CBF"/>
    <w:p w14:paraId="6FAE5313" w14:textId="77777777" w:rsidR="006F2CBF" w:rsidRPr="006F2CBF" w:rsidRDefault="006F2CBF" w:rsidP="006F2CBF"/>
    <w:p w14:paraId="18885C08" w14:textId="77777777" w:rsidR="006F2CBF" w:rsidRPr="006F2CBF" w:rsidRDefault="006F2CBF" w:rsidP="006F2CBF"/>
    <w:p w14:paraId="169AF97C" w14:textId="77777777" w:rsidR="006F2CBF" w:rsidRPr="006F2CBF" w:rsidRDefault="006F2CBF" w:rsidP="006F2CBF"/>
    <w:p w14:paraId="0E510595" w14:textId="77777777" w:rsidR="006F2CBF" w:rsidRPr="006F2CBF" w:rsidRDefault="006F2CBF" w:rsidP="006F2CBF"/>
    <w:p w14:paraId="74E1D0B5" w14:textId="77777777" w:rsidR="006F2CBF" w:rsidRPr="006F2CBF" w:rsidRDefault="006F2CBF" w:rsidP="006F2CBF"/>
    <w:p w14:paraId="19213CFE" w14:textId="77777777" w:rsidR="006F2CBF" w:rsidRPr="006F2CBF" w:rsidRDefault="006F2CBF" w:rsidP="006F2CBF"/>
    <w:p w14:paraId="0FC51558" w14:textId="77777777" w:rsidR="006F2CBF" w:rsidRPr="006F2CBF" w:rsidRDefault="006F2CBF" w:rsidP="006F2CBF"/>
    <w:p w14:paraId="5B361B66" w14:textId="77777777" w:rsidR="006F2CBF" w:rsidRPr="006F2CBF" w:rsidRDefault="006F2CBF" w:rsidP="006F2CBF"/>
    <w:p w14:paraId="59B7A381" w14:textId="77777777" w:rsidR="006F2CBF" w:rsidRPr="006F2CBF" w:rsidRDefault="006F2CBF" w:rsidP="006F2CBF">
      <w:pPr>
        <w:jc w:val="center"/>
      </w:pPr>
    </w:p>
    <w:sectPr w:rsidR="006F2CBF" w:rsidRPr="006F2CBF" w:rsidSect="004604DF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7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3AFC4" w14:textId="77777777" w:rsidR="004604DF" w:rsidRDefault="004604DF" w:rsidP="001D5CC0">
      <w:r>
        <w:separator/>
      </w:r>
    </w:p>
    <w:p w14:paraId="464AAC59" w14:textId="77777777" w:rsidR="004604DF" w:rsidRDefault="004604DF"/>
    <w:p w14:paraId="39C2AA60" w14:textId="77777777" w:rsidR="004604DF" w:rsidRDefault="004604DF"/>
    <w:p w14:paraId="7C0EE8C2" w14:textId="77777777" w:rsidR="004604DF" w:rsidRDefault="004604DF"/>
  </w:endnote>
  <w:endnote w:type="continuationSeparator" w:id="0">
    <w:p w14:paraId="369973AB" w14:textId="77777777" w:rsidR="004604DF" w:rsidRDefault="004604DF" w:rsidP="001D5CC0">
      <w:r>
        <w:continuationSeparator/>
      </w:r>
    </w:p>
    <w:p w14:paraId="37F741A3" w14:textId="77777777" w:rsidR="004604DF" w:rsidRDefault="004604DF"/>
    <w:p w14:paraId="239DCDE1" w14:textId="77777777" w:rsidR="004604DF" w:rsidRDefault="004604DF"/>
    <w:p w14:paraId="77EFE509" w14:textId="77777777" w:rsidR="004604DF" w:rsidRDefault="004604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3B1F" w14:textId="14A8073C" w:rsidR="00DE6442" w:rsidRDefault="00DE6442">
    <w:pPr>
      <w:pStyle w:val="Jalus"/>
    </w:pPr>
  </w:p>
  <w:p w14:paraId="4EB0A918" w14:textId="77777777" w:rsidR="00CA2D12" w:rsidRDefault="00CA2D12"/>
  <w:p w14:paraId="6ECAF39A" w14:textId="77777777" w:rsidR="00CA2D12" w:rsidRDefault="00CA2D12"/>
  <w:p w14:paraId="2E1AAF41" w14:textId="77777777" w:rsidR="00BD67F9" w:rsidRDefault="00BD67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9115806"/>
      <w:docPartObj>
        <w:docPartGallery w:val="Page Numbers (Bottom of Page)"/>
        <w:docPartUnique/>
      </w:docPartObj>
    </w:sdtPr>
    <w:sdtContent>
      <w:p w14:paraId="7C70627F" w14:textId="5EC02EB4" w:rsidR="00CA2D12" w:rsidRDefault="00EB2C43" w:rsidP="00DE6442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F029" w14:textId="4FBE967A" w:rsidR="001D5CC0" w:rsidRDefault="001D5CC0" w:rsidP="002227A3">
    <w:pPr>
      <w:pStyle w:val="Jalus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EB8D0" w14:textId="77777777" w:rsidR="004604DF" w:rsidRDefault="004604DF" w:rsidP="001D5CC0">
      <w:r>
        <w:separator/>
      </w:r>
    </w:p>
    <w:p w14:paraId="5EF4C92B" w14:textId="77777777" w:rsidR="004604DF" w:rsidRDefault="004604DF"/>
    <w:p w14:paraId="6FD66D01" w14:textId="77777777" w:rsidR="004604DF" w:rsidRDefault="004604DF"/>
    <w:p w14:paraId="1020BF45" w14:textId="77777777" w:rsidR="004604DF" w:rsidRDefault="004604DF"/>
  </w:footnote>
  <w:footnote w:type="continuationSeparator" w:id="0">
    <w:p w14:paraId="36113B08" w14:textId="77777777" w:rsidR="004604DF" w:rsidRDefault="004604DF" w:rsidP="001D5CC0">
      <w:r>
        <w:continuationSeparator/>
      </w:r>
    </w:p>
    <w:p w14:paraId="4E126A83" w14:textId="77777777" w:rsidR="004604DF" w:rsidRDefault="004604DF"/>
    <w:p w14:paraId="338CFDCE" w14:textId="77777777" w:rsidR="004604DF" w:rsidRDefault="004604DF"/>
    <w:p w14:paraId="42F195FC" w14:textId="77777777" w:rsidR="004604DF" w:rsidRDefault="004604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A4D4" w14:textId="18085BE6" w:rsidR="00DE6442" w:rsidRDefault="00DE6442">
    <w:pPr>
      <w:pStyle w:val="Pis"/>
    </w:pPr>
  </w:p>
  <w:p w14:paraId="39667DF5" w14:textId="77777777" w:rsidR="00CA2D12" w:rsidRDefault="00CA2D12"/>
  <w:p w14:paraId="056C05CD" w14:textId="77777777" w:rsidR="00CA2D12" w:rsidRDefault="00CA2D12"/>
  <w:p w14:paraId="6AC61775" w14:textId="77777777" w:rsidR="00BD67F9" w:rsidRDefault="00BD67F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86ACE" w14:textId="3B2767FC" w:rsidR="00C81EC1" w:rsidRPr="00C81EC1" w:rsidRDefault="00C81EC1">
    <w:pPr>
      <w:pStyle w:val="Pis"/>
      <w:rPr>
        <w:sz w:val="2"/>
        <w:szCs w:val="2"/>
      </w:rPr>
    </w:pPr>
    <w:r w:rsidRPr="00C81EC1">
      <w:rPr>
        <w:noProof/>
        <w:sz w:val="2"/>
        <w:szCs w:val="2"/>
      </w:rPr>
      <w:drawing>
        <wp:anchor distT="0" distB="0" distL="114300" distR="114300" simplePos="0" relativeHeight="251658240" behindDoc="0" locked="0" layoutInCell="1" allowOverlap="1" wp14:anchorId="428BF148" wp14:editId="461A6DD9">
          <wp:simplePos x="0" y="0"/>
          <wp:positionH relativeFrom="column">
            <wp:posOffset>-1053465</wp:posOffset>
          </wp:positionH>
          <wp:positionV relativeFrom="page">
            <wp:posOffset>14605</wp:posOffset>
          </wp:positionV>
          <wp:extent cx="7502400" cy="1789200"/>
          <wp:effectExtent l="0" t="0" r="0" b="0"/>
          <wp:wrapTopAndBottom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2400" cy="178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4DA6"/>
    <w:multiLevelType w:val="hybridMultilevel"/>
    <w:tmpl w:val="02CCB5F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476A6"/>
    <w:multiLevelType w:val="hybridMultilevel"/>
    <w:tmpl w:val="EF669CC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71824"/>
    <w:multiLevelType w:val="hybridMultilevel"/>
    <w:tmpl w:val="923EB91E"/>
    <w:lvl w:ilvl="0" w:tplc="F7C28E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73AE"/>
    <w:multiLevelType w:val="hybridMultilevel"/>
    <w:tmpl w:val="D862C02C"/>
    <w:lvl w:ilvl="0" w:tplc="93C0B4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A2D0E"/>
    <w:multiLevelType w:val="hybridMultilevel"/>
    <w:tmpl w:val="F11EACB0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70DCC"/>
    <w:multiLevelType w:val="hybridMultilevel"/>
    <w:tmpl w:val="6EF404E4"/>
    <w:lvl w:ilvl="0" w:tplc="66B477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601137"/>
    <w:multiLevelType w:val="hybridMultilevel"/>
    <w:tmpl w:val="62083CD4"/>
    <w:lvl w:ilvl="0" w:tplc="D43448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B1670"/>
    <w:multiLevelType w:val="hybridMultilevel"/>
    <w:tmpl w:val="E33AACB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5350E"/>
    <w:multiLevelType w:val="hybridMultilevel"/>
    <w:tmpl w:val="8AF0A4D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73586"/>
    <w:multiLevelType w:val="hybridMultilevel"/>
    <w:tmpl w:val="C534F3D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A1BC5"/>
    <w:multiLevelType w:val="hybridMultilevel"/>
    <w:tmpl w:val="AF1089EC"/>
    <w:lvl w:ilvl="0" w:tplc="9FE24B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952DA"/>
    <w:multiLevelType w:val="hybridMultilevel"/>
    <w:tmpl w:val="E36C60B8"/>
    <w:lvl w:ilvl="0" w:tplc="D27681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0444F"/>
    <w:multiLevelType w:val="hybridMultilevel"/>
    <w:tmpl w:val="B5C846FA"/>
    <w:lvl w:ilvl="0" w:tplc="5530A1A4">
      <w:start w:val="6"/>
      <w:numFmt w:val="decimal"/>
      <w:lvlText w:val="(%1)"/>
      <w:lvlJc w:val="left"/>
      <w:pPr>
        <w:ind w:left="525" w:hanging="4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5E87AC6"/>
    <w:multiLevelType w:val="hybridMultilevel"/>
    <w:tmpl w:val="2CDA0300"/>
    <w:lvl w:ilvl="0" w:tplc="EDBCF8F8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26984480"/>
    <w:multiLevelType w:val="hybridMultilevel"/>
    <w:tmpl w:val="5E925F50"/>
    <w:lvl w:ilvl="0" w:tplc="04250011">
      <w:start w:val="1"/>
      <w:numFmt w:val="decimal"/>
      <w:lvlText w:val="%1)"/>
      <w:lvlJc w:val="left"/>
      <w:pPr>
        <w:ind w:left="405" w:hanging="360"/>
      </w:p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273B2C9D"/>
    <w:multiLevelType w:val="hybridMultilevel"/>
    <w:tmpl w:val="65E2250A"/>
    <w:lvl w:ilvl="0" w:tplc="72BE81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66AE5"/>
    <w:multiLevelType w:val="hybridMultilevel"/>
    <w:tmpl w:val="DC1C9F58"/>
    <w:lvl w:ilvl="0" w:tplc="5AA01E60">
      <w:start w:val="1"/>
      <w:numFmt w:val="decimal"/>
      <w:pStyle w:val="Pealkiri4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9237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9957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10677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11397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12117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12837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3557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4277" w:hanging="180"/>
      </w:pPr>
      <w:rPr>
        <w:rFonts w:cs="Times New Roman"/>
      </w:rPr>
    </w:lvl>
  </w:abstractNum>
  <w:abstractNum w:abstractNumId="17" w15:restartNumberingAfterBreak="0">
    <w:nsid w:val="2E7168D3"/>
    <w:multiLevelType w:val="hybridMultilevel"/>
    <w:tmpl w:val="8CF63EA8"/>
    <w:lvl w:ilvl="0" w:tplc="ED58D59E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239C1"/>
    <w:multiLevelType w:val="hybridMultilevel"/>
    <w:tmpl w:val="5340541E"/>
    <w:lvl w:ilvl="0" w:tplc="EA4293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056B7B"/>
    <w:multiLevelType w:val="hybridMultilevel"/>
    <w:tmpl w:val="35F0CAA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56B5E"/>
    <w:multiLevelType w:val="hybridMultilevel"/>
    <w:tmpl w:val="71E8379E"/>
    <w:lvl w:ilvl="0" w:tplc="FBE670F2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90709"/>
    <w:multiLevelType w:val="hybridMultilevel"/>
    <w:tmpl w:val="26BA16AA"/>
    <w:lvl w:ilvl="0" w:tplc="EEFE45A4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5367525F"/>
    <w:multiLevelType w:val="hybridMultilevel"/>
    <w:tmpl w:val="071AB34C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E71358"/>
    <w:multiLevelType w:val="hybridMultilevel"/>
    <w:tmpl w:val="FEB643C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8A0007"/>
    <w:multiLevelType w:val="hybridMultilevel"/>
    <w:tmpl w:val="C7909506"/>
    <w:lvl w:ilvl="0" w:tplc="8D44F7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08473B"/>
    <w:multiLevelType w:val="hybridMultilevel"/>
    <w:tmpl w:val="EA520BD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43709"/>
    <w:multiLevelType w:val="hybridMultilevel"/>
    <w:tmpl w:val="630E676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AD2C71"/>
    <w:multiLevelType w:val="hybridMultilevel"/>
    <w:tmpl w:val="2AA6B1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0E266D"/>
    <w:multiLevelType w:val="hybridMultilevel"/>
    <w:tmpl w:val="3D147B04"/>
    <w:lvl w:ilvl="0" w:tplc="FAEA996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292BE9"/>
    <w:multiLevelType w:val="hybridMultilevel"/>
    <w:tmpl w:val="1FB850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73283B"/>
    <w:multiLevelType w:val="hybridMultilevel"/>
    <w:tmpl w:val="DCBA50D6"/>
    <w:lvl w:ilvl="0" w:tplc="DB0259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13602"/>
    <w:multiLevelType w:val="hybridMultilevel"/>
    <w:tmpl w:val="C5DC4086"/>
    <w:lvl w:ilvl="0" w:tplc="A40012C4">
      <w:start w:val="1"/>
      <w:numFmt w:val="decimal"/>
      <w:lvlText w:val="%1)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788E32B6"/>
    <w:multiLevelType w:val="hybridMultilevel"/>
    <w:tmpl w:val="E5C8EE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F3572"/>
    <w:multiLevelType w:val="hybridMultilevel"/>
    <w:tmpl w:val="E6DC1FD4"/>
    <w:lvl w:ilvl="0" w:tplc="2A42B394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192E3B"/>
    <w:multiLevelType w:val="hybridMultilevel"/>
    <w:tmpl w:val="5AA26A30"/>
    <w:lvl w:ilvl="0" w:tplc="DB2E339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7E2C360E"/>
    <w:multiLevelType w:val="hybridMultilevel"/>
    <w:tmpl w:val="63704BF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87905"/>
    <w:multiLevelType w:val="hybridMultilevel"/>
    <w:tmpl w:val="3EFA646A"/>
    <w:lvl w:ilvl="0" w:tplc="ACA6FA1A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750227025">
    <w:abstractNumId w:val="16"/>
  </w:num>
  <w:num w:numId="2" w16cid:durableId="1171021478">
    <w:abstractNumId w:val="29"/>
  </w:num>
  <w:num w:numId="3" w16cid:durableId="1090734896">
    <w:abstractNumId w:val="10"/>
  </w:num>
  <w:num w:numId="4" w16cid:durableId="887691033">
    <w:abstractNumId w:val="35"/>
  </w:num>
  <w:num w:numId="5" w16cid:durableId="1046373727">
    <w:abstractNumId w:val="30"/>
  </w:num>
  <w:num w:numId="6" w16cid:durableId="888541242">
    <w:abstractNumId w:val="3"/>
  </w:num>
  <w:num w:numId="7" w16cid:durableId="628902393">
    <w:abstractNumId w:val="18"/>
  </w:num>
  <w:num w:numId="8" w16cid:durableId="343749762">
    <w:abstractNumId w:val="8"/>
  </w:num>
  <w:num w:numId="9" w16cid:durableId="176308170">
    <w:abstractNumId w:val="1"/>
  </w:num>
  <w:num w:numId="10" w16cid:durableId="1542746414">
    <w:abstractNumId w:val="12"/>
  </w:num>
  <w:num w:numId="11" w16cid:durableId="1316883517">
    <w:abstractNumId w:val="36"/>
  </w:num>
  <w:num w:numId="12" w16cid:durableId="1152520569">
    <w:abstractNumId w:val="32"/>
  </w:num>
  <w:num w:numId="13" w16cid:durableId="74211343">
    <w:abstractNumId w:val="17"/>
  </w:num>
  <w:num w:numId="14" w16cid:durableId="1488551430">
    <w:abstractNumId w:val="27"/>
  </w:num>
  <w:num w:numId="15" w16cid:durableId="317271429">
    <w:abstractNumId w:val="7"/>
  </w:num>
  <w:num w:numId="16" w16cid:durableId="283275587">
    <w:abstractNumId w:val="4"/>
  </w:num>
  <w:num w:numId="17" w16cid:durableId="1991516962">
    <w:abstractNumId w:val="33"/>
  </w:num>
  <w:num w:numId="18" w16cid:durableId="339813448">
    <w:abstractNumId w:val="23"/>
  </w:num>
  <w:num w:numId="19" w16cid:durableId="179703071">
    <w:abstractNumId w:val="11"/>
  </w:num>
  <w:num w:numId="20" w16cid:durableId="1730496692">
    <w:abstractNumId w:val="21"/>
  </w:num>
  <w:num w:numId="21" w16cid:durableId="1396853794">
    <w:abstractNumId w:val="5"/>
  </w:num>
  <w:num w:numId="22" w16cid:durableId="2046320654">
    <w:abstractNumId w:val="22"/>
  </w:num>
  <w:num w:numId="23" w16cid:durableId="1133402395">
    <w:abstractNumId w:val="13"/>
  </w:num>
  <w:num w:numId="24" w16cid:durableId="792754034">
    <w:abstractNumId w:val="31"/>
  </w:num>
  <w:num w:numId="25" w16cid:durableId="886143647">
    <w:abstractNumId w:val="14"/>
  </w:num>
  <w:num w:numId="26" w16cid:durableId="2052262610">
    <w:abstractNumId w:val="2"/>
  </w:num>
  <w:num w:numId="27" w16cid:durableId="1124620220">
    <w:abstractNumId w:val="0"/>
  </w:num>
  <w:num w:numId="28" w16cid:durableId="2109889342">
    <w:abstractNumId w:val="19"/>
  </w:num>
  <w:num w:numId="29" w16cid:durableId="427502571">
    <w:abstractNumId w:val="6"/>
  </w:num>
  <w:num w:numId="30" w16cid:durableId="602231431">
    <w:abstractNumId w:val="25"/>
  </w:num>
  <w:num w:numId="31" w16cid:durableId="1278414489">
    <w:abstractNumId w:val="9"/>
  </w:num>
  <w:num w:numId="32" w16cid:durableId="1224562543">
    <w:abstractNumId w:val="24"/>
  </w:num>
  <w:num w:numId="33" w16cid:durableId="290673211">
    <w:abstractNumId w:val="26"/>
  </w:num>
  <w:num w:numId="34" w16cid:durableId="1436945965">
    <w:abstractNumId w:val="15"/>
  </w:num>
  <w:num w:numId="35" w16cid:durableId="210270310">
    <w:abstractNumId w:val="34"/>
  </w:num>
  <w:num w:numId="36" w16cid:durableId="1030375070">
    <w:abstractNumId w:val="28"/>
  </w:num>
  <w:num w:numId="37" w16cid:durableId="15602826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916"/>
    <w:rsid w:val="0002024A"/>
    <w:rsid w:val="000257CE"/>
    <w:rsid w:val="00091FD2"/>
    <w:rsid w:val="001010F0"/>
    <w:rsid w:val="00113DC6"/>
    <w:rsid w:val="00132691"/>
    <w:rsid w:val="0014719D"/>
    <w:rsid w:val="00153A77"/>
    <w:rsid w:val="00187916"/>
    <w:rsid w:val="001D5CC0"/>
    <w:rsid w:val="001E625F"/>
    <w:rsid w:val="001F73E4"/>
    <w:rsid w:val="002227A3"/>
    <w:rsid w:val="0023100A"/>
    <w:rsid w:val="002350E5"/>
    <w:rsid w:val="0024541B"/>
    <w:rsid w:val="00261C0F"/>
    <w:rsid w:val="00267FC9"/>
    <w:rsid w:val="0027455F"/>
    <w:rsid w:val="0034399C"/>
    <w:rsid w:val="00350C74"/>
    <w:rsid w:val="003727A7"/>
    <w:rsid w:val="003F25D1"/>
    <w:rsid w:val="00404456"/>
    <w:rsid w:val="00456EC7"/>
    <w:rsid w:val="004604DF"/>
    <w:rsid w:val="00484FAB"/>
    <w:rsid w:val="0048579F"/>
    <w:rsid w:val="00544495"/>
    <w:rsid w:val="00562AEF"/>
    <w:rsid w:val="005659ED"/>
    <w:rsid w:val="00587292"/>
    <w:rsid w:val="005D4A96"/>
    <w:rsid w:val="006019DD"/>
    <w:rsid w:val="00610556"/>
    <w:rsid w:val="00625F71"/>
    <w:rsid w:val="00694F02"/>
    <w:rsid w:val="006A3027"/>
    <w:rsid w:val="006C575E"/>
    <w:rsid w:val="006D2676"/>
    <w:rsid w:val="006F2CBF"/>
    <w:rsid w:val="00740A2E"/>
    <w:rsid w:val="007532F6"/>
    <w:rsid w:val="007D1B92"/>
    <w:rsid w:val="007F7D8E"/>
    <w:rsid w:val="008542A2"/>
    <w:rsid w:val="008C0728"/>
    <w:rsid w:val="00903E86"/>
    <w:rsid w:val="009144B1"/>
    <w:rsid w:val="00935E72"/>
    <w:rsid w:val="00942583"/>
    <w:rsid w:val="00987B88"/>
    <w:rsid w:val="009B2CD2"/>
    <w:rsid w:val="009B4C34"/>
    <w:rsid w:val="009C7BDD"/>
    <w:rsid w:val="009E76EB"/>
    <w:rsid w:val="00A03E2E"/>
    <w:rsid w:val="00A07670"/>
    <w:rsid w:val="00A241C3"/>
    <w:rsid w:val="00A35AF9"/>
    <w:rsid w:val="00A41A16"/>
    <w:rsid w:val="00AC1150"/>
    <w:rsid w:val="00B462AB"/>
    <w:rsid w:val="00BB4260"/>
    <w:rsid w:val="00BD67F9"/>
    <w:rsid w:val="00C606B9"/>
    <w:rsid w:val="00C74C9D"/>
    <w:rsid w:val="00C81EC1"/>
    <w:rsid w:val="00CA2D12"/>
    <w:rsid w:val="00CA7C11"/>
    <w:rsid w:val="00D628D7"/>
    <w:rsid w:val="00D838AE"/>
    <w:rsid w:val="00D84A78"/>
    <w:rsid w:val="00DE6442"/>
    <w:rsid w:val="00E306DB"/>
    <w:rsid w:val="00E5307F"/>
    <w:rsid w:val="00EA195A"/>
    <w:rsid w:val="00EB2C43"/>
    <w:rsid w:val="00EC0244"/>
    <w:rsid w:val="00F13872"/>
    <w:rsid w:val="00F832F5"/>
    <w:rsid w:val="00FB4210"/>
    <w:rsid w:val="00FC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B10C6"/>
  <w15:docId w15:val="{96E76959-7D97-488D-AAEC-811C2B5B0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sz w:val="24"/>
        <w:szCs w:val="24"/>
        <w:lang w:val="et-EE" w:eastAsia="et-EE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53A77"/>
    <w:pPr>
      <w:spacing w:after="0"/>
    </w:pPr>
    <w:rPr>
      <w:rFonts w:eastAsia="Times New Roman" w:cs="Times New Roman"/>
      <w:szCs w:val="18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semiHidden/>
    <w:rsid w:val="00261C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qFormat/>
    <w:rsid w:val="00740A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qFormat/>
    <w:rsid w:val="00740A2E"/>
    <w:pPr>
      <w:keepNext/>
      <w:keepLines/>
      <w:spacing w:before="200" w:line="276" w:lineRule="auto"/>
      <w:jc w:val="left"/>
      <w:outlineLvl w:val="2"/>
    </w:pPr>
    <w:rPr>
      <w:rFonts w:ascii="Cambria" w:eastAsia="MS Gothic" w:hAnsi="Cambria"/>
      <w:b/>
      <w:bCs/>
      <w:color w:val="4F81BD"/>
      <w:sz w:val="20"/>
      <w:szCs w:val="20"/>
      <w:lang w:eastAsia="et-EE"/>
    </w:rPr>
  </w:style>
  <w:style w:type="paragraph" w:styleId="Pealkiri4">
    <w:name w:val="heading 4"/>
    <w:basedOn w:val="Normaallaad"/>
    <w:next w:val="Normaallaad"/>
    <w:link w:val="Pealkiri4Mrk"/>
    <w:autoRedefine/>
    <w:uiPriority w:val="9"/>
    <w:semiHidden/>
    <w:qFormat/>
    <w:rsid w:val="00740A2E"/>
    <w:pPr>
      <w:keepNext/>
      <w:keepLines/>
      <w:numPr>
        <w:numId w:val="1"/>
      </w:numPr>
      <w:spacing w:before="480" w:after="480" w:line="360" w:lineRule="auto"/>
      <w:ind w:left="714" w:hanging="357"/>
      <w:outlineLvl w:val="3"/>
    </w:pPr>
    <w:rPr>
      <w:bCs/>
      <w:iCs/>
      <w:szCs w:val="24"/>
      <w:lang w:eastAsia="et-EE"/>
    </w:rPr>
  </w:style>
  <w:style w:type="paragraph" w:styleId="Pealkiri5">
    <w:name w:val="heading 5"/>
    <w:basedOn w:val="Normaallaad"/>
    <w:link w:val="Pealkiri5Mrk"/>
    <w:uiPriority w:val="9"/>
    <w:semiHidden/>
    <w:qFormat/>
    <w:rsid w:val="00740A2E"/>
    <w:pPr>
      <w:spacing w:before="240" w:after="100" w:afterAutospacing="1"/>
      <w:jc w:val="left"/>
      <w:outlineLvl w:val="4"/>
    </w:pPr>
    <w:rPr>
      <w:b/>
      <w:bCs/>
      <w:sz w:val="20"/>
      <w:szCs w:val="20"/>
      <w:lang w:eastAsia="et-EE"/>
    </w:rPr>
  </w:style>
  <w:style w:type="paragraph" w:styleId="Pealkiri6">
    <w:name w:val="heading 6"/>
    <w:basedOn w:val="Normaallaad"/>
    <w:link w:val="Pealkiri6Mrk"/>
    <w:uiPriority w:val="9"/>
    <w:semiHidden/>
    <w:qFormat/>
    <w:rsid w:val="00740A2E"/>
    <w:pPr>
      <w:spacing w:before="240" w:after="100" w:afterAutospacing="1"/>
      <w:jc w:val="left"/>
      <w:outlineLvl w:val="5"/>
    </w:pPr>
    <w:rPr>
      <w:b/>
      <w:bCs/>
      <w:sz w:val="15"/>
      <w:szCs w:val="15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elnumrge">
    <w:name w:val="eelnõu märge"/>
    <w:basedOn w:val="Normaallaad"/>
    <w:next w:val="eelnunumber"/>
    <w:qFormat/>
    <w:rsid w:val="00C74C9D"/>
    <w:pPr>
      <w:jc w:val="right"/>
    </w:pPr>
  </w:style>
  <w:style w:type="paragraph" w:customStyle="1" w:styleId="eelnunumber">
    <w:name w:val="eelnõu number"/>
    <w:basedOn w:val="Normaallaad"/>
    <w:next w:val="mrgeRiigikoguotsus"/>
    <w:qFormat/>
    <w:rsid w:val="00C74C9D"/>
    <w:pPr>
      <w:spacing w:before="240" w:after="120"/>
      <w:jc w:val="center"/>
    </w:pPr>
    <w:rPr>
      <w:b/>
      <w:sz w:val="72"/>
    </w:rPr>
  </w:style>
  <w:style w:type="paragraph" w:customStyle="1" w:styleId="mrgeRiigikoguotsus">
    <w:name w:val="märge &quot;Riigikogu otsus&quot;"/>
    <w:basedOn w:val="Normaallaad"/>
    <w:next w:val="eelnupealkiri"/>
    <w:qFormat/>
    <w:rsid w:val="00C74C9D"/>
    <w:pPr>
      <w:spacing w:before="120" w:after="120"/>
      <w:jc w:val="center"/>
    </w:pPr>
    <w:rPr>
      <w:b/>
      <w:sz w:val="32"/>
    </w:rPr>
  </w:style>
  <w:style w:type="paragraph" w:customStyle="1" w:styleId="eelnupealkiri">
    <w:name w:val="eelnõu pealkiri"/>
    <w:basedOn w:val="Normaallaad"/>
    <w:next w:val="otsusetekst"/>
    <w:qFormat/>
    <w:rsid w:val="00FC06B1"/>
    <w:pPr>
      <w:spacing w:before="120" w:after="360"/>
      <w:jc w:val="center"/>
    </w:pPr>
    <w:rPr>
      <w:b/>
      <w:sz w:val="32"/>
    </w:rPr>
  </w:style>
  <w:style w:type="paragraph" w:customStyle="1" w:styleId="otsusetekst">
    <w:name w:val="otsuse tekst"/>
    <w:basedOn w:val="Normaallaad"/>
    <w:qFormat/>
    <w:rsid w:val="00F832F5"/>
    <w:pPr>
      <w:spacing w:after="240"/>
    </w:pPr>
  </w:style>
  <w:style w:type="paragraph" w:customStyle="1" w:styleId="esimees">
    <w:name w:val="esimees"/>
    <w:basedOn w:val="Normaallaad"/>
    <w:next w:val="vastuvtmisekohajakuupevamrge"/>
    <w:qFormat/>
    <w:rsid w:val="005659ED"/>
  </w:style>
  <w:style w:type="paragraph" w:customStyle="1" w:styleId="vastuvtmisekohajakuupevamrge">
    <w:name w:val="vastuvõtmise koha ja kuupäeva märge"/>
    <w:basedOn w:val="Normaallaad"/>
    <w:qFormat/>
    <w:rsid w:val="0014719D"/>
    <w:pPr>
      <w:tabs>
        <w:tab w:val="left" w:pos="1701"/>
        <w:tab w:val="left" w:pos="2268"/>
      </w:tabs>
      <w:jc w:val="left"/>
    </w:pPr>
  </w:style>
  <w:style w:type="character" w:customStyle="1" w:styleId="Pealkiri2Mrk">
    <w:name w:val="Pealkiri 2 Märk"/>
    <w:basedOn w:val="Liguvaikefont"/>
    <w:link w:val="Pealkiri2"/>
    <w:uiPriority w:val="9"/>
    <w:semiHidden/>
    <w:rsid w:val="00740A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otsusetekstboldis">
    <w:name w:val="otsuse tekst boldis"/>
    <w:basedOn w:val="otsusetekst"/>
    <w:next w:val="otsusetekst"/>
    <w:qFormat/>
    <w:rsid w:val="001E625F"/>
    <w:rPr>
      <w:b/>
    </w:rPr>
  </w:style>
  <w:style w:type="paragraph" w:customStyle="1" w:styleId="komisjoniesimehenimi">
    <w:name w:val="komisjoni esimehe nimi"/>
    <w:basedOn w:val="Normaallaad"/>
    <w:next w:val="esimees"/>
    <w:qFormat/>
    <w:rsid w:val="0014719D"/>
    <w:pPr>
      <w:jc w:val="left"/>
    </w:pPr>
  </w:style>
  <w:style w:type="paragraph" w:customStyle="1" w:styleId="joonealunemenetlusinfo">
    <w:name w:val="joonealune menetlusinfo"/>
    <w:basedOn w:val="otsusetekst"/>
    <w:qFormat/>
    <w:rsid w:val="006A3027"/>
    <w:pPr>
      <w:spacing w:after="0"/>
    </w:pPr>
  </w:style>
  <w:style w:type="paragraph" w:customStyle="1" w:styleId="kinnitatuddigitaalselt">
    <w:name w:val="kinnitatud digitaalselt"/>
    <w:basedOn w:val="Normaallaad"/>
    <w:next w:val="komisjoniesimehenimi"/>
    <w:qFormat/>
    <w:rsid w:val="0014719D"/>
    <w:pPr>
      <w:jc w:val="left"/>
    </w:pPr>
  </w:style>
  <w:style w:type="character" w:customStyle="1" w:styleId="Pealkiri1Mrk">
    <w:name w:val="Pealkiri 1 Märk"/>
    <w:basedOn w:val="Liguvaikefont"/>
    <w:link w:val="Pealkiri1"/>
    <w:uiPriority w:val="9"/>
    <w:semiHidden/>
    <w:rsid w:val="00740A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is">
    <w:name w:val="header"/>
    <w:basedOn w:val="Normaallaad"/>
    <w:link w:val="PisMrk"/>
    <w:uiPriority w:val="99"/>
    <w:semiHidden/>
    <w:rsid w:val="0094258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rsid w:val="00740A2E"/>
    <w:rPr>
      <w:rFonts w:eastAsia="Times New Roman" w:cs="Times New Roman"/>
      <w:szCs w:val="18"/>
      <w:lang w:eastAsia="en-US"/>
    </w:rPr>
  </w:style>
  <w:style w:type="paragraph" w:styleId="Jalus">
    <w:name w:val="footer"/>
    <w:basedOn w:val="Normaallaad"/>
    <w:link w:val="JalusMrk"/>
    <w:uiPriority w:val="99"/>
    <w:semiHidden/>
    <w:rsid w:val="00EB2C4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semiHidden/>
    <w:rsid w:val="00740A2E"/>
    <w:rPr>
      <w:rFonts w:eastAsia="Times New Roman" w:cs="Times New Roman"/>
      <w:szCs w:val="18"/>
      <w:lang w:eastAsia="en-US"/>
    </w:rPr>
  </w:style>
  <w:style w:type="paragraph" w:customStyle="1" w:styleId="muudatustesissejuhatus">
    <w:name w:val="muudatuste sissejuhatus"/>
    <w:basedOn w:val="Normaallaad"/>
    <w:next w:val="muutmisksk"/>
    <w:qFormat/>
    <w:rsid w:val="009E76EB"/>
    <w:pPr>
      <w:widowControl w:val="0"/>
      <w:autoSpaceDN w:val="0"/>
      <w:adjustRightInd w:val="0"/>
      <w:spacing w:before="240" w:after="240"/>
    </w:pPr>
    <w:rPr>
      <w:szCs w:val="24"/>
      <w:lang w:eastAsia="et-EE"/>
    </w:rPr>
  </w:style>
  <w:style w:type="paragraph" w:customStyle="1" w:styleId="muutmisksk">
    <w:name w:val="muutmiskäsk"/>
    <w:basedOn w:val="Normaallaad"/>
    <w:qFormat/>
    <w:rsid w:val="009E76EB"/>
    <w:pPr>
      <w:widowControl w:val="0"/>
      <w:autoSpaceDN w:val="0"/>
      <w:adjustRightInd w:val="0"/>
      <w:spacing w:before="240"/>
    </w:pPr>
    <w:rPr>
      <w:szCs w:val="24"/>
      <w:lang w:eastAsia="et-EE"/>
    </w:rPr>
  </w:style>
  <w:style w:type="paragraph" w:customStyle="1" w:styleId="muudetavtekst">
    <w:name w:val="muudetav tekst"/>
    <w:basedOn w:val="Normaallaad"/>
    <w:qFormat/>
    <w:rsid w:val="009E76EB"/>
    <w:pPr>
      <w:suppressAutoHyphens/>
      <w:autoSpaceDN w:val="0"/>
      <w:adjustRightInd w:val="0"/>
    </w:pPr>
    <w:rPr>
      <w:szCs w:val="24"/>
      <w:lang w:eastAsia="et-EE"/>
    </w:rPr>
  </w:style>
  <w:style w:type="paragraph" w:customStyle="1" w:styleId="muudetavtekstboldis">
    <w:name w:val="muudetav tekst boldis"/>
    <w:basedOn w:val="muudetavtekst"/>
    <w:qFormat/>
    <w:rsid w:val="009E76EB"/>
    <w:rPr>
      <w:rFonts w:eastAsia="MS Gothic"/>
      <w:b/>
    </w:rPr>
  </w:style>
  <w:style w:type="paragraph" w:customStyle="1" w:styleId="justumisetekst">
    <w:name w:val="jõustumise tekst"/>
    <w:basedOn w:val="muudetavtekst"/>
    <w:next w:val="Normaallaad"/>
    <w:qFormat/>
    <w:rsid w:val="009E76EB"/>
    <w:pPr>
      <w:spacing w:before="120" w:after="120"/>
    </w:pPr>
  </w:style>
  <w:style w:type="paragraph" w:customStyle="1" w:styleId="muudetavtekstalljoonega">
    <w:name w:val="muudetav tekst alljoonega"/>
    <w:basedOn w:val="Normaallaad"/>
    <w:qFormat/>
    <w:rsid w:val="001F73E4"/>
    <w:rPr>
      <w:u w:val="single"/>
    </w:rPr>
  </w:style>
  <w:style w:type="paragraph" w:customStyle="1" w:styleId="muutmiskskalljoonega">
    <w:name w:val="muutmiskäsk alljoonega"/>
    <w:basedOn w:val="muutmisksk"/>
    <w:autoRedefine/>
    <w:qFormat/>
    <w:rsid w:val="005D4A96"/>
    <w:rPr>
      <w:u w:val="single"/>
    </w:rPr>
  </w:style>
  <w:style w:type="paragraph" w:customStyle="1" w:styleId="nimetus">
    <w:name w:val="§ nimetus"/>
    <w:basedOn w:val="Normaallaad"/>
    <w:qFormat/>
    <w:rsid w:val="002227A3"/>
    <w:pPr>
      <w:spacing w:before="240" w:after="120"/>
    </w:pPr>
    <w:rPr>
      <w:b/>
    </w:rPr>
  </w:style>
  <w:style w:type="paragraph" w:customStyle="1" w:styleId="nimetusuueltlehelt">
    <w:name w:val="§ nimetus uuelt lehelt"/>
    <w:basedOn w:val="nimetus"/>
    <w:qFormat/>
    <w:rsid w:val="002227A3"/>
    <w:pPr>
      <w:pageBreakBefore/>
    </w:pPr>
  </w:style>
  <w:style w:type="paragraph" w:customStyle="1" w:styleId="normitehnilisedmrkused">
    <w:name w:val="normitehnilised märkused"/>
    <w:basedOn w:val="Normaallaad"/>
    <w:uiPriority w:val="1"/>
    <w:qFormat/>
    <w:rsid w:val="00740A2E"/>
    <w:pPr>
      <w:autoSpaceDN w:val="0"/>
      <w:adjustRightInd w:val="0"/>
      <w:jc w:val="left"/>
    </w:pPr>
    <w:rPr>
      <w:szCs w:val="24"/>
      <w:lang w:eastAsia="et-EE"/>
    </w:rPr>
  </w:style>
  <w:style w:type="paragraph" w:customStyle="1" w:styleId="normitehnilisedmrkusedliguvahega">
    <w:name w:val="normitehnilised märkused lõiguvahega"/>
    <w:basedOn w:val="normitehnilisedmrkused"/>
    <w:uiPriority w:val="1"/>
    <w:qFormat/>
    <w:rsid w:val="002227A3"/>
    <w:pPr>
      <w:spacing w:after="120"/>
    </w:pPr>
  </w:style>
  <w:style w:type="paragraph" w:customStyle="1" w:styleId="peatkiosanimetus">
    <w:name w:val="peatüki/osa nimetus"/>
    <w:basedOn w:val="normitehnilisedmrkusedliguvahega"/>
    <w:qFormat/>
    <w:rsid w:val="002227A3"/>
    <w:pPr>
      <w:spacing w:after="240"/>
      <w:jc w:val="center"/>
    </w:pPr>
    <w:rPr>
      <w:b/>
    </w:rPr>
  </w:style>
  <w:style w:type="paragraph" w:customStyle="1" w:styleId="peatkiosanr">
    <w:name w:val="peatüki/osa nr"/>
    <w:basedOn w:val="peatkiosanimetus"/>
    <w:qFormat/>
    <w:rsid w:val="002227A3"/>
    <w:pPr>
      <w:spacing w:before="360" w:after="0"/>
    </w:pPr>
  </w:style>
  <w:style w:type="paragraph" w:customStyle="1" w:styleId="jaojaotisenimetus">
    <w:name w:val="jao/jaotise nimetus"/>
    <w:basedOn w:val="peatkiosanr"/>
    <w:uiPriority w:val="1"/>
    <w:qFormat/>
    <w:rsid w:val="009B4C34"/>
    <w:pPr>
      <w:spacing w:before="0" w:after="240"/>
    </w:pPr>
  </w:style>
  <w:style w:type="paragraph" w:customStyle="1" w:styleId="jaojaotisenr">
    <w:name w:val="jao/jaotise nr"/>
    <w:basedOn w:val="jaojaotisenimetus"/>
    <w:uiPriority w:val="1"/>
    <w:qFormat/>
    <w:rsid w:val="009B4C34"/>
    <w:pPr>
      <w:spacing w:before="240" w:after="0"/>
    </w:pPr>
  </w:style>
  <w:style w:type="paragraph" w:customStyle="1" w:styleId="seadusetekst">
    <w:name w:val="seaduse tekst"/>
    <w:basedOn w:val="jaojaotisenr"/>
    <w:qFormat/>
    <w:rsid w:val="0014719D"/>
    <w:pPr>
      <w:spacing w:before="0" w:after="120"/>
      <w:jc w:val="both"/>
    </w:pPr>
    <w:rPr>
      <w:b w:val="0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40A2E"/>
    <w:rPr>
      <w:rFonts w:ascii="Cambria" w:eastAsia="MS Gothic" w:hAnsi="Cambria" w:cs="Times New Roman"/>
      <w:b/>
      <w:bCs/>
      <w:color w:val="4F81BD"/>
      <w:sz w:val="20"/>
      <w:szCs w:val="20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40A2E"/>
    <w:rPr>
      <w:rFonts w:eastAsia="Times New Roman" w:cs="Times New Roman"/>
      <w:bCs/>
      <w:iCs/>
    </w:rPr>
  </w:style>
  <w:style w:type="paragraph" w:customStyle="1" w:styleId="pealkiri">
    <w:name w:val="§_pealkiri"/>
    <w:basedOn w:val="Normaallaad"/>
    <w:qFormat/>
    <w:rsid w:val="00740A2E"/>
    <w:pPr>
      <w:widowControl w:val="0"/>
      <w:autoSpaceDN w:val="0"/>
      <w:adjustRightInd w:val="0"/>
      <w:spacing w:before="240"/>
    </w:pPr>
    <w:rPr>
      <w:b/>
      <w:szCs w:val="24"/>
      <w:lang w:eastAsia="et-EE"/>
    </w:rPr>
  </w:style>
  <w:style w:type="character" w:styleId="Kommentaariviide">
    <w:name w:val="annotation reference"/>
    <w:uiPriority w:val="99"/>
    <w:semiHidden/>
    <w:qFormat/>
    <w:rsid w:val="00740A2E"/>
    <w:rPr>
      <w:sz w:val="16"/>
      <w:szCs w:val="16"/>
    </w:rPr>
  </w:style>
  <w:style w:type="paragraph" w:styleId="Jutumullitekst">
    <w:name w:val="Balloon Text"/>
    <w:basedOn w:val="Normaallaad"/>
    <w:link w:val="JutumullitekstMrk"/>
    <w:uiPriority w:val="99"/>
    <w:semiHidden/>
    <w:rsid w:val="00740A2E"/>
    <w:pPr>
      <w:jc w:val="left"/>
    </w:pPr>
    <w:rPr>
      <w:rFonts w:ascii="Tahoma" w:eastAsia="MS Mincho" w:hAnsi="Tahoma"/>
      <w:sz w:val="16"/>
      <w:szCs w:val="16"/>
      <w:lang w:eastAsia="et-E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40A2E"/>
    <w:rPr>
      <w:rFonts w:ascii="Tahoma" w:eastAsia="MS Mincho" w:hAnsi="Tahoma" w:cs="Times New Roman"/>
      <w:sz w:val="16"/>
      <w:szCs w:val="16"/>
    </w:rPr>
  </w:style>
  <w:style w:type="paragraph" w:styleId="Kommentaariteema">
    <w:name w:val="annotation subject"/>
    <w:basedOn w:val="Normaallaad"/>
    <w:next w:val="Normaallaad"/>
    <w:link w:val="KommentaariteemaMrk"/>
    <w:uiPriority w:val="99"/>
    <w:semiHidden/>
    <w:rsid w:val="00740A2E"/>
    <w:pPr>
      <w:spacing w:after="200"/>
    </w:pPr>
    <w:rPr>
      <w:b/>
      <w:bCs/>
    </w:rPr>
  </w:style>
  <w:style w:type="character" w:customStyle="1" w:styleId="KommentaariteemaMrk">
    <w:name w:val="Kommentaari teema Märk"/>
    <w:basedOn w:val="Liguvaikefont"/>
    <w:link w:val="Kommentaariteema"/>
    <w:uiPriority w:val="99"/>
    <w:semiHidden/>
    <w:rsid w:val="00740A2E"/>
    <w:rPr>
      <w:b/>
      <w:bCs/>
    </w:rPr>
  </w:style>
  <w:style w:type="paragraph" w:styleId="Redaktsioon">
    <w:name w:val="Revision"/>
    <w:hidden/>
    <w:uiPriority w:val="99"/>
    <w:semiHidden/>
    <w:rsid w:val="00740A2E"/>
    <w:pPr>
      <w:spacing w:after="0"/>
      <w:jc w:val="left"/>
    </w:pPr>
    <w:rPr>
      <w:rFonts w:ascii="Calibri" w:eastAsia="MS Mincho" w:hAnsi="Calibri" w:cs="Times New Roman"/>
      <w:sz w:val="22"/>
      <w:szCs w:val="22"/>
    </w:rPr>
  </w:style>
  <w:style w:type="paragraph" w:customStyle="1" w:styleId="seadusetekstialunejoon">
    <w:name w:val="seaduse teksti alune joon"/>
    <w:basedOn w:val="vastuvtmisekohajakuupevamrge"/>
    <w:qFormat/>
    <w:rsid w:val="00740A2E"/>
    <w:pPr>
      <w:widowControl w:val="0"/>
      <w:pBdr>
        <w:bottom w:val="single" w:sz="4" w:space="1" w:color="auto"/>
      </w:pBdr>
      <w:tabs>
        <w:tab w:val="clear" w:pos="2268"/>
      </w:tabs>
      <w:autoSpaceDN w:val="0"/>
      <w:adjustRightInd w:val="0"/>
    </w:pPr>
    <w:rPr>
      <w:szCs w:val="24"/>
      <w:lang w:eastAsia="et-EE"/>
    </w:rPr>
  </w:style>
  <w:style w:type="paragraph" w:customStyle="1" w:styleId="muudetavtekstboldisallajoonituna">
    <w:name w:val="muudetav tekst boldis allajoonituna"/>
    <w:basedOn w:val="muudetavtekstboldis"/>
    <w:qFormat/>
    <w:rsid w:val="00740A2E"/>
    <w:rPr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40A2E"/>
    <w:rPr>
      <w:color w:val="605E5C"/>
      <w:shd w:val="clear" w:color="auto" w:fill="E1DFDD"/>
    </w:rPr>
  </w:style>
  <w:style w:type="paragraph" w:customStyle="1" w:styleId="otsusetekstalljoonega">
    <w:name w:val="otsuse tekst alljoonega"/>
    <w:basedOn w:val="otsusetekst"/>
    <w:next w:val="otsusetekst"/>
    <w:rsid w:val="00740A2E"/>
    <w:rPr>
      <w:rFonts w:cs="Arial"/>
      <w:szCs w:val="24"/>
      <w:u w:val="single"/>
      <w:lang w:eastAsia="et-E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40A2E"/>
    <w:rPr>
      <w:rFonts w:eastAsia="Times New Roman" w:cs="Times New Roman"/>
      <w:b/>
      <w:bCs/>
      <w:sz w:val="20"/>
      <w:szCs w:val="20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40A2E"/>
    <w:rPr>
      <w:rFonts w:eastAsia="Times New Roman" w:cs="Times New Roman"/>
      <w:b/>
      <w:bCs/>
      <w:sz w:val="15"/>
      <w:szCs w:val="15"/>
    </w:rPr>
  </w:style>
  <w:style w:type="character" w:customStyle="1" w:styleId="HTML-aadressMrk">
    <w:name w:val="HTML-aadress Märk"/>
    <w:basedOn w:val="Liguvaikefont"/>
    <w:link w:val="HTML-aadress"/>
    <w:uiPriority w:val="99"/>
    <w:semiHidden/>
    <w:rsid w:val="00740A2E"/>
    <w:rPr>
      <w:rFonts w:eastAsia="Times New Roman" w:cs="Times New Roman"/>
    </w:rPr>
  </w:style>
  <w:style w:type="paragraph" w:styleId="HTML-aadress">
    <w:name w:val="HTML Address"/>
    <w:basedOn w:val="Normaallaad"/>
    <w:link w:val="HTML-aadressMrk"/>
    <w:uiPriority w:val="99"/>
    <w:semiHidden/>
    <w:unhideWhenUsed/>
    <w:rsid w:val="00740A2E"/>
    <w:pPr>
      <w:spacing w:before="240"/>
      <w:jc w:val="left"/>
    </w:pPr>
    <w:rPr>
      <w:szCs w:val="24"/>
      <w:lang w:eastAsia="et-EE"/>
    </w:rPr>
  </w:style>
  <w:style w:type="character" w:customStyle="1" w:styleId="HTML-aadressMrk1">
    <w:name w:val="HTML-aadress Märk1"/>
    <w:basedOn w:val="Liguvaikefont"/>
    <w:uiPriority w:val="99"/>
    <w:semiHidden/>
    <w:rsid w:val="00740A2E"/>
    <w:rPr>
      <w:rFonts w:eastAsia="Times New Roman" w:cs="Times New Roman"/>
      <w:i/>
      <w:iCs/>
      <w:szCs w:val="18"/>
      <w:lang w:eastAsia="en-US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740A2E"/>
    <w:rPr>
      <w:rFonts w:ascii="Courier New" w:eastAsia="Times New Roman" w:hAnsi="Courier New" w:cs="Courier New"/>
      <w:sz w:val="20"/>
      <w:szCs w:val="20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740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t-EE"/>
    </w:rPr>
  </w:style>
  <w:style w:type="character" w:customStyle="1" w:styleId="HTML-eelvormindatudMrk1">
    <w:name w:val="HTML-eelvormindatud Märk1"/>
    <w:basedOn w:val="Liguvaikefont"/>
    <w:uiPriority w:val="99"/>
    <w:semiHidden/>
    <w:rsid w:val="00740A2E"/>
    <w:rPr>
      <w:rFonts w:ascii="Consolas" w:eastAsia="Times New Roman" w:hAnsi="Consolas" w:cs="Times New Roman"/>
      <w:sz w:val="20"/>
      <w:szCs w:val="20"/>
      <w:lang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740A2E"/>
    <w:pPr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740A2E"/>
    <w:rPr>
      <w:rFonts w:asciiTheme="minorHAnsi" w:eastAsiaTheme="minorHAnsi" w:hAnsiTheme="minorHAnsi"/>
      <w:sz w:val="20"/>
      <w:szCs w:val="20"/>
      <w:lang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740A2E"/>
    <w:rPr>
      <w:vertAlign w:val="superscript"/>
    </w:rPr>
  </w:style>
  <w:style w:type="character" w:styleId="Klastatudhperlink">
    <w:name w:val="FollowedHyperlink"/>
    <w:basedOn w:val="Liguvaikefont"/>
    <w:uiPriority w:val="99"/>
    <w:semiHidden/>
    <w:unhideWhenUsed/>
    <w:rsid w:val="00740A2E"/>
    <w:rPr>
      <w:color w:val="800080" w:themeColor="followed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40A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uller\it$\plangid\DAO\otsuse_eelnou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0D3BD-80FF-4FC6-A2F2-132F7B243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otsuse_eelnou.dotx</Template>
  <TotalTime>0</TotalTime>
  <Pages>1</Pages>
  <Words>110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Pamela Paumäe</dc:creator>
  <cp:lastModifiedBy>Silja Karro</cp:lastModifiedBy>
  <cp:revision>2</cp:revision>
  <dcterms:created xsi:type="dcterms:W3CDTF">2024-02-27T13:03:00Z</dcterms:created>
  <dcterms:modified xsi:type="dcterms:W3CDTF">2024-02-27T13:03:00Z</dcterms:modified>
</cp:coreProperties>
</file>