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1710AB29"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727D44">
        <w:rPr>
          <w:noProof/>
          <w:color w:val="000000"/>
          <w:szCs w:val="24"/>
        </w:rPr>
        <w:t>2022/296</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3402"/>
        <w:gridCol w:w="3006"/>
      </w:tblGrid>
      <w:tr w:rsidR="001A6691" w:rsidRPr="001A6691" w14:paraId="17B8927F" w14:textId="77777777" w:rsidTr="00727C3A">
        <w:tc>
          <w:tcPr>
            <w:tcW w:w="3544" w:type="dxa"/>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3402" w:type="dxa"/>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3006" w:type="dxa"/>
          </w:tcPr>
          <w:p w14:paraId="609B354E" w14:textId="77777777" w:rsidR="001A6691" w:rsidRPr="00DF353B" w:rsidRDefault="001A6691" w:rsidP="001A6691">
            <w:pPr>
              <w:rPr>
                <w:bCs/>
                <w:szCs w:val="24"/>
              </w:rPr>
            </w:pPr>
            <w:r w:rsidRPr="00DF353B">
              <w:rPr>
                <w:bCs/>
                <w:szCs w:val="24"/>
              </w:rPr>
              <w:t>Tel 676 7500</w:t>
            </w:r>
          </w:p>
          <w:p w14:paraId="3D58EE3E" w14:textId="77777777"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Pr="00DF353B">
              <w:rPr>
                <w:bCs/>
                <w:szCs w:val="24"/>
              </w:rPr>
              <w:t xml:space="preserve"> </w:t>
            </w:r>
          </w:p>
        </w:tc>
      </w:tr>
      <w:tr w:rsidR="001A6691" w:rsidRPr="001A6691" w14:paraId="3AE3C364" w14:textId="77777777" w:rsidTr="00727C3A">
        <w:trPr>
          <w:trHeight w:val="684"/>
        </w:trPr>
        <w:tc>
          <w:tcPr>
            <w:tcW w:w="3544" w:type="dxa"/>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3402" w:type="dxa"/>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3006" w:type="dxa"/>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E60AD2"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727C3A">
        <w:trPr>
          <w:cantSplit/>
          <w:trHeight w:val="548"/>
        </w:trPr>
        <w:tc>
          <w:tcPr>
            <w:tcW w:w="9952" w:type="dxa"/>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0"/>
        <w:gridCol w:w="3201"/>
        <w:gridCol w:w="2902"/>
      </w:tblGrid>
      <w:tr w:rsidR="0099293B" w:rsidRPr="001A6691" w14:paraId="0FCE6165" w14:textId="77777777" w:rsidTr="0099293B">
        <w:tc>
          <w:tcPr>
            <w:tcW w:w="3700" w:type="dxa"/>
          </w:tcPr>
          <w:p w14:paraId="7DD4129C" w14:textId="77777777" w:rsidR="0099293B" w:rsidRPr="0099293B" w:rsidRDefault="0099293B" w:rsidP="0099293B">
            <w:pPr>
              <w:rPr>
                <w:szCs w:val="24"/>
              </w:rPr>
            </w:pPr>
            <w:r w:rsidRPr="0099293B">
              <w:rPr>
                <w:szCs w:val="24"/>
              </w:rPr>
              <w:t>AS Förmann NT</w:t>
            </w:r>
          </w:p>
          <w:p w14:paraId="252A3CE6" w14:textId="1E3BF934" w:rsidR="0099293B" w:rsidRPr="00DF353B" w:rsidRDefault="0099293B" w:rsidP="0099293B">
            <w:pPr>
              <w:rPr>
                <w:szCs w:val="24"/>
              </w:rPr>
            </w:pPr>
          </w:p>
        </w:tc>
        <w:tc>
          <w:tcPr>
            <w:tcW w:w="3201" w:type="dxa"/>
          </w:tcPr>
          <w:p w14:paraId="25BF8429" w14:textId="77777777" w:rsidR="0099293B" w:rsidRPr="0099293B" w:rsidRDefault="0099293B" w:rsidP="0099293B">
            <w:pPr>
              <w:rPr>
                <w:szCs w:val="24"/>
              </w:rPr>
            </w:pPr>
            <w:r w:rsidRPr="0099293B">
              <w:rPr>
                <w:szCs w:val="24"/>
              </w:rPr>
              <w:t>Registrikood 10086633</w:t>
            </w:r>
          </w:p>
          <w:p w14:paraId="1C2D1DE6" w14:textId="3F3DF0DC" w:rsidR="0099293B" w:rsidRPr="001A6691" w:rsidRDefault="0099293B" w:rsidP="0099293B">
            <w:pPr>
              <w:rPr>
                <w:szCs w:val="24"/>
              </w:rPr>
            </w:pPr>
            <w:r w:rsidRPr="0099293B">
              <w:rPr>
                <w:szCs w:val="24"/>
              </w:rPr>
              <w:t>65201 Vastseliina alevik Võru maakond</w:t>
            </w:r>
          </w:p>
        </w:tc>
        <w:tc>
          <w:tcPr>
            <w:tcW w:w="2902" w:type="dxa"/>
          </w:tcPr>
          <w:p w14:paraId="464E0B34" w14:textId="77777777" w:rsidR="0099293B" w:rsidRPr="0099293B" w:rsidRDefault="0099293B" w:rsidP="0099293B">
            <w:pPr>
              <w:rPr>
                <w:szCs w:val="24"/>
              </w:rPr>
            </w:pPr>
            <w:r w:rsidRPr="0099293B">
              <w:rPr>
                <w:szCs w:val="24"/>
              </w:rPr>
              <w:t>Tel. 7851 254 GSM 504 0038</w:t>
            </w:r>
          </w:p>
          <w:p w14:paraId="09E0CABD" w14:textId="65FDAC1A" w:rsidR="0099293B" w:rsidRPr="001A6691" w:rsidRDefault="0099293B" w:rsidP="0099293B">
            <w:pPr>
              <w:rPr>
                <w:szCs w:val="24"/>
              </w:rPr>
            </w:pPr>
          </w:p>
        </w:tc>
      </w:tr>
      <w:tr w:rsidR="001A6691" w:rsidRPr="001A6691" w14:paraId="1D1490F0" w14:textId="77777777" w:rsidTr="0099293B">
        <w:tc>
          <w:tcPr>
            <w:tcW w:w="3700" w:type="dxa"/>
          </w:tcPr>
          <w:p w14:paraId="7B7B2406" w14:textId="2D92EF90" w:rsidR="001A6691" w:rsidRPr="001A6691" w:rsidRDefault="0099293B" w:rsidP="0099293B">
            <w:pPr>
              <w:rPr>
                <w:szCs w:val="24"/>
              </w:rPr>
            </w:pPr>
            <w:r w:rsidRPr="0099293B">
              <w:rPr>
                <w:szCs w:val="24"/>
              </w:rPr>
              <w:t xml:space="preserve">Juhatuse liige Taavi Nassar </w:t>
            </w:r>
          </w:p>
        </w:tc>
        <w:tc>
          <w:tcPr>
            <w:tcW w:w="3201" w:type="dxa"/>
          </w:tcPr>
          <w:p w14:paraId="3E21ED32" w14:textId="4748EB39" w:rsidR="001A6691" w:rsidRPr="00DF353B" w:rsidRDefault="00F16363" w:rsidP="001A6691">
            <w:pPr>
              <w:rPr>
                <w:szCs w:val="24"/>
              </w:rPr>
            </w:pPr>
            <w:r>
              <w:rPr>
                <w:szCs w:val="24"/>
              </w:rPr>
              <w:t>3</w:t>
            </w:r>
            <w:r w:rsidR="0099293B">
              <w:rPr>
                <w:szCs w:val="24"/>
              </w:rPr>
              <w:t>8707286538</w:t>
            </w:r>
          </w:p>
        </w:tc>
        <w:tc>
          <w:tcPr>
            <w:tcW w:w="2902" w:type="dxa"/>
          </w:tcPr>
          <w:p w14:paraId="36956A1C" w14:textId="55E1A274" w:rsidR="001A6691" w:rsidRPr="0099293B" w:rsidRDefault="00E60AD2" w:rsidP="0099293B">
            <w:pPr>
              <w:pStyle w:val="CommentText"/>
              <w:rPr>
                <w:sz w:val="24"/>
                <w:szCs w:val="24"/>
              </w:rPr>
            </w:pPr>
            <w:hyperlink r:id="rId14" w:history="1">
              <w:r w:rsidR="0099293B" w:rsidRPr="00A5230A">
                <w:rPr>
                  <w:rStyle w:val="Hyperlink"/>
                  <w:sz w:val="24"/>
                  <w:szCs w:val="24"/>
                </w:rPr>
                <w:t>formann@formann.ee</w:t>
              </w:r>
            </w:hyperlink>
          </w:p>
        </w:tc>
      </w:tr>
      <w:tr w:rsidR="001A6691" w:rsidRPr="001A6691" w14:paraId="27C765F8" w14:textId="77777777" w:rsidTr="00DF353B">
        <w:tblPrEx>
          <w:tblLook w:val="0000" w:firstRow="0" w:lastRow="0" w:firstColumn="0" w:lastColumn="0" w:noHBand="0" w:noVBand="0"/>
        </w:tblPrEx>
        <w:tc>
          <w:tcPr>
            <w:tcW w:w="9803" w:type="dxa"/>
            <w:gridSpan w:val="3"/>
          </w:tcPr>
          <w:p w14:paraId="3908F5B8" w14:textId="2330A58C" w:rsidR="001A6691" w:rsidRPr="00DF353B" w:rsidRDefault="001A6691" w:rsidP="0099293B">
            <w:pPr>
              <w:rPr>
                <w:szCs w:val="24"/>
              </w:rPr>
            </w:pPr>
            <w:r w:rsidRPr="00DF353B">
              <w:rPr>
                <w:szCs w:val="24"/>
              </w:rPr>
              <w:t xml:space="preserve">Esindusõigus tuleneb (volitamise alus): </w:t>
            </w:r>
            <w:r w:rsidR="0099293B">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1C3C3F1A" w:rsidR="009E2AD7" w:rsidRDefault="009E2AD7" w:rsidP="009552A0">
      <w:pPr>
        <w:pStyle w:val="ListParagraph"/>
        <w:numPr>
          <w:ilvl w:val="0"/>
          <w:numId w:val="18"/>
        </w:numPr>
        <w:jc w:val="both"/>
        <w:rPr>
          <w:szCs w:val="24"/>
        </w:rPr>
      </w:pPr>
      <w:r w:rsidRPr="00C63431">
        <w:rPr>
          <w:szCs w:val="24"/>
        </w:rPr>
        <w:t xml:space="preserve">Vastates RMK poolt avaldatud läbirääkimiste teatele, esitas </w:t>
      </w:r>
      <w:r w:rsidR="009552A0" w:rsidRPr="009552A0">
        <w:rPr>
          <w:bCs/>
          <w:szCs w:val="24"/>
        </w:rPr>
        <w:t>AS Förmann NT</w:t>
      </w:r>
      <w:r w:rsidR="009552A0">
        <w:rPr>
          <w:bCs/>
          <w:szCs w:val="24"/>
        </w:rPr>
        <w:t xml:space="preserve">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9552A0" w:rsidRPr="009552A0">
        <w:rPr>
          <w:bCs/>
          <w:szCs w:val="24"/>
        </w:rPr>
        <w:t>AS Förmann NT</w:t>
      </w:r>
      <w:r w:rsidR="009552A0">
        <w:rPr>
          <w:bCs/>
          <w:szCs w:val="24"/>
        </w:rPr>
        <w:t xml:space="preserve">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7D67ECD5"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F16363">
        <w:rPr>
          <w:noProof/>
          <w:color w:val="000000"/>
        </w:rPr>
        <w:t>V</w:t>
      </w:r>
      <w:r w:rsidR="009552A0">
        <w:rPr>
          <w:noProof/>
          <w:color w:val="000000"/>
        </w:rPr>
        <w:t xml:space="preserve">astseliina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46F8AADF"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A565D0">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üleantava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158A4130" w:rsidR="006E0604" w:rsidRPr="00DF353B" w:rsidRDefault="00645BB2" w:rsidP="00F16363">
            <w:pPr>
              <w:shd w:val="clear" w:color="auto" w:fill="FFFFFF" w:themeFill="background1"/>
            </w:pPr>
            <w:r>
              <w:t>30</w:t>
            </w:r>
            <w:r w:rsidR="000A0374" w:rsidRPr="000A0374">
              <w:t xml:space="preserve"> (</w:t>
            </w:r>
            <w:r>
              <w:t>kolmkümmend</w:t>
            </w:r>
            <w:r w:rsidR="000A0374" w:rsidRPr="000A0374">
              <w:t>)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5C4FB809"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0609D0" w:rsidRPr="00E7648F">
          <w:rPr>
            <w:rStyle w:val="Hyperlink"/>
          </w:rPr>
          <w:t>info@formann.ee</w:t>
        </w:r>
      </w:hyperlink>
      <w:r w:rsidR="000A0374">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199D8D71" w14:textId="77777777" w:rsidR="006E0604" w:rsidRPr="00DA56B1" w:rsidRDefault="006E0604" w:rsidP="004811F1">
      <w:pPr>
        <w:shd w:val="clear" w:color="auto" w:fill="FFFFFF" w:themeFill="background1"/>
        <w:jc w:val="both"/>
        <w:rPr>
          <w:szCs w:val="24"/>
        </w:rPr>
      </w:pPr>
      <w:r w:rsidRPr="001A6691">
        <w:rPr>
          <w:b/>
          <w:szCs w:val="24"/>
        </w:rPr>
        <w:lastRenderedPageBreak/>
        <w:t>8.5.</w:t>
      </w:r>
      <w:r w:rsidRPr="001A6691">
        <w:rPr>
          <w:szCs w:val="24"/>
        </w:rPr>
        <w:tab/>
      </w:r>
      <w:r w:rsidR="00674200" w:rsidRPr="00DA56B1">
        <w:rPr>
          <w:szCs w:val="24"/>
        </w:rPr>
        <w:t>O</w:t>
      </w:r>
      <w:r w:rsidR="003D515B" w:rsidRPr="00DA56B1">
        <w:rPr>
          <w:szCs w:val="24"/>
        </w:rPr>
        <w:t>stja</w:t>
      </w:r>
      <w:r w:rsidRPr="00DA56B1">
        <w:rPr>
          <w:szCs w:val="24"/>
        </w:rPr>
        <w:t xml:space="preserve"> esitab arvestatud krediidilimiidi summale </w:t>
      </w:r>
      <w:r w:rsidR="008C44DB" w:rsidRPr="00DA56B1">
        <w:rPr>
          <w:szCs w:val="24"/>
        </w:rPr>
        <w:t xml:space="preserve">vastava krediidiasutuse </w:t>
      </w:r>
      <w:r w:rsidRPr="00DA56B1">
        <w:rPr>
          <w:szCs w:val="24"/>
        </w:rPr>
        <w:t xml:space="preserve">garantiikirja, millel on sätestatud kehtivuse lõpp (hilisem kuupäev, millal peab </w:t>
      </w:r>
      <w:r w:rsidR="003D515B" w:rsidRPr="00DA56B1">
        <w:rPr>
          <w:szCs w:val="24"/>
        </w:rPr>
        <w:t>müüja</w:t>
      </w:r>
      <w:r w:rsidR="00674200" w:rsidRPr="00DA56B1">
        <w:rPr>
          <w:szCs w:val="24"/>
        </w:rPr>
        <w:t xml:space="preserve"> nõue olema g</w:t>
      </w:r>
      <w:r w:rsidRPr="00DA56B1">
        <w:rPr>
          <w:szCs w:val="24"/>
        </w:rPr>
        <w:t xml:space="preserve">arandi poolt kätte saadud). Krediidilimiit </w:t>
      </w:r>
      <w:r w:rsidR="00CB08DF" w:rsidRPr="00DA56B1">
        <w:rPr>
          <w:szCs w:val="24"/>
        </w:rPr>
        <w:t xml:space="preserve">on </w:t>
      </w:r>
      <w:r w:rsidR="00744F69" w:rsidRPr="00DA56B1">
        <w:rPr>
          <w:szCs w:val="24"/>
        </w:rPr>
        <w:t>maksetähtaja</w:t>
      </w:r>
      <w:r w:rsidR="00512176" w:rsidRPr="00DA56B1">
        <w:rPr>
          <w:szCs w:val="24"/>
        </w:rPr>
        <w:t xml:space="preserve">le vastava </w:t>
      </w:r>
      <w:r w:rsidR="003D515B" w:rsidRPr="00DA56B1">
        <w:rPr>
          <w:szCs w:val="24"/>
        </w:rPr>
        <w:t>metsamaterjali</w:t>
      </w:r>
      <w:r w:rsidR="00CB08DF" w:rsidRPr="00DA56B1">
        <w:rPr>
          <w:szCs w:val="24"/>
        </w:rPr>
        <w:t xml:space="preserve"> koguse maksumus koos käibemaksuga, millele on </w:t>
      </w:r>
      <w:r w:rsidR="00446705" w:rsidRPr="00DA56B1">
        <w:rPr>
          <w:szCs w:val="24"/>
        </w:rPr>
        <w:t>lisa</w:t>
      </w:r>
      <w:r w:rsidR="00CB08DF" w:rsidRPr="00DA56B1">
        <w:rPr>
          <w:szCs w:val="24"/>
        </w:rPr>
        <w:t>tud 0</w:t>
      </w:r>
      <w:r w:rsidRPr="00DA56B1">
        <w:rPr>
          <w:szCs w:val="24"/>
        </w:rPr>
        <w:t xml:space="preserve">,5 kordne </w:t>
      </w:r>
      <w:r w:rsidR="00CB08DF" w:rsidRPr="00DA56B1">
        <w:rPr>
          <w:szCs w:val="24"/>
        </w:rPr>
        <w:t xml:space="preserve">ühe kuu </w:t>
      </w:r>
      <w:r w:rsidR="003D515B" w:rsidRPr="00DA56B1">
        <w:rPr>
          <w:szCs w:val="24"/>
        </w:rPr>
        <w:t>metsamaterjali</w:t>
      </w:r>
      <w:r w:rsidR="00CB08DF" w:rsidRPr="00DA56B1">
        <w:rPr>
          <w:szCs w:val="24"/>
        </w:rPr>
        <w:t xml:space="preserve"> koguse maksumus</w:t>
      </w:r>
      <w:r w:rsidRPr="00DA56B1">
        <w:rPr>
          <w:szCs w:val="24"/>
        </w:rPr>
        <w:t xml:space="preserve"> koos käibemaksuga.</w:t>
      </w:r>
      <w:r w:rsidR="008C44DB" w:rsidRPr="00DA56B1">
        <w:rPr>
          <w:szCs w:val="24"/>
        </w:rPr>
        <w:t xml:space="preserve"> Krediidiasutuse garantii kehtivus peab ületama </w:t>
      </w:r>
      <w:r w:rsidR="00927F52" w:rsidRPr="00DA56B1">
        <w:rPr>
          <w:szCs w:val="24"/>
        </w:rPr>
        <w:t>lepingu</w:t>
      </w:r>
      <w:r w:rsidR="00F519D6" w:rsidRPr="00DA56B1">
        <w:rPr>
          <w:szCs w:val="24"/>
        </w:rPr>
        <w:t xml:space="preserve"> </w:t>
      </w:r>
      <w:r w:rsidR="00674200" w:rsidRPr="00DA56B1">
        <w:rPr>
          <w:szCs w:val="24"/>
        </w:rPr>
        <w:t>kehtivuse tähtaega m</w:t>
      </w:r>
      <w:r w:rsidR="008C44DB" w:rsidRPr="00DA56B1">
        <w:rPr>
          <w:szCs w:val="24"/>
        </w:rPr>
        <w:t xml:space="preserve">aksetähtaja ja sellele </w:t>
      </w:r>
      <w:r w:rsidR="00446705" w:rsidRPr="00DA56B1">
        <w:rPr>
          <w:szCs w:val="24"/>
        </w:rPr>
        <w:t>lisa</w:t>
      </w:r>
      <w:r w:rsidR="008C44DB" w:rsidRPr="00DA56B1">
        <w:rPr>
          <w:szCs w:val="24"/>
        </w:rPr>
        <w:t>tud 7 (seitsme</w:t>
      </w:r>
      <w:r w:rsidR="00674200" w:rsidRPr="00DA56B1">
        <w:rPr>
          <w:szCs w:val="24"/>
        </w:rPr>
        <w:t>) p</w:t>
      </w:r>
      <w:r w:rsidR="008C44DB" w:rsidRPr="00DA56B1">
        <w:rPr>
          <w:szCs w:val="24"/>
        </w:rPr>
        <w:t>äeva võrra.</w:t>
      </w:r>
    </w:p>
    <w:p w14:paraId="4C47F1C8" w14:textId="77777777" w:rsidR="00C43A0E" w:rsidRPr="00DA56B1" w:rsidRDefault="00C43A0E" w:rsidP="004811F1">
      <w:pPr>
        <w:shd w:val="clear" w:color="auto" w:fill="FFFFFF" w:themeFill="background1"/>
        <w:jc w:val="both"/>
        <w:rPr>
          <w:b/>
          <w:szCs w:val="24"/>
        </w:rPr>
      </w:pPr>
    </w:p>
    <w:p w14:paraId="7F13554D" w14:textId="3A4AC91D" w:rsidR="00C43A0E" w:rsidRPr="00DA56B1" w:rsidRDefault="00C43A0E" w:rsidP="004811F1">
      <w:pPr>
        <w:shd w:val="clear" w:color="auto" w:fill="FFFFFF" w:themeFill="background1"/>
        <w:jc w:val="both"/>
        <w:rPr>
          <w:szCs w:val="24"/>
        </w:rPr>
      </w:pPr>
      <w:r w:rsidRPr="00DA56B1">
        <w:rPr>
          <w:b/>
          <w:szCs w:val="24"/>
        </w:rPr>
        <w:t>8.6.</w:t>
      </w:r>
      <w:r w:rsidR="00D77E88">
        <w:rPr>
          <w:szCs w:val="24"/>
        </w:rPr>
        <w:tab/>
      </w:r>
      <w:r w:rsidR="00674200" w:rsidRPr="00DA56B1">
        <w:rPr>
          <w:szCs w:val="24"/>
        </w:rPr>
        <w:t>L</w:t>
      </w:r>
      <w:r w:rsidR="003D515B" w:rsidRPr="00DA56B1">
        <w:rPr>
          <w:szCs w:val="24"/>
        </w:rPr>
        <w:t>epingu</w:t>
      </w:r>
      <w:r w:rsidRPr="00DA56B1">
        <w:rPr>
          <w:szCs w:val="24"/>
        </w:rPr>
        <w:t xml:space="preserve"> punktis 8.5. nimetatud garantiikirja kehtivuse tähtajast lühema kehtivusega garantiikirja esitamisel, kohustub </w:t>
      </w:r>
      <w:r w:rsidR="003D515B" w:rsidRPr="00DA56B1">
        <w:rPr>
          <w:szCs w:val="24"/>
        </w:rPr>
        <w:t>ostja</w:t>
      </w:r>
      <w:r w:rsidR="00674200" w:rsidRPr="00DA56B1">
        <w:rPr>
          <w:szCs w:val="24"/>
        </w:rPr>
        <w:t xml:space="preserve"> igakordselt 30 (kolmkümmend) p</w:t>
      </w:r>
      <w:r w:rsidRPr="00DA56B1">
        <w:rPr>
          <w:szCs w:val="24"/>
        </w:rPr>
        <w:t xml:space="preserve">äeva enne garantiikirja kehtivuse lõppemist esitama </w:t>
      </w:r>
      <w:r w:rsidR="003D515B" w:rsidRPr="00DA56B1">
        <w:rPr>
          <w:szCs w:val="24"/>
        </w:rPr>
        <w:t>müüjale</w:t>
      </w:r>
      <w:r w:rsidRPr="00DA56B1">
        <w:rPr>
          <w:szCs w:val="24"/>
        </w:rPr>
        <w:t xml:space="preserve"> uue, </w:t>
      </w:r>
      <w:r w:rsidR="003D515B" w:rsidRPr="00DA56B1">
        <w:rPr>
          <w:szCs w:val="24"/>
        </w:rPr>
        <w:t>tarnegraafikus</w:t>
      </w:r>
      <w:r w:rsidRPr="00DA56B1">
        <w:rPr>
          <w:szCs w:val="24"/>
        </w:rPr>
        <w:t xml:space="preserve"> kokkulepitud </w:t>
      </w:r>
      <w:r w:rsidR="003D515B" w:rsidRPr="00DA56B1">
        <w:rPr>
          <w:szCs w:val="24"/>
        </w:rPr>
        <w:t>tarneperioodi</w:t>
      </w:r>
      <w:r w:rsidR="00674200" w:rsidRPr="00DA56B1">
        <w:rPr>
          <w:szCs w:val="24"/>
        </w:rPr>
        <w:t xml:space="preserve"> vähemalt 30 (kolmkümmend) p</w:t>
      </w:r>
      <w:r w:rsidRPr="00DA56B1">
        <w:rPr>
          <w:szCs w:val="24"/>
        </w:rPr>
        <w:t xml:space="preserve">äeva ületava kehtivusega garantiikirja. </w:t>
      </w:r>
    </w:p>
    <w:p w14:paraId="23BC6E66" w14:textId="77777777" w:rsidR="00C43A0E" w:rsidRPr="00DA56B1" w:rsidRDefault="00C43A0E" w:rsidP="00A81AF8">
      <w:pPr>
        <w:shd w:val="clear" w:color="auto" w:fill="FFFFFF" w:themeFill="background1"/>
        <w:jc w:val="both"/>
        <w:rPr>
          <w:b/>
          <w:szCs w:val="24"/>
          <w:lang w:eastAsia="et-EE"/>
        </w:rPr>
      </w:pPr>
    </w:p>
    <w:p w14:paraId="0EE4099D" w14:textId="70EE8384" w:rsidR="006E0604" w:rsidRPr="00DA56B1" w:rsidRDefault="00C43A0E">
      <w:pPr>
        <w:shd w:val="clear" w:color="auto" w:fill="FFFFFF" w:themeFill="background1"/>
        <w:jc w:val="both"/>
        <w:rPr>
          <w:szCs w:val="24"/>
          <w:lang w:eastAsia="et-EE"/>
        </w:rPr>
      </w:pPr>
      <w:r w:rsidRPr="00DA56B1">
        <w:rPr>
          <w:b/>
          <w:szCs w:val="24"/>
          <w:lang w:eastAsia="et-EE"/>
        </w:rPr>
        <w:t>8.7.</w:t>
      </w:r>
      <w:r w:rsidR="00D77E88">
        <w:rPr>
          <w:szCs w:val="24"/>
          <w:lang w:eastAsia="et-EE"/>
        </w:rPr>
        <w:tab/>
      </w:r>
      <w:r w:rsidRPr="00DA56B1">
        <w:rPr>
          <w:szCs w:val="24"/>
          <w:lang w:eastAsia="et-EE"/>
        </w:rPr>
        <w:t xml:space="preserve">Juhul kui </w:t>
      </w:r>
      <w:r w:rsidR="003D515B" w:rsidRPr="00DA56B1">
        <w:rPr>
          <w:szCs w:val="24"/>
          <w:lang w:eastAsia="et-EE"/>
        </w:rPr>
        <w:t>ostja</w:t>
      </w:r>
      <w:r w:rsidRPr="00DA56B1">
        <w:rPr>
          <w:szCs w:val="24"/>
          <w:lang w:eastAsia="et-EE"/>
        </w:rPr>
        <w:t xml:space="preserve"> on </w:t>
      </w:r>
      <w:r w:rsidR="003D515B" w:rsidRPr="00DA56B1">
        <w:rPr>
          <w:szCs w:val="24"/>
          <w:lang w:eastAsia="et-EE"/>
        </w:rPr>
        <w:t>lepingu</w:t>
      </w:r>
      <w:r w:rsidRPr="00DA56B1">
        <w:rPr>
          <w:szCs w:val="24"/>
          <w:lang w:eastAsia="et-EE"/>
        </w:rPr>
        <w:t xml:space="preserve"> punktis 8.5. ja 8.6. nimetatud garantiikirja esitamisega viivitan</w:t>
      </w:r>
      <w:r w:rsidR="00674200" w:rsidRPr="00DA56B1">
        <w:rPr>
          <w:szCs w:val="24"/>
          <w:lang w:eastAsia="et-EE"/>
        </w:rPr>
        <w:t xml:space="preserve">ud rohkem kui </w:t>
      </w:r>
      <w:r w:rsidR="0008640C" w:rsidRPr="00DA56B1">
        <w:rPr>
          <w:szCs w:val="24"/>
          <w:lang w:eastAsia="et-EE"/>
        </w:rPr>
        <w:t xml:space="preserve">14 </w:t>
      </w:r>
      <w:r w:rsidR="00674200" w:rsidRPr="00DA56B1">
        <w:rPr>
          <w:szCs w:val="24"/>
          <w:lang w:eastAsia="et-EE"/>
        </w:rPr>
        <w:t>(</w:t>
      </w:r>
      <w:r w:rsidR="0008640C" w:rsidRPr="00DA56B1">
        <w:rPr>
          <w:szCs w:val="24"/>
          <w:lang w:eastAsia="et-EE"/>
        </w:rPr>
        <w:t>neliteist</w:t>
      </w:r>
      <w:r w:rsidR="00674200" w:rsidRPr="00DA56B1">
        <w:rPr>
          <w:szCs w:val="24"/>
          <w:lang w:eastAsia="et-EE"/>
        </w:rPr>
        <w:t>) p</w:t>
      </w:r>
      <w:r w:rsidRPr="00DA56B1">
        <w:rPr>
          <w:szCs w:val="24"/>
          <w:lang w:eastAsia="et-EE"/>
        </w:rPr>
        <w:t xml:space="preserve">äeva, on </w:t>
      </w:r>
      <w:r w:rsidR="00674200" w:rsidRPr="00DA56B1">
        <w:rPr>
          <w:szCs w:val="24"/>
          <w:lang w:eastAsia="et-EE"/>
        </w:rPr>
        <w:t>m</w:t>
      </w:r>
      <w:r w:rsidRPr="00DA56B1">
        <w:rPr>
          <w:szCs w:val="24"/>
          <w:lang w:eastAsia="et-EE"/>
        </w:rPr>
        <w:t xml:space="preserve">üüjal õigus ühepoolselt </w:t>
      </w:r>
      <w:r w:rsidR="003D515B" w:rsidRPr="00DA56B1">
        <w:rPr>
          <w:szCs w:val="24"/>
          <w:lang w:eastAsia="et-EE"/>
        </w:rPr>
        <w:t>lepingu</w:t>
      </w:r>
      <w:r w:rsidRPr="00DA56B1">
        <w:rPr>
          <w:szCs w:val="24"/>
          <w:lang w:eastAsia="et-EE"/>
        </w:rPr>
        <w:t xml:space="preserve">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F16363"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B65786" w:rsidRPr="00F16363" w14:paraId="57537315" w14:textId="77777777" w:rsidTr="005F6CA8">
        <w:tc>
          <w:tcPr>
            <w:tcW w:w="1388" w:type="pct"/>
            <w:shd w:val="clear" w:color="auto" w:fill="auto"/>
          </w:tcPr>
          <w:p w14:paraId="7C157E14" w14:textId="3DA3124A" w:rsidR="00B65786" w:rsidRPr="00F16363" w:rsidRDefault="00B65786" w:rsidP="00B65786">
            <w:pPr>
              <w:shd w:val="clear" w:color="auto" w:fill="FFFFFF" w:themeFill="background1"/>
              <w:jc w:val="both"/>
              <w:rPr>
                <w:bCs/>
                <w:szCs w:val="24"/>
              </w:rPr>
            </w:pPr>
            <w:r w:rsidRPr="00DC6464">
              <w:t>Katrin Võlli</w:t>
            </w:r>
          </w:p>
        </w:tc>
        <w:tc>
          <w:tcPr>
            <w:tcW w:w="1845" w:type="pct"/>
            <w:shd w:val="clear" w:color="auto" w:fill="auto"/>
          </w:tcPr>
          <w:p w14:paraId="5F92CC36" w14:textId="67E87076" w:rsidR="00B65786" w:rsidRPr="00F16363" w:rsidRDefault="00B65786" w:rsidP="00B65786">
            <w:pPr>
              <w:shd w:val="clear" w:color="auto" w:fill="FFFFFF" w:themeFill="background1"/>
              <w:jc w:val="both"/>
              <w:rPr>
                <w:bCs/>
                <w:szCs w:val="24"/>
              </w:rPr>
            </w:pPr>
            <w:r>
              <w:rPr>
                <w:bCs/>
                <w:szCs w:val="24"/>
              </w:rPr>
              <w:t>5123633</w:t>
            </w:r>
          </w:p>
        </w:tc>
        <w:tc>
          <w:tcPr>
            <w:tcW w:w="1767" w:type="pct"/>
            <w:shd w:val="clear" w:color="auto" w:fill="auto"/>
          </w:tcPr>
          <w:p w14:paraId="1DB112B4" w14:textId="5518359A" w:rsidR="00B65786" w:rsidRPr="00F16363" w:rsidRDefault="00E60AD2" w:rsidP="00B65786">
            <w:pPr>
              <w:shd w:val="clear" w:color="auto" w:fill="FFFFFF" w:themeFill="background1"/>
              <w:jc w:val="both"/>
              <w:rPr>
                <w:bCs/>
                <w:szCs w:val="24"/>
              </w:rPr>
            </w:pPr>
            <w:hyperlink r:id="rId19" w:history="1">
              <w:r w:rsidR="00B65786" w:rsidRPr="00A5230A">
                <w:rPr>
                  <w:rStyle w:val="Hyperlink"/>
                </w:rPr>
                <w:t>aktid.kagu@rmk.ee</w:t>
              </w:r>
            </w:hyperlink>
            <w:r w:rsidR="00B65786">
              <w:t xml:space="preserve"> </w:t>
            </w:r>
          </w:p>
        </w:tc>
      </w:tr>
    </w:tbl>
    <w:p w14:paraId="3772D514" w14:textId="5ECE8400"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B65786">
        <w:rPr>
          <w:bCs/>
          <w:szCs w:val="24"/>
        </w:rPr>
        <w:t xml:space="preserve"> ning metsamaterjali vastuvõtmise korraldaja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F16363"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B65786" w:rsidRPr="00F16363" w14:paraId="087D25FF" w14:textId="77777777" w:rsidTr="005F6CA8">
        <w:tc>
          <w:tcPr>
            <w:tcW w:w="1364" w:type="pct"/>
            <w:shd w:val="clear" w:color="auto" w:fill="auto"/>
          </w:tcPr>
          <w:p w14:paraId="54704815" w14:textId="523F6703" w:rsidR="00B65786" w:rsidRPr="00F16363" w:rsidRDefault="00B65786" w:rsidP="00B65786">
            <w:pPr>
              <w:shd w:val="clear" w:color="auto" w:fill="FFFFFF" w:themeFill="background1"/>
              <w:jc w:val="both"/>
              <w:rPr>
                <w:bCs/>
                <w:szCs w:val="24"/>
              </w:rPr>
            </w:pPr>
            <w:r w:rsidRPr="00452E21">
              <w:t>Taavi Nassar</w:t>
            </w:r>
          </w:p>
        </w:tc>
        <w:tc>
          <w:tcPr>
            <w:tcW w:w="1900" w:type="pct"/>
            <w:shd w:val="clear" w:color="auto" w:fill="auto"/>
          </w:tcPr>
          <w:p w14:paraId="728A3541" w14:textId="272DD3F5" w:rsidR="00B65786" w:rsidRPr="00F16363" w:rsidRDefault="00B65786" w:rsidP="00B65786">
            <w:pPr>
              <w:shd w:val="clear" w:color="auto" w:fill="FFFFFF" w:themeFill="background1"/>
              <w:jc w:val="both"/>
              <w:rPr>
                <w:bCs/>
                <w:szCs w:val="24"/>
              </w:rPr>
            </w:pPr>
            <w:r w:rsidRPr="00452E21">
              <w:t xml:space="preserve"> 52 400 38</w:t>
            </w:r>
          </w:p>
        </w:tc>
        <w:tc>
          <w:tcPr>
            <w:tcW w:w="1736" w:type="pct"/>
            <w:shd w:val="clear" w:color="auto" w:fill="auto"/>
          </w:tcPr>
          <w:p w14:paraId="3B29E078" w14:textId="501F1618" w:rsidR="00B65786" w:rsidRPr="00F16363" w:rsidRDefault="00E60AD2" w:rsidP="00B65786">
            <w:pPr>
              <w:shd w:val="clear" w:color="auto" w:fill="FFFFFF" w:themeFill="background1"/>
              <w:jc w:val="both"/>
              <w:rPr>
                <w:bCs/>
                <w:szCs w:val="24"/>
              </w:rPr>
            </w:pPr>
            <w:hyperlink r:id="rId20" w:history="1">
              <w:r w:rsidR="00B65786" w:rsidRPr="00A5230A">
                <w:rPr>
                  <w:rStyle w:val="Hyperlink"/>
                </w:rPr>
                <w:t>taavi@formann.ee</w:t>
              </w:r>
            </w:hyperlink>
            <w:r w:rsidR="00B65786">
              <w:t xml:space="preserve"> </w:t>
            </w:r>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2670"/>
        <w:gridCol w:w="4410"/>
      </w:tblGrid>
      <w:tr w:rsidR="00F604E0" w:rsidRPr="001A6691" w14:paraId="4CD7195C" w14:textId="77777777" w:rsidTr="00A57A2B">
        <w:tc>
          <w:tcPr>
            <w:tcW w:w="1428"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347"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B65786" w:rsidRPr="001A6691" w14:paraId="69C066B6" w14:textId="77777777" w:rsidTr="00A57A2B">
        <w:tc>
          <w:tcPr>
            <w:tcW w:w="1428" w:type="pct"/>
            <w:shd w:val="clear" w:color="auto" w:fill="auto"/>
          </w:tcPr>
          <w:p w14:paraId="72F4BBEE" w14:textId="35B92575" w:rsidR="00B65786" w:rsidRPr="001A6691" w:rsidRDefault="00B65786" w:rsidP="00B65786">
            <w:pPr>
              <w:shd w:val="clear" w:color="auto" w:fill="FFFFFF" w:themeFill="background1"/>
              <w:jc w:val="both"/>
              <w:rPr>
                <w:szCs w:val="24"/>
              </w:rPr>
            </w:pPr>
            <w:r w:rsidRPr="00252886">
              <w:t>Andres Metjer</w:t>
            </w:r>
          </w:p>
        </w:tc>
        <w:tc>
          <w:tcPr>
            <w:tcW w:w="1347" w:type="pct"/>
            <w:shd w:val="clear" w:color="auto" w:fill="auto"/>
          </w:tcPr>
          <w:p w14:paraId="31DA8DAD" w14:textId="718F8670" w:rsidR="00B65786" w:rsidRPr="001A6691" w:rsidRDefault="00B65786" w:rsidP="00B65786">
            <w:pPr>
              <w:shd w:val="clear" w:color="auto" w:fill="FFFFFF" w:themeFill="background1"/>
              <w:jc w:val="both"/>
              <w:rPr>
                <w:szCs w:val="24"/>
              </w:rPr>
            </w:pPr>
            <w:r w:rsidRPr="00252886">
              <w:t>5216706</w:t>
            </w:r>
          </w:p>
        </w:tc>
        <w:tc>
          <w:tcPr>
            <w:tcW w:w="2225" w:type="pct"/>
            <w:shd w:val="clear" w:color="auto" w:fill="auto"/>
          </w:tcPr>
          <w:p w14:paraId="2879F533" w14:textId="0884805C" w:rsidR="00B65786" w:rsidRPr="001A6691" w:rsidRDefault="00E60AD2" w:rsidP="00B65786">
            <w:pPr>
              <w:shd w:val="clear" w:color="auto" w:fill="FFFFFF" w:themeFill="background1"/>
              <w:jc w:val="both"/>
              <w:rPr>
                <w:color w:val="0000FF"/>
                <w:szCs w:val="24"/>
              </w:rPr>
            </w:pPr>
            <w:hyperlink r:id="rId21" w:history="1">
              <w:r w:rsidR="00B65786" w:rsidRPr="00A5230A">
                <w:rPr>
                  <w:rStyle w:val="Hyperlink"/>
                </w:rPr>
                <w:t>andres.metjer@rmk.ee</w:t>
              </w:r>
            </w:hyperlink>
            <w:r w:rsidR="00B65786">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2A61106A" w:rsidR="006E0604" w:rsidRPr="00DA56B1" w:rsidRDefault="00E60AD2"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sidR="005F6CA8">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bookmarkStart w:id="9" w:name="_GoBack"/>
      <w:bookmarkEnd w:id="9"/>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lastRenderedPageBreak/>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E60AD2"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E60AD2"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24272690" w:rsidR="00DA56B1" w:rsidRPr="00366BEF" w:rsidRDefault="009C61ED" w:rsidP="006F5ABD">
            <w:pPr>
              <w:tabs>
                <w:tab w:val="left" w:pos="4320"/>
              </w:tabs>
              <w:rPr>
                <w:spacing w:val="0"/>
                <w:szCs w:val="24"/>
              </w:rPr>
            </w:pPr>
            <w:r>
              <w:rPr>
                <w:spacing w:val="0"/>
                <w:szCs w:val="24"/>
                <w:lang w:val="en-AU"/>
              </w:rPr>
              <w:t>Taavi Nassar</w:t>
            </w:r>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p>
    <w:sectPr w:rsidR="006524DB" w:rsidRPr="00EB57EF"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132E0" w14:textId="77777777" w:rsidR="002B4382" w:rsidRDefault="002B4382">
      <w:r>
        <w:separator/>
      </w:r>
    </w:p>
  </w:endnote>
  <w:endnote w:type="continuationSeparator" w:id="0">
    <w:p w14:paraId="45CC6AA6" w14:textId="77777777" w:rsidR="002B4382" w:rsidRDefault="002B4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C8D4F" w14:textId="77777777" w:rsidR="002B4382" w:rsidRDefault="002B4382">
      <w:r>
        <w:separator/>
      </w:r>
    </w:p>
  </w:footnote>
  <w:footnote w:type="continuationSeparator" w:id="0">
    <w:p w14:paraId="764B28E2" w14:textId="77777777" w:rsidR="002B4382" w:rsidRDefault="002B4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09D0"/>
    <w:rsid w:val="0006253F"/>
    <w:rsid w:val="00063FB4"/>
    <w:rsid w:val="000677A1"/>
    <w:rsid w:val="00073EA0"/>
    <w:rsid w:val="00074D61"/>
    <w:rsid w:val="00084A1A"/>
    <w:rsid w:val="00084D80"/>
    <w:rsid w:val="00085A6B"/>
    <w:rsid w:val="00085B17"/>
    <w:rsid w:val="00085B38"/>
    <w:rsid w:val="0008640C"/>
    <w:rsid w:val="000921E3"/>
    <w:rsid w:val="000A0374"/>
    <w:rsid w:val="000A19E0"/>
    <w:rsid w:val="000A270D"/>
    <w:rsid w:val="000A2854"/>
    <w:rsid w:val="000A5149"/>
    <w:rsid w:val="000B105E"/>
    <w:rsid w:val="000B387B"/>
    <w:rsid w:val="000B471B"/>
    <w:rsid w:val="000C0B99"/>
    <w:rsid w:val="000C4837"/>
    <w:rsid w:val="000D0EA7"/>
    <w:rsid w:val="000D3EB6"/>
    <w:rsid w:val="000D4DFF"/>
    <w:rsid w:val="000D4FA1"/>
    <w:rsid w:val="000E1748"/>
    <w:rsid w:val="000E5945"/>
    <w:rsid w:val="000E6251"/>
    <w:rsid w:val="000F0ED9"/>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3FA5"/>
    <w:rsid w:val="0017538A"/>
    <w:rsid w:val="00180E8D"/>
    <w:rsid w:val="00182E53"/>
    <w:rsid w:val="00187049"/>
    <w:rsid w:val="0018749D"/>
    <w:rsid w:val="00192075"/>
    <w:rsid w:val="001921BC"/>
    <w:rsid w:val="0019315C"/>
    <w:rsid w:val="00194292"/>
    <w:rsid w:val="00196B91"/>
    <w:rsid w:val="001A1BF0"/>
    <w:rsid w:val="001A3C7E"/>
    <w:rsid w:val="001A650B"/>
    <w:rsid w:val="001A6691"/>
    <w:rsid w:val="001B25B0"/>
    <w:rsid w:val="001B6FB4"/>
    <w:rsid w:val="001C22B8"/>
    <w:rsid w:val="001C351E"/>
    <w:rsid w:val="001C46C8"/>
    <w:rsid w:val="001C7E1E"/>
    <w:rsid w:val="001D26A8"/>
    <w:rsid w:val="001D43FA"/>
    <w:rsid w:val="001D58B0"/>
    <w:rsid w:val="001E29F4"/>
    <w:rsid w:val="001E3B59"/>
    <w:rsid w:val="001E5038"/>
    <w:rsid w:val="001E5B98"/>
    <w:rsid w:val="001E6213"/>
    <w:rsid w:val="001E72FB"/>
    <w:rsid w:val="001F0383"/>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4382"/>
    <w:rsid w:val="002B6C52"/>
    <w:rsid w:val="002C2317"/>
    <w:rsid w:val="002D1F9B"/>
    <w:rsid w:val="002D6A5C"/>
    <w:rsid w:val="002E6E5F"/>
    <w:rsid w:val="002E7865"/>
    <w:rsid w:val="002F002D"/>
    <w:rsid w:val="002F23FC"/>
    <w:rsid w:val="002F4E47"/>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4539"/>
    <w:rsid w:val="003F058D"/>
    <w:rsid w:val="003F0E47"/>
    <w:rsid w:val="003F1880"/>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B12B5"/>
    <w:rsid w:val="004B20DF"/>
    <w:rsid w:val="004B4E28"/>
    <w:rsid w:val="004B5707"/>
    <w:rsid w:val="004B6527"/>
    <w:rsid w:val="004C081A"/>
    <w:rsid w:val="004C1433"/>
    <w:rsid w:val="004C3A6D"/>
    <w:rsid w:val="004C42CD"/>
    <w:rsid w:val="004C43D4"/>
    <w:rsid w:val="004C4437"/>
    <w:rsid w:val="004C5563"/>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BB2"/>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9224F"/>
    <w:rsid w:val="006933E3"/>
    <w:rsid w:val="00694AFD"/>
    <w:rsid w:val="006969C8"/>
    <w:rsid w:val="00696D60"/>
    <w:rsid w:val="006971E1"/>
    <w:rsid w:val="006A01DF"/>
    <w:rsid w:val="006A2277"/>
    <w:rsid w:val="006A4CDB"/>
    <w:rsid w:val="006A5D3A"/>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7803"/>
    <w:rsid w:val="00727C3A"/>
    <w:rsid w:val="00727D44"/>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06EBB"/>
    <w:rsid w:val="0080769B"/>
    <w:rsid w:val="008128C4"/>
    <w:rsid w:val="00822460"/>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52A0"/>
    <w:rsid w:val="0095725C"/>
    <w:rsid w:val="00960366"/>
    <w:rsid w:val="00961D0B"/>
    <w:rsid w:val="00962E7A"/>
    <w:rsid w:val="00967B4D"/>
    <w:rsid w:val="009717B2"/>
    <w:rsid w:val="009755E4"/>
    <w:rsid w:val="009811BE"/>
    <w:rsid w:val="00984A4C"/>
    <w:rsid w:val="00986EFD"/>
    <w:rsid w:val="0099293B"/>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1ED"/>
    <w:rsid w:val="009C6771"/>
    <w:rsid w:val="009D4C7E"/>
    <w:rsid w:val="009D7347"/>
    <w:rsid w:val="009D794C"/>
    <w:rsid w:val="009E047F"/>
    <w:rsid w:val="009E14D6"/>
    <w:rsid w:val="009E2AD7"/>
    <w:rsid w:val="009F106D"/>
    <w:rsid w:val="009F490E"/>
    <w:rsid w:val="00A06A46"/>
    <w:rsid w:val="00A123A0"/>
    <w:rsid w:val="00A16DC7"/>
    <w:rsid w:val="00A21A2A"/>
    <w:rsid w:val="00A21E73"/>
    <w:rsid w:val="00A30899"/>
    <w:rsid w:val="00A30F02"/>
    <w:rsid w:val="00A321F7"/>
    <w:rsid w:val="00A33604"/>
    <w:rsid w:val="00A34986"/>
    <w:rsid w:val="00A362A0"/>
    <w:rsid w:val="00A44923"/>
    <w:rsid w:val="00A505D5"/>
    <w:rsid w:val="00A522FB"/>
    <w:rsid w:val="00A5323B"/>
    <w:rsid w:val="00A5449E"/>
    <w:rsid w:val="00A565D0"/>
    <w:rsid w:val="00A57A2B"/>
    <w:rsid w:val="00A64CE9"/>
    <w:rsid w:val="00A81AF8"/>
    <w:rsid w:val="00A90BEF"/>
    <w:rsid w:val="00A9111A"/>
    <w:rsid w:val="00A93539"/>
    <w:rsid w:val="00A94E85"/>
    <w:rsid w:val="00AA2A45"/>
    <w:rsid w:val="00AA32E1"/>
    <w:rsid w:val="00AA6C1C"/>
    <w:rsid w:val="00AA6EAE"/>
    <w:rsid w:val="00AB2D56"/>
    <w:rsid w:val="00AC5895"/>
    <w:rsid w:val="00AC6689"/>
    <w:rsid w:val="00AD1AF3"/>
    <w:rsid w:val="00AD1F27"/>
    <w:rsid w:val="00AD3F41"/>
    <w:rsid w:val="00AD531C"/>
    <w:rsid w:val="00AE6A8C"/>
    <w:rsid w:val="00AE6B5B"/>
    <w:rsid w:val="00AF0139"/>
    <w:rsid w:val="00AF3D83"/>
    <w:rsid w:val="00AF7752"/>
    <w:rsid w:val="00B0390C"/>
    <w:rsid w:val="00B0579F"/>
    <w:rsid w:val="00B128B6"/>
    <w:rsid w:val="00B13656"/>
    <w:rsid w:val="00B1379E"/>
    <w:rsid w:val="00B140B6"/>
    <w:rsid w:val="00B21C74"/>
    <w:rsid w:val="00B256C6"/>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65786"/>
    <w:rsid w:val="00B72B03"/>
    <w:rsid w:val="00B73DCF"/>
    <w:rsid w:val="00B778BB"/>
    <w:rsid w:val="00B8014A"/>
    <w:rsid w:val="00B8365C"/>
    <w:rsid w:val="00B8459C"/>
    <w:rsid w:val="00B848C7"/>
    <w:rsid w:val="00B84BCB"/>
    <w:rsid w:val="00B92CDD"/>
    <w:rsid w:val="00BA1337"/>
    <w:rsid w:val="00BA2A0B"/>
    <w:rsid w:val="00BA3162"/>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715A2"/>
    <w:rsid w:val="00C802AE"/>
    <w:rsid w:val="00C8153D"/>
    <w:rsid w:val="00C85727"/>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53FF"/>
    <w:rsid w:val="00DF1F30"/>
    <w:rsid w:val="00DF2D26"/>
    <w:rsid w:val="00DF2FC8"/>
    <w:rsid w:val="00DF353B"/>
    <w:rsid w:val="00DF3F78"/>
    <w:rsid w:val="00E00745"/>
    <w:rsid w:val="00E0167B"/>
    <w:rsid w:val="00E03703"/>
    <w:rsid w:val="00E049BD"/>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0AD2"/>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semiHidden/>
    <w:rsid w:val="003E0036"/>
    <w:rPr>
      <w:sz w:val="20"/>
    </w:rPr>
  </w:style>
  <w:style w:type="character" w:customStyle="1" w:styleId="CommentTextChar">
    <w:name w:val="Comment Text Char"/>
    <w:basedOn w:val="DefaultParagraphFont"/>
    <w:link w:val="CommentText"/>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 w:type="character" w:customStyle="1" w:styleId="UnresolvedMention">
    <w:name w:val="Unresolved Mention"/>
    <w:basedOn w:val="DefaultParagraphFont"/>
    <w:uiPriority w:val="99"/>
    <w:semiHidden/>
    <w:unhideWhenUsed/>
    <w:rsid w:val="000609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info@formann.ee" TargetMode="Externa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taavi@formann.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ktid.kagu@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formann@formann.ee" TargetMode="External"/><Relationship Id="rId22"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235CB9"/>
    <w:rsid w:val="002A2F17"/>
    <w:rsid w:val="00307BA3"/>
    <w:rsid w:val="00333087"/>
    <w:rsid w:val="0036038D"/>
    <w:rsid w:val="00393548"/>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BA71E-327C-4FDD-B985-B093E0078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0</TotalTime>
  <Pages>6</Pages>
  <Words>1641</Words>
  <Characters>13196</Characters>
  <Application>Microsoft Office Word</Application>
  <DocSecurity>0</DocSecurity>
  <Lines>109</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3</cp:revision>
  <cp:lastPrinted>2008-07-14T13:18:00Z</cp:lastPrinted>
  <dcterms:created xsi:type="dcterms:W3CDTF">2023-01-12T07:13:00Z</dcterms:created>
  <dcterms:modified xsi:type="dcterms:W3CDTF">2023-01-12T07:16:00Z</dcterms:modified>
  <cp:contentStatus/>
</cp:coreProperties>
</file>