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0E15F" w14:textId="2FE3C07E" w:rsidR="00AE2582" w:rsidRPr="00780AE2" w:rsidRDefault="00AE2582" w:rsidP="00AE2582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Päästeamet</w:t>
      </w:r>
    </w:p>
    <w:p w14:paraId="18E2E749" w14:textId="0A094958" w:rsidR="00AE2582" w:rsidRPr="00780AE2" w:rsidRDefault="00AE2582" w:rsidP="00AE2582">
      <w:pPr>
        <w:pStyle w:val="Adressaat"/>
        <w:rPr>
          <w:sz w:val="20"/>
          <w:szCs w:val="20"/>
        </w:rPr>
      </w:pPr>
      <w:r>
        <w:rPr>
          <w:sz w:val="20"/>
          <w:szCs w:val="20"/>
        </w:rPr>
        <w:t>rescue</w:t>
      </w:r>
      <w:r w:rsidRPr="00780AE2">
        <w:rPr>
          <w:sz w:val="20"/>
          <w:szCs w:val="20"/>
        </w:rPr>
        <w:t>@</w:t>
      </w:r>
      <w:r>
        <w:rPr>
          <w:sz w:val="20"/>
          <w:szCs w:val="20"/>
        </w:rPr>
        <w:t>rescue</w:t>
      </w:r>
      <w:r w:rsidRPr="00780AE2">
        <w:rPr>
          <w:sz w:val="20"/>
          <w:szCs w:val="20"/>
        </w:rPr>
        <w:t>.ee</w:t>
      </w:r>
    </w:p>
    <w:p w14:paraId="5D8F957D" w14:textId="77777777" w:rsidR="00BE43C3" w:rsidRDefault="00AE2582" w:rsidP="00AE2582">
      <w:pPr>
        <w:pStyle w:val="Adressaat"/>
        <w:jc w:val="right"/>
        <w:rPr>
          <w:sz w:val="20"/>
          <w:szCs w:val="20"/>
        </w:rPr>
      </w:pPr>
      <w:r w:rsidRPr="00780AE2">
        <w:rPr>
          <w:sz w:val="20"/>
          <w:szCs w:val="20"/>
        </w:rPr>
        <w:br/>
      </w:r>
    </w:p>
    <w:p w14:paraId="53CF930A" w14:textId="1E632BAF" w:rsidR="00AE2582" w:rsidRPr="00780AE2" w:rsidRDefault="00AE2582" w:rsidP="00AE2582">
      <w:pPr>
        <w:pStyle w:val="Adressaat"/>
        <w:jc w:val="right"/>
        <w:rPr>
          <w:sz w:val="20"/>
          <w:szCs w:val="20"/>
        </w:rPr>
        <w:sectPr w:rsidR="00AE2582" w:rsidRPr="00780AE2" w:rsidSect="00DD733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/>
          <w:pgMar w:top="851" w:right="1134" w:bottom="851" w:left="1985" w:header="1701" w:footer="850" w:gutter="0"/>
          <w:cols w:num="2" w:space="708"/>
          <w:titlePg/>
          <w:docGrid w:linePitch="1958"/>
        </w:sectPr>
      </w:pPr>
      <w:r w:rsidRPr="00780AE2">
        <w:rPr>
          <w:sz w:val="20"/>
          <w:szCs w:val="20"/>
        </w:rPr>
        <w:t xml:space="preserve">Meie: </w:t>
      </w:r>
      <w:r w:rsidR="00BE43C3">
        <w:rPr>
          <w:sz w:val="20"/>
          <w:szCs w:val="20"/>
        </w:rPr>
        <w:t xml:space="preserve">7-1/13/2024 </w:t>
      </w:r>
      <w:r w:rsidRPr="00780AE2">
        <w:rPr>
          <w:sz w:val="20"/>
          <w:szCs w:val="20"/>
        </w:rPr>
        <w:t>...................................</w:t>
      </w:r>
    </w:p>
    <w:p w14:paraId="2880436E" w14:textId="77777777" w:rsidR="00AE2582" w:rsidRPr="00AE2582" w:rsidRDefault="00AE2582" w:rsidP="00AE2582"/>
    <w:p w14:paraId="6EBA2E46" w14:textId="0FD985E3" w:rsidR="00AE2582" w:rsidRDefault="00AE2582" w:rsidP="00AE2582">
      <w:pPr>
        <w:pStyle w:val="Pealkiri3"/>
        <w:rPr>
          <w:b/>
          <w:bCs/>
        </w:rPr>
      </w:pPr>
      <w:r>
        <w:rPr>
          <w:b/>
          <w:bCs/>
        </w:rPr>
        <w:t xml:space="preserve">Taotlus Kruusaaugu detailplaneeringu kooskõlastamiseks </w:t>
      </w:r>
    </w:p>
    <w:p w14:paraId="778E35BA" w14:textId="77777777" w:rsidR="00AE2582" w:rsidRDefault="00AE2582" w:rsidP="00AE2582">
      <w:pPr>
        <w:rPr>
          <w:sz w:val="20"/>
          <w:szCs w:val="20"/>
        </w:rPr>
      </w:pPr>
      <w:r>
        <w:rPr>
          <w:sz w:val="20"/>
          <w:szCs w:val="20"/>
        </w:rPr>
        <w:t xml:space="preserve">Palume kooskõlastada vastavalt Planeerimisseaduse </w:t>
      </w:r>
      <w:r w:rsidRPr="002563E5">
        <w:rPr>
          <w:sz w:val="20"/>
          <w:szCs w:val="20"/>
        </w:rPr>
        <w:t xml:space="preserve">§ 133 lg 1 </w:t>
      </w:r>
      <w:r>
        <w:rPr>
          <w:sz w:val="20"/>
          <w:szCs w:val="20"/>
        </w:rPr>
        <w:t xml:space="preserve">Kruusaaugu katastriüksusel </w:t>
      </w:r>
      <w:r w:rsidRPr="002D6F10">
        <w:rPr>
          <w:sz w:val="20"/>
          <w:szCs w:val="20"/>
        </w:rPr>
        <w:t>90701:002:0207</w:t>
      </w:r>
      <w:r>
        <w:rPr>
          <w:sz w:val="20"/>
          <w:szCs w:val="20"/>
        </w:rPr>
        <w:t xml:space="preserve"> asuv üldplaneeringut muutev detailplaneering </w:t>
      </w:r>
      <w:proofErr w:type="spellStart"/>
      <w:r>
        <w:rPr>
          <w:sz w:val="20"/>
          <w:szCs w:val="20"/>
        </w:rPr>
        <w:t>Rumpo</w:t>
      </w:r>
      <w:proofErr w:type="spellEnd"/>
      <w:r>
        <w:rPr>
          <w:sz w:val="20"/>
          <w:szCs w:val="20"/>
        </w:rPr>
        <w:t xml:space="preserve"> külas, Vormsi vallas Läänemaal.</w:t>
      </w:r>
    </w:p>
    <w:p w14:paraId="25B01BFB" w14:textId="77777777" w:rsidR="00AE2582" w:rsidRDefault="00AE2582" w:rsidP="00AE2582">
      <w:pPr>
        <w:rPr>
          <w:sz w:val="20"/>
          <w:szCs w:val="20"/>
        </w:rPr>
      </w:pPr>
      <w:r>
        <w:rPr>
          <w:sz w:val="20"/>
          <w:szCs w:val="20"/>
        </w:rPr>
        <w:t xml:space="preserve">Planeering on nähtav siin: </w:t>
      </w:r>
      <w:hyperlink r:id="rId13" w:history="1">
        <w:r w:rsidRPr="000D3ACA">
          <w:rPr>
            <w:rStyle w:val="Hperlink"/>
            <w:sz w:val="20"/>
            <w:szCs w:val="20"/>
          </w:rPr>
          <w:t>https://vormsi.ee/valitsemine/planeeringud-ja-maakorraldus/detailplaneeringud/</w:t>
        </w:r>
      </w:hyperlink>
    </w:p>
    <w:p w14:paraId="702E25F3" w14:textId="77777777" w:rsidR="00AE2582" w:rsidRDefault="00AE2582" w:rsidP="00AE2582">
      <w:pPr>
        <w:tabs>
          <w:tab w:val="left" w:pos="49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3572DD34" w14:textId="77777777" w:rsidR="00AE2582" w:rsidRDefault="00AE2582" w:rsidP="00AE2582">
      <w:pPr>
        <w:rPr>
          <w:sz w:val="20"/>
          <w:szCs w:val="20"/>
        </w:rPr>
      </w:pPr>
    </w:p>
    <w:p w14:paraId="129CEC89" w14:textId="77777777" w:rsidR="00AE2582" w:rsidRDefault="00AE2582" w:rsidP="00AE2582">
      <w:pPr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Lugupidamisega</w:t>
      </w:r>
    </w:p>
    <w:p w14:paraId="292AF2AD" w14:textId="77777777" w:rsidR="00AE2582" w:rsidRDefault="00AE2582" w:rsidP="00AE2582">
      <w:pPr>
        <w:rPr>
          <w:rStyle w:val="Hperlink"/>
          <w:color w:val="000000"/>
          <w:sz w:val="20"/>
          <w:u w:val="none"/>
        </w:rPr>
      </w:pPr>
    </w:p>
    <w:p w14:paraId="6FACA572" w14:textId="77777777" w:rsidR="00AE2582" w:rsidRPr="002D6F10" w:rsidRDefault="00AE2582" w:rsidP="00AE2582">
      <w:pPr>
        <w:rPr>
          <w:sz w:val="20"/>
        </w:rPr>
      </w:pPr>
      <w:r w:rsidRPr="002D6F10">
        <w:rPr>
          <w:i/>
          <w:iCs/>
          <w:sz w:val="20"/>
        </w:rPr>
        <w:t xml:space="preserve">/allkirjastatud digitaalselt/ </w:t>
      </w:r>
    </w:p>
    <w:p w14:paraId="4D53F502" w14:textId="77777777" w:rsidR="00AE2582" w:rsidRDefault="00AE2582" w:rsidP="00AE2582">
      <w:pPr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Marja-Liisa Meriste</w:t>
      </w:r>
    </w:p>
    <w:p w14:paraId="28EB2B77" w14:textId="77777777" w:rsidR="00AE2582" w:rsidRPr="00AE427D" w:rsidRDefault="00AE2582" w:rsidP="00AE2582">
      <w:pPr>
        <w:rPr>
          <w:rStyle w:val="Hperlink"/>
          <w:color w:val="000000"/>
          <w:sz w:val="20"/>
          <w:u w:val="none"/>
        </w:rPr>
      </w:pPr>
      <w:r>
        <w:rPr>
          <w:rStyle w:val="Hperlink"/>
          <w:color w:val="000000"/>
          <w:sz w:val="20"/>
          <w:u w:val="none"/>
        </w:rPr>
        <w:t>Keskkonna-ja planeeringute spetsialist</w:t>
      </w:r>
    </w:p>
    <w:p w14:paraId="46284159" w14:textId="77777777" w:rsidR="00E136A8" w:rsidRDefault="00E136A8" w:rsidP="00115A7C">
      <w:pPr>
        <w:pStyle w:val="Sisutekst"/>
      </w:pPr>
    </w:p>
    <w:p w14:paraId="5A0F079D" w14:textId="77777777" w:rsidR="00115A7C" w:rsidRDefault="00115A7C" w:rsidP="00115A7C">
      <w:pPr>
        <w:pStyle w:val="Sisutekst"/>
        <w:rPr>
          <w:rStyle w:val="Hperlink"/>
          <w:color w:val="333333"/>
          <w:u w:val="none"/>
        </w:rPr>
      </w:pPr>
    </w:p>
    <w:p w14:paraId="0DA40A39" w14:textId="77777777" w:rsidR="00115A7C" w:rsidRDefault="00115A7C" w:rsidP="003241C9">
      <w:pPr>
        <w:pStyle w:val="Sisutekst"/>
        <w:jc w:val="right"/>
        <w:rPr>
          <w:rStyle w:val="Hperlink"/>
          <w:color w:val="333333"/>
          <w:u w:val="none"/>
        </w:rPr>
      </w:pPr>
    </w:p>
    <w:p w14:paraId="1F83B905" w14:textId="77777777" w:rsidR="006F3299" w:rsidRDefault="006F3299" w:rsidP="00221CE3"/>
    <w:p w14:paraId="1B5DAC7E" w14:textId="77777777" w:rsidR="00365A95" w:rsidRPr="00221CE3" w:rsidRDefault="00365A95" w:rsidP="00221CE3"/>
    <w:sectPr w:rsidR="00365A95" w:rsidRPr="00221CE3" w:rsidSect="00DD7331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851" w:right="1134" w:bottom="851" w:left="1985" w:header="1701" w:footer="850" w:gutter="0"/>
      <w:cols w:space="708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C2F7C" w14:textId="77777777" w:rsidR="00DD7331" w:rsidRDefault="00DD7331" w:rsidP="00975D45">
      <w:r>
        <w:separator/>
      </w:r>
    </w:p>
  </w:endnote>
  <w:endnote w:type="continuationSeparator" w:id="0">
    <w:p w14:paraId="77AE52A2" w14:textId="77777777" w:rsidR="00DD7331" w:rsidRDefault="00DD7331" w:rsidP="00975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Times New Roman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2988" w14:textId="77777777" w:rsidR="00AE2582" w:rsidRDefault="00AE2582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3C9E13CF" w14:textId="77777777" w:rsidR="00AE2582" w:rsidRDefault="00AE2582" w:rsidP="00365A9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2B77C" w14:textId="77777777" w:rsidR="00AE2582" w:rsidRPr="00115A7C" w:rsidRDefault="00AE2582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D787D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1E140C82" w14:textId="77777777" w:rsidR="00AE2582" w:rsidRPr="00115A7C" w:rsidRDefault="00AE2582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2A05B" w14:textId="77777777" w:rsidR="00365A95" w:rsidRDefault="00365A95">
    <w:pPr>
      <w:pStyle w:val="Jalus"/>
      <w:framePr w:wrap="none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 PAGE </w:instrText>
    </w:r>
    <w:r>
      <w:rPr>
        <w:rStyle w:val="Lehekljenumber"/>
      </w:rPr>
      <w:fldChar w:fldCharType="separate"/>
    </w:r>
    <w:r>
      <w:rPr>
        <w:rStyle w:val="Lehekljenumber"/>
        <w:noProof/>
      </w:rPr>
      <w:t>1</w:t>
    </w:r>
    <w:r>
      <w:rPr>
        <w:rStyle w:val="Lehekljenumber"/>
      </w:rPr>
      <w:fldChar w:fldCharType="end"/>
    </w:r>
  </w:p>
  <w:p w14:paraId="6CEE8059" w14:textId="77777777" w:rsidR="00365A95" w:rsidRDefault="00365A95" w:rsidP="00365A95">
    <w:pPr>
      <w:pStyle w:val="Jalus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F330" w14:textId="7AAA6231" w:rsidR="00F82CF1" w:rsidRPr="00115A7C" w:rsidRDefault="00F82CF1" w:rsidP="002F7BF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BDCC6" w14:textId="3A06E442" w:rsidR="00115A7C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proofErr w:type="spellStart"/>
    <w:r w:rsidRPr="00115A7C">
      <w:rPr>
        <w:color w:val="005293"/>
      </w:rPr>
      <w:t>Hullo</w:t>
    </w:r>
    <w:proofErr w:type="spellEnd"/>
    <w:r w:rsidRPr="00115A7C">
      <w:rPr>
        <w:color w:val="005293"/>
      </w:rPr>
      <w:t xml:space="preserve"> küla, Vormsi vald</w:t>
    </w:r>
    <w:r w:rsidRPr="00115A7C">
      <w:rPr>
        <w:color w:val="005293"/>
      </w:rPr>
      <w:tab/>
      <w:t xml:space="preserve">E-post: </w:t>
    </w:r>
    <w:hyperlink r:id="rId1" w:history="1">
      <w:r w:rsidRPr="00115A7C">
        <w:rPr>
          <w:rStyle w:val="Hperlink"/>
          <w:color w:val="005293"/>
        </w:rPr>
        <w:t>vv@vormsi.ee</w:t>
      </w:r>
    </w:hyperlink>
    <w:r w:rsidRPr="00115A7C">
      <w:rPr>
        <w:color w:val="005293"/>
      </w:rPr>
      <w:tab/>
      <w:t>IBAN: EE702200001120170356</w:t>
    </w:r>
    <w:r w:rsidRPr="00115A7C">
      <w:rPr>
        <w:color w:val="005293"/>
      </w:rPr>
      <w:br/>
      <w:t xml:space="preserve">91301, Läänemaa </w:t>
    </w:r>
    <w:r w:rsidRPr="00115A7C">
      <w:rPr>
        <w:color w:val="005293"/>
      </w:rPr>
      <w:tab/>
      <w:t>Tel: (+372) 52 96 31</w:t>
    </w:r>
    <w:r w:rsidRPr="00115A7C">
      <w:rPr>
        <w:color w:val="005293"/>
      </w:rPr>
      <w:tab/>
    </w:r>
    <w:proofErr w:type="spellStart"/>
    <w:r w:rsidRPr="00115A7C">
      <w:rPr>
        <w:color w:val="005293"/>
      </w:rPr>
      <w:t>Rg.kood</w:t>
    </w:r>
    <w:proofErr w:type="spellEnd"/>
    <w:r w:rsidRPr="00115A7C">
      <w:rPr>
        <w:color w:val="005293"/>
      </w:rPr>
      <w:t>: 75022427</w:t>
    </w:r>
  </w:p>
  <w:p w14:paraId="5CF165A1" w14:textId="22ED1658" w:rsidR="006F3299" w:rsidRPr="00115A7C" w:rsidRDefault="00115A7C" w:rsidP="00115A7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 w:rsidRPr="00115A7C">
      <w:rPr>
        <w:color w:val="005293"/>
      </w:rPr>
      <w:tab/>
    </w:r>
    <w:r w:rsidRPr="00115A7C"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7B303" w14:textId="77777777" w:rsidR="00DD7331" w:rsidRDefault="00DD7331" w:rsidP="00975D45">
      <w:r>
        <w:separator/>
      </w:r>
    </w:p>
  </w:footnote>
  <w:footnote w:type="continuationSeparator" w:id="0">
    <w:p w14:paraId="0762008D" w14:textId="77777777" w:rsidR="00DD7331" w:rsidRDefault="00DD7331" w:rsidP="00975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8D753" w14:textId="77777777" w:rsidR="00AE2582" w:rsidRPr="00975D45" w:rsidRDefault="00AE2582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A5406" w14:textId="77777777" w:rsidR="00AE2582" w:rsidRPr="002C0258" w:rsidRDefault="00AE2582" w:rsidP="002C0258">
    <w:pPr>
      <w:pStyle w:val="Pis"/>
    </w:pPr>
    <w:r>
      <w:rPr>
        <w:noProof/>
      </w:rPr>
      <w:drawing>
        <wp:anchor distT="0" distB="0" distL="114300" distR="114300" simplePos="0" relativeHeight="251659776" behindDoc="0" locked="0" layoutInCell="1" allowOverlap="1" wp14:anchorId="1DA191E8" wp14:editId="5A67353E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647840750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7B6C1" w14:textId="77777777" w:rsidR="005A6436" w:rsidRPr="00975D45" w:rsidRDefault="005A6436" w:rsidP="006F3299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8D2C6" w14:textId="77777777" w:rsidR="006F3299" w:rsidRPr="002C0258" w:rsidRDefault="00FB33FA" w:rsidP="002C0258">
    <w:pPr>
      <w:pStyle w:val="Pis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DA9B9A" wp14:editId="079029C2">
          <wp:simplePos x="0" y="0"/>
          <wp:positionH relativeFrom="column">
            <wp:posOffset>-1260475</wp:posOffset>
          </wp:positionH>
          <wp:positionV relativeFrom="paragraph">
            <wp:posOffset>-1075055</wp:posOffset>
          </wp:positionV>
          <wp:extent cx="7560310" cy="1619885"/>
          <wp:effectExtent l="0" t="0" r="0" b="0"/>
          <wp:wrapNone/>
          <wp:docPr id="13" name="Picture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B6C1F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AE49A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CC425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42E5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D200A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7CC4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F94AF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4366E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3667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643A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70138D"/>
    <w:multiLevelType w:val="multilevel"/>
    <w:tmpl w:val="08090023"/>
    <w:styleLink w:val="CurrentList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3C70E8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5314BBB"/>
    <w:multiLevelType w:val="multilevel"/>
    <w:tmpl w:val="08090023"/>
    <w:styleLink w:val="CurrentList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125334DC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B08441E"/>
    <w:multiLevelType w:val="multilevel"/>
    <w:tmpl w:val="FCAE224C"/>
    <w:numStyleLink w:val="CurrentList1"/>
  </w:abstractNum>
  <w:abstractNum w:abstractNumId="15" w15:restartNumberingAfterBreak="0">
    <w:nsid w:val="2374650D"/>
    <w:multiLevelType w:val="multilevel"/>
    <w:tmpl w:val="64EA04F8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16" w15:restartNumberingAfterBreak="0">
    <w:nsid w:val="32FD5FA4"/>
    <w:multiLevelType w:val="hybridMultilevel"/>
    <w:tmpl w:val="C328730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7476F0C"/>
    <w:multiLevelType w:val="multilevel"/>
    <w:tmpl w:val="A9EC5B2C"/>
    <w:styleLink w:val="CurrentList2"/>
    <w:lvl w:ilvl="0">
      <w:start w:val="1"/>
      <w:numFmt w:val="decimal"/>
      <w:lvlText w:val="%1)"/>
      <w:lvlJc w:val="left"/>
      <w:pPr>
        <w:ind w:left="270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8" w15:restartNumberingAfterBreak="0">
    <w:nsid w:val="3AC8522B"/>
    <w:multiLevelType w:val="multilevel"/>
    <w:tmpl w:val="6002C4C8"/>
    <w:styleLink w:val="CurrentList3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306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342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78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14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450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6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2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585" w:hanging="360"/>
      </w:pPr>
      <w:rPr>
        <w:rFonts w:hint="default"/>
      </w:rPr>
    </w:lvl>
  </w:abstractNum>
  <w:abstractNum w:abstractNumId="19" w15:restartNumberingAfterBreak="0">
    <w:nsid w:val="425F074C"/>
    <w:multiLevelType w:val="hybridMultilevel"/>
    <w:tmpl w:val="73B8F6E4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3B7915"/>
    <w:multiLevelType w:val="multilevel"/>
    <w:tmpl w:val="FCAE224C"/>
    <w:numStyleLink w:val="CurrentList1"/>
  </w:abstractNum>
  <w:abstractNum w:abstractNumId="21" w15:restartNumberingAfterBreak="0">
    <w:nsid w:val="4AE32B16"/>
    <w:multiLevelType w:val="multilevel"/>
    <w:tmpl w:val="4636F61C"/>
    <w:lvl w:ilvl="0">
      <w:start w:val="1"/>
      <w:numFmt w:val="decimal"/>
      <w:pStyle w:val="Loendilik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52FD6AB2"/>
    <w:multiLevelType w:val="multilevel"/>
    <w:tmpl w:val="FCAE224C"/>
    <w:styleLink w:val="CurrentList1"/>
    <w:lvl w:ilvl="0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3" w15:restartNumberingAfterBreak="0">
    <w:nsid w:val="581E4988"/>
    <w:multiLevelType w:val="multilevel"/>
    <w:tmpl w:val="322E7F46"/>
    <w:lvl w:ilvl="0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2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807" w:hanging="360"/>
      </w:pPr>
      <w:rPr>
        <w:rFonts w:ascii="Symbol" w:hAnsi="Symbol" w:hint="default"/>
      </w:rPr>
    </w:lvl>
  </w:abstractNum>
  <w:abstractNum w:abstractNumId="24" w15:restartNumberingAfterBreak="0">
    <w:nsid w:val="58534298"/>
    <w:multiLevelType w:val="hybridMultilevel"/>
    <w:tmpl w:val="73B8F6E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C3682C"/>
    <w:multiLevelType w:val="multilevel"/>
    <w:tmpl w:val="08090023"/>
    <w:styleLink w:val="CurrentList5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60F730C0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5FD67DD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5E57B2"/>
    <w:multiLevelType w:val="multilevel"/>
    <w:tmpl w:val="08090023"/>
    <w:styleLink w:val="CurrentList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69D31EDA"/>
    <w:multiLevelType w:val="hybridMultilevel"/>
    <w:tmpl w:val="A428316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BB644E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40187936">
    <w:abstractNumId w:val="29"/>
  </w:num>
  <w:num w:numId="2" w16cid:durableId="1509056110">
    <w:abstractNumId w:val="24"/>
  </w:num>
  <w:num w:numId="3" w16cid:durableId="1678387863">
    <w:abstractNumId w:val="19"/>
  </w:num>
  <w:num w:numId="4" w16cid:durableId="687828778">
    <w:abstractNumId w:val="16"/>
  </w:num>
  <w:num w:numId="5" w16cid:durableId="1969974597">
    <w:abstractNumId w:val="15"/>
  </w:num>
  <w:num w:numId="6" w16cid:durableId="744765460">
    <w:abstractNumId w:val="0"/>
  </w:num>
  <w:num w:numId="7" w16cid:durableId="693187403">
    <w:abstractNumId w:val="1"/>
  </w:num>
  <w:num w:numId="8" w16cid:durableId="1928414730">
    <w:abstractNumId w:val="2"/>
  </w:num>
  <w:num w:numId="9" w16cid:durableId="1022852905">
    <w:abstractNumId w:val="3"/>
  </w:num>
  <w:num w:numId="10" w16cid:durableId="783236346">
    <w:abstractNumId w:val="8"/>
  </w:num>
  <w:num w:numId="11" w16cid:durableId="2073309006">
    <w:abstractNumId w:val="4"/>
  </w:num>
  <w:num w:numId="12" w16cid:durableId="2096394302">
    <w:abstractNumId w:val="5"/>
  </w:num>
  <w:num w:numId="13" w16cid:durableId="1427077813">
    <w:abstractNumId w:val="6"/>
  </w:num>
  <w:num w:numId="14" w16cid:durableId="1433285153">
    <w:abstractNumId w:val="7"/>
  </w:num>
  <w:num w:numId="15" w16cid:durableId="1192845285">
    <w:abstractNumId w:val="9"/>
  </w:num>
  <w:num w:numId="16" w16cid:durableId="379980371">
    <w:abstractNumId w:val="22"/>
  </w:num>
  <w:num w:numId="17" w16cid:durableId="1005280591">
    <w:abstractNumId w:val="23"/>
  </w:num>
  <w:num w:numId="18" w16cid:durableId="2053143263">
    <w:abstractNumId w:val="11"/>
  </w:num>
  <w:num w:numId="19" w16cid:durableId="323551291">
    <w:abstractNumId w:val="30"/>
  </w:num>
  <w:num w:numId="20" w16cid:durableId="213125252">
    <w:abstractNumId w:val="26"/>
  </w:num>
  <w:num w:numId="21" w16cid:durableId="1434714827">
    <w:abstractNumId w:val="20"/>
  </w:num>
  <w:num w:numId="22" w16cid:durableId="1183739565">
    <w:abstractNumId w:val="14"/>
  </w:num>
  <w:num w:numId="23" w16cid:durableId="861943181">
    <w:abstractNumId w:val="21"/>
  </w:num>
  <w:num w:numId="24" w16cid:durableId="710304422">
    <w:abstractNumId w:val="17"/>
  </w:num>
  <w:num w:numId="25" w16cid:durableId="1072698527">
    <w:abstractNumId w:val="18"/>
  </w:num>
  <w:num w:numId="26" w16cid:durableId="1496607353">
    <w:abstractNumId w:val="12"/>
  </w:num>
  <w:num w:numId="27" w16cid:durableId="1711765160">
    <w:abstractNumId w:val="25"/>
  </w:num>
  <w:num w:numId="28" w16cid:durableId="1342509841">
    <w:abstractNumId w:val="10"/>
  </w:num>
  <w:num w:numId="29" w16cid:durableId="653149375">
    <w:abstractNumId w:val="13"/>
  </w:num>
  <w:num w:numId="30" w16cid:durableId="238443366">
    <w:abstractNumId w:val="28"/>
  </w:num>
  <w:num w:numId="31" w16cid:durableId="36236326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1C9"/>
    <w:rsid w:val="00041241"/>
    <w:rsid w:val="00043229"/>
    <w:rsid w:val="000508CC"/>
    <w:rsid w:val="000C56C2"/>
    <w:rsid w:val="000C5B33"/>
    <w:rsid w:val="000E311F"/>
    <w:rsid w:val="00105F3A"/>
    <w:rsid w:val="00115A7C"/>
    <w:rsid w:val="00164F48"/>
    <w:rsid w:val="0018711C"/>
    <w:rsid w:val="00221CE3"/>
    <w:rsid w:val="0022228D"/>
    <w:rsid w:val="0024000B"/>
    <w:rsid w:val="002B36EE"/>
    <w:rsid w:val="002C0258"/>
    <w:rsid w:val="002F7BFC"/>
    <w:rsid w:val="003230A3"/>
    <w:rsid w:val="003235F4"/>
    <w:rsid w:val="003241C9"/>
    <w:rsid w:val="003573A6"/>
    <w:rsid w:val="00365A95"/>
    <w:rsid w:val="00382310"/>
    <w:rsid w:val="003E6DEE"/>
    <w:rsid w:val="003F0BA0"/>
    <w:rsid w:val="004318C6"/>
    <w:rsid w:val="004368B5"/>
    <w:rsid w:val="00454BF9"/>
    <w:rsid w:val="004872DB"/>
    <w:rsid w:val="00493413"/>
    <w:rsid w:val="004A63DF"/>
    <w:rsid w:val="00553650"/>
    <w:rsid w:val="00565B59"/>
    <w:rsid w:val="00577AF3"/>
    <w:rsid w:val="00596AFF"/>
    <w:rsid w:val="005A351C"/>
    <w:rsid w:val="005A6436"/>
    <w:rsid w:val="005E0471"/>
    <w:rsid w:val="00620C3B"/>
    <w:rsid w:val="00622239"/>
    <w:rsid w:val="00627FB6"/>
    <w:rsid w:val="006B55ED"/>
    <w:rsid w:val="006F3299"/>
    <w:rsid w:val="006F3AF9"/>
    <w:rsid w:val="0070176C"/>
    <w:rsid w:val="00732B75"/>
    <w:rsid w:val="007351B5"/>
    <w:rsid w:val="00797961"/>
    <w:rsid w:val="007E2E52"/>
    <w:rsid w:val="00807719"/>
    <w:rsid w:val="008660B5"/>
    <w:rsid w:val="00873AB8"/>
    <w:rsid w:val="008961AC"/>
    <w:rsid w:val="009231C6"/>
    <w:rsid w:val="00975D45"/>
    <w:rsid w:val="009A3BCF"/>
    <w:rsid w:val="00A54326"/>
    <w:rsid w:val="00A62031"/>
    <w:rsid w:val="00AE2582"/>
    <w:rsid w:val="00AE427D"/>
    <w:rsid w:val="00B24D3C"/>
    <w:rsid w:val="00B801A3"/>
    <w:rsid w:val="00B90E21"/>
    <w:rsid w:val="00BE43C3"/>
    <w:rsid w:val="00C2160F"/>
    <w:rsid w:val="00C67F5F"/>
    <w:rsid w:val="00D40D21"/>
    <w:rsid w:val="00D731F4"/>
    <w:rsid w:val="00D905F2"/>
    <w:rsid w:val="00D93545"/>
    <w:rsid w:val="00DB6AA0"/>
    <w:rsid w:val="00DD7331"/>
    <w:rsid w:val="00E017C1"/>
    <w:rsid w:val="00E136A8"/>
    <w:rsid w:val="00E14DE0"/>
    <w:rsid w:val="00E27A23"/>
    <w:rsid w:val="00E44584"/>
    <w:rsid w:val="00E67FF9"/>
    <w:rsid w:val="00EB018B"/>
    <w:rsid w:val="00EF1759"/>
    <w:rsid w:val="00F153E9"/>
    <w:rsid w:val="00F63CCB"/>
    <w:rsid w:val="00F66038"/>
    <w:rsid w:val="00F82CF1"/>
    <w:rsid w:val="00F87B12"/>
    <w:rsid w:val="00F946EF"/>
    <w:rsid w:val="00FB33FA"/>
    <w:rsid w:val="00FB5A98"/>
    <w:rsid w:val="00FD0E03"/>
    <w:rsid w:val="00FD73AC"/>
    <w:rsid w:val="00FE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113C3"/>
  <w15:chartTrackingRefBased/>
  <w15:docId w15:val="{9942C800-A8B0-43DB-BD3C-425663DB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character" w:customStyle="1" w:styleId="PisMrk">
    <w:name w:val="Päis Märk"/>
    <w:link w:val="Pis"/>
    <w:uiPriority w:val="99"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character" w:customStyle="1" w:styleId="JalusMrk">
    <w:name w:val="Jalus Märk"/>
    <w:link w:val="Jalus"/>
    <w:uiPriority w:val="99"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character" w:customStyle="1" w:styleId="Pealkiri1Mrk">
    <w:name w:val="Pealkiri 1 Märk"/>
    <w:link w:val="Pealkiri1"/>
    <w:uiPriority w:val="9"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8"/>
      <w:sz w:val="56"/>
      <w:szCs w:val="56"/>
    </w:rPr>
  </w:style>
  <w:style w:type="character" w:customStyle="1" w:styleId="PealkiriMrk">
    <w:name w:val="Pealkiri Märk"/>
    <w:link w:val="Pealkiri"/>
    <w:uiPriority w:val="10"/>
    <w:rsid w:val="00221CE3"/>
    <w:rPr>
      <w:rFonts w:ascii="IBM Plex Serif" w:eastAsia="Times New Roman" w:hAnsi="IBM Plex Serif" w:cs="Times New Roman"/>
      <w:spacing w:val="-10"/>
      <w:kern w:val="28"/>
      <w:sz w:val="56"/>
      <w:szCs w:val="56"/>
      <w:lang w:val="et-EE" w:eastAsia="en-US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numPr>
        <w:ilvl w:val="1"/>
      </w:numPr>
      <w:spacing w:after="160"/>
    </w:pPr>
    <w:rPr>
      <w:rFonts w:eastAsia="Times New Roman"/>
      <w:color w:val="848484"/>
      <w:sz w:val="22"/>
      <w:szCs w:val="22"/>
    </w:rPr>
  </w:style>
  <w:style w:type="character" w:customStyle="1" w:styleId="AlapealkiriMrk">
    <w:name w:val="Alapealkiri Märk"/>
    <w:link w:val="Alapealkiri"/>
    <w:uiPriority w:val="11"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character" w:styleId="Tugev">
    <w:name w:val="Strong"/>
    <w:uiPriority w:val="22"/>
    <w:qFormat/>
    <w:rsid w:val="00B801A3"/>
    <w:rPr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character" w:customStyle="1" w:styleId="TsitaatMrk">
    <w:name w:val="Tsitaat Märk"/>
    <w:link w:val="Tsitaat"/>
    <w:uiPriority w:val="29"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character" w:customStyle="1" w:styleId="SelgeltmrgatavtsitaatMrk">
    <w:name w:val="Selgelt märgatav tsitaat Märk"/>
    <w:link w:val="Selgeltmrgatavtsitaat"/>
    <w:uiPriority w:val="30"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smallCaps w:val="0"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smallCaps w:val="0"/>
      <w:color w:val="333333"/>
      <w:spacing w:val="5"/>
      <w:bdr w:val="none" w:sz="0" w:space="0" w:color="auto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23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0508CC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565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character" w:customStyle="1" w:styleId="Pealkiri5Mrk">
    <w:name w:val="Pealkiri 5 Märk"/>
    <w:link w:val="Pealkiri5"/>
    <w:uiPriority w:val="9"/>
    <w:semiHidden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character" w:customStyle="1" w:styleId="Pealkiri9Mrk">
    <w:name w:val="Pealkiri 9 Märk"/>
    <w:link w:val="Pealkiri9"/>
    <w:uiPriority w:val="9"/>
    <w:semiHidden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1">
    <w:name w:val="Current List1"/>
    <w:uiPriority w:val="99"/>
    <w:rsid w:val="00D93545"/>
    <w:pPr>
      <w:numPr>
        <w:numId w:val="16"/>
      </w:numPr>
    </w:pPr>
  </w:style>
  <w:style w:type="numbering" w:customStyle="1" w:styleId="CurrentList2">
    <w:name w:val="Current List2"/>
    <w:uiPriority w:val="99"/>
    <w:rsid w:val="00D93545"/>
    <w:pPr>
      <w:numPr>
        <w:numId w:val="24"/>
      </w:numPr>
    </w:pPr>
  </w:style>
  <w:style w:type="character" w:customStyle="1" w:styleId="Heading6Char">
    <w:name w:val="Heading 6 Char"/>
    <w:uiPriority w:val="9"/>
    <w:semiHidden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numbering" w:customStyle="1" w:styleId="CurrentList3">
    <w:name w:val="Current List3"/>
    <w:uiPriority w:val="99"/>
    <w:rsid w:val="00D93545"/>
    <w:pPr>
      <w:numPr>
        <w:numId w:val="25"/>
      </w:numPr>
    </w:pPr>
  </w:style>
  <w:style w:type="numbering" w:customStyle="1" w:styleId="CurrentList4">
    <w:name w:val="Current List4"/>
    <w:uiPriority w:val="99"/>
    <w:rsid w:val="00D93545"/>
    <w:pPr>
      <w:numPr>
        <w:numId w:val="26"/>
      </w:numPr>
    </w:pPr>
  </w:style>
  <w:style w:type="numbering" w:customStyle="1" w:styleId="CurrentList5">
    <w:name w:val="Current List5"/>
    <w:uiPriority w:val="99"/>
    <w:rsid w:val="00D93545"/>
    <w:pPr>
      <w:numPr>
        <w:numId w:val="27"/>
      </w:numPr>
    </w:pPr>
  </w:style>
  <w:style w:type="numbering" w:customStyle="1" w:styleId="CurrentList6">
    <w:name w:val="Current List6"/>
    <w:uiPriority w:val="99"/>
    <w:rsid w:val="00D93545"/>
    <w:pPr>
      <w:numPr>
        <w:numId w:val="28"/>
      </w:numPr>
    </w:pPr>
  </w:style>
  <w:style w:type="numbering" w:customStyle="1" w:styleId="CurrentList7">
    <w:name w:val="Current List7"/>
    <w:uiPriority w:val="99"/>
    <w:rsid w:val="00FD0E03"/>
    <w:pPr>
      <w:numPr>
        <w:numId w:val="29"/>
      </w:numPr>
    </w:pPr>
  </w:style>
  <w:style w:type="numbering" w:customStyle="1" w:styleId="CurrentList8">
    <w:name w:val="Current List8"/>
    <w:uiPriority w:val="99"/>
    <w:rsid w:val="00FD0E03"/>
    <w:pPr>
      <w:numPr>
        <w:numId w:val="30"/>
      </w:numPr>
    </w:pPr>
  </w:style>
  <w:style w:type="numbering" w:customStyle="1" w:styleId="CurrentList9">
    <w:name w:val="Current List9"/>
    <w:uiPriority w:val="99"/>
    <w:rsid w:val="00FD0E03"/>
    <w:pPr>
      <w:numPr>
        <w:numId w:val="31"/>
      </w:numPr>
    </w:pPr>
  </w:style>
  <w:style w:type="character" w:customStyle="1" w:styleId="Pealkiri8Mrk">
    <w:name w:val="Pealkiri 8 Märk"/>
    <w:link w:val="Pealkiri8"/>
    <w:uiPriority w:val="9"/>
    <w:semiHidden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vormsi.ee/valitsemine/planeeringud-ja-maakorraldus/detailplaneeringud/" TargetMode="Externa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wnloads\vormsi_vald_UUS2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vormsi_vald_UUS2 (1)</Template>
  <TotalTime>20</TotalTime>
  <Pages>1</Pages>
  <Words>94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Links>
    <vt:vector size="6" baseType="variant">
      <vt:variant>
        <vt:i4>5898341</vt:i4>
      </vt:variant>
      <vt:variant>
        <vt:i4>9</vt:i4>
      </vt:variant>
      <vt:variant>
        <vt:i4>0</vt:i4>
      </vt:variant>
      <vt:variant>
        <vt:i4>5</vt:i4>
      </vt:variant>
      <vt:variant>
        <vt:lpwstr>mailto:vv@vormsi.ee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3</cp:revision>
  <cp:lastPrinted>2022-12-05T09:10:00Z</cp:lastPrinted>
  <dcterms:created xsi:type="dcterms:W3CDTF">2024-02-28T13:28:00Z</dcterms:created>
  <dcterms:modified xsi:type="dcterms:W3CDTF">2024-02-28T14:00:00Z</dcterms:modified>
</cp:coreProperties>
</file>