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96B3C0" w14:textId="77777777" w:rsidR="00CC14A5" w:rsidRDefault="00CC14A5" w:rsidP="00CC14A5"/>
    <w:tbl>
      <w:tblPr>
        <w:tblpPr w:leftFromText="141" w:rightFromText="141" w:vertAnchor="text" w:horzAnchor="margin" w:tblpXSpec="right" w:tblpY="74"/>
        <w:tblW w:w="2351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79"/>
      </w:tblGrid>
      <w:tr w:rsidR="00662785" w:rsidRPr="00681A01" w14:paraId="63EF4A3E" w14:textId="77777777" w:rsidTr="00662785">
        <w:trPr>
          <w:cantSplit/>
          <w:trHeight w:hRule="exact" w:val="1304"/>
        </w:trPr>
        <w:tc>
          <w:tcPr>
            <w:tcW w:w="5000" w:type="pct"/>
            <w:vAlign w:val="center"/>
          </w:tcPr>
          <w:p w14:paraId="467A7BE1" w14:textId="77777777" w:rsidR="00662785" w:rsidRPr="00681A01" w:rsidRDefault="00662785" w:rsidP="00662785">
            <w:pPr>
              <w:pBdr>
                <w:left w:val="single" w:sz="6" w:space="1" w:color="auto"/>
                <w:right w:val="single" w:sz="6" w:space="1" w:color="auto"/>
              </w:pBdr>
              <w:rPr>
                <w:sz w:val="20"/>
              </w:rPr>
            </w:pPr>
          </w:p>
        </w:tc>
      </w:tr>
    </w:tbl>
    <w:p w14:paraId="6E000EC0" w14:textId="77777777" w:rsidR="00CC14A5" w:rsidRDefault="00CC14A5" w:rsidP="00CC14A5"/>
    <w:p w14:paraId="1342E0FA" w14:textId="77777777" w:rsidR="00CC14A5" w:rsidRPr="00CC14A5" w:rsidRDefault="00CC14A5" w:rsidP="00CC14A5">
      <w:pPr>
        <w:sectPr w:rsidR="00CC14A5" w:rsidRPr="00CC14A5" w:rsidSect="00977702">
          <w:headerReference w:type="default" r:id="rId7"/>
          <w:footerReference w:type="default" r:id="rId8"/>
          <w:headerReference w:type="first" r:id="rId9"/>
          <w:pgSz w:w="11906" w:h="16838" w:code="9"/>
          <w:pgMar w:top="737" w:right="680" w:bottom="737" w:left="1701" w:header="454" w:footer="567" w:gutter="0"/>
          <w:cols w:space="708"/>
          <w:formProt w:val="0"/>
          <w:titlePg/>
        </w:sectPr>
      </w:pPr>
    </w:p>
    <w:p w14:paraId="07BD88CD" w14:textId="77777777" w:rsidR="00977702" w:rsidRPr="00681A01" w:rsidRDefault="00977702">
      <w:pPr>
        <w:rPr>
          <w:b/>
          <w:bCs/>
          <w:sz w:val="20"/>
        </w:rPr>
      </w:pPr>
    </w:p>
    <w:p w14:paraId="0D35D9DF" w14:textId="77777777" w:rsidR="00CC14A5" w:rsidRPr="00681A01" w:rsidRDefault="00CC14A5">
      <w:pPr>
        <w:rPr>
          <w:b/>
          <w:bCs/>
          <w:sz w:val="20"/>
        </w:rPr>
      </w:pPr>
    </w:p>
    <w:p w14:paraId="65F3F8BB" w14:textId="77777777" w:rsidR="00CC14A5" w:rsidRDefault="00CC14A5">
      <w:pPr>
        <w:rPr>
          <w:b/>
          <w:bCs/>
        </w:rPr>
      </w:pPr>
    </w:p>
    <w:p w14:paraId="5B9A0B07" w14:textId="77777777" w:rsidR="00977702" w:rsidRDefault="00977702">
      <w:pPr>
        <w:rPr>
          <w:b/>
          <w:bCs/>
        </w:rPr>
      </w:pPr>
    </w:p>
    <w:p w14:paraId="3FA5F75D" w14:textId="77777777" w:rsidR="00DF579B" w:rsidRDefault="00DF579B">
      <w:pPr>
        <w:rPr>
          <w:b/>
          <w:bCs/>
        </w:rPr>
      </w:pPr>
    </w:p>
    <w:p w14:paraId="5D0F933C" w14:textId="77777777" w:rsidR="00977702" w:rsidRDefault="00977702">
      <w:pPr>
        <w:rPr>
          <w:b/>
          <w:bCs/>
        </w:rPr>
      </w:pPr>
    </w:p>
    <w:p w14:paraId="39904694" w14:textId="77777777" w:rsidR="00DF579B" w:rsidRDefault="00DF579B">
      <w:pPr>
        <w:rPr>
          <w:b/>
          <w:bCs/>
        </w:rPr>
        <w:sectPr w:rsidR="00DF579B" w:rsidSect="00977702">
          <w:type w:val="continuous"/>
          <w:pgSz w:w="11906" w:h="16838" w:code="9"/>
          <w:pgMar w:top="737" w:right="680" w:bottom="737" w:left="1701" w:header="454" w:footer="567" w:gutter="0"/>
          <w:cols w:space="708"/>
          <w:titlePg/>
        </w:sectPr>
      </w:pPr>
    </w:p>
    <w:p w14:paraId="6EF0772D" w14:textId="77777777" w:rsidR="00CC14A5" w:rsidRDefault="00CC14A5">
      <w:pPr>
        <w:rPr>
          <w:b/>
          <w:bCs/>
        </w:rPr>
      </w:pPr>
    </w:p>
    <w:tbl>
      <w:tblPr>
        <w:tblpPr w:leftFromText="141" w:rightFromText="141" w:vertAnchor="text" w:horzAnchor="margin" w:tblpY="23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4D7333" w14:paraId="39241A6A" w14:textId="77777777" w:rsidTr="00E6175F">
        <w:trPr>
          <w:cantSplit/>
          <w:trHeight w:val="284"/>
        </w:trPr>
        <w:tc>
          <w:tcPr>
            <w:tcW w:w="5216" w:type="dxa"/>
            <w:vMerge w:val="restart"/>
          </w:tcPr>
          <w:p w14:paraId="1A18EA44" w14:textId="77777777" w:rsidR="004D7333" w:rsidRDefault="004D7333" w:rsidP="00E6175F">
            <w:pPr>
              <w:pStyle w:val="Heading4"/>
              <w:framePr w:w="0" w:hRule="auto" w:wrap="auto" w:vAnchor="margin" w:hAnchor="text" w:xAlign="left" w:yAlign="inline"/>
            </w:pPr>
            <w:r>
              <w:t>AKT</w:t>
            </w:r>
          </w:p>
          <w:p w14:paraId="48E0025A" w14:textId="77777777" w:rsidR="004D7333" w:rsidRDefault="004D7333" w:rsidP="00E6175F"/>
          <w:p w14:paraId="54C713C1" w14:textId="77777777" w:rsidR="004D7333" w:rsidRDefault="004D7333" w:rsidP="00E6175F"/>
        </w:tc>
        <w:tc>
          <w:tcPr>
            <w:tcW w:w="4309" w:type="dxa"/>
            <w:vMerge w:val="restart"/>
          </w:tcPr>
          <w:p w14:paraId="744DC3E1" w14:textId="51428E6C" w:rsidR="00D05A04" w:rsidRDefault="004D7333" w:rsidP="00D05A04">
            <w:pPr>
              <w:pStyle w:val="NormalWeb"/>
              <w:jc w:val="right"/>
              <w:rPr>
                <w:rFonts w:eastAsia="Calibri"/>
                <w:szCs w:val="22"/>
              </w:rPr>
            </w:pPr>
            <w:r>
              <w:rPr>
                <w:rFonts w:ascii="Arial" w:hAnsi="Arial" w:cs="Arial"/>
              </w:rPr>
              <w:br/>
            </w:r>
            <w:r>
              <w:t xml:space="preserve"> </w:t>
            </w:r>
            <w:r>
              <w:br/>
            </w:r>
            <w:r w:rsidR="00D05A04">
              <w:rPr>
                <w:rFonts w:eastAsia="Calibri"/>
                <w:szCs w:val="22"/>
              </w:rPr>
              <w:t xml:space="preserve"> </w:t>
            </w:r>
            <w:sdt>
              <w:sdtPr>
                <w:rPr>
                  <w:rFonts w:eastAsia="Calibri"/>
                  <w:szCs w:val="22"/>
                </w:rPr>
                <w:id w:val="448594684"/>
                <w:placeholder>
                  <w:docPart w:val="28BD791B387648B6B2EF499DACD8BC4F"/>
                </w:placeholder>
                <w:date w:fullDate="2025-07-17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EA5949">
                  <w:rPr>
                    <w:rFonts w:eastAsia="Calibri"/>
                    <w:szCs w:val="22"/>
                    <w:lang w:val="et-EE"/>
                  </w:rPr>
                  <w:t>17.07.2025</w:t>
                </w:r>
              </w:sdtContent>
            </w:sdt>
          </w:p>
          <w:p w14:paraId="666076BD" w14:textId="77777777" w:rsidR="00D05A04" w:rsidRDefault="00D05A04" w:rsidP="00D05A04">
            <w:pPr>
              <w:pStyle w:val="NormalWeb"/>
              <w:jc w:val="right"/>
              <w:rPr>
                <w:lang w:val="et-EE"/>
              </w:rPr>
            </w:pPr>
            <w:r>
              <w:rPr>
                <w:rFonts w:eastAsia="Calibri"/>
                <w:szCs w:val="22"/>
              </w:rPr>
              <w:t>(hiliseima digitaalallkirja kuupäev)</w:t>
            </w:r>
          </w:p>
          <w:p w14:paraId="1DB80EFF" w14:textId="77777777" w:rsidR="004D7333" w:rsidRDefault="004D7333" w:rsidP="00D05A04">
            <w:pPr>
              <w:ind w:right="739"/>
              <w:jc w:val="right"/>
            </w:pPr>
          </w:p>
        </w:tc>
      </w:tr>
      <w:tr w:rsidR="004D7333" w14:paraId="0D80DB57" w14:textId="77777777" w:rsidTr="00E6175F">
        <w:trPr>
          <w:cantSplit/>
          <w:trHeight w:val="740"/>
        </w:trPr>
        <w:tc>
          <w:tcPr>
            <w:tcW w:w="5216" w:type="dxa"/>
            <w:vMerge/>
          </w:tcPr>
          <w:p w14:paraId="39161CD0" w14:textId="77777777" w:rsidR="004D7333" w:rsidRDefault="004D7333" w:rsidP="00E6175F"/>
        </w:tc>
        <w:tc>
          <w:tcPr>
            <w:tcW w:w="4309" w:type="dxa"/>
            <w:vMerge/>
          </w:tcPr>
          <w:p w14:paraId="205C3C45" w14:textId="77777777" w:rsidR="004D7333" w:rsidRDefault="004D7333" w:rsidP="00E6175F"/>
        </w:tc>
      </w:tr>
    </w:tbl>
    <w:p w14:paraId="236B5BE5" w14:textId="77777777" w:rsidR="004D7333" w:rsidRDefault="004D7333">
      <w:pPr>
        <w:rPr>
          <w:b/>
          <w:bCs/>
        </w:rPr>
      </w:pPr>
    </w:p>
    <w:p w14:paraId="68B11803" w14:textId="6CBB3AEE" w:rsidR="004D6A17" w:rsidRDefault="00522B8A">
      <w:pPr>
        <w:rPr>
          <w:rFonts w:eastAsia="Calibri"/>
          <w:b/>
        </w:rPr>
      </w:pPr>
      <w:r w:rsidRPr="00522B8A">
        <w:rPr>
          <w:b/>
          <w:bCs/>
          <w:spacing w:val="0"/>
        </w:rPr>
        <w:t>Tammeluha matkaraja lisatööd</w:t>
      </w:r>
      <w:r>
        <w:rPr>
          <w:spacing w:val="0"/>
        </w:rPr>
        <w:t xml:space="preserve"> </w:t>
      </w:r>
      <w:r w:rsidR="007A424C">
        <w:rPr>
          <w:rFonts w:eastAsia="Calibri"/>
          <w:b/>
        </w:rPr>
        <w:t>täitmine</w:t>
      </w:r>
    </w:p>
    <w:p w14:paraId="6CF3114A" w14:textId="77777777" w:rsidR="00DA3460" w:rsidRDefault="00DA3460"/>
    <w:p w14:paraId="43EB3ACB" w14:textId="77777777" w:rsidR="00710F3F" w:rsidRDefault="00710F3F">
      <w:pPr>
        <w:rPr>
          <w:sz w:val="26"/>
        </w:rPr>
      </w:pPr>
    </w:p>
    <w:p w14:paraId="323B61C7" w14:textId="77777777" w:rsidR="00710F3F" w:rsidRDefault="00710F3F">
      <w:pPr>
        <w:sectPr w:rsidR="00710F3F" w:rsidSect="00977702">
          <w:type w:val="continuous"/>
          <w:pgSz w:w="11906" w:h="16838" w:code="9"/>
          <w:pgMar w:top="737" w:right="680" w:bottom="737" w:left="1701" w:header="454" w:footer="567" w:gutter="0"/>
          <w:cols w:space="708"/>
          <w:formProt w:val="0"/>
          <w:titlePg/>
        </w:sectPr>
      </w:pPr>
    </w:p>
    <w:p w14:paraId="2B22D594" w14:textId="6C9AEF0C" w:rsidR="00710F3F" w:rsidRDefault="00681A01" w:rsidP="00E55876">
      <w:pPr>
        <w:pStyle w:val="ListParagraph"/>
        <w:numPr>
          <w:ilvl w:val="0"/>
          <w:numId w:val="4"/>
        </w:numPr>
        <w:ind w:left="426" w:hanging="425"/>
        <w:jc w:val="both"/>
      </w:pPr>
      <w:r>
        <w:t>Käesolevaga töövõtja annab üle ja t</w:t>
      </w:r>
      <w:r w:rsidR="00710F3F">
        <w:t xml:space="preserve">ellija võtab vastu RMK ja </w:t>
      </w:r>
      <w:r w:rsidR="00C01BCF">
        <w:t xml:space="preserve">Metsamajand OÜ </w:t>
      </w:r>
      <w:r w:rsidR="00710F3F">
        <w:t>vahel</w:t>
      </w:r>
      <w:r w:rsidR="00710F3F" w:rsidRPr="00E55876">
        <w:rPr>
          <w:b/>
          <w:bCs/>
        </w:rPr>
        <w:t xml:space="preserve"> </w:t>
      </w:r>
      <w:sdt>
        <w:sdtPr>
          <w:id w:val="-14308230"/>
          <w:placeholder>
            <w:docPart w:val="CACB09BF97C94961AEEF68EA23D1E75B"/>
          </w:placeholder>
          <w:date w:fullDate="2025-07-10T00:00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C01BCF">
            <w:t>10.07.2025</w:t>
          </w:r>
        </w:sdtContent>
      </w:sdt>
      <w:r>
        <w:t xml:space="preserve"> </w:t>
      </w:r>
      <w:r w:rsidR="00710F3F">
        <w:t>sõlmitud töövõtulepingu nr</w:t>
      </w:r>
      <w:r w:rsidR="002131A5">
        <w:t xml:space="preserve"> </w:t>
      </w:r>
      <w:r w:rsidR="00910E37" w:rsidRPr="00910E37">
        <w:t>1-18/2025/140</w:t>
      </w:r>
      <w:r>
        <w:t xml:space="preserve"> </w:t>
      </w:r>
      <w:r w:rsidR="00710F3F">
        <w:t>kohaselt tehtud järgmise töö:</w:t>
      </w:r>
    </w:p>
    <w:p w14:paraId="726850C6" w14:textId="77777777" w:rsidR="00710F3F" w:rsidRDefault="00710F3F" w:rsidP="00E55876">
      <w:pPr>
        <w:ind w:left="426" w:hanging="425"/>
        <w:jc w:val="both"/>
      </w:pPr>
    </w:p>
    <w:p w14:paraId="26EFBD1C" w14:textId="0D1143B9" w:rsidR="00710F3F" w:rsidRDefault="00F273E9" w:rsidP="00E55876">
      <w:pPr>
        <w:pStyle w:val="ListParagraph"/>
        <w:ind w:left="426"/>
        <w:jc w:val="both"/>
      </w:pPr>
      <w:r>
        <w:rPr>
          <w:spacing w:val="0"/>
        </w:rPr>
        <w:t>T</w:t>
      </w:r>
      <w:r>
        <w:rPr>
          <w:spacing w:val="0"/>
        </w:rPr>
        <w:t>eh</w:t>
      </w:r>
      <w:r>
        <w:rPr>
          <w:spacing w:val="0"/>
        </w:rPr>
        <w:t>tud</w:t>
      </w:r>
      <w:r>
        <w:rPr>
          <w:spacing w:val="0"/>
        </w:rPr>
        <w:t xml:space="preserve"> laudteedele lisa pikendused 3 tk, tõst</w:t>
      </w:r>
      <w:r>
        <w:rPr>
          <w:spacing w:val="0"/>
        </w:rPr>
        <w:t>e</w:t>
      </w:r>
      <w:r w:rsidR="00E8578B">
        <w:rPr>
          <w:spacing w:val="0"/>
        </w:rPr>
        <w:t>tud</w:t>
      </w:r>
      <w:r>
        <w:rPr>
          <w:spacing w:val="0"/>
        </w:rPr>
        <w:t xml:space="preserve"> olemasolevaid pealeminekuteed 4tk, paigaldat</w:t>
      </w:r>
      <w:r w:rsidR="00E8578B">
        <w:rPr>
          <w:spacing w:val="0"/>
        </w:rPr>
        <w:t>ud</w:t>
      </w:r>
      <w:r>
        <w:rPr>
          <w:spacing w:val="0"/>
        </w:rPr>
        <w:t xml:space="preserve"> lisa toestuspostid 40 tk</w:t>
      </w:r>
    </w:p>
    <w:p w14:paraId="56369457" w14:textId="77777777" w:rsidR="00710F3F" w:rsidRDefault="00710F3F" w:rsidP="00E55876">
      <w:pPr>
        <w:ind w:left="426" w:hanging="425"/>
        <w:jc w:val="both"/>
      </w:pPr>
    </w:p>
    <w:p w14:paraId="06E5BE27" w14:textId="0CAD9C22" w:rsidR="00710F3F" w:rsidRDefault="00710F3F" w:rsidP="00E55876">
      <w:pPr>
        <w:pStyle w:val="ListParagraph"/>
        <w:numPr>
          <w:ilvl w:val="0"/>
          <w:numId w:val="4"/>
        </w:numPr>
        <w:ind w:left="426"/>
        <w:jc w:val="both"/>
      </w:pPr>
      <w:r>
        <w:t>Tellija tasub tehtud töö eest</w:t>
      </w:r>
      <w:r w:rsidR="00D05A04">
        <w:t xml:space="preserve"> </w:t>
      </w:r>
      <w:r w:rsidR="007E18BF">
        <w:t xml:space="preserve">3020 </w:t>
      </w:r>
      <w:r w:rsidR="00D05A04">
        <w:t>(</w:t>
      </w:r>
      <w:r w:rsidR="00FA0C58">
        <w:rPr>
          <w:spacing w:val="0"/>
        </w:rPr>
        <w:t>kolm tuhat kakskümmend</w:t>
      </w:r>
      <w:r w:rsidR="00FA0C58">
        <w:t xml:space="preserve"> ) </w:t>
      </w:r>
      <w:r w:rsidR="001F58D6">
        <w:t>eurot</w:t>
      </w:r>
      <w:r w:rsidR="00DA3460">
        <w:t>.</w:t>
      </w:r>
    </w:p>
    <w:p w14:paraId="36BC8AE7" w14:textId="77777777" w:rsidR="00710F3F" w:rsidRDefault="00710F3F" w:rsidP="00BE062A">
      <w:pPr>
        <w:ind w:firstLine="1"/>
        <w:jc w:val="both"/>
      </w:pPr>
    </w:p>
    <w:p w14:paraId="7A298440" w14:textId="69CFB4B4" w:rsidR="00710F3F" w:rsidRDefault="00A31CF1" w:rsidP="00E55876">
      <w:pPr>
        <w:pStyle w:val="ListParagraph"/>
        <w:numPr>
          <w:ilvl w:val="0"/>
          <w:numId w:val="4"/>
        </w:numPr>
        <w:ind w:left="426"/>
      </w:pPr>
      <w:sdt>
        <w:sdtPr>
          <w:id w:val="-189151537"/>
          <w:placeholder>
            <w:docPart w:val="880B4A37F12940288173AA1D068C4974"/>
          </w:placeholder>
          <w:comboBox>
            <w:listItem w:displayText=" " w:value=" "/>
            <w:listItem w:displayText="Akt on allkirjastatud digitaalselt." w:value="Akt on allkirjastatud digitaalselt."/>
            <w:listItem w:displayText="Akt on allkirjastatud paberkandjal kahes võrdset juriidilist jõudu omavas eksemplaris, millest kumbki pool saab ühe eksemplari." w:value="Akt on allkirjastatud paberkandjal kahes võrdset juriidilist jõudu omavas eksemplaris, millest kumbki pool saab ühe eksemplari."/>
          </w:comboBox>
        </w:sdtPr>
        <w:sdtEndPr/>
        <w:sdtContent>
          <w:r w:rsidR="00E42B0F">
            <w:t>Akt on allkirjastatud digitaalselt.</w:t>
          </w:r>
        </w:sdtContent>
      </w:sdt>
    </w:p>
    <w:p w14:paraId="25C37E44" w14:textId="77777777" w:rsidR="00E55876" w:rsidRDefault="00E55876" w:rsidP="00E55876">
      <w:pPr>
        <w:ind w:left="426"/>
        <w:sectPr w:rsidR="00E55876">
          <w:type w:val="continuous"/>
          <w:pgSz w:w="11906" w:h="16838" w:code="9"/>
          <w:pgMar w:top="907" w:right="1416" w:bottom="737" w:left="1701" w:header="454" w:footer="567" w:gutter="0"/>
          <w:cols w:space="708"/>
          <w:formProt w:val="0"/>
          <w:titlePg/>
        </w:sectPr>
      </w:pPr>
    </w:p>
    <w:p w14:paraId="57CFC9A6" w14:textId="77777777" w:rsidR="00710F3F" w:rsidRDefault="00710F3F" w:rsidP="001655A9"/>
    <w:p w14:paraId="5977C211" w14:textId="77777777" w:rsidR="007B3EA9" w:rsidRDefault="007B3EA9">
      <w:pPr>
        <w:rPr>
          <w:i/>
          <w:iCs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7"/>
        <w:gridCol w:w="4758"/>
      </w:tblGrid>
      <w:tr w:rsidR="00662785" w14:paraId="6AF8173A" w14:textId="77777777" w:rsidTr="00E0466D">
        <w:tc>
          <w:tcPr>
            <w:tcW w:w="4757" w:type="dxa"/>
          </w:tcPr>
          <w:p w14:paraId="625CDB11" w14:textId="77777777" w:rsidR="00662785" w:rsidRDefault="00E0466D">
            <w:pPr>
              <w:rPr>
                <w:iCs/>
              </w:rPr>
            </w:pPr>
            <w:r>
              <w:rPr>
                <w:b/>
              </w:rPr>
              <w:t>Tellija</w:t>
            </w:r>
          </w:p>
        </w:tc>
        <w:tc>
          <w:tcPr>
            <w:tcW w:w="4758" w:type="dxa"/>
          </w:tcPr>
          <w:p w14:paraId="1F4D13AA" w14:textId="77777777" w:rsidR="00662785" w:rsidRDefault="00E0466D">
            <w:pPr>
              <w:rPr>
                <w:iCs/>
              </w:rPr>
            </w:pPr>
            <w:r>
              <w:rPr>
                <w:b/>
              </w:rPr>
              <w:t>Töövõtja</w:t>
            </w:r>
          </w:p>
        </w:tc>
      </w:tr>
      <w:tr w:rsidR="00E0466D" w14:paraId="3E3AC8A0" w14:textId="77777777" w:rsidTr="00E0466D">
        <w:tc>
          <w:tcPr>
            <w:tcW w:w="4757" w:type="dxa"/>
          </w:tcPr>
          <w:p w14:paraId="4AA00E4C" w14:textId="77777777" w:rsidR="00E0466D" w:rsidRDefault="00E0466D">
            <w:pPr>
              <w:rPr>
                <w:b/>
              </w:rPr>
            </w:pPr>
          </w:p>
        </w:tc>
        <w:tc>
          <w:tcPr>
            <w:tcW w:w="4758" w:type="dxa"/>
          </w:tcPr>
          <w:p w14:paraId="795147C2" w14:textId="77777777" w:rsidR="00E0466D" w:rsidRDefault="00E0466D">
            <w:pPr>
              <w:rPr>
                <w:b/>
              </w:rPr>
            </w:pPr>
          </w:p>
        </w:tc>
      </w:tr>
      <w:tr w:rsidR="00E0466D" w14:paraId="26B64AF4" w14:textId="77777777" w:rsidTr="00E0466D">
        <w:tc>
          <w:tcPr>
            <w:tcW w:w="4757" w:type="dxa"/>
          </w:tcPr>
          <w:p w14:paraId="702F725F" w14:textId="77777777" w:rsidR="00E0466D" w:rsidRDefault="00E0466D">
            <w:pPr>
              <w:rPr>
                <w:b/>
              </w:rPr>
            </w:pPr>
          </w:p>
        </w:tc>
        <w:tc>
          <w:tcPr>
            <w:tcW w:w="4758" w:type="dxa"/>
          </w:tcPr>
          <w:p w14:paraId="674394F4" w14:textId="77777777" w:rsidR="00E0466D" w:rsidRDefault="00E0466D">
            <w:pPr>
              <w:rPr>
                <w:b/>
              </w:rPr>
            </w:pPr>
          </w:p>
        </w:tc>
      </w:tr>
      <w:tr w:rsidR="00662785" w14:paraId="64B4490D" w14:textId="77777777" w:rsidTr="00E0466D">
        <w:tc>
          <w:tcPr>
            <w:tcW w:w="4757" w:type="dxa"/>
          </w:tcPr>
          <w:p w14:paraId="3A664536" w14:textId="1A0A08A3" w:rsidR="00662785" w:rsidRDefault="00A31CF1">
            <w:pPr>
              <w:rPr>
                <w:iCs/>
              </w:rPr>
            </w:pPr>
            <w:sdt>
              <w:sdtPr>
                <w:rPr>
                  <w:lang w:eastAsia="et-EE"/>
                </w:rPr>
                <w:id w:val="-180826936"/>
                <w:placeholder>
                  <w:docPart w:val="D77D785C4E4D40598A8D7557E172D8F9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FA0C58">
                  <w:rPr>
                    <w:lang w:eastAsia="et-EE"/>
                  </w:rPr>
                  <w:t>(allkirjastatud digitaalselt)</w:t>
                </w:r>
              </w:sdtContent>
            </w:sdt>
          </w:p>
        </w:tc>
        <w:tc>
          <w:tcPr>
            <w:tcW w:w="4758" w:type="dxa"/>
          </w:tcPr>
          <w:p w14:paraId="007A08E7" w14:textId="4EDE20EF" w:rsidR="00662785" w:rsidRDefault="00A31CF1">
            <w:pPr>
              <w:rPr>
                <w:iCs/>
              </w:rPr>
            </w:pPr>
            <w:sdt>
              <w:sdtPr>
                <w:rPr>
                  <w:lang w:eastAsia="et-EE"/>
                </w:rPr>
                <w:id w:val="1161896150"/>
                <w:placeholder>
                  <w:docPart w:val="D5FD18C4C56C413286DFDE9F208E261D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FA0C58">
                  <w:rPr>
                    <w:lang w:eastAsia="et-EE"/>
                  </w:rPr>
                  <w:t>(allkirjastatud digitaalselt)</w:t>
                </w:r>
              </w:sdtContent>
            </w:sdt>
          </w:p>
        </w:tc>
      </w:tr>
      <w:tr w:rsidR="00E0466D" w14:paraId="57CD893D" w14:textId="77777777" w:rsidTr="00E0466D">
        <w:tc>
          <w:tcPr>
            <w:tcW w:w="4757" w:type="dxa"/>
          </w:tcPr>
          <w:p w14:paraId="73636E55" w14:textId="77777777" w:rsidR="00E0466D" w:rsidRDefault="00E0466D">
            <w:pPr>
              <w:rPr>
                <w:lang w:eastAsia="et-EE"/>
              </w:rPr>
            </w:pPr>
          </w:p>
        </w:tc>
        <w:tc>
          <w:tcPr>
            <w:tcW w:w="4758" w:type="dxa"/>
          </w:tcPr>
          <w:p w14:paraId="488CACC9" w14:textId="77777777" w:rsidR="00E0466D" w:rsidRDefault="00E0466D">
            <w:pPr>
              <w:rPr>
                <w:lang w:eastAsia="et-EE"/>
              </w:rPr>
            </w:pPr>
          </w:p>
        </w:tc>
      </w:tr>
      <w:tr w:rsidR="00E0466D" w14:paraId="32E59B0E" w14:textId="77777777" w:rsidTr="00E0466D">
        <w:tc>
          <w:tcPr>
            <w:tcW w:w="4757" w:type="dxa"/>
          </w:tcPr>
          <w:p w14:paraId="0316CA6C" w14:textId="77777777" w:rsidR="00E0466D" w:rsidRDefault="00E0466D">
            <w:pPr>
              <w:rPr>
                <w:lang w:eastAsia="et-EE"/>
              </w:rPr>
            </w:pPr>
          </w:p>
        </w:tc>
        <w:tc>
          <w:tcPr>
            <w:tcW w:w="4758" w:type="dxa"/>
          </w:tcPr>
          <w:p w14:paraId="1C603BDF" w14:textId="77777777" w:rsidR="00E0466D" w:rsidRDefault="00E0466D">
            <w:pPr>
              <w:rPr>
                <w:lang w:eastAsia="et-EE"/>
              </w:rPr>
            </w:pPr>
          </w:p>
        </w:tc>
      </w:tr>
      <w:tr w:rsidR="00662785" w14:paraId="389F582D" w14:textId="77777777" w:rsidTr="00E0466D">
        <w:tc>
          <w:tcPr>
            <w:tcW w:w="4757" w:type="dxa"/>
          </w:tcPr>
          <w:p w14:paraId="2D7A25AE" w14:textId="458378CA" w:rsidR="00662785" w:rsidRDefault="00FA0C58">
            <w:pPr>
              <w:rPr>
                <w:iCs/>
              </w:rPr>
            </w:pPr>
            <w:r>
              <w:rPr>
                <w:spacing w:val="0"/>
                <w:lang w:val="en-AU"/>
              </w:rPr>
              <w:t>Andri Plato</w:t>
            </w:r>
          </w:p>
        </w:tc>
        <w:tc>
          <w:tcPr>
            <w:tcW w:w="4758" w:type="dxa"/>
          </w:tcPr>
          <w:p w14:paraId="42044387" w14:textId="66ECF33C" w:rsidR="00662785" w:rsidRDefault="00A31CF1" w:rsidP="00E54A18">
            <w:pPr>
              <w:tabs>
                <w:tab w:val="right" w:pos="4542"/>
              </w:tabs>
              <w:rPr>
                <w:iCs/>
              </w:rPr>
            </w:pPr>
            <w:r>
              <w:rPr>
                <w:spacing w:val="0"/>
              </w:rPr>
              <w:t>Ivar Kraan</w:t>
            </w:r>
            <w:r w:rsidR="00E54A18">
              <w:rPr>
                <w:spacing w:val="0"/>
              </w:rPr>
              <w:tab/>
            </w:r>
          </w:p>
        </w:tc>
      </w:tr>
    </w:tbl>
    <w:p w14:paraId="540690C9" w14:textId="77777777" w:rsidR="00710F3F" w:rsidRPr="00662785" w:rsidRDefault="00710F3F">
      <w:pPr>
        <w:rPr>
          <w:iCs/>
        </w:rPr>
      </w:pPr>
    </w:p>
    <w:sectPr w:rsidR="00710F3F" w:rsidRPr="00662785">
      <w:footerReference w:type="default" r:id="rId10"/>
      <w:headerReference w:type="first" r:id="rId11"/>
      <w:footerReference w:type="first" r:id="rId12"/>
      <w:type w:val="continuous"/>
      <w:pgSz w:w="11906" w:h="16838" w:code="9"/>
      <w:pgMar w:top="907" w:right="680" w:bottom="737" w:left="1701" w:header="454" w:footer="567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638CD" w14:textId="77777777" w:rsidR="001D32DE" w:rsidRDefault="001D32DE">
      <w:r>
        <w:separator/>
      </w:r>
    </w:p>
  </w:endnote>
  <w:endnote w:type="continuationSeparator" w:id="0">
    <w:p w14:paraId="2E2409CF" w14:textId="77777777" w:rsidR="001D32DE" w:rsidRDefault="001D3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D4BE7" w14:textId="77777777" w:rsidR="00546B39" w:rsidRDefault="00546B39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5939F" w14:textId="77777777" w:rsidR="00546B39" w:rsidRDefault="00546B39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7743C" w14:textId="77777777" w:rsidR="00546B39" w:rsidRDefault="00546B39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E60E29" w14:textId="77777777" w:rsidR="001D32DE" w:rsidRDefault="001D32DE">
      <w:r>
        <w:separator/>
      </w:r>
    </w:p>
  </w:footnote>
  <w:footnote w:type="continuationSeparator" w:id="0">
    <w:p w14:paraId="6D24C8B1" w14:textId="77777777" w:rsidR="001D32DE" w:rsidRDefault="001D3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B9C33" w14:textId="77777777" w:rsidR="00546B39" w:rsidRDefault="00546B39">
    <w:pPr>
      <w:pStyle w:val="Head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167F9" w14:textId="77777777" w:rsidR="00546B39" w:rsidRDefault="00546B39" w:rsidP="002131A5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32896" w14:textId="77777777" w:rsidR="00546B39" w:rsidRDefault="00546B39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2FD274B"/>
    <w:multiLevelType w:val="hybridMultilevel"/>
    <w:tmpl w:val="30BE6146"/>
    <w:lvl w:ilvl="0" w:tplc="F3AE0DD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3" w15:restartNumberingAfterBreak="0">
    <w:nsid w:val="4AF3074E"/>
    <w:multiLevelType w:val="hybridMultilevel"/>
    <w:tmpl w:val="5B7AE62E"/>
    <w:lvl w:ilvl="0" w:tplc="AC966BB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86314C"/>
    <w:multiLevelType w:val="hybridMultilevel"/>
    <w:tmpl w:val="5B7AE62E"/>
    <w:lvl w:ilvl="0" w:tplc="AC966BB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4607342">
    <w:abstractNumId w:val="0"/>
  </w:num>
  <w:num w:numId="2" w16cid:durableId="1519923799">
    <w:abstractNumId w:val="2"/>
  </w:num>
  <w:num w:numId="3" w16cid:durableId="840853882">
    <w:abstractNumId w:val="3"/>
  </w:num>
  <w:num w:numId="4" w16cid:durableId="1291589400">
    <w:abstractNumId w:val="1"/>
  </w:num>
  <w:num w:numId="5" w16cid:durableId="1785078992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2DE"/>
    <w:rsid w:val="001655A9"/>
    <w:rsid w:val="00167B52"/>
    <w:rsid w:val="001C1744"/>
    <w:rsid w:val="001D32DE"/>
    <w:rsid w:val="001E3E86"/>
    <w:rsid w:val="001F58D6"/>
    <w:rsid w:val="002037BB"/>
    <w:rsid w:val="002131A5"/>
    <w:rsid w:val="002D6C61"/>
    <w:rsid w:val="002F5D5F"/>
    <w:rsid w:val="003066C3"/>
    <w:rsid w:val="00343769"/>
    <w:rsid w:val="0039404B"/>
    <w:rsid w:val="004420B4"/>
    <w:rsid w:val="004A5FCB"/>
    <w:rsid w:val="004C40E8"/>
    <w:rsid w:val="004D6A17"/>
    <w:rsid w:val="004D7333"/>
    <w:rsid w:val="00522B8A"/>
    <w:rsid w:val="00530B34"/>
    <w:rsid w:val="00546B39"/>
    <w:rsid w:val="00582B14"/>
    <w:rsid w:val="005D6B4D"/>
    <w:rsid w:val="00635047"/>
    <w:rsid w:val="00662785"/>
    <w:rsid w:val="006642C2"/>
    <w:rsid w:val="00666786"/>
    <w:rsid w:val="00677841"/>
    <w:rsid w:val="00681A01"/>
    <w:rsid w:val="006E271B"/>
    <w:rsid w:val="00710F3F"/>
    <w:rsid w:val="00777070"/>
    <w:rsid w:val="007A424C"/>
    <w:rsid w:val="007B3EA9"/>
    <w:rsid w:val="007C36EC"/>
    <w:rsid w:val="007E18BF"/>
    <w:rsid w:val="00810864"/>
    <w:rsid w:val="00910E37"/>
    <w:rsid w:val="009769BD"/>
    <w:rsid w:val="00977702"/>
    <w:rsid w:val="009F002E"/>
    <w:rsid w:val="00A159EA"/>
    <w:rsid w:val="00A31CF1"/>
    <w:rsid w:val="00AB4B23"/>
    <w:rsid w:val="00AE2E7D"/>
    <w:rsid w:val="00B727B2"/>
    <w:rsid w:val="00B93333"/>
    <w:rsid w:val="00B976ED"/>
    <w:rsid w:val="00BD648A"/>
    <w:rsid w:val="00BE062A"/>
    <w:rsid w:val="00BF353A"/>
    <w:rsid w:val="00C01BCF"/>
    <w:rsid w:val="00C05660"/>
    <w:rsid w:val="00C21A0D"/>
    <w:rsid w:val="00C867B7"/>
    <w:rsid w:val="00CC14A5"/>
    <w:rsid w:val="00D05A04"/>
    <w:rsid w:val="00D814F5"/>
    <w:rsid w:val="00D914EE"/>
    <w:rsid w:val="00DA3460"/>
    <w:rsid w:val="00DD2ED8"/>
    <w:rsid w:val="00DF579B"/>
    <w:rsid w:val="00E0466D"/>
    <w:rsid w:val="00E42B0F"/>
    <w:rsid w:val="00E54A18"/>
    <w:rsid w:val="00E55876"/>
    <w:rsid w:val="00E6175F"/>
    <w:rsid w:val="00E73F85"/>
    <w:rsid w:val="00E77F01"/>
    <w:rsid w:val="00E8578B"/>
    <w:rsid w:val="00EA5949"/>
    <w:rsid w:val="00EB22DA"/>
    <w:rsid w:val="00F273E9"/>
    <w:rsid w:val="00F6622C"/>
    <w:rsid w:val="00F73285"/>
    <w:rsid w:val="00FA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E18B2B"/>
  <w15:docId w15:val="{81F3683F-3C85-44CB-870A-5383BCB3E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BodyText">
    <w:name w:val="Body Text"/>
    <w:basedOn w:val="Normal"/>
    <w:pPr>
      <w:jc w:val="both"/>
    </w:pPr>
  </w:style>
  <w:style w:type="paragraph" w:styleId="Caption">
    <w:name w:val="caption"/>
    <w:basedOn w:val="Normal"/>
    <w:next w:val="Normal"/>
    <w:qFormat/>
    <w:rsid w:val="00977702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table" w:styleId="TableGrid">
    <w:name w:val="Table Grid"/>
    <w:basedOn w:val="TableNormal"/>
    <w:uiPriority w:val="59"/>
    <w:rsid w:val="00681A01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D05A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05A04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NormalWeb">
    <w:name w:val="Normal (Web)"/>
    <w:basedOn w:val="Normal"/>
    <w:rsid w:val="00D05A04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rsid w:val="00D05A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05A04"/>
    <w:rPr>
      <w:spacing w:val="0"/>
      <w:position w:val="0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5A04"/>
    <w:rPr>
      <w:lang w:eastAsia="en-US"/>
    </w:rPr>
  </w:style>
  <w:style w:type="paragraph" w:styleId="ListParagraph">
    <w:name w:val="List Paragraph"/>
    <w:basedOn w:val="Normal"/>
    <w:uiPriority w:val="34"/>
    <w:qFormat/>
    <w:rsid w:val="007770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71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i.plato\Downloads\akt%20t&#246;&#246;v&#245;tulepingu%20juurde%20(juriidilise%20isiku%20v&#245;i%20fie-ga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8BD791B387648B6B2EF499DACD8BC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45556F-B429-497B-9854-7B6F1877B56E}"/>
      </w:docPartPr>
      <w:docPartBody>
        <w:p w:rsidR="00EE14FB" w:rsidRDefault="00EE14FB">
          <w:pPr>
            <w:pStyle w:val="28BD791B387648B6B2EF499DACD8BC4F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CACB09BF97C94961AEEF68EA23D1E7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0B3AE8-4560-4B8A-90E3-02BAB586ADC5}"/>
      </w:docPartPr>
      <w:docPartBody>
        <w:p w:rsidR="00EE14FB" w:rsidRDefault="00EE14FB">
          <w:pPr>
            <w:pStyle w:val="CACB09BF97C94961AEEF68EA23D1E75B"/>
          </w:pPr>
          <w:r>
            <w:rPr>
              <w:rStyle w:val="PlaceholderText"/>
            </w:rPr>
            <w:t>Click here to enter a date.</w:t>
          </w:r>
        </w:p>
      </w:docPartBody>
    </w:docPart>
    <w:docPart>
      <w:docPartPr>
        <w:name w:val="880B4A37F12940288173AA1D068C49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37B1A-F500-47CD-BC03-D8C8437B8144}"/>
      </w:docPartPr>
      <w:docPartBody>
        <w:p w:rsidR="00EE14FB" w:rsidRDefault="00EE14FB">
          <w:pPr>
            <w:pStyle w:val="880B4A37F12940288173AA1D068C4974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D77D785C4E4D40598A8D7557E172D8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EFBE0A-F4FB-422C-B092-FDD9D1E09974}"/>
      </w:docPartPr>
      <w:docPartBody>
        <w:p w:rsidR="00EE14FB" w:rsidRDefault="00EE14FB">
          <w:pPr>
            <w:pStyle w:val="D77D785C4E4D40598A8D7557E172D8F9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D5FD18C4C56C413286DFDE9F208E26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922F30-7CED-4575-B8B5-DD35113F7AAD}"/>
      </w:docPartPr>
      <w:docPartBody>
        <w:p w:rsidR="00EE14FB" w:rsidRDefault="00EE14FB">
          <w:pPr>
            <w:pStyle w:val="D5FD18C4C56C413286DFDE9F208E261D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4FB"/>
    <w:rsid w:val="00343769"/>
    <w:rsid w:val="004C40E8"/>
    <w:rsid w:val="00EE1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8BD791B387648B6B2EF499DACD8BC4F">
    <w:name w:val="28BD791B387648B6B2EF499DACD8BC4F"/>
  </w:style>
  <w:style w:type="paragraph" w:customStyle="1" w:styleId="CACB09BF97C94961AEEF68EA23D1E75B">
    <w:name w:val="CACB09BF97C94961AEEF68EA23D1E75B"/>
  </w:style>
  <w:style w:type="paragraph" w:customStyle="1" w:styleId="880B4A37F12940288173AA1D068C4974">
    <w:name w:val="880B4A37F12940288173AA1D068C4974"/>
  </w:style>
  <w:style w:type="paragraph" w:customStyle="1" w:styleId="D77D785C4E4D40598A8D7557E172D8F9">
    <w:name w:val="D77D785C4E4D40598A8D7557E172D8F9"/>
  </w:style>
  <w:style w:type="paragraph" w:customStyle="1" w:styleId="D5FD18C4C56C413286DFDE9F208E261D">
    <w:name w:val="D5FD18C4C56C413286DFDE9F208E261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akt töövõtulepingu juurde (juriidilise isiku või fie-ga).dotx</Template>
  <TotalTime>8</TotalTime>
  <Pages>1</Pages>
  <Words>74</Words>
  <Characters>567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 Plato</dc:creator>
  <cp:lastModifiedBy>Andri Plato</cp:lastModifiedBy>
  <cp:revision>11</cp:revision>
  <cp:lastPrinted>2004-03-16T09:02:00Z</cp:lastPrinted>
  <dcterms:created xsi:type="dcterms:W3CDTF">2025-07-10T10:33:00Z</dcterms:created>
  <dcterms:modified xsi:type="dcterms:W3CDTF">2025-07-17T16:10:00Z</dcterms:modified>
</cp:coreProperties>
</file>