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7FF8" w14:textId="77777777" w:rsidR="00AF2B86" w:rsidRPr="00F5483B" w:rsidRDefault="00AF2B86" w:rsidP="00531A53">
      <w:pPr>
        <w:jc w:val="both"/>
      </w:pPr>
    </w:p>
    <w:p w14:paraId="0EAE3F4A" w14:textId="77777777" w:rsidR="00AF2B86" w:rsidRPr="00F5483B" w:rsidRDefault="00AF2B86" w:rsidP="00531A53">
      <w:pPr>
        <w:pStyle w:val="aa"/>
        <w:jc w:val="both"/>
      </w:pPr>
    </w:p>
    <w:p w14:paraId="4DBEA677" w14:textId="77777777" w:rsidR="001B71CA" w:rsidRPr="00F5483B" w:rsidRDefault="001B71CA" w:rsidP="00531A53">
      <w:pPr>
        <w:spacing w:after="0" w:line="240" w:lineRule="auto"/>
        <w:jc w:val="both"/>
      </w:pPr>
    </w:p>
    <w:p w14:paraId="2604FFFE" w14:textId="77777777" w:rsidR="00DC1D97" w:rsidRPr="00F5483B" w:rsidRDefault="00DC1D97" w:rsidP="00531A53">
      <w:pPr>
        <w:spacing w:after="0"/>
        <w:jc w:val="both"/>
        <w:rPr>
          <w:rFonts w:eastAsia="Times New Roman"/>
          <w:b/>
        </w:rPr>
      </w:pPr>
    </w:p>
    <w:p w14:paraId="28DD882B" w14:textId="77777777" w:rsidR="009738AC" w:rsidRPr="00660319" w:rsidRDefault="009738AC" w:rsidP="00660319">
      <w:pPr>
        <w:rPr>
          <w:rStyle w:val="af1"/>
        </w:rPr>
      </w:pPr>
    </w:p>
    <w:p w14:paraId="55BDABBE" w14:textId="59466AA7" w:rsidR="00C8678E" w:rsidRDefault="001A18FD" w:rsidP="00660319">
      <w:pPr>
        <w:pStyle w:val="1"/>
        <w:jc w:val="left"/>
        <w:rPr>
          <w:rStyle w:val="af1"/>
          <w:b w:val="0"/>
          <w:i w:val="0"/>
          <w:szCs w:val="24"/>
        </w:rPr>
      </w:pPr>
      <w:r>
        <w:rPr>
          <w:rStyle w:val="af1"/>
          <w:b w:val="0"/>
          <w:i w:val="0"/>
          <w:szCs w:val="24"/>
        </w:rPr>
        <w:t xml:space="preserve">Lp </w:t>
      </w:r>
      <w:r w:rsidR="00660319" w:rsidRPr="00660319">
        <w:rPr>
          <w:rStyle w:val="af1"/>
          <w:b w:val="0"/>
          <w:i w:val="0"/>
          <w:szCs w:val="24"/>
        </w:rPr>
        <w:t>Karin Saan</w:t>
      </w:r>
      <w:r w:rsidR="00660319" w:rsidRPr="00660319">
        <w:rPr>
          <w:rStyle w:val="af1"/>
          <w:b w:val="0"/>
          <w:i w:val="0"/>
          <w:szCs w:val="24"/>
        </w:rPr>
        <w:br/>
      </w:r>
      <w:r w:rsidR="007A19FE">
        <w:rPr>
          <w:rStyle w:val="af1"/>
          <w:b w:val="0"/>
          <w:i w:val="0"/>
          <w:szCs w:val="24"/>
        </w:rPr>
        <w:t>perekonnaseisutoimingute talituse juhataja</w:t>
      </w:r>
      <w:r w:rsidR="00660319" w:rsidRPr="00660319">
        <w:rPr>
          <w:rStyle w:val="af1"/>
          <w:b w:val="0"/>
          <w:i w:val="0"/>
          <w:szCs w:val="24"/>
        </w:rPr>
        <w:br/>
        <w:t>Siseministeerium</w:t>
      </w:r>
      <w:r w:rsidR="00660319" w:rsidRPr="00660319">
        <w:rPr>
          <w:rStyle w:val="af1"/>
          <w:b w:val="0"/>
          <w:i w:val="0"/>
          <w:szCs w:val="24"/>
        </w:rPr>
        <w:br/>
        <w:t>Rahvastikutoimingute osakond</w:t>
      </w:r>
      <w:r w:rsidR="00660319" w:rsidRPr="00660319">
        <w:rPr>
          <w:rStyle w:val="af1"/>
          <w:b w:val="0"/>
          <w:i w:val="0"/>
          <w:szCs w:val="24"/>
        </w:rPr>
        <w:br/>
      </w:r>
      <w:hyperlink r:id="rId8" w:history="1">
        <w:r w:rsidR="00660319" w:rsidRPr="00660319">
          <w:rPr>
            <w:rStyle w:val="af1"/>
            <w:b w:val="0"/>
            <w:i w:val="0"/>
            <w:szCs w:val="24"/>
          </w:rPr>
          <w:t>info@siseministeerium.ee</w:t>
        </w:r>
      </w:hyperlink>
      <w:r w:rsidR="008763EA">
        <w:rPr>
          <w:rStyle w:val="af1"/>
          <w:b w:val="0"/>
          <w:i w:val="0"/>
          <w:szCs w:val="24"/>
        </w:rPr>
        <w:tab/>
      </w:r>
      <w:r w:rsidR="008763EA">
        <w:rPr>
          <w:rStyle w:val="af1"/>
          <w:b w:val="0"/>
          <w:i w:val="0"/>
          <w:szCs w:val="24"/>
        </w:rPr>
        <w:tab/>
      </w:r>
      <w:r w:rsidR="008763EA">
        <w:rPr>
          <w:rStyle w:val="af1"/>
          <w:b w:val="0"/>
          <w:i w:val="0"/>
          <w:szCs w:val="24"/>
        </w:rPr>
        <w:tab/>
      </w:r>
      <w:r w:rsidR="008763EA">
        <w:rPr>
          <w:rStyle w:val="af1"/>
          <w:b w:val="0"/>
          <w:i w:val="0"/>
          <w:szCs w:val="24"/>
        </w:rPr>
        <w:tab/>
      </w:r>
      <w:r w:rsidR="008763EA">
        <w:rPr>
          <w:rStyle w:val="af1"/>
          <w:b w:val="0"/>
          <w:i w:val="0"/>
          <w:szCs w:val="24"/>
        </w:rPr>
        <w:tab/>
      </w:r>
      <w:r w:rsidR="008763EA">
        <w:rPr>
          <w:rStyle w:val="af1"/>
          <w:b w:val="0"/>
          <w:i w:val="0"/>
          <w:szCs w:val="24"/>
        </w:rPr>
        <w:tab/>
        <w:t xml:space="preserve">               </w:t>
      </w:r>
      <w:r w:rsidR="0088040F">
        <w:rPr>
          <w:rStyle w:val="af1"/>
          <w:b w:val="0"/>
          <w:i w:val="0"/>
          <w:szCs w:val="24"/>
        </w:rPr>
        <w:t xml:space="preserve">     </w:t>
      </w:r>
      <w:r w:rsidR="008763EA">
        <w:rPr>
          <w:rStyle w:val="af1"/>
          <w:b w:val="0"/>
          <w:i w:val="0"/>
          <w:szCs w:val="24"/>
        </w:rPr>
        <w:t>01.02.2024</w:t>
      </w:r>
    </w:p>
    <w:p w14:paraId="687274DC" w14:textId="77777777" w:rsidR="00660319" w:rsidRPr="00660319" w:rsidRDefault="00660319" w:rsidP="00660319">
      <w:pPr>
        <w:rPr>
          <w:sz w:val="24"/>
          <w:szCs w:val="24"/>
        </w:rPr>
      </w:pPr>
    </w:p>
    <w:p w14:paraId="09F9F7CA" w14:textId="77777777" w:rsidR="005377F4" w:rsidRPr="00660319" w:rsidRDefault="00660319" w:rsidP="005377F4">
      <w:pPr>
        <w:rPr>
          <w:sz w:val="24"/>
          <w:szCs w:val="24"/>
        </w:rPr>
      </w:pPr>
      <w:r w:rsidRPr="00660319">
        <w:rPr>
          <w:sz w:val="24"/>
          <w:szCs w:val="24"/>
        </w:rPr>
        <w:tab/>
      </w:r>
      <w:r w:rsidRPr="00660319">
        <w:rPr>
          <w:sz w:val="24"/>
          <w:szCs w:val="24"/>
        </w:rPr>
        <w:tab/>
      </w:r>
      <w:r w:rsidRPr="00660319">
        <w:rPr>
          <w:sz w:val="24"/>
          <w:szCs w:val="24"/>
        </w:rPr>
        <w:tab/>
      </w:r>
      <w:r w:rsidRPr="00660319">
        <w:rPr>
          <w:sz w:val="24"/>
          <w:szCs w:val="24"/>
        </w:rPr>
        <w:tab/>
      </w:r>
      <w:r w:rsidRPr="00660319">
        <w:rPr>
          <w:sz w:val="24"/>
          <w:szCs w:val="24"/>
        </w:rPr>
        <w:tab/>
      </w:r>
      <w:r w:rsidRPr="00660319">
        <w:rPr>
          <w:sz w:val="24"/>
          <w:szCs w:val="24"/>
        </w:rPr>
        <w:tab/>
      </w:r>
      <w:r w:rsidRPr="00660319">
        <w:rPr>
          <w:sz w:val="24"/>
          <w:szCs w:val="24"/>
        </w:rPr>
        <w:tab/>
      </w:r>
      <w:r w:rsidRPr="00660319">
        <w:rPr>
          <w:sz w:val="24"/>
          <w:szCs w:val="24"/>
        </w:rPr>
        <w:tab/>
      </w:r>
      <w:r w:rsidRPr="00660319">
        <w:rPr>
          <w:sz w:val="24"/>
          <w:szCs w:val="24"/>
        </w:rPr>
        <w:tab/>
      </w:r>
    </w:p>
    <w:p w14:paraId="55A3A805" w14:textId="77777777" w:rsidR="005377F4" w:rsidRPr="001A18FD" w:rsidRDefault="005377F4" w:rsidP="005377F4">
      <w:pPr>
        <w:rPr>
          <w:b/>
          <w:bCs/>
          <w:sz w:val="24"/>
          <w:szCs w:val="24"/>
        </w:rPr>
      </w:pPr>
      <w:r w:rsidRPr="001A18FD">
        <w:rPr>
          <w:b/>
          <w:bCs/>
          <w:sz w:val="24"/>
          <w:szCs w:val="24"/>
        </w:rPr>
        <w:t>AVALDUS EKSAMIKOMISJONILE</w:t>
      </w:r>
      <w:r w:rsidRPr="001A18FD">
        <w:rPr>
          <w:b/>
          <w:bCs/>
          <w:sz w:val="24"/>
          <w:szCs w:val="24"/>
        </w:rPr>
        <w:br/>
      </w:r>
    </w:p>
    <w:p w14:paraId="0271A508" w14:textId="49C5A90C" w:rsidR="00C8678E" w:rsidRPr="001A18FD" w:rsidRDefault="005377F4" w:rsidP="005377F4">
      <w:pPr>
        <w:rPr>
          <w:i/>
          <w:sz w:val="24"/>
          <w:szCs w:val="24"/>
        </w:rPr>
      </w:pPr>
      <w:r w:rsidRPr="00660319">
        <w:rPr>
          <w:sz w:val="24"/>
          <w:szCs w:val="24"/>
        </w:rPr>
        <w:t>Palun registreerida eksamile:</w:t>
      </w:r>
      <w:r w:rsidRPr="00660319">
        <w:rPr>
          <w:sz w:val="24"/>
          <w:szCs w:val="24"/>
        </w:rPr>
        <w:br/>
      </w:r>
      <w:r w:rsidRPr="00660319">
        <w:rPr>
          <w:sz w:val="24"/>
          <w:szCs w:val="24"/>
        </w:rPr>
        <w:br/>
        <w:t xml:space="preserve">1) eksamil osaleja ees- </w:t>
      </w:r>
      <w:r w:rsidR="007A19FE">
        <w:rPr>
          <w:sz w:val="24"/>
          <w:szCs w:val="24"/>
        </w:rPr>
        <w:t>ja perekonnanimi ja isikukood</w:t>
      </w:r>
      <w:r w:rsidR="001A18FD">
        <w:rPr>
          <w:sz w:val="24"/>
          <w:szCs w:val="24"/>
        </w:rPr>
        <w:t>:</w:t>
      </w:r>
      <w:r w:rsidR="007A19FE">
        <w:rPr>
          <w:sz w:val="24"/>
          <w:szCs w:val="24"/>
        </w:rPr>
        <w:t xml:space="preserve"> </w:t>
      </w:r>
      <w:r w:rsidR="007A19FE" w:rsidRPr="001A18FD">
        <w:rPr>
          <w:b/>
          <w:bCs/>
          <w:sz w:val="24"/>
          <w:szCs w:val="24"/>
        </w:rPr>
        <w:t>Merlin Martsepp</w:t>
      </w:r>
      <w:r w:rsidR="001A18FD">
        <w:rPr>
          <w:b/>
          <w:bCs/>
          <w:sz w:val="24"/>
          <w:szCs w:val="24"/>
        </w:rPr>
        <w:t>,</w:t>
      </w:r>
      <w:r w:rsidRPr="001A18FD">
        <w:rPr>
          <w:b/>
          <w:bCs/>
          <w:sz w:val="24"/>
          <w:szCs w:val="24"/>
        </w:rPr>
        <w:t xml:space="preserve"> </w:t>
      </w:r>
      <w:proofErr w:type="spellStart"/>
      <w:r w:rsidR="001A18FD">
        <w:rPr>
          <w:b/>
          <w:bCs/>
          <w:sz w:val="24"/>
          <w:szCs w:val="24"/>
        </w:rPr>
        <w:t>ik</w:t>
      </w:r>
      <w:proofErr w:type="spellEnd"/>
      <w:r w:rsidR="007A19FE" w:rsidRPr="001A18FD">
        <w:rPr>
          <w:b/>
          <w:bCs/>
          <w:sz w:val="24"/>
          <w:szCs w:val="24"/>
        </w:rPr>
        <w:t xml:space="preserve"> 49411013749</w:t>
      </w:r>
      <w:r w:rsidRPr="00660319">
        <w:rPr>
          <w:sz w:val="24"/>
          <w:szCs w:val="24"/>
        </w:rPr>
        <w:br/>
        <w:t>2) e-posti aadress ja telefoni number</w:t>
      </w:r>
      <w:r w:rsidR="001A18FD">
        <w:rPr>
          <w:sz w:val="24"/>
          <w:szCs w:val="24"/>
        </w:rPr>
        <w:t>:</w:t>
      </w:r>
      <w:r w:rsidR="007A19FE">
        <w:rPr>
          <w:rStyle w:val="a8"/>
          <w:sz w:val="24"/>
          <w:szCs w:val="24"/>
        </w:rPr>
        <w:t xml:space="preserve"> </w:t>
      </w:r>
      <w:hyperlink r:id="rId9" w:history="1">
        <w:r w:rsidR="007A19FE" w:rsidRPr="00FC0B8F">
          <w:rPr>
            <w:rStyle w:val="a8"/>
            <w:sz w:val="24"/>
            <w:szCs w:val="24"/>
          </w:rPr>
          <w:t>merlin.martsepp@narva.ee</w:t>
        </w:r>
      </w:hyperlink>
      <w:r w:rsidR="007A19FE">
        <w:rPr>
          <w:rStyle w:val="a8"/>
          <w:sz w:val="24"/>
          <w:szCs w:val="24"/>
        </w:rPr>
        <w:t>; 3570002</w:t>
      </w:r>
      <w:r w:rsidRPr="00660319">
        <w:rPr>
          <w:sz w:val="24"/>
          <w:szCs w:val="24"/>
        </w:rPr>
        <w:br/>
        <w:t>3) millisel kuupäeval</w:t>
      </w:r>
      <w:r w:rsidR="007A19FE">
        <w:rPr>
          <w:sz w:val="24"/>
          <w:szCs w:val="24"/>
        </w:rPr>
        <w:t xml:space="preserve"> eksamil osaleda soovitakse</w:t>
      </w:r>
      <w:r w:rsidR="001A18FD">
        <w:rPr>
          <w:sz w:val="24"/>
          <w:szCs w:val="24"/>
        </w:rPr>
        <w:t xml:space="preserve">: </w:t>
      </w:r>
      <w:r w:rsidR="007A19FE" w:rsidRPr="001A18FD">
        <w:rPr>
          <w:b/>
          <w:bCs/>
          <w:sz w:val="24"/>
          <w:szCs w:val="24"/>
        </w:rPr>
        <w:t>02.04.2024</w:t>
      </w:r>
      <w:r w:rsidRPr="00660319">
        <w:rPr>
          <w:sz w:val="24"/>
          <w:szCs w:val="24"/>
        </w:rPr>
        <w:br/>
        <w:t>4) milliseid perekonnaseisutoiminguid ametnik tegema hakkab</w:t>
      </w:r>
      <w:r w:rsidR="001A18FD">
        <w:rPr>
          <w:sz w:val="24"/>
          <w:szCs w:val="24"/>
        </w:rPr>
        <w:t xml:space="preserve">:  </w:t>
      </w:r>
      <w:r w:rsidRPr="001A18FD">
        <w:rPr>
          <w:b/>
          <w:bCs/>
          <w:sz w:val="24"/>
          <w:szCs w:val="24"/>
        </w:rPr>
        <w:t>maakonna keskuse KOV pädevuses</w:t>
      </w:r>
      <w:r w:rsidRPr="001A18FD">
        <w:rPr>
          <w:b/>
          <w:bCs/>
          <w:sz w:val="24"/>
          <w:szCs w:val="24"/>
        </w:rPr>
        <w:br/>
      </w:r>
      <w:r w:rsidRPr="00660319">
        <w:rPr>
          <w:sz w:val="24"/>
          <w:szCs w:val="24"/>
        </w:rPr>
        <w:t xml:space="preserve">5) </w:t>
      </w:r>
      <w:r w:rsidR="001A18FD">
        <w:rPr>
          <w:sz w:val="24"/>
          <w:szCs w:val="24"/>
        </w:rPr>
        <w:t>k</w:t>
      </w:r>
      <w:r w:rsidR="001A18FD" w:rsidRPr="001A18FD">
        <w:rPr>
          <w:sz w:val="24"/>
          <w:szCs w:val="24"/>
        </w:rPr>
        <w:t>innitan, et eksamil osaleja asub Narva Linnakantseleis täitma perekonnaseisuametniku ülesandeid.</w:t>
      </w:r>
    </w:p>
    <w:p w14:paraId="5CD4D5E2" w14:textId="77777777" w:rsidR="00C8678E" w:rsidRDefault="00C8678E" w:rsidP="00C8678E">
      <w:pPr>
        <w:jc w:val="both"/>
        <w:rPr>
          <w:i/>
          <w:sz w:val="24"/>
          <w:szCs w:val="24"/>
        </w:rPr>
      </w:pPr>
    </w:p>
    <w:p w14:paraId="0FA20495" w14:textId="7727DCD4" w:rsidR="001A18FD" w:rsidRPr="001A18FD" w:rsidRDefault="001A18FD" w:rsidP="00C8678E">
      <w:pPr>
        <w:jc w:val="both"/>
        <w:rPr>
          <w:iCs/>
          <w:sz w:val="24"/>
          <w:szCs w:val="24"/>
        </w:rPr>
      </w:pPr>
      <w:r w:rsidRPr="001A18FD">
        <w:rPr>
          <w:iCs/>
          <w:sz w:val="24"/>
          <w:szCs w:val="24"/>
        </w:rPr>
        <w:t>(allkirjastatud digitaalselt)</w:t>
      </w:r>
    </w:p>
    <w:p w14:paraId="4DDC34C1" w14:textId="77777777" w:rsidR="00A53BC5" w:rsidRPr="00660319" w:rsidRDefault="00A53BC5" w:rsidP="00C8678E">
      <w:pPr>
        <w:jc w:val="both"/>
        <w:rPr>
          <w:i/>
          <w:sz w:val="24"/>
          <w:szCs w:val="24"/>
        </w:rPr>
      </w:pPr>
    </w:p>
    <w:p w14:paraId="13E0BCC3" w14:textId="77777777" w:rsidR="008228C4" w:rsidRPr="00A53BC5" w:rsidRDefault="00A53BC5" w:rsidP="00A53BC5">
      <w:pPr>
        <w:pStyle w:val="ac"/>
        <w:rPr>
          <w:rFonts w:ascii="Times New Roman" w:hAnsi="Times New Roman" w:cs="Times New Roman"/>
          <w:sz w:val="24"/>
          <w:szCs w:val="24"/>
        </w:rPr>
      </w:pPr>
      <w:r w:rsidRPr="00A53BC5">
        <w:rPr>
          <w:rFonts w:ascii="Times New Roman" w:hAnsi="Times New Roman" w:cs="Times New Roman"/>
          <w:sz w:val="24"/>
          <w:szCs w:val="24"/>
        </w:rPr>
        <w:t>Sergei Solodov</w:t>
      </w:r>
    </w:p>
    <w:p w14:paraId="2FB646DA" w14:textId="77777777" w:rsidR="00A53BC5" w:rsidRPr="00A53BC5" w:rsidRDefault="00A53BC5" w:rsidP="00A53BC5">
      <w:pPr>
        <w:pStyle w:val="ac"/>
        <w:rPr>
          <w:rFonts w:ascii="Times New Roman" w:hAnsi="Times New Roman" w:cs="Times New Roman"/>
          <w:sz w:val="24"/>
          <w:szCs w:val="24"/>
        </w:rPr>
      </w:pPr>
      <w:r w:rsidRPr="00A53BC5">
        <w:rPr>
          <w:rFonts w:ascii="Times New Roman" w:hAnsi="Times New Roman" w:cs="Times New Roman"/>
          <w:sz w:val="24"/>
          <w:szCs w:val="24"/>
        </w:rPr>
        <w:t>Linnasekretäri asendaja</w:t>
      </w:r>
    </w:p>
    <w:sectPr w:rsidR="00A53BC5" w:rsidRPr="00A53BC5" w:rsidSect="001A18FD">
      <w:headerReference w:type="default" r:id="rId10"/>
      <w:footerReference w:type="default" r:id="rId11"/>
      <w:pgSz w:w="11906" w:h="16838"/>
      <w:pgMar w:top="540" w:right="849" w:bottom="719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1B036" w14:textId="77777777" w:rsidR="00F04F71" w:rsidRDefault="00F04F71">
      <w:r>
        <w:separator/>
      </w:r>
    </w:p>
  </w:endnote>
  <w:endnote w:type="continuationSeparator" w:id="0">
    <w:p w14:paraId="57C1A64A" w14:textId="77777777" w:rsidR="00F04F71" w:rsidRDefault="00F0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64F4" w14:textId="77777777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  <w:t>registrikood 75008485</w:t>
    </w:r>
    <w:r w:rsidR="0021778E" w:rsidRPr="0021778E">
      <w:rPr>
        <w:color w:val="365F91" w:themeColor="accent1" w:themeShade="BF"/>
        <w:sz w:val="20"/>
      </w:rPr>
      <w:tab/>
      <w:t>tel.: +372 359 9001</w:t>
    </w:r>
  </w:p>
  <w:p w14:paraId="07ADD70F" w14:textId="77777777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  <w:t>fax.: +372 359 9020</w:t>
    </w:r>
  </w:p>
  <w:p w14:paraId="33201C03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71DF7674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24D03867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D042" w14:textId="77777777" w:rsidR="00F04F71" w:rsidRDefault="00F04F71">
      <w:r>
        <w:separator/>
      </w:r>
    </w:p>
  </w:footnote>
  <w:footnote w:type="continuationSeparator" w:id="0">
    <w:p w14:paraId="3546F55C" w14:textId="77777777" w:rsidR="00F04F71" w:rsidRDefault="00F04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788" w14:textId="77777777" w:rsidR="00BB0462" w:rsidRDefault="00217545">
    <w:pPr>
      <w:pStyle w:val="a3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B871B7" wp14:editId="33EF61A2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8149EA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3A1DB600" wp14:editId="20DBF7D7">
                                <wp:extent cx="657225" cy="800100"/>
                                <wp:effectExtent l="0" t="0" r="9525" b="0"/>
                                <wp:docPr id="1292579402" name="Pilt 4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7FD431D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0855E3">
                            <w:rPr>
                              <w:color w:val="0000FF"/>
                              <w:sz w:val="44"/>
                              <w:szCs w:val="44"/>
                            </w:rPr>
                            <w:t>KANTSELEI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B871B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" stroked="f">
              <v:textbox>
                <w:txbxContent>
                  <w:p w14:paraId="018149EA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3A1DB600" wp14:editId="20DBF7D7">
                          <wp:extent cx="657225" cy="800100"/>
                          <wp:effectExtent l="0" t="0" r="9525" b="0"/>
                          <wp:docPr id="1292579402" name="Pilt 4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7FD431D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0855E3">
                      <w:rPr>
                        <w:color w:val="0000FF"/>
                        <w:sz w:val="44"/>
                        <w:szCs w:val="44"/>
                      </w:rPr>
                      <w:t>KANTSELEI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1924"/>
    <w:multiLevelType w:val="hybridMultilevel"/>
    <w:tmpl w:val="2DDC9D30"/>
    <w:lvl w:ilvl="0" w:tplc="A46E80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7D00"/>
    <w:multiLevelType w:val="hybridMultilevel"/>
    <w:tmpl w:val="D7CADA6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C465C"/>
    <w:multiLevelType w:val="hybridMultilevel"/>
    <w:tmpl w:val="11F40E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66CB"/>
    <w:multiLevelType w:val="multilevel"/>
    <w:tmpl w:val="96B2C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9139067">
    <w:abstractNumId w:val="1"/>
  </w:num>
  <w:num w:numId="2" w16cid:durableId="1898976094">
    <w:abstractNumId w:val="2"/>
  </w:num>
  <w:num w:numId="3" w16cid:durableId="974943329">
    <w:abstractNumId w:val="0"/>
  </w:num>
  <w:num w:numId="4" w16cid:durableId="7158584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AF3"/>
    <w:rsid w:val="000051EC"/>
    <w:rsid w:val="000232CC"/>
    <w:rsid w:val="00065E9B"/>
    <w:rsid w:val="000855E3"/>
    <w:rsid w:val="00086DC9"/>
    <w:rsid w:val="00093CD9"/>
    <w:rsid w:val="000B4D6F"/>
    <w:rsid w:val="000B7200"/>
    <w:rsid w:val="000C2C5A"/>
    <w:rsid w:val="000C45AD"/>
    <w:rsid w:val="00102AA6"/>
    <w:rsid w:val="001111AE"/>
    <w:rsid w:val="00111590"/>
    <w:rsid w:val="00115BEA"/>
    <w:rsid w:val="00134F08"/>
    <w:rsid w:val="00163C9E"/>
    <w:rsid w:val="001832AF"/>
    <w:rsid w:val="001919FA"/>
    <w:rsid w:val="001A18FD"/>
    <w:rsid w:val="001A490B"/>
    <w:rsid w:val="001B71CA"/>
    <w:rsid w:val="001D48BC"/>
    <w:rsid w:val="001D6D90"/>
    <w:rsid w:val="001E4DB0"/>
    <w:rsid w:val="001F6824"/>
    <w:rsid w:val="0020009F"/>
    <w:rsid w:val="00204FDC"/>
    <w:rsid w:val="00216A6E"/>
    <w:rsid w:val="00217545"/>
    <w:rsid w:val="0021778E"/>
    <w:rsid w:val="00224B44"/>
    <w:rsid w:val="00235903"/>
    <w:rsid w:val="00265008"/>
    <w:rsid w:val="0027225A"/>
    <w:rsid w:val="00276FF3"/>
    <w:rsid w:val="00291D90"/>
    <w:rsid w:val="002A0523"/>
    <w:rsid w:val="002D3796"/>
    <w:rsid w:val="002E1FDF"/>
    <w:rsid w:val="00304447"/>
    <w:rsid w:val="00315DA8"/>
    <w:rsid w:val="00330B9E"/>
    <w:rsid w:val="00341532"/>
    <w:rsid w:val="00355048"/>
    <w:rsid w:val="00356C66"/>
    <w:rsid w:val="00377E85"/>
    <w:rsid w:val="003857DB"/>
    <w:rsid w:val="00406AA3"/>
    <w:rsid w:val="004229A6"/>
    <w:rsid w:val="00426419"/>
    <w:rsid w:val="00426B03"/>
    <w:rsid w:val="0045076E"/>
    <w:rsid w:val="00451A64"/>
    <w:rsid w:val="004552E8"/>
    <w:rsid w:val="0045793F"/>
    <w:rsid w:val="00467865"/>
    <w:rsid w:val="004811AA"/>
    <w:rsid w:val="00482CD6"/>
    <w:rsid w:val="004B48D2"/>
    <w:rsid w:val="004E6A70"/>
    <w:rsid w:val="004F0CA6"/>
    <w:rsid w:val="005158C2"/>
    <w:rsid w:val="00516E67"/>
    <w:rsid w:val="00526202"/>
    <w:rsid w:val="00531A53"/>
    <w:rsid w:val="005377F4"/>
    <w:rsid w:val="005470C8"/>
    <w:rsid w:val="0055332B"/>
    <w:rsid w:val="00560F32"/>
    <w:rsid w:val="00574A6F"/>
    <w:rsid w:val="005818F8"/>
    <w:rsid w:val="00584873"/>
    <w:rsid w:val="005860A3"/>
    <w:rsid w:val="00590EBE"/>
    <w:rsid w:val="005A21FA"/>
    <w:rsid w:val="005B4CC8"/>
    <w:rsid w:val="005D4134"/>
    <w:rsid w:val="005D66F1"/>
    <w:rsid w:val="005E1608"/>
    <w:rsid w:val="00647E2E"/>
    <w:rsid w:val="006576F4"/>
    <w:rsid w:val="00660319"/>
    <w:rsid w:val="00675818"/>
    <w:rsid w:val="006B73F7"/>
    <w:rsid w:val="006B7DE5"/>
    <w:rsid w:val="006F7D7D"/>
    <w:rsid w:val="00714A65"/>
    <w:rsid w:val="0072158C"/>
    <w:rsid w:val="00724A62"/>
    <w:rsid w:val="007411D3"/>
    <w:rsid w:val="0075210C"/>
    <w:rsid w:val="007549B7"/>
    <w:rsid w:val="00757177"/>
    <w:rsid w:val="0078577D"/>
    <w:rsid w:val="007919BA"/>
    <w:rsid w:val="007A19FE"/>
    <w:rsid w:val="007A539C"/>
    <w:rsid w:val="007A786C"/>
    <w:rsid w:val="007B72B3"/>
    <w:rsid w:val="007C1AF3"/>
    <w:rsid w:val="007C73EA"/>
    <w:rsid w:val="007D5030"/>
    <w:rsid w:val="007F59E2"/>
    <w:rsid w:val="008228C4"/>
    <w:rsid w:val="00832D8F"/>
    <w:rsid w:val="008440F0"/>
    <w:rsid w:val="00845A3F"/>
    <w:rsid w:val="00870EE2"/>
    <w:rsid w:val="00873EE1"/>
    <w:rsid w:val="008763EA"/>
    <w:rsid w:val="0088040F"/>
    <w:rsid w:val="00892622"/>
    <w:rsid w:val="008946B8"/>
    <w:rsid w:val="00896ECC"/>
    <w:rsid w:val="008A046B"/>
    <w:rsid w:val="008B4B3C"/>
    <w:rsid w:val="008C0AAE"/>
    <w:rsid w:val="008C76DB"/>
    <w:rsid w:val="008D217F"/>
    <w:rsid w:val="008E1697"/>
    <w:rsid w:val="008E5BFB"/>
    <w:rsid w:val="008E6961"/>
    <w:rsid w:val="008F3B0F"/>
    <w:rsid w:val="009028B5"/>
    <w:rsid w:val="00921943"/>
    <w:rsid w:val="00933EDA"/>
    <w:rsid w:val="009476D6"/>
    <w:rsid w:val="009574EF"/>
    <w:rsid w:val="00961D80"/>
    <w:rsid w:val="009714EF"/>
    <w:rsid w:val="009738AC"/>
    <w:rsid w:val="00973BF1"/>
    <w:rsid w:val="009A1C9A"/>
    <w:rsid w:val="009A29AB"/>
    <w:rsid w:val="009A2A32"/>
    <w:rsid w:val="009B09B2"/>
    <w:rsid w:val="009C67F9"/>
    <w:rsid w:val="009D5DD1"/>
    <w:rsid w:val="00A02DA8"/>
    <w:rsid w:val="00A053EB"/>
    <w:rsid w:val="00A061BB"/>
    <w:rsid w:val="00A21DD4"/>
    <w:rsid w:val="00A53BC5"/>
    <w:rsid w:val="00A85CBA"/>
    <w:rsid w:val="00A877C7"/>
    <w:rsid w:val="00A900E3"/>
    <w:rsid w:val="00AA01DA"/>
    <w:rsid w:val="00AC1D7A"/>
    <w:rsid w:val="00AC2361"/>
    <w:rsid w:val="00AC7477"/>
    <w:rsid w:val="00AD6E84"/>
    <w:rsid w:val="00AE1C82"/>
    <w:rsid w:val="00AE2509"/>
    <w:rsid w:val="00AE6E25"/>
    <w:rsid w:val="00AF2B86"/>
    <w:rsid w:val="00B612E8"/>
    <w:rsid w:val="00B76E02"/>
    <w:rsid w:val="00B91310"/>
    <w:rsid w:val="00B9787A"/>
    <w:rsid w:val="00BA3A76"/>
    <w:rsid w:val="00BA737D"/>
    <w:rsid w:val="00BB0462"/>
    <w:rsid w:val="00BB498E"/>
    <w:rsid w:val="00BB5A73"/>
    <w:rsid w:val="00BC2502"/>
    <w:rsid w:val="00BC41C0"/>
    <w:rsid w:val="00BC4D21"/>
    <w:rsid w:val="00BD1221"/>
    <w:rsid w:val="00BE1E15"/>
    <w:rsid w:val="00BE246D"/>
    <w:rsid w:val="00C465D0"/>
    <w:rsid w:val="00C4668F"/>
    <w:rsid w:val="00C6747D"/>
    <w:rsid w:val="00C81603"/>
    <w:rsid w:val="00C84D39"/>
    <w:rsid w:val="00C8623D"/>
    <w:rsid w:val="00C8678E"/>
    <w:rsid w:val="00C95C5E"/>
    <w:rsid w:val="00CB68FA"/>
    <w:rsid w:val="00CC0955"/>
    <w:rsid w:val="00CD5A26"/>
    <w:rsid w:val="00CD7612"/>
    <w:rsid w:val="00CE36EE"/>
    <w:rsid w:val="00D03BCA"/>
    <w:rsid w:val="00D26716"/>
    <w:rsid w:val="00D40F28"/>
    <w:rsid w:val="00D515B5"/>
    <w:rsid w:val="00D653C0"/>
    <w:rsid w:val="00D97929"/>
    <w:rsid w:val="00DA19FC"/>
    <w:rsid w:val="00DA7318"/>
    <w:rsid w:val="00DA7EAA"/>
    <w:rsid w:val="00DB3957"/>
    <w:rsid w:val="00DC1D97"/>
    <w:rsid w:val="00DF4F38"/>
    <w:rsid w:val="00E37A7D"/>
    <w:rsid w:val="00E44FB5"/>
    <w:rsid w:val="00E51771"/>
    <w:rsid w:val="00E77F88"/>
    <w:rsid w:val="00E948B6"/>
    <w:rsid w:val="00EA0F21"/>
    <w:rsid w:val="00EA1C71"/>
    <w:rsid w:val="00EC7FCF"/>
    <w:rsid w:val="00ED17EA"/>
    <w:rsid w:val="00ED4781"/>
    <w:rsid w:val="00F04F71"/>
    <w:rsid w:val="00F269CD"/>
    <w:rsid w:val="00F44DE1"/>
    <w:rsid w:val="00F5483B"/>
    <w:rsid w:val="00F57B00"/>
    <w:rsid w:val="00F7391B"/>
    <w:rsid w:val="00F77F1D"/>
    <w:rsid w:val="00F90857"/>
    <w:rsid w:val="00FB1487"/>
    <w:rsid w:val="00FB50EA"/>
    <w:rsid w:val="00FC1BBF"/>
    <w:rsid w:val="00FE1AFF"/>
    <w:rsid w:val="00FE65E5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ECDFAF"/>
  <w15:docId w15:val="{66A3DC1F-FBD5-44C4-AB61-94112B35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738AC"/>
    <w:pPr>
      <w:keepNext/>
      <w:spacing w:after="0" w:line="240" w:lineRule="auto"/>
      <w:jc w:val="both"/>
      <w:outlineLvl w:val="0"/>
    </w:pPr>
    <w:rPr>
      <w:rFonts w:eastAsia="Times New Roman"/>
      <w:b/>
      <w:color w:val="000000"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61D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61D8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Table List 6"/>
    <w:basedOn w:val="a1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3">
    <w:name w:val="header"/>
    <w:basedOn w:val="a"/>
    <w:rsid w:val="00675818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675818"/>
    <w:pPr>
      <w:tabs>
        <w:tab w:val="center" w:pos="4536"/>
        <w:tab w:val="right" w:pos="9072"/>
      </w:tabs>
    </w:pPr>
  </w:style>
  <w:style w:type="table" w:styleId="a5">
    <w:name w:val="Table Grid"/>
    <w:basedOn w:val="a1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55048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rsid w:val="00D03BCA"/>
    <w:rPr>
      <w:color w:val="0000FF" w:themeColor="hyperlink"/>
      <w:u w:val="single"/>
    </w:rPr>
  </w:style>
  <w:style w:type="paragraph" w:styleId="a9">
    <w:name w:val="List Paragraph"/>
    <w:basedOn w:val="a"/>
    <w:qFormat/>
    <w:rsid w:val="0078577D"/>
    <w:pPr>
      <w:ind w:left="720"/>
      <w:contextualSpacing/>
    </w:pPr>
  </w:style>
  <w:style w:type="paragraph" w:styleId="aa">
    <w:name w:val="No Spacing"/>
    <w:uiPriority w:val="1"/>
    <w:qFormat/>
    <w:rsid w:val="00BA737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70EE2"/>
  </w:style>
  <w:style w:type="character" w:customStyle="1" w:styleId="hps">
    <w:name w:val="hps"/>
    <w:basedOn w:val="a0"/>
    <w:rsid w:val="000B4D6F"/>
  </w:style>
  <w:style w:type="paragraph" w:styleId="ab">
    <w:name w:val="Normal (Web)"/>
    <w:basedOn w:val="a"/>
    <w:uiPriority w:val="99"/>
    <w:unhideWhenUsed/>
    <w:rsid w:val="00DA7EA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paragraph" w:styleId="ac">
    <w:name w:val="Title"/>
    <w:basedOn w:val="a"/>
    <w:next w:val="a"/>
    <w:link w:val="ad"/>
    <w:qFormat/>
    <w:rsid w:val="005A21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rsid w:val="005A21F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Default">
    <w:name w:val="Default"/>
    <w:rsid w:val="009574E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e">
    <w:name w:val="Subtitle"/>
    <w:basedOn w:val="a"/>
    <w:next w:val="a"/>
    <w:link w:val="af"/>
    <w:qFormat/>
    <w:rsid w:val="00163C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rsid w:val="00163C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9738AC"/>
    <w:rPr>
      <w:rFonts w:eastAsia="Times New Roman"/>
      <w:b/>
      <w:color w:val="000000"/>
      <w:sz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961D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semiHidden/>
    <w:rsid w:val="00961D80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styleId="af0">
    <w:name w:val="Strong"/>
    <w:basedOn w:val="a0"/>
    <w:uiPriority w:val="22"/>
    <w:qFormat/>
    <w:rsid w:val="00961D80"/>
    <w:rPr>
      <w:b/>
      <w:bCs/>
    </w:rPr>
  </w:style>
  <w:style w:type="character" w:styleId="af1">
    <w:name w:val="Emphasis"/>
    <w:basedOn w:val="a0"/>
    <w:qFormat/>
    <w:rsid w:val="006603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0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seministeerium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rlin.martsepp@nar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iri.johannes\Desktop\linnakantselei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7DBB-4CD8-4EE4-9746-E514D60F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linnakantselei kiri.dotx</Template>
  <TotalTime>5</TotalTime>
  <Pages>1</Pages>
  <Words>70</Words>
  <Characters>748</Characters>
  <Application>Microsoft Office Word</Application>
  <DocSecurity>4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 S</cp:lastModifiedBy>
  <cp:revision>2</cp:revision>
  <cp:lastPrinted>2022-10-10T11:26:00Z</cp:lastPrinted>
  <dcterms:created xsi:type="dcterms:W3CDTF">2024-02-01T09:40:00Z</dcterms:created>
  <dcterms:modified xsi:type="dcterms:W3CDTF">2024-02-01T09:40:00Z</dcterms:modified>
</cp:coreProperties>
</file>