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544C0F" w:rsidRDefault="005362D0" w:rsidP="00C976DC">
      <w:pPr>
        <w:pStyle w:val="Vahedeta"/>
        <w:rPr>
          <w:sz w:val="24"/>
          <w:szCs w:val="24"/>
        </w:rPr>
      </w:pPr>
    </w:p>
    <w:p w14:paraId="5C98B06B" w14:textId="77777777" w:rsidR="00597302" w:rsidRPr="00544C0F" w:rsidRDefault="00597302" w:rsidP="00AC5CB4">
      <w:pPr>
        <w:rPr>
          <w:sz w:val="24"/>
          <w:szCs w:val="24"/>
        </w:rPr>
      </w:pPr>
    </w:p>
    <w:p w14:paraId="66A3288D" w14:textId="77777777" w:rsidR="009F26C9" w:rsidRPr="00544C0F" w:rsidRDefault="009F26C9" w:rsidP="00543749">
      <w:pPr>
        <w:pStyle w:val="Keskminekoordinaatvrk21"/>
        <w:rPr>
          <w:rFonts w:ascii="Times New Roman" w:hAnsi="Times New Roman"/>
          <w:sz w:val="24"/>
          <w:szCs w:val="24"/>
        </w:rPr>
      </w:pPr>
    </w:p>
    <w:p w14:paraId="7D1F3CE9" w14:textId="77777777" w:rsidR="00A31CEC" w:rsidRPr="00544C0F" w:rsidRDefault="00A31CEC" w:rsidP="00A31CEC">
      <w:pPr>
        <w:spacing w:after="0" w:line="240" w:lineRule="auto"/>
        <w:rPr>
          <w:sz w:val="24"/>
          <w:szCs w:val="24"/>
        </w:rPr>
      </w:pPr>
    </w:p>
    <w:p w14:paraId="0114FD29" w14:textId="77777777" w:rsidR="00FD712F" w:rsidRDefault="00FD712F" w:rsidP="00FD712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CE56554" w14:textId="0FD0DF7C" w:rsidR="00C24417" w:rsidRPr="00C24417" w:rsidRDefault="00C24417" w:rsidP="00FD712F">
      <w:pPr>
        <w:jc w:val="both"/>
        <w:rPr>
          <w:sz w:val="24"/>
          <w:szCs w:val="24"/>
        </w:rPr>
      </w:pPr>
    </w:p>
    <w:p w14:paraId="68ACC7D1" w14:textId="0F80781D" w:rsidR="00C24417" w:rsidRPr="00C24417" w:rsidRDefault="00C24417" w:rsidP="00C24417">
      <w:pPr>
        <w:spacing w:after="0" w:line="240" w:lineRule="auto"/>
        <w:rPr>
          <w:sz w:val="24"/>
          <w:szCs w:val="24"/>
          <w:lang w:eastAsia="et-EE"/>
        </w:rPr>
      </w:pPr>
      <w:r w:rsidRPr="00C24417">
        <w:rPr>
          <w:rFonts w:ascii="Tahoma" w:hAnsi="Tahoma" w:cs="Tahoma"/>
          <w:sz w:val="24"/>
          <w:szCs w:val="24"/>
        </w:rPr>
        <w:t>﻿</w:t>
      </w:r>
      <w:hyperlink r:id="rId8" w:history="1">
        <w:r w:rsidRPr="00C24417">
          <w:rPr>
            <w:rStyle w:val="Hperlink"/>
            <w:sz w:val="24"/>
            <w:szCs w:val="24"/>
          </w:rPr>
          <w:t>janek.murakas@112.ee</w:t>
        </w:r>
      </w:hyperlink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Meie 21.06.2024 nr </w:t>
      </w:r>
      <w:bookmarkStart w:id="0" w:name="_GoBack"/>
      <w:bookmarkEnd w:id="0"/>
      <w:r w:rsidRPr="00C24417">
        <w:rPr>
          <w:sz w:val="24"/>
          <w:szCs w:val="24"/>
        </w:rPr>
        <w:t>2.1-15/6617</w:t>
      </w:r>
    </w:p>
    <w:p w14:paraId="477A8EE4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hyperlink r:id="rId9" w:history="1">
        <w:r w:rsidRPr="00C24417">
          <w:rPr>
            <w:rStyle w:val="Hperlink"/>
            <w:sz w:val="24"/>
            <w:szCs w:val="24"/>
          </w:rPr>
          <w:t>katlin.alvela@112.ee</w:t>
        </w:r>
      </w:hyperlink>
    </w:p>
    <w:p w14:paraId="0377B190" w14:textId="4B77D5B3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hyperlink r:id="rId10" w:history="1">
        <w:r w:rsidRPr="00C24417">
          <w:rPr>
            <w:rStyle w:val="Hperlink"/>
            <w:sz w:val="24"/>
            <w:szCs w:val="24"/>
          </w:rPr>
          <w:t>Birgit.lao@terviseamet.ee</w:t>
        </w:r>
      </w:hyperlink>
    </w:p>
    <w:p w14:paraId="21E38EB9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hyperlink r:id="rId11" w:history="1">
        <w:r w:rsidRPr="00C24417">
          <w:rPr>
            <w:rStyle w:val="Hperlink"/>
            <w:sz w:val="24"/>
            <w:szCs w:val="24"/>
          </w:rPr>
          <w:t>info@terviseamet.ee</w:t>
        </w:r>
      </w:hyperlink>
    </w:p>
    <w:p w14:paraId="31E70588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r w:rsidRPr="00C24417">
        <w:rPr>
          <w:sz w:val="24"/>
          <w:szCs w:val="24"/>
        </w:rPr>
        <w:t> </w:t>
      </w:r>
    </w:p>
    <w:p w14:paraId="06CC0056" w14:textId="016284B8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r w:rsidRPr="00C24417">
        <w:rPr>
          <w:sz w:val="24"/>
          <w:szCs w:val="24"/>
        </w:rPr>
        <w:t>Lp</w:t>
      </w:r>
      <w:r w:rsidRPr="00C24417">
        <w:rPr>
          <w:sz w:val="24"/>
          <w:szCs w:val="24"/>
        </w:rPr>
        <w:t xml:space="preserve"> Terviseameti ja Häirekeskuse juhid</w:t>
      </w:r>
    </w:p>
    <w:p w14:paraId="5B35931F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r w:rsidRPr="00C24417">
        <w:rPr>
          <w:sz w:val="24"/>
          <w:szCs w:val="24"/>
        </w:rPr>
        <w:t> </w:t>
      </w:r>
    </w:p>
    <w:p w14:paraId="3159E8B9" w14:textId="16A7A111" w:rsidR="00C24417" w:rsidRPr="00C24417" w:rsidRDefault="00C24417" w:rsidP="00C24417">
      <w:pPr>
        <w:spacing w:before="100" w:beforeAutospacing="1" w:after="100" w:afterAutospacing="1"/>
        <w:jc w:val="both"/>
        <w:rPr>
          <w:sz w:val="24"/>
          <w:szCs w:val="24"/>
        </w:rPr>
      </w:pPr>
      <w:r w:rsidRPr="00C24417">
        <w:rPr>
          <w:sz w:val="24"/>
          <w:szCs w:val="24"/>
        </w:rPr>
        <w:t xml:space="preserve">Seoses erakorralise olukorraga Narva piiripunkti, kus Vene Föderatsioon hoiab Eesti poolt suunduvaid </w:t>
      </w:r>
      <w:r w:rsidRPr="00C24417">
        <w:rPr>
          <w:sz w:val="24"/>
          <w:szCs w:val="24"/>
        </w:rPr>
        <w:t>isikuid 4-5 tundi järjekorras pü</w:t>
      </w:r>
      <w:r w:rsidRPr="00C24417">
        <w:rPr>
          <w:sz w:val="24"/>
          <w:szCs w:val="24"/>
        </w:rPr>
        <w:t>sti seismas kuuma kliima käes, palun saata Narva haigla kiirabi 1 brigaad seisma piiripunkti vahetusse lähedusse, et vajadusel kohest abi anda.</w:t>
      </w:r>
    </w:p>
    <w:p w14:paraId="6141E097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r w:rsidRPr="00C24417">
        <w:rPr>
          <w:sz w:val="24"/>
          <w:szCs w:val="24"/>
        </w:rPr>
        <w:t> </w:t>
      </w:r>
    </w:p>
    <w:p w14:paraId="3751E376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r w:rsidRPr="00C24417">
        <w:rPr>
          <w:sz w:val="24"/>
          <w:szCs w:val="24"/>
        </w:rPr>
        <w:t>Tänan teid kiire ja mõistva suhtumise eest ette.</w:t>
      </w:r>
    </w:p>
    <w:p w14:paraId="5B900134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</w:rPr>
      </w:pPr>
      <w:r w:rsidRPr="00C24417">
        <w:rPr>
          <w:sz w:val="24"/>
          <w:szCs w:val="24"/>
        </w:rPr>
        <w:t> </w:t>
      </w:r>
    </w:p>
    <w:p w14:paraId="3E8B11D7" w14:textId="77777777" w:rsidR="00C24417" w:rsidRPr="00C24417" w:rsidRDefault="00C24417" w:rsidP="00C24417">
      <w:pPr>
        <w:spacing w:before="100" w:beforeAutospacing="1" w:after="100" w:afterAutospacing="1"/>
        <w:rPr>
          <w:sz w:val="24"/>
          <w:szCs w:val="24"/>
          <w:lang w:val="fi-FI"/>
        </w:rPr>
      </w:pPr>
      <w:proofErr w:type="spellStart"/>
      <w:r w:rsidRPr="00C24417">
        <w:rPr>
          <w:sz w:val="24"/>
          <w:szCs w:val="24"/>
          <w:lang w:val="fi-FI"/>
        </w:rPr>
        <w:t>Lugupidamisega</w:t>
      </w:r>
      <w:proofErr w:type="spellEnd"/>
    </w:p>
    <w:p w14:paraId="3B8A4137" w14:textId="4282341C" w:rsidR="00C24417" w:rsidRPr="00C24417" w:rsidRDefault="00C24417" w:rsidP="00C24417">
      <w:pPr>
        <w:pStyle w:val="Vahedeta"/>
        <w:rPr>
          <w:sz w:val="24"/>
          <w:szCs w:val="24"/>
          <w:lang w:val="fi-FI"/>
        </w:rPr>
      </w:pPr>
      <w:r>
        <w:rPr>
          <w:sz w:val="24"/>
          <w:szCs w:val="24"/>
          <w:lang w:val="fi-FI"/>
        </w:rPr>
        <w:t>(</w:t>
      </w:r>
      <w:proofErr w:type="spellStart"/>
      <w:r>
        <w:rPr>
          <w:sz w:val="24"/>
          <w:szCs w:val="24"/>
          <w:lang w:val="fi-FI"/>
        </w:rPr>
        <w:t>allkirjastatud</w:t>
      </w:r>
      <w:proofErr w:type="spellEnd"/>
      <w:r>
        <w:rPr>
          <w:sz w:val="24"/>
          <w:szCs w:val="24"/>
          <w:lang w:val="fi-FI"/>
        </w:rPr>
        <w:t xml:space="preserve"> </w:t>
      </w:r>
      <w:proofErr w:type="spellStart"/>
      <w:r>
        <w:rPr>
          <w:sz w:val="24"/>
          <w:szCs w:val="24"/>
          <w:lang w:val="fi-FI"/>
        </w:rPr>
        <w:t>digitaalselt</w:t>
      </w:r>
      <w:proofErr w:type="spellEnd"/>
      <w:r>
        <w:rPr>
          <w:sz w:val="24"/>
          <w:szCs w:val="24"/>
          <w:lang w:val="fi-FI"/>
        </w:rPr>
        <w:t>)</w:t>
      </w:r>
    </w:p>
    <w:p w14:paraId="1815FC74" w14:textId="77777777" w:rsidR="00C24417" w:rsidRDefault="00C24417" w:rsidP="00C24417">
      <w:pPr>
        <w:pStyle w:val="Vahedeta"/>
        <w:rPr>
          <w:sz w:val="24"/>
          <w:szCs w:val="24"/>
          <w:lang w:val="fi-FI"/>
        </w:rPr>
      </w:pPr>
    </w:p>
    <w:p w14:paraId="41F4A190" w14:textId="21E51FEC" w:rsidR="00C24417" w:rsidRPr="00C24417" w:rsidRDefault="00C24417" w:rsidP="00C24417">
      <w:pPr>
        <w:pStyle w:val="Vahedeta"/>
        <w:rPr>
          <w:sz w:val="24"/>
          <w:szCs w:val="24"/>
          <w:lang w:val="fi-FI"/>
        </w:rPr>
      </w:pPr>
      <w:r w:rsidRPr="00C24417">
        <w:rPr>
          <w:sz w:val="24"/>
          <w:szCs w:val="24"/>
          <w:lang w:val="fi-FI"/>
        </w:rPr>
        <w:t xml:space="preserve">Jaan </w:t>
      </w:r>
      <w:proofErr w:type="spellStart"/>
      <w:r w:rsidRPr="00C24417">
        <w:rPr>
          <w:sz w:val="24"/>
          <w:szCs w:val="24"/>
          <w:lang w:val="fi-FI"/>
        </w:rPr>
        <w:t>Toots</w:t>
      </w:r>
      <w:proofErr w:type="spellEnd"/>
    </w:p>
    <w:p w14:paraId="72402555" w14:textId="68F8C03F" w:rsidR="00C24417" w:rsidRPr="00C24417" w:rsidRDefault="00C24417" w:rsidP="00C24417">
      <w:pPr>
        <w:pStyle w:val="Vahedeta"/>
        <w:rPr>
          <w:sz w:val="24"/>
          <w:szCs w:val="24"/>
        </w:rPr>
      </w:pPr>
      <w:proofErr w:type="spellStart"/>
      <w:r w:rsidRPr="00C24417">
        <w:rPr>
          <w:sz w:val="24"/>
          <w:szCs w:val="24"/>
          <w:lang w:val="fi-FI"/>
        </w:rPr>
        <w:t>Linnapea</w:t>
      </w:r>
      <w:proofErr w:type="spellEnd"/>
    </w:p>
    <w:p w14:paraId="5B1A4527" w14:textId="77777777" w:rsidR="00FD712F" w:rsidRPr="00C24417" w:rsidRDefault="00FD712F" w:rsidP="00C24417">
      <w:pPr>
        <w:pStyle w:val="Vahedeta"/>
        <w:rPr>
          <w:sz w:val="24"/>
          <w:szCs w:val="24"/>
        </w:rPr>
      </w:pPr>
    </w:p>
    <w:sectPr w:rsidR="00FD712F" w:rsidRPr="00C24417" w:rsidSect="00754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D081B" w14:textId="77777777" w:rsidR="00AF541F" w:rsidRDefault="00AF541F">
      <w:r>
        <w:separator/>
      </w:r>
    </w:p>
  </w:endnote>
  <w:endnote w:type="continuationSeparator" w:id="0">
    <w:p w14:paraId="596E8622" w14:textId="77777777" w:rsidR="00AF541F" w:rsidRDefault="00AF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2D74" w14:textId="77777777" w:rsidR="005B2D1C" w:rsidRDefault="005B2D1C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8752" w14:textId="77777777" w:rsidR="005B2D1C" w:rsidRDefault="005B2D1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94C1C" w14:textId="77777777" w:rsidR="00AF541F" w:rsidRDefault="00AF541F">
      <w:r>
        <w:separator/>
      </w:r>
    </w:p>
  </w:footnote>
  <w:footnote w:type="continuationSeparator" w:id="0">
    <w:p w14:paraId="64473E7B" w14:textId="77777777" w:rsidR="00AF541F" w:rsidRDefault="00AF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8E94F" w14:textId="77777777" w:rsidR="005B2D1C" w:rsidRDefault="005B2D1C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78E35" w14:textId="77777777" w:rsidR="005B2D1C" w:rsidRDefault="005B2D1C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0601E"/>
    <w:multiLevelType w:val="hybridMultilevel"/>
    <w:tmpl w:val="334AE7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E5AB1"/>
    <w:multiLevelType w:val="hybridMultilevel"/>
    <w:tmpl w:val="E2100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D2909"/>
    <w:multiLevelType w:val="hybridMultilevel"/>
    <w:tmpl w:val="3F9E1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6B962DED"/>
    <w:multiLevelType w:val="hybridMultilevel"/>
    <w:tmpl w:val="5B7E52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E5290"/>
    <w:multiLevelType w:val="hybridMultilevel"/>
    <w:tmpl w:val="B94A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52"/>
    <w:rsid w:val="0000439B"/>
    <w:rsid w:val="000259F8"/>
    <w:rsid w:val="00063648"/>
    <w:rsid w:val="00065323"/>
    <w:rsid w:val="00076783"/>
    <w:rsid w:val="00083CAD"/>
    <w:rsid w:val="0009475F"/>
    <w:rsid w:val="000C57D1"/>
    <w:rsid w:val="000D0E6E"/>
    <w:rsid w:val="000D6E7E"/>
    <w:rsid w:val="000D7C74"/>
    <w:rsid w:val="000F28D0"/>
    <w:rsid w:val="000F631E"/>
    <w:rsid w:val="001117C2"/>
    <w:rsid w:val="00113623"/>
    <w:rsid w:val="00116F52"/>
    <w:rsid w:val="00133432"/>
    <w:rsid w:val="00134F08"/>
    <w:rsid w:val="00135320"/>
    <w:rsid w:val="0013661D"/>
    <w:rsid w:val="0013696C"/>
    <w:rsid w:val="00144ED1"/>
    <w:rsid w:val="00151B4E"/>
    <w:rsid w:val="00166996"/>
    <w:rsid w:val="00166FE6"/>
    <w:rsid w:val="0018606B"/>
    <w:rsid w:val="001C5845"/>
    <w:rsid w:val="001E4D5D"/>
    <w:rsid w:val="001E4DB0"/>
    <w:rsid w:val="001F2027"/>
    <w:rsid w:val="002048D3"/>
    <w:rsid w:val="00204DE1"/>
    <w:rsid w:val="00216A6E"/>
    <w:rsid w:val="00217545"/>
    <w:rsid w:val="0021778E"/>
    <w:rsid w:val="00224FD2"/>
    <w:rsid w:val="00231318"/>
    <w:rsid w:val="0023369A"/>
    <w:rsid w:val="00236862"/>
    <w:rsid w:val="00240E38"/>
    <w:rsid w:val="00255584"/>
    <w:rsid w:val="00256945"/>
    <w:rsid w:val="00265008"/>
    <w:rsid w:val="00273452"/>
    <w:rsid w:val="00276D90"/>
    <w:rsid w:val="002816D3"/>
    <w:rsid w:val="00287019"/>
    <w:rsid w:val="002B07ED"/>
    <w:rsid w:val="002C16D6"/>
    <w:rsid w:val="002C1A41"/>
    <w:rsid w:val="002C2AE5"/>
    <w:rsid w:val="002C4ECC"/>
    <w:rsid w:val="002D1101"/>
    <w:rsid w:val="00304216"/>
    <w:rsid w:val="003118CE"/>
    <w:rsid w:val="00316C84"/>
    <w:rsid w:val="00323B82"/>
    <w:rsid w:val="00324D04"/>
    <w:rsid w:val="003476A6"/>
    <w:rsid w:val="00355048"/>
    <w:rsid w:val="003656F7"/>
    <w:rsid w:val="00373DF1"/>
    <w:rsid w:val="00377E85"/>
    <w:rsid w:val="00380DAD"/>
    <w:rsid w:val="003812B4"/>
    <w:rsid w:val="00397F0C"/>
    <w:rsid w:val="003B54A2"/>
    <w:rsid w:val="003B5540"/>
    <w:rsid w:val="003B7723"/>
    <w:rsid w:val="003D00B8"/>
    <w:rsid w:val="003D22EB"/>
    <w:rsid w:val="003F77E2"/>
    <w:rsid w:val="00403FB8"/>
    <w:rsid w:val="0042247A"/>
    <w:rsid w:val="00430743"/>
    <w:rsid w:val="0043262A"/>
    <w:rsid w:val="0043479C"/>
    <w:rsid w:val="0044309A"/>
    <w:rsid w:val="0044673A"/>
    <w:rsid w:val="004612D6"/>
    <w:rsid w:val="00462510"/>
    <w:rsid w:val="0046311F"/>
    <w:rsid w:val="004A50CB"/>
    <w:rsid w:val="004A55E6"/>
    <w:rsid w:val="004B24A0"/>
    <w:rsid w:val="004B3FBB"/>
    <w:rsid w:val="004D5BA8"/>
    <w:rsid w:val="004E0E62"/>
    <w:rsid w:val="004F6E60"/>
    <w:rsid w:val="00505087"/>
    <w:rsid w:val="0050589A"/>
    <w:rsid w:val="00513B6D"/>
    <w:rsid w:val="005158C2"/>
    <w:rsid w:val="005362D0"/>
    <w:rsid w:val="00543749"/>
    <w:rsid w:val="00544C0F"/>
    <w:rsid w:val="00560F32"/>
    <w:rsid w:val="0056380F"/>
    <w:rsid w:val="0058430A"/>
    <w:rsid w:val="00584873"/>
    <w:rsid w:val="005860A3"/>
    <w:rsid w:val="00597302"/>
    <w:rsid w:val="005A7EC8"/>
    <w:rsid w:val="005B1000"/>
    <w:rsid w:val="005B2D1C"/>
    <w:rsid w:val="005B41CE"/>
    <w:rsid w:val="005B4657"/>
    <w:rsid w:val="005C5E54"/>
    <w:rsid w:val="005C72DE"/>
    <w:rsid w:val="005D4134"/>
    <w:rsid w:val="005D66F1"/>
    <w:rsid w:val="00610E2F"/>
    <w:rsid w:val="00644401"/>
    <w:rsid w:val="00662045"/>
    <w:rsid w:val="00675818"/>
    <w:rsid w:val="00680390"/>
    <w:rsid w:val="00681F52"/>
    <w:rsid w:val="0068539F"/>
    <w:rsid w:val="006A4CBD"/>
    <w:rsid w:val="006A52A8"/>
    <w:rsid w:val="006D33CD"/>
    <w:rsid w:val="006E6D22"/>
    <w:rsid w:val="006F1712"/>
    <w:rsid w:val="007053C4"/>
    <w:rsid w:val="0070730D"/>
    <w:rsid w:val="007255FB"/>
    <w:rsid w:val="007304D3"/>
    <w:rsid w:val="00730B02"/>
    <w:rsid w:val="00740527"/>
    <w:rsid w:val="00751194"/>
    <w:rsid w:val="0075143A"/>
    <w:rsid w:val="00754790"/>
    <w:rsid w:val="00756857"/>
    <w:rsid w:val="007578E9"/>
    <w:rsid w:val="00760F0F"/>
    <w:rsid w:val="0077235A"/>
    <w:rsid w:val="00773D0D"/>
    <w:rsid w:val="00774158"/>
    <w:rsid w:val="0078249D"/>
    <w:rsid w:val="007A74EA"/>
    <w:rsid w:val="007C29C3"/>
    <w:rsid w:val="007C67DA"/>
    <w:rsid w:val="007D15A9"/>
    <w:rsid w:val="007D3B56"/>
    <w:rsid w:val="007F267C"/>
    <w:rsid w:val="007F3D0A"/>
    <w:rsid w:val="00833581"/>
    <w:rsid w:val="00853807"/>
    <w:rsid w:val="00891D8B"/>
    <w:rsid w:val="008946B8"/>
    <w:rsid w:val="00894A11"/>
    <w:rsid w:val="00895B35"/>
    <w:rsid w:val="008A38DD"/>
    <w:rsid w:val="008A5582"/>
    <w:rsid w:val="008C2791"/>
    <w:rsid w:val="008C76DB"/>
    <w:rsid w:val="008F1160"/>
    <w:rsid w:val="008F2F48"/>
    <w:rsid w:val="0090226A"/>
    <w:rsid w:val="00923549"/>
    <w:rsid w:val="00945853"/>
    <w:rsid w:val="00973BF1"/>
    <w:rsid w:val="009C149E"/>
    <w:rsid w:val="009D7ADB"/>
    <w:rsid w:val="009F26C9"/>
    <w:rsid w:val="00A033A1"/>
    <w:rsid w:val="00A05BB0"/>
    <w:rsid w:val="00A20943"/>
    <w:rsid w:val="00A31024"/>
    <w:rsid w:val="00A31CEC"/>
    <w:rsid w:val="00A421CC"/>
    <w:rsid w:val="00A63D97"/>
    <w:rsid w:val="00A7631E"/>
    <w:rsid w:val="00A91A11"/>
    <w:rsid w:val="00AA33E0"/>
    <w:rsid w:val="00AC1D7A"/>
    <w:rsid w:val="00AC5CB4"/>
    <w:rsid w:val="00AC5D9A"/>
    <w:rsid w:val="00AE2509"/>
    <w:rsid w:val="00AE3045"/>
    <w:rsid w:val="00AF0BB5"/>
    <w:rsid w:val="00AF541F"/>
    <w:rsid w:val="00B12C83"/>
    <w:rsid w:val="00B15F98"/>
    <w:rsid w:val="00B21767"/>
    <w:rsid w:val="00B31FBC"/>
    <w:rsid w:val="00B34637"/>
    <w:rsid w:val="00B5141B"/>
    <w:rsid w:val="00B82825"/>
    <w:rsid w:val="00B84D98"/>
    <w:rsid w:val="00B91310"/>
    <w:rsid w:val="00B920FF"/>
    <w:rsid w:val="00BA4297"/>
    <w:rsid w:val="00BA622D"/>
    <w:rsid w:val="00BB0462"/>
    <w:rsid w:val="00BB0FE6"/>
    <w:rsid w:val="00BB5A73"/>
    <w:rsid w:val="00BC3915"/>
    <w:rsid w:val="00BD1221"/>
    <w:rsid w:val="00BD6289"/>
    <w:rsid w:val="00BE22CE"/>
    <w:rsid w:val="00BE4D4E"/>
    <w:rsid w:val="00C119CD"/>
    <w:rsid w:val="00C233DB"/>
    <w:rsid w:val="00C24417"/>
    <w:rsid w:val="00C2482A"/>
    <w:rsid w:val="00C35A53"/>
    <w:rsid w:val="00C53183"/>
    <w:rsid w:val="00C741F2"/>
    <w:rsid w:val="00C976DC"/>
    <w:rsid w:val="00CA1C6E"/>
    <w:rsid w:val="00CA76D0"/>
    <w:rsid w:val="00CD4142"/>
    <w:rsid w:val="00CE36EE"/>
    <w:rsid w:val="00CE75D4"/>
    <w:rsid w:val="00D023DF"/>
    <w:rsid w:val="00D03BCA"/>
    <w:rsid w:val="00D34F4A"/>
    <w:rsid w:val="00D3788D"/>
    <w:rsid w:val="00D46D9D"/>
    <w:rsid w:val="00D61186"/>
    <w:rsid w:val="00D62A09"/>
    <w:rsid w:val="00D64BAD"/>
    <w:rsid w:val="00D76756"/>
    <w:rsid w:val="00D9230F"/>
    <w:rsid w:val="00D930C4"/>
    <w:rsid w:val="00DA4867"/>
    <w:rsid w:val="00DB49DA"/>
    <w:rsid w:val="00DC2BF7"/>
    <w:rsid w:val="00DC44DA"/>
    <w:rsid w:val="00DE5049"/>
    <w:rsid w:val="00E02FC3"/>
    <w:rsid w:val="00E112A7"/>
    <w:rsid w:val="00E277CB"/>
    <w:rsid w:val="00E409C7"/>
    <w:rsid w:val="00E4290D"/>
    <w:rsid w:val="00E469F4"/>
    <w:rsid w:val="00E5715B"/>
    <w:rsid w:val="00E618CA"/>
    <w:rsid w:val="00E922B7"/>
    <w:rsid w:val="00ED1E08"/>
    <w:rsid w:val="00EE682A"/>
    <w:rsid w:val="00EE768C"/>
    <w:rsid w:val="00EF0EAE"/>
    <w:rsid w:val="00EF7A9A"/>
    <w:rsid w:val="00F1752D"/>
    <w:rsid w:val="00F205A4"/>
    <w:rsid w:val="00F31A66"/>
    <w:rsid w:val="00F31E65"/>
    <w:rsid w:val="00F54F6E"/>
    <w:rsid w:val="00F57B00"/>
    <w:rsid w:val="00F630E1"/>
    <w:rsid w:val="00F65DE4"/>
    <w:rsid w:val="00F71701"/>
    <w:rsid w:val="00F7399F"/>
    <w:rsid w:val="00F74B8E"/>
    <w:rsid w:val="00F74C54"/>
    <w:rsid w:val="00F82866"/>
    <w:rsid w:val="00F91F53"/>
    <w:rsid w:val="00FA003A"/>
    <w:rsid w:val="00FA3669"/>
    <w:rsid w:val="00FA608C"/>
    <w:rsid w:val="00FB12B6"/>
    <w:rsid w:val="00FB7FF8"/>
    <w:rsid w:val="00FC3AE1"/>
    <w:rsid w:val="00FD3932"/>
    <w:rsid w:val="00FD4D1B"/>
    <w:rsid w:val="00FD712F"/>
    <w:rsid w:val="00FE041B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character" w:styleId="Raamatupealkiri">
    <w:name w:val="Book Title"/>
    <w:basedOn w:val="Liguvaikefont"/>
    <w:uiPriority w:val="33"/>
    <w:qFormat/>
    <w:rsid w:val="0075119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ek.murakas@112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irgit.lao@terviseame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atlin.alvela@112.e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7251-7E25-4EC0-9708-BAE43637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0</TotalTime>
  <Pages>1</Pages>
  <Words>111</Words>
  <Characters>647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</dc:creator>
  <cp:lastModifiedBy>Marika</cp:lastModifiedBy>
  <cp:revision>2</cp:revision>
  <cp:lastPrinted>2024-04-15T06:35:00Z</cp:lastPrinted>
  <dcterms:created xsi:type="dcterms:W3CDTF">2024-06-21T07:48:00Z</dcterms:created>
  <dcterms:modified xsi:type="dcterms:W3CDTF">2024-06-21T07:48:00Z</dcterms:modified>
</cp:coreProperties>
</file>