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30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8"/>
        <w:gridCol w:w="2722"/>
      </w:tblGrid>
      <w:tr w:rsidR="00D40650" w:rsidTr="009F0F04">
        <w:trPr>
          <w:trHeight w:val="1905"/>
        </w:trPr>
        <w:tc>
          <w:tcPr>
            <w:tcW w:w="6208" w:type="dxa"/>
            <w:shd w:val="clear" w:color="auto" w:fill="auto"/>
          </w:tcPr>
          <w:p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:rsidR="00BC1A62" w:rsidRPr="00BC1A62" w:rsidRDefault="00BC1A62" w:rsidP="007F2A0D">
            <w:pPr>
              <w:pStyle w:val="AK"/>
            </w:pPr>
          </w:p>
        </w:tc>
      </w:tr>
      <w:tr w:rsidR="00D40650" w:rsidRPr="001D4CFB" w:rsidTr="009F0F04">
        <w:trPr>
          <w:trHeight w:val="1985"/>
        </w:trPr>
        <w:tc>
          <w:tcPr>
            <w:tcW w:w="6208" w:type="dxa"/>
            <w:shd w:val="clear" w:color="auto" w:fill="auto"/>
          </w:tcPr>
          <w:p w:rsidR="003B2A9C" w:rsidRDefault="007F2A0D" w:rsidP="00BF4D7C">
            <w:pPr>
              <w:pStyle w:val="Adressaat"/>
              <w:rPr>
                <w:iCs/>
              </w:rPr>
            </w:pPr>
            <w:r>
              <w:rPr>
                <w:iCs/>
              </w:rPr>
              <w:t>Lp maaomanik</w:t>
            </w:r>
          </w:p>
          <w:p w:rsidR="007F2A0D" w:rsidRDefault="007F2A0D" w:rsidP="00BF4D7C">
            <w:pPr>
              <w:pStyle w:val="Adressaat"/>
              <w:rPr>
                <w:iCs/>
              </w:rPr>
            </w:pPr>
          </w:p>
          <w:p w:rsidR="007F2A0D" w:rsidRPr="00BF4D7C" w:rsidRDefault="007F2A0D" w:rsidP="00BF4D7C">
            <w:pPr>
              <w:pStyle w:val="Adressaat"/>
              <w:rPr>
                <w:iCs/>
              </w:rPr>
            </w:pPr>
          </w:p>
        </w:tc>
        <w:tc>
          <w:tcPr>
            <w:tcW w:w="2722" w:type="dxa"/>
            <w:shd w:val="clear" w:color="auto" w:fill="auto"/>
          </w:tcPr>
          <w:p w:rsidR="003B2A9C" w:rsidRPr="001D4CFB" w:rsidRDefault="004A1BBD" w:rsidP="005A5CD0">
            <w:r>
              <w:t>27.06.2024   nr 6.4-1/</w:t>
            </w:r>
            <w:r w:rsidR="00B81FA1">
              <w:t>1049</w:t>
            </w:r>
            <w:bookmarkStart w:id="0" w:name="_GoBack"/>
            <w:bookmarkEnd w:id="0"/>
          </w:p>
        </w:tc>
      </w:tr>
    </w:tbl>
    <w:p w:rsidR="009F0F04" w:rsidRPr="00835858" w:rsidRDefault="009F0F04" w:rsidP="009F0F04">
      <w:pPr>
        <w:pStyle w:val="Pealkiri1"/>
        <w:tabs>
          <w:tab w:val="left" w:pos="8268"/>
        </w:tabs>
      </w:pPr>
      <w:r>
        <w:t>Maaparandushoiutöödest teavitamine</w:t>
      </w:r>
      <w:r>
        <w:tab/>
      </w:r>
    </w:p>
    <w:p w:rsidR="009F0F04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>Põllumajandus</w:t>
      </w:r>
      <w:r w:rsidR="005A5CD0">
        <w:rPr>
          <w:color w:val="000000"/>
        </w:rPr>
        <w:t xml:space="preserve">- ja </w:t>
      </w:r>
      <w:r>
        <w:rPr>
          <w:color w:val="000000"/>
        </w:rPr>
        <w:t xml:space="preserve"> Toidu</w:t>
      </w:r>
      <w:r w:rsidRPr="00677F22">
        <w:rPr>
          <w:color w:val="000000"/>
        </w:rPr>
        <w:t>amet on</w:t>
      </w:r>
      <w:r w:rsidR="003D667C">
        <w:rPr>
          <w:color w:val="000000"/>
        </w:rPr>
        <w:t> s</w:t>
      </w:r>
      <w:r w:rsidR="003229E8">
        <w:rPr>
          <w:color w:val="000000"/>
        </w:rPr>
        <w:t>õlminud hankelepingu (nr 3-3/133 05.06.2024</w:t>
      </w:r>
      <w:r w:rsidRPr="00677F22">
        <w:rPr>
          <w:color w:val="000000"/>
        </w:rPr>
        <w:t>), mille raames teostatakse riigi poo</w:t>
      </w:r>
      <w:r>
        <w:rPr>
          <w:color w:val="000000"/>
        </w:rPr>
        <w:t>lt korrashoit</w:t>
      </w:r>
      <w:r w:rsidR="005A5CD0">
        <w:rPr>
          <w:color w:val="000000"/>
        </w:rPr>
        <w:t>av</w:t>
      </w:r>
      <w:r w:rsidR="003D667C">
        <w:rPr>
          <w:color w:val="000000"/>
        </w:rPr>
        <w:t xml:space="preserve">al </w:t>
      </w:r>
      <w:proofErr w:type="spellStart"/>
      <w:r w:rsidR="003D667C">
        <w:rPr>
          <w:color w:val="000000"/>
        </w:rPr>
        <w:t>ühiseesvoolul</w:t>
      </w:r>
      <w:proofErr w:type="spellEnd"/>
      <w:r w:rsidR="003D667C">
        <w:rPr>
          <w:color w:val="000000"/>
        </w:rPr>
        <w:t xml:space="preserve">  </w:t>
      </w:r>
      <w:proofErr w:type="spellStart"/>
      <w:r w:rsidR="003229E8">
        <w:rPr>
          <w:color w:val="000000"/>
        </w:rPr>
        <w:t>Rahinge</w:t>
      </w:r>
      <w:proofErr w:type="spellEnd"/>
      <w:r w:rsidR="003229E8">
        <w:rPr>
          <w:color w:val="000000"/>
        </w:rPr>
        <w:t xml:space="preserve"> oja</w:t>
      </w:r>
      <w:r>
        <w:rPr>
          <w:color w:val="000000"/>
        </w:rPr>
        <w:t xml:space="preserve"> </w:t>
      </w:r>
      <w:r w:rsidRPr="00677F22">
        <w:rPr>
          <w:color w:val="000000"/>
        </w:rPr>
        <w:t xml:space="preserve"> piketist </w:t>
      </w:r>
      <w:r w:rsidR="003229E8">
        <w:rPr>
          <w:color w:val="000000"/>
        </w:rPr>
        <w:t xml:space="preserve"> 0,23 – 6,45</w:t>
      </w:r>
      <w:r>
        <w:rPr>
          <w:color w:val="000000"/>
        </w:rPr>
        <w:t xml:space="preserve"> hooldustöid.  Eelpool nimetatud pikettide vahemikku jääb ka Teile kuuluv kinnistu. </w:t>
      </w:r>
    </w:p>
    <w:p w:rsidR="005A5CD0" w:rsidRPr="00677F22" w:rsidRDefault="005A5CD0" w:rsidP="00E20A4A">
      <w:pPr>
        <w:pStyle w:val="Normaallaadveeb"/>
        <w:jc w:val="both"/>
        <w:rPr>
          <w:color w:val="000000"/>
        </w:rPr>
      </w:pP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 xml:space="preserve">Tööde käigus </w:t>
      </w:r>
      <w:r w:rsidR="007618B4">
        <w:rPr>
          <w:color w:val="000000"/>
        </w:rPr>
        <w:t>teie kinnisasj</w:t>
      </w:r>
      <w:r w:rsidR="00142E8F">
        <w:rPr>
          <w:color w:val="000000"/>
        </w:rPr>
        <w:t>al oja nõlvad niidetakse</w:t>
      </w:r>
      <w:r w:rsidR="0087761F">
        <w:rPr>
          <w:color w:val="000000"/>
        </w:rPr>
        <w:t>.</w:t>
      </w:r>
      <w:r w:rsidR="005A5CD0">
        <w:rPr>
          <w:color w:val="000000"/>
        </w:rPr>
        <w:t xml:space="preserve"> </w:t>
      </w:r>
      <w:r w:rsidR="00A54E13">
        <w:rPr>
          <w:color w:val="000000"/>
        </w:rPr>
        <w:t>Töö</w:t>
      </w:r>
      <w:r w:rsidR="003229E8">
        <w:rPr>
          <w:color w:val="000000"/>
        </w:rPr>
        <w:t>de planeeritav algusaeg on 01.08.2024</w:t>
      </w:r>
      <w:r w:rsidRPr="00677F22">
        <w:rPr>
          <w:color w:val="000000"/>
        </w:rPr>
        <w:t>. Tööde planeerit</w:t>
      </w:r>
      <w:r w:rsidR="003229E8">
        <w:rPr>
          <w:color w:val="000000"/>
        </w:rPr>
        <w:t>av lõpptähtaeg on  25.09.2024</w:t>
      </w:r>
      <w:r w:rsidRPr="00677F22">
        <w:rPr>
          <w:color w:val="000000"/>
        </w:rPr>
        <w:t>.</w:t>
      </w: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</w:p>
    <w:p w:rsidR="009F0F04" w:rsidRDefault="009F0F04" w:rsidP="00E20A4A">
      <w:pPr>
        <w:pStyle w:val="Default"/>
        <w:jc w:val="both"/>
      </w:pPr>
      <w:r w:rsidRPr="00677F22">
        <w:t>Hoiutöid korraldab Põllumajandus</w:t>
      </w:r>
      <w:r>
        <w:t>- ja Toidu</w:t>
      </w:r>
      <w:r w:rsidRPr="00677F22">
        <w:t xml:space="preserve">amet. Täiendava informatsiooni saamiseks </w:t>
      </w:r>
      <w:r>
        <w:t xml:space="preserve">võib </w:t>
      </w:r>
      <w:r w:rsidRPr="00677F22">
        <w:t xml:space="preserve">pöörduda </w:t>
      </w:r>
      <w:r>
        <w:t xml:space="preserve">Lõuna regiooni  </w:t>
      </w:r>
      <w:r w:rsidRPr="00677F22">
        <w:t>Tartu esindusse allpool toodud kontaktidel</w:t>
      </w:r>
      <w:r>
        <w:t>.</w:t>
      </w:r>
      <w:r w:rsidRPr="00677F22">
        <w:t xml:space="preserve"> </w:t>
      </w:r>
    </w:p>
    <w:p w:rsidR="009F0F04" w:rsidRDefault="009F0F04" w:rsidP="00E20A4A">
      <w:pPr>
        <w:pStyle w:val="Default"/>
        <w:jc w:val="both"/>
      </w:pPr>
    </w:p>
    <w:p w:rsidR="009F0F04" w:rsidRDefault="009F0F04" w:rsidP="00E20A4A">
      <w:pPr>
        <w:pStyle w:val="Default"/>
        <w:jc w:val="both"/>
      </w:pPr>
      <w:r w:rsidRPr="00677F22">
        <w:t>Töid teostab</w:t>
      </w:r>
      <w:r>
        <w:t xml:space="preserve">  </w:t>
      </w:r>
      <w:r w:rsidR="003229E8">
        <w:rPr>
          <w:b/>
          <w:bCs/>
          <w:sz w:val="23"/>
          <w:szCs w:val="23"/>
        </w:rPr>
        <w:t xml:space="preserve">OÜ </w:t>
      </w:r>
      <w:proofErr w:type="spellStart"/>
      <w:r w:rsidR="003229E8">
        <w:rPr>
          <w:b/>
          <w:bCs/>
          <w:sz w:val="23"/>
          <w:szCs w:val="23"/>
        </w:rPr>
        <w:t>Meiletop</w:t>
      </w:r>
      <w:proofErr w:type="spellEnd"/>
      <w:r w:rsidR="003D667C">
        <w:rPr>
          <w:sz w:val="23"/>
          <w:szCs w:val="23"/>
        </w:rPr>
        <w:t>, registrikood 1</w:t>
      </w:r>
      <w:r w:rsidR="003229E8">
        <w:rPr>
          <w:sz w:val="23"/>
          <w:szCs w:val="23"/>
        </w:rPr>
        <w:t>0849713</w:t>
      </w:r>
      <w:r>
        <w:rPr>
          <w:sz w:val="23"/>
          <w:szCs w:val="23"/>
        </w:rPr>
        <w:t xml:space="preserve">, </w:t>
      </w:r>
      <w:r>
        <w:t xml:space="preserve"> kelle e</w:t>
      </w:r>
      <w:r w:rsidRPr="00677F22">
        <w:t>sindaja kontaktandmed</w:t>
      </w:r>
      <w:r>
        <w:t xml:space="preserve"> on</w:t>
      </w:r>
      <w:r w:rsidRPr="00677F22">
        <w:t>:</w:t>
      </w:r>
      <w:r w:rsidR="00D1020E">
        <w:t xml:space="preserve"> Meelis </w:t>
      </w:r>
      <w:proofErr w:type="spellStart"/>
      <w:r w:rsidR="00D1020E">
        <w:t>Lemsalu</w:t>
      </w:r>
      <w:proofErr w:type="spellEnd"/>
      <w:r w:rsidR="00D1020E">
        <w:t>, telefon +372 5645 1927</w:t>
      </w:r>
      <w:r w:rsidRPr="00302971">
        <w:t xml:space="preserve">, e-post </w:t>
      </w:r>
      <w:r w:rsidR="003229E8">
        <w:t>info@meiletop.ee</w:t>
      </w:r>
      <w:r>
        <w:t>.  Tööde teostaja võtab teiega ühendust, et leppida kokku täpsem tööde teostamise aeg ja kord.</w:t>
      </w:r>
    </w:p>
    <w:p w:rsidR="007F2A0D" w:rsidRDefault="00230ABC" w:rsidP="00BE129F">
      <w:pPr>
        <w:pStyle w:val="Pealkiri1"/>
        <w:jc w:val="both"/>
      </w:pPr>
      <w:r>
        <w:rPr>
          <w:b w:val="0"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284480</wp:posOffset>
            </wp:positionH>
            <wp:positionV relativeFrom="page">
              <wp:posOffset>483235</wp:posOffset>
            </wp:positionV>
            <wp:extent cx="2950845" cy="85217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stivabariik_vap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7F2A0D" w:rsidRDefault="007F2A0D" w:rsidP="007F2A0D">
      <w:pPr>
        <w:pStyle w:val="Snum"/>
      </w:pPr>
      <w:r>
        <w:t>(allkirjastatud digitaalselt)</w:t>
      </w:r>
    </w:p>
    <w:p w:rsidR="007F2A0D" w:rsidRDefault="007F2A0D" w:rsidP="007F2A0D">
      <w:pPr>
        <w:pStyle w:val="Snum"/>
      </w:pPr>
      <w:r>
        <w:t>Jaanus Toots</w:t>
      </w:r>
    </w:p>
    <w:p w:rsidR="007F2A0D" w:rsidRDefault="00A30EB0" w:rsidP="007F2A0D">
      <w:pPr>
        <w:pStyle w:val="Snum"/>
      </w:pPr>
      <w:r>
        <w:t>p</w:t>
      </w:r>
      <w:r w:rsidR="007F2A0D">
        <w:t>easpetsialist</w:t>
      </w:r>
    </w:p>
    <w:p w:rsidR="003229E8" w:rsidRDefault="003229E8" w:rsidP="007F2A0D">
      <w:pPr>
        <w:pStyle w:val="Snum"/>
      </w:pPr>
    </w:p>
    <w:p w:rsidR="003229E8" w:rsidRDefault="007F2A0D" w:rsidP="007F2A0D">
      <w:pPr>
        <w:pStyle w:val="Snum"/>
      </w:pPr>
      <w:r>
        <w:t xml:space="preserve">Põllumajandus- ja Toiduameti </w:t>
      </w:r>
    </w:p>
    <w:p w:rsidR="007F2A0D" w:rsidRDefault="003229E8" w:rsidP="007F2A0D">
      <w:pPr>
        <w:pStyle w:val="Snum"/>
      </w:pPr>
      <w:r>
        <w:t xml:space="preserve">Lõuna regiooni </w:t>
      </w:r>
      <w:r w:rsidR="007F2A0D">
        <w:t>Tartu esindus</w:t>
      </w:r>
    </w:p>
    <w:p w:rsidR="007F2A0D" w:rsidRDefault="007F2A0D" w:rsidP="007F2A0D">
      <w:pPr>
        <w:pStyle w:val="Snum"/>
      </w:pPr>
    </w:p>
    <w:p w:rsidR="007F2A0D" w:rsidRDefault="007F2A0D" w:rsidP="007F2A0D">
      <w:pPr>
        <w:pStyle w:val="Snum"/>
      </w:pPr>
      <w:r>
        <w:t>jaanus.toots@pta.agri.ee</w:t>
      </w:r>
    </w:p>
    <w:p w:rsidR="00BD078E" w:rsidRDefault="007F2A0D" w:rsidP="005A5CD0">
      <w:pPr>
        <w:pStyle w:val="Snum"/>
      </w:pPr>
      <w:r>
        <w:t>+372 521 3021</w:t>
      </w:r>
    </w:p>
    <w:p w:rsidR="00BE129F" w:rsidRDefault="00BE129F" w:rsidP="005A5CD0">
      <w:pPr>
        <w:pStyle w:val="Snum"/>
      </w:pPr>
    </w:p>
    <w:p w:rsidR="00BE129F" w:rsidRDefault="00BE129F" w:rsidP="005A5CD0">
      <w:pPr>
        <w:pStyle w:val="Snum"/>
      </w:pPr>
      <w:r>
        <w:t>Lisad.</w:t>
      </w:r>
    </w:p>
    <w:p w:rsidR="00BE129F" w:rsidRPr="00BD078E" w:rsidRDefault="003229E8" w:rsidP="00BE129F">
      <w:pPr>
        <w:pStyle w:val="Snum"/>
        <w:numPr>
          <w:ilvl w:val="0"/>
          <w:numId w:val="1"/>
        </w:numPr>
      </w:pPr>
      <w:proofErr w:type="spellStart"/>
      <w:r>
        <w:t>Rahinge</w:t>
      </w:r>
      <w:proofErr w:type="spellEnd"/>
      <w:r>
        <w:t xml:space="preserve"> oja</w:t>
      </w:r>
      <w:r w:rsidR="00BE129F">
        <w:t xml:space="preserve"> asukoha plaan.</w:t>
      </w:r>
    </w:p>
    <w:sectPr w:rsidR="00BE129F" w:rsidRPr="00BD078E" w:rsidSect="00A87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149" w:rsidRDefault="00093149" w:rsidP="00DF44DF">
      <w:r>
        <w:separator/>
      </w:r>
    </w:p>
  </w:endnote>
  <w:endnote w:type="continuationSeparator" w:id="0">
    <w:p w:rsidR="00093149" w:rsidRDefault="0009314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5A5CD0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B81FA1">
      <w:fldChar w:fldCharType="begin"/>
    </w:r>
    <w:r w:rsidR="00B81FA1">
      <w:instrText xml:space="preserve"> NUMPAGES </w:instrText>
    </w:r>
    <w:r w:rsidR="00B81FA1">
      <w:fldChar w:fldCharType="separate"/>
    </w:r>
    <w:r w:rsidR="005A5CD0">
      <w:rPr>
        <w:noProof/>
      </w:rPr>
      <w:t>2</w:t>
    </w:r>
    <w:r w:rsidR="00B81FA1">
      <w:rPr>
        <w:noProof/>
      </w:rPr>
      <w:fldChar w:fldCharType="end"/>
    </w:r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B5" w:rsidRPr="000A17B5" w:rsidRDefault="001B6769" w:rsidP="000A17B5">
    <w:pPr>
      <w:pStyle w:val="Jalus1"/>
    </w:pPr>
    <w:r>
      <w:t>Tähe 4</w:t>
    </w:r>
    <w:r w:rsidR="00230ABC" w:rsidRPr="00230ABC">
      <w:t>,</w:t>
    </w:r>
    <w:r>
      <w:t xml:space="preserve"> Tartu 51010 </w:t>
    </w:r>
    <w:r w:rsidR="00631A9A">
      <w:t xml:space="preserve"> /</w:t>
    </w:r>
    <w:r>
      <w:t xml:space="preserve"> </w:t>
    </w:r>
    <w:r w:rsidR="00230ABC" w:rsidRPr="00230ABC">
      <w:t>+(372)</w:t>
    </w:r>
    <w:r w:rsidRPr="001B6769">
      <w:rPr>
        <w:rFonts w:ascii="Roboto" w:hAnsi="Roboto"/>
        <w:color w:val="555555"/>
        <w:sz w:val="18"/>
        <w:szCs w:val="18"/>
        <w:bdr w:val="none" w:sz="0" w:space="0" w:color="auto" w:frame="1"/>
      </w:rPr>
      <w:t xml:space="preserve"> </w:t>
    </w:r>
    <w:r>
      <w:rPr>
        <w:rFonts w:ascii="Roboto" w:hAnsi="Roboto"/>
        <w:color w:val="555555"/>
        <w:sz w:val="18"/>
        <w:szCs w:val="18"/>
        <w:bdr w:val="none" w:sz="0" w:space="0" w:color="auto" w:frame="1"/>
      </w:rPr>
      <w:t>746 0603</w:t>
    </w:r>
    <w:r w:rsidR="00230ABC" w:rsidRPr="00230ABC">
      <w:t xml:space="preserve"> </w:t>
    </w:r>
    <w:r w:rsidR="000A17B5" w:rsidRPr="000A17B5">
      <w:t xml:space="preserve">/ </w:t>
    </w:r>
    <w:r w:rsidR="00EB1395">
      <w:t>mp.tartu@pta.agri.ee</w:t>
    </w:r>
    <w:r w:rsidR="000A17B5" w:rsidRPr="000A17B5">
      <w:t xml:space="preserve">/ </w:t>
    </w:r>
    <w:r w:rsidR="00631A9A">
      <w:t>www.</w:t>
    </w:r>
    <w:r w:rsidR="00230ABC">
      <w:t>pta.agri.ee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230ABC">
      <w:t>77001458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149" w:rsidRDefault="00093149" w:rsidP="00DF44DF">
      <w:r>
        <w:separator/>
      </w:r>
    </w:p>
  </w:footnote>
  <w:footnote w:type="continuationSeparator" w:id="0">
    <w:p w:rsidR="00093149" w:rsidRDefault="0009314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48B"/>
    <w:multiLevelType w:val="hybridMultilevel"/>
    <w:tmpl w:val="D1F2DE9E"/>
    <w:lvl w:ilvl="0" w:tplc="5A9EB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5" w:hanging="360"/>
      </w:pPr>
    </w:lvl>
    <w:lvl w:ilvl="2" w:tplc="0425001B" w:tentative="1">
      <w:start w:val="1"/>
      <w:numFmt w:val="lowerRoman"/>
      <w:lvlText w:val="%3."/>
      <w:lvlJc w:val="right"/>
      <w:pPr>
        <w:ind w:left="2505" w:hanging="180"/>
      </w:pPr>
    </w:lvl>
    <w:lvl w:ilvl="3" w:tplc="0425000F" w:tentative="1">
      <w:start w:val="1"/>
      <w:numFmt w:val="decimal"/>
      <w:lvlText w:val="%4."/>
      <w:lvlJc w:val="left"/>
      <w:pPr>
        <w:ind w:left="3225" w:hanging="360"/>
      </w:pPr>
    </w:lvl>
    <w:lvl w:ilvl="4" w:tplc="04250019" w:tentative="1">
      <w:start w:val="1"/>
      <w:numFmt w:val="lowerLetter"/>
      <w:lvlText w:val="%5."/>
      <w:lvlJc w:val="left"/>
      <w:pPr>
        <w:ind w:left="3945" w:hanging="360"/>
      </w:pPr>
    </w:lvl>
    <w:lvl w:ilvl="5" w:tplc="0425001B" w:tentative="1">
      <w:start w:val="1"/>
      <w:numFmt w:val="lowerRoman"/>
      <w:lvlText w:val="%6."/>
      <w:lvlJc w:val="right"/>
      <w:pPr>
        <w:ind w:left="4665" w:hanging="180"/>
      </w:pPr>
    </w:lvl>
    <w:lvl w:ilvl="6" w:tplc="0425000F" w:tentative="1">
      <w:start w:val="1"/>
      <w:numFmt w:val="decimal"/>
      <w:lvlText w:val="%7."/>
      <w:lvlJc w:val="left"/>
      <w:pPr>
        <w:ind w:left="5385" w:hanging="360"/>
      </w:pPr>
    </w:lvl>
    <w:lvl w:ilvl="7" w:tplc="04250019" w:tentative="1">
      <w:start w:val="1"/>
      <w:numFmt w:val="lowerLetter"/>
      <w:lvlText w:val="%8."/>
      <w:lvlJc w:val="left"/>
      <w:pPr>
        <w:ind w:left="6105" w:hanging="360"/>
      </w:pPr>
    </w:lvl>
    <w:lvl w:ilvl="8" w:tplc="042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6FB6"/>
    <w:rsid w:val="00041DD6"/>
    <w:rsid w:val="00060947"/>
    <w:rsid w:val="00062D56"/>
    <w:rsid w:val="00085841"/>
    <w:rsid w:val="000913FC"/>
    <w:rsid w:val="00093149"/>
    <w:rsid w:val="000A17B5"/>
    <w:rsid w:val="000F437D"/>
    <w:rsid w:val="00124999"/>
    <w:rsid w:val="00142E8F"/>
    <w:rsid w:val="001523BD"/>
    <w:rsid w:val="00161A39"/>
    <w:rsid w:val="00190C2D"/>
    <w:rsid w:val="001A7D04"/>
    <w:rsid w:val="001B6769"/>
    <w:rsid w:val="001D4CFB"/>
    <w:rsid w:val="002008A2"/>
    <w:rsid w:val="00230ABC"/>
    <w:rsid w:val="0027644B"/>
    <w:rsid w:val="002835BB"/>
    <w:rsid w:val="00293449"/>
    <w:rsid w:val="002F254F"/>
    <w:rsid w:val="003229E8"/>
    <w:rsid w:val="0034719C"/>
    <w:rsid w:val="00354059"/>
    <w:rsid w:val="00394DCB"/>
    <w:rsid w:val="003B2A9C"/>
    <w:rsid w:val="003D667C"/>
    <w:rsid w:val="00423412"/>
    <w:rsid w:val="00435A13"/>
    <w:rsid w:val="0044084D"/>
    <w:rsid w:val="004714E8"/>
    <w:rsid w:val="00486442"/>
    <w:rsid w:val="004A1BBD"/>
    <w:rsid w:val="004C1391"/>
    <w:rsid w:val="004E2540"/>
    <w:rsid w:val="00530F52"/>
    <w:rsid w:val="00546204"/>
    <w:rsid w:val="00551E24"/>
    <w:rsid w:val="00557534"/>
    <w:rsid w:val="00560A92"/>
    <w:rsid w:val="00564569"/>
    <w:rsid w:val="005A5CD0"/>
    <w:rsid w:val="005B1CF8"/>
    <w:rsid w:val="005B5CE1"/>
    <w:rsid w:val="005E3AED"/>
    <w:rsid w:val="005E45BB"/>
    <w:rsid w:val="00602834"/>
    <w:rsid w:val="00631A9A"/>
    <w:rsid w:val="00680609"/>
    <w:rsid w:val="006A01AC"/>
    <w:rsid w:val="006C6E94"/>
    <w:rsid w:val="006D7DE7"/>
    <w:rsid w:val="006E16BD"/>
    <w:rsid w:val="006F3BB9"/>
    <w:rsid w:val="006F72D7"/>
    <w:rsid w:val="007056E1"/>
    <w:rsid w:val="00713327"/>
    <w:rsid w:val="00736A08"/>
    <w:rsid w:val="0075695A"/>
    <w:rsid w:val="007618B4"/>
    <w:rsid w:val="007A1DE8"/>
    <w:rsid w:val="007B2FCC"/>
    <w:rsid w:val="007D54FC"/>
    <w:rsid w:val="007F2A0D"/>
    <w:rsid w:val="00835858"/>
    <w:rsid w:val="0087761F"/>
    <w:rsid w:val="008919F2"/>
    <w:rsid w:val="008B041F"/>
    <w:rsid w:val="008D4634"/>
    <w:rsid w:val="008E0EEA"/>
    <w:rsid w:val="008F0B50"/>
    <w:rsid w:val="0091786B"/>
    <w:rsid w:val="009370A4"/>
    <w:rsid w:val="009E7F4A"/>
    <w:rsid w:val="009F0F04"/>
    <w:rsid w:val="00A10E66"/>
    <w:rsid w:val="00A1244E"/>
    <w:rsid w:val="00A13FDE"/>
    <w:rsid w:val="00A30EB0"/>
    <w:rsid w:val="00A54E13"/>
    <w:rsid w:val="00A708BB"/>
    <w:rsid w:val="00A87B91"/>
    <w:rsid w:val="00AC4752"/>
    <w:rsid w:val="00AD2EA7"/>
    <w:rsid w:val="00AE02A8"/>
    <w:rsid w:val="00B37632"/>
    <w:rsid w:val="00B81FA1"/>
    <w:rsid w:val="00BC1A62"/>
    <w:rsid w:val="00BD078E"/>
    <w:rsid w:val="00BD3CCF"/>
    <w:rsid w:val="00BE0CC9"/>
    <w:rsid w:val="00BE129F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1020E"/>
    <w:rsid w:val="00D40650"/>
    <w:rsid w:val="00DF44DF"/>
    <w:rsid w:val="00E023F6"/>
    <w:rsid w:val="00E03DBB"/>
    <w:rsid w:val="00E20A4A"/>
    <w:rsid w:val="00EB1395"/>
    <w:rsid w:val="00F07133"/>
    <w:rsid w:val="00F14614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oNotEmbedSmartTags/>
  <w:decimalSymbol w:val=","/>
  <w:listSeparator w:val=","/>
  <w14:docId w14:val="0BFB8179"/>
  <w15:docId w15:val="{08CD4274-0F73-4931-BC8D-D71148D2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0F04"/>
    <w:pPr>
      <w:widowControl/>
      <w:suppressAutoHyphens w:val="0"/>
      <w:spacing w:line="240" w:lineRule="auto"/>
      <w:jc w:val="left"/>
    </w:pPr>
    <w:rPr>
      <w:rFonts w:eastAsia="Calibri"/>
      <w:kern w:val="0"/>
      <w:lang w:eastAsia="et-EE" w:bidi="ar-SA"/>
    </w:rPr>
  </w:style>
  <w:style w:type="paragraph" w:customStyle="1" w:styleId="Default">
    <w:name w:val="Default"/>
    <w:rsid w:val="009F0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7AB7C83-7051-4CD4-9C62-64DFC739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116</TotalTime>
  <Pages>1</Pages>
  <Words>162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Urve Ital</cp:lastModifiedBy>
  <cp:revision>21</cp:revision>
  <cp:lastPrinted>2014-04-03T10:06:00Z</cp:lastPrinted>
  <dcterms:created xsi:type="dcterms:W3CDTF">2023-07-26T05:30:00Z</dcterms:created>
  <dcterms:modified xsi:type="dcterms:W3CDTF">2024-06-27T13:11:00Z</dcterms:modified>
</cp:coreProperties>
</file>