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2A284DA9" w:rsidR="00424ECA" w:rsidRPr="00AB3240" w:rsidRDefault="009B2270" w:rsidP="00424ECA">
      <w:pPr>
        <w:spacing w:line="240" w:lineRule="auto"/>
        <w:rPr>
          <w:bCs/>
          <w:noProof/>
        </w:rPr>
      </w:pPr>
      <w:r w:rsidRPr="009B2270">
        <w:t>Riigi Tugiteenuste Keskus</w:t>
      </w:r>
      <w:r>
        <w:tab/>
      </w:r>
      <w:r w:rsidR="00492C7C">
        <w:tab/>
      </w:r>
      <w:r w:rsidR="00492C7C">
        <w:tab/>
      </w:r>
      <w:r w:rsidR="00BF3E90">
        <w:rPr>
          <w:bCs/>
          <w:noProof/>
          <w:color w:val="000000"/>
        </w:rPr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492C7C">
        <w:rPr>
          <w:bCs/>
          <w:noProof/>
          <w:color w:val="000000"/>
        </w:rPr>
        <w:t>1</w:t>
      </w:r>
      <w:r>
        <w:rPr>
          <w:bCs/>
          <w:noProof/>
          <w:color w:val="000000"/>
        </w:rPr>
        <w:t>8</w:t>
      </w:r>
      <w:r w:rsidR="00B42C87">
        <w:rPr>
          <w:bCs/>
          <w:noProof/>
          <w:color w:val="000000" w:themeColor="text1"/>
        </w:rPr>
        <w:t>.</w:t>
      </w:r>
      <w:r w:rsidR="005C4ED9">
        <w:rPr>
          <w:bCs/>
          <w:noProof/>
          <w:color w:val="000000" w:themeColor="text1"/>
        </w:rPr>
        <w:t>0</w:t>
      </w:r>
      <w:r w:rsidR="00582EDF">
        <w:rPr>
          <w:bCs/>
          <w:noProof/>
          <w:color w:val="000000" w:themeColor="text1"/>
        </w:rPr>
        <w:t>2</w:t>
      </w:r>
      <w:r w:rsidR="00492C7C">
        <w:rPr>
          <w:bCs/>
          <w:noProof/>
          <w:color w:val="000000" w:themeColor="text1"/>
        </w:rPr>
        <w:t>.</w:t>
      </w:r>
      <w:r w:rsidR="00B42C87">
        <w:rPr>
          <w:bCs/>
          <w:noProof/>
          <w:color w:val="000000" w:themeColor="text1"/>
        </w:rPr>
        <w:t>202</w:t>
      </w:r>
      <w:r w:rsidR="005C4ED9">
        <w:rPr>
          <w:bCs/>
          <w:noProof/>
          <w:color w:val="000000" w:themeColor="text1"/>
        </w:rPr>
        <w:t>5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3</w:t>
      </w:r>
      <w:r w:rsidR="005C4ED9">
        <w:rPr>
          <w:bCs/>
          <w:noProof/>
        </w:rPr>
        <w:t>6</w:t>
      </w:r>
    </w:p>
    <w:p w14:paraId="0DA527C0" w14:textId="2C36C0F6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9B2270" w:rsidRPr="004551E0">
          <w:rPr>
            <w:rStyle w:val="Hperlink"/>
            <w:lang w:val="en-US"/>
          </w:rPr>
          <w:t>hanked@rtk.ee</w:t>
        </w:r>
      </w:hyperlink>
      <w:r w:rsidR="0022637B">
        <w:rPr>
          <w:noProof/>
        </w:rPr>
        <w:t xml:space="preserve"> </w:t>
      </w:r>
    </w:p>
    <w:p w14:paraId="03EAD685" w14:textId="0E4A0914" w:rsidR="006F26C2" w:rsidRDefault="005C4ED9" w:rsidP="00DC7754">
      <w:pPr>
        <w:spacing w:line="240" w:lineRule="auto"/>
        <w:ind w:right="-1"/>
        <w:rPr>
          <w:noProof/>
        </w:rPr>
      </w:pPr>
      <w:r w:rsidRPr="005C4ED9">
        <w:tab/>
      </w:r>
      <w:hyperlink r:id="rId10" w:history="1">
        <w:r w:rsidR="009B2270" w:rsidRPr="004551E0">
          <w:rPr>
            <w:rStyle w:val="Hperlink"/>
          </w:rPr>
          <w:t>anna.mihkelson@rtk.ee</w:t>
        </w:r>
      </w:hyperlink>
      <w:r w:rsidR="009B2270">
        <w:t xml:space="preserve"> </w:t>
      </w:r>
    </w:p>
    <w:p w14:paraId="6B25E1B0" w14:textId="77777777" w:rsidR="00CD2CF2" w:rsidRDefault="00CD2CF2" w:rsidP="00DC7754">
      <w:pPr>
        <w:spacing w:line="240" w:lineRule="auto"/>
        <w:ind w:right="-1"/>
        <w:rPr>
          <w:noProof/>
        </w:rPr>
      </w:pPr>
    </w:p>
    <w:p w14:paraId="62C0E273" w14:textId="77777777" w:rsidR="00515402" w:rsidRDefault="00515402" w:rsidP="00DC7754">
      <w:pPr>
        <w:spacing w:line="240" w:lineRule="auto"/>
        <w:ind w:right="-1"/>
        <w:rPr>
          <w:noProof/>
        </w:rPr>
      </w:pPr>
    </w:p>
    <w:p w14:paraId="304489A3" w14:textId="77777777" w:rsidR="00A72BEC" w:rsidRPr="006B4DBF" w:rsidRDefault="00A72BEC" w:rsidP="00DC7754">
      <w:pPr>
        <w:spacing w:line="240" w:lineRule="auto"/>
        <w:ind w:right="-1"/>
        <w:rPr>
          <w:noProof/>
        </w:rPr>
      </w:pPr>
    </w:p>
    <w:p w14:paraId="0530BB10" w14:textId="1FB499BC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es</w:t>
      </w:r>
      <w:r w:rsidR="004F7775">
        <w:rPr>
          <w:b/>
        </w:rPr>
        <w:t>i</w:t>
      </w:r>
      <w:r w:rsidR="00122EA4">
        <w:rPr>
          <w:b/>
        </w:rPr>
        <w:t>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4F8D3EC7" w14:textId="05A87BE8" w:rsidR="00C474E9" w:rsidRPr="006B4DBF" w:rsidRDefault="00122EA4" w:rsidP="00E62EA4">
      <w:pPr>
        <w:spacing w:line="240" w:lineRule="auto"/>
        <w:ind w:right="-1"/>
      </w:pPr>
      <w:r>
        <w:rPr>
          <w:noProof/>
        </w:rPr>
        <w:t>Edastame Teile</w:t>
      </w:r>
      <w:r w:rsidR="00024CA7">
        <w:rPr>
          <w:noProof/>
        </w:rPr>
        <w:t xml:space="preserve"> </w:t>
      </w:r>
      <w:r w:rsidR="009B2270" w:rsidRPr="009B2270">
        <w:rPr>
          <w:b/>
          <w:bCs/>
          <w:noProof/>
        </w:rPr>
        <w:t>AS CGI Eesti</w:t>
      </w:r>
      <w:r w:rsidR="009B2270">
        <w:rPr>
          <w:b/>
          <w:bCs/>
          <w:noProof/>
        </w:rPr>
        <w:t xml:space="preserve"> </w:t>
      </w:r>
      <w:r w:rsidR="00492C7C">
        <w:rPr>
          <w:noProof/>
        </w:rPr>
        <w:t>1</w:t>
      </w:r>
      <w:r w:rsidR="009B2270">
        <w:rPr>
          <w:noProof/>
        </w:rPr>
        <w:t>7</w:t>
      </w:r>
      <w:r w:rsidR="00D85D38" w:rsidRPr="00D85D38">
        <w:rPr>
          <w:rFonts w:eastAsia="Times New Roman"/>
        </w:rPr>
        <w:t>.</w:t>
      </w:r>
      <w:r w:rsidR="005C4ED9">
        <w:rPr>
          <w:rFonts w:eastAsia="Times New Roman"/>
        </w:rPr>
        <w:t>0</w:t>
      </w:r>
      <w:r w:rsidR="00582EDF">
        <w:rPr>
          <w:rFonts w:eastAsia="Times New Roman"/>
        </w:rPr>
        <w:t>2</w:t>
      </w:r>
      <w:r w:rsidR="00D85D38" w:rsidRPr="00D85D38">
        <w:rPr>
          <w:rFonts w:eastAsia="Times New Roman"/>
        </w:rPr>
        <w:t>.202</w:t>
      </w:r>
      <w:r w:rsidR="005C4ED9">
        <w:rPr>
          <w:rFonts w:eastAsia="Times New Roman"/>
        </w:rPr>
        <w:t>5</w:t>
      </w:r>
      <w:r w:rsidR="00D85D38">
        <w:rPr>
          <w:rFonts w:eastAsia="Times New Roman"/>
          <w:b/>
          <w:bCs/>
        </w:rPr>
        <w:t xml:space="preserve"> </w:t>
      </w:r>
      <w:r w:rsidR="00424ECA" w:rsidRPr="006B4DBF">
        <w:t>esita</w:t>
      </w:r>
      <w:r>
        <w:t>t</w:t>
      </w:r>
      <w:r w:rsidR="00424ECA" w:rsidRPr="006B4DBF">
        <w:t xml:space="preserve">ud vaidlustuse </w:t>
      </w:r>
      <w:r w:rsidR="009B2270" w:rsidRPr="009B2270">
        <w:t>Riigi Tugiteenuste Keskus</w:t>
      </w:r>
      <w:r w:rsidR="009B2270">
        <w:t xml:space="preserve">e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9B2270" w:rsidRPr="009B2270">
        <w:t xml:space="preserve">Metsamuutuste </w:t>
      </w:r>
      <w:proofErr w:type="spellStart"/>
      <w:r w:rsidR="009B2270" w:rsidRPr="009B2270">
        <w:t>kaugseireteenuse</w:t>
      </w:r>
      <w:proofErr w:type="spellEnd"/>
      <w:r w:rsidR="009B2270" w:rsidRPr="009B2270">
        <w:t xml:space="preserve"> prototüübi loomine (Keskkonnaagentuur ja Majandus- ja Kommunikatsiooniministeerium)</w:t>
      </w:r>
      <w:r w:rsidR="00D652B9">
        <w:t>“</w:t>
      </w:r>
      <w:r w:rsidR="00CD2CF2">
        <w:t xml:space="preserve"> (viitenumber </w:t>
      </w:r>
      <w:r w:rsidR="009B2270">
        <w:t>279476</w:t>
      </w:r>
      <w:r w:rsidR="00CD2CF2">
        <w:t>)</w:t>
      </w:r>
      <w:r w:rsidR="00D652B9">
        <w:rPr>
          <w:bCs/>
        </w:rPr>
        <w:t xml:space="preserve"> </w:t>
      </w:r>
      <w:r w:rsidR="00CD2CF2">
        <w:t>riigihanke alusdokumentidele</w:t>
      </w:r>
      <w:r w:rsidR="00C33EFE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>
        <w:t xml:space="preserve"> </w:t>
      </w:r>
    </w:p>
    <w:p w14:paraId="16EDE15B" w14:textId="77777777" w:rsidR="00515402" w:rsidRPr="006B4DBF" w:rsidRDefault="00515402" w:rsidP="000A538E">
      <w:pPr>
        <w:widowControl/>
        <w:suppressAutoHyphens w:val="0"/>
        <w:spacing w:line="240" w:lineRule="auto"/>
      </w:pPr>
    </w:p>
    <w:p w14:paraId="50D416E9" w14:textId="7CCF6140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lõi</w:t>
      </w:r>
      <w:r w:rsidR="00582EDF">
        <w:t>k</w:t>
      </w:r>
      <w:r w:rsidRPr="006B4DBF">
        <w:t>e 5 alusel palume hankijal</w:t>
      </w:r>
      <w:r w:rsidR="00515402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9B2270">
        <w:rPr>
          <w:b/>
          <w:bCs/>
        </w:rPr>
        <w:t>21</w:t>
      </w:r>
      <w:r w:rsidR="00B42C87" w:rsidRPr="002F373C">
        <w:rPr>
          <w:b/>
          <w:bCs/>
        </w:rPr>
        <w:t>.</w:t>
      </w:r>
      <w:r w:rsidR="00492C7C">
        <w:rPr>
          <w:b/>
          <w:bCs/>
        </w:rPr>
        <w:t>0</w:t>
      </w:r>
      <w:r w:rsidR="005C4ED9">
        <w:rPr>
          <w:b/>
          <w:bCs/>
        </w:rPr>
        <w:t>2</w:t>
      </w:r>
      <w:r w:rsidR="00B42C87" w:rsidRPr="002F373C">
        <w:rPr>
          <w:b/>
          <w:bCs/>
        </w:rPr>
        <w:t>.202</w:t>
      </w:r>
      <w:r w:rsidR="00492C7C">
        <w:rPr>
          <w:b/>
          <w:bCs/>
        </w:rPr>
        <w:t>5</w:t>
      </w:r>
      <w:r w:rsidRPr="002F373C">
        <w:t>, esitada Riigihangete vaidlustuskomisjonile kirjalik vastus vaidlustuse kohta ning kõik vaidlustuse lahendamiseks vajalikud dokumendid</w:t>
      </w:r>
      <w:r w:rsidR="00BD77AB">
        <w:t>, mis pole kättesaadavad riigihangete registrist</w:t>
      </w:r>
      <w:r w:rsidRPr="002F373C">
        <w:t xml:space="preserve">. 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7557AE60" w14:textId="7356352F" w:rsidR="00AD3132" w:rsidRPr="00A72BEC" w:rsidRDefault="00AD3132" w:rsidP="00A72BEC">
      <w:pPr>
        <w:widowControl/>
        <w:suppressAutoHyphens w:val="0"/>
        <w:spacing w:line="240" w:lineRule="auto"/>
      </w:pPr>
      <w:r w:rsidRPr="00A72BEC">
        <w:t xml:space="preserve">Hankijal palume </w:t>
      </w:r>
      <w:r w:rsidRPr="00A72BEC">
        <w:rPr>
          <w:b/>
          <w:bCs/>
        </w:rPr>
        <w:t>ühe tööpäeva</w:t>
      </w:r>
      <w:r w:rsidRPr="00A72BEC">
        <w:t xml:space="preserve"> jooksul, st hiljemalt </w:t>
      </w:r>
      <w:r w:rsidR="005C4ED9" w:rsidRPr="00A72BEC">
        <w:rPr>
          <w:b/>
          <w:bCs/>
        </w:rPr>
        <w:t>1</w:t>
      </w:r>
      <w:r w:rsidR="009B2270" w:rsidRPr="00A72BEC">
        <w:rPr>
          <w:b/>
          <w:bCs/>
        </w:rPr>
        <w:t>9</w:t>
      </w:r>
      <w:r w:rsidRPr="00A72BEC">
        <w:rPr>
          <w:b/>
          <w:bCs/>
        </w:rPr>
        <w:t>.</w:t>
      </w:r>
      <w:r w:rsidR="00BD2100" w:rsidRPr="00A72BEC">
        <w:rPr>
          <w:b/>
          <w:bCs/>
        </w:rPr>
        <w:t>0</w:t>
      </w:r>
      <w:r w:rsidR="005C4ED9" w:rsidRPr="00A72BEC">
        <w:rPr>
          <w:b/>
          <w:bCs/>
        </w:rPr>
        <w:t>2</w:t>
      </w:r>
      <w:r w:rsidRPr="00A72BEC">
        <w:rPr>
          <w:b/>
          <w:bCs/>
        </w:rPr>
        <w:t>.202</w:t>
      </w:r>
      <w:r w:rsidR="00BD2100" w:rsidRPr="00A72BEC">
        <w:rPr>
          <w:b/>
          <w:bCs/>
        </w:rPr>
        <w:t>5</w:t>
      </w:r>
      <w:r w:rsidRPr="00A72BEC">
        <w:t xml:space="preserve"> esitada oma seisukoht hankemenetluse peatamise taotluse kohta või teatada pakkumuste esitamise tähtpäeva edasilükkamisest. Tähtpäeva edasilükkamisel palume arvestada vaidlustusmenetluse kestvuse</w:t>
      </w:r>
    </w:p>
    <w:p w14:paraId="3FC988D1" w14:textId="77777777" w:rsidR="00AD3132" w:rsidRPr="00A72BEC" w:rsidRDefault="00AD3132" w:rsidP="00A72BEC">
      <w:pPr>
        <w:widowControl/>
        <w:suppressAutoHyphens w:val="0"/>
        <w:spacing w:line="240" w:lineRule="auto"/>
      </w:pPr>
      <w:r w:rsidRPr="00A72BEC">
        <w:t xml:space="preserve">ja kaebeõiguse realiseerimiks vajaliku ajaga. </w:t>
      </w:r>
      <w:r w:rsidRPr="00A72BEC">
        <w:cr/>
      </w:r>
    </w:p>
    <w:p w14:paraId="177BE33C" w14:textId="5F333D5A" w:rsidR="00D11403" w:rsidRPr="00B35F1B" w:rsidRDefault="00D11403" w:rsidP="00A72BEC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1F543C66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>Lisa</w:t>
      </w:r>
      <w:r w:rsidR="001012FD">
        <w:rPr>
          <w:szCs w:val="24"/>
        </w:rPr>
        <w:t>d</w:t>
      </w:r>
      <w:r w:rsidRPr="002F373C">
        <w:rPr>
          <w:szCs w:val="24"/>
        </w:rPr>
        <w:t xml:space="preserve">: </w:t>
      </w:r>
      <w:r w:rsidR="002E4A54" w:rsidRPr="002F373C">
        <w:rPr>
          <w:szCs w:val="24"/>
        </w:rPr>
        <w:t>vaidlustus</w:t>
      </w:r>
      <w:r w:rsidR="001012FD">
        <w:rPr>
          <w:szCs w:val="24"/>
        </w:rPr>
        <w:t xml:space="preserve"> koos</w:t>
      </w:r>
      <w:r w:rsidR="006B4DBF" w:rsidRPr="002F373C">
        <w:rPr>
          <w:szCs w:val="24"/>
        </w:rPr>
        <w:t xml:space="preserve"> lisadega</w:t>
      </w:r>
      <w:r w:rsidR="001012FD">
        <w:rPr>
          <w:szCs w:val="24"/>
        </w:rPr>
        <w:t xml:space="preserve"> 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78544D3A" w14:textId="77777777" w:rsidR="00A72BEC" w:rsidRDefault="0072643B" w:rsidP="009B2270">
      <w:pPr>
        <w:pStyle w:val="Default"/>
        <w:ind w:left="1425" w:hanging="1425"/>
        <w:rPr>
          <w:color w:val="auto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9B2270" w:rsidRPr="009B2270">
        <w:rPr>
          <w:color w:val="auto"/>
        </w:rPr>
        <w:t>vandeadvokaa</w:t>
      </w:r>
      <w:r w:rsidR="009B2270">
        <w:rPr>
          <w:color w:val="auto"/>
        </w:rPr>
        <w:t>t</w:t>
      </w:r>
      <w:r w:rsidR="009B2270" w:rsidRPr="009B2270">
        <w:rPr>
          <w:color w:val="auto"/>
        </w:rPr>
        <w:t>id</w:t>
      </w:r>
      <w:r w:rsidR="009B2270">
        <w:rPr>
          <w:color w:val="auto"/>
        </w:rPr>
        <w:t>ele</w:t>
      </w:r>
      <w:r w:rsidR="009B2270" w:rsidRPr="009B2270">
        <w:rPr>
          <w:color w:val="auto"/>
        </w:rPr>
        <w:t xml:space="preserve"> Kadri </w:t>
      </w:r>
      <w:proofErr w:type="spellStart"/>
      <w:r w:rsidR="009B2270" w:rsidRPr="009B2270">
        <w:rPr>
          <w:color w:val="auto"/>
        </w:rPr>
        <w:t>Härginen</w:t>
      </w:r>
      <w:proofErr w:type="spellEnd"/>
      <w:r w:rsidR="009B2270" w:rsidRPr="009B2270">
        <w:rPr>
          <w:color w:val="auto"/>
        </w:rPr>
        <w:t xml:space="preserve"> ja Mario Sõr</w:t>
      </w:r>
      <w:r w:rsidR="009B2270">
        <w:rPr>
          <w:color w:val="auto"/>
        </w:rPr>
        <w:t xml:space="preserve">m </w:t>
      </w:r>
    </w:p>
    <w:p w14:paraId="1B77FDB8" w14:textId="358CDF03" w:rsidR="00492C7C" w:rsidRDefault="00A72BEC" w:rsidP="00A72BEC">
      <w:pPr>
        <w:pStyle w:val="Default"/>
        <w:ind w:left="1425" w:hanging="7"/>
      </w:pPr>
      <w:r>
        <w:rPr>
          <w:color w:val="auto"/>
        </w:rPr>
        <w:t xml:space="preserve">e-post: </w:t>
      </w:r>
      <w:hyperlink r:id="rId11" w:history="1">
        <w:r w:rsidRPr="009F3D5A">
          <w:rPr>
            <w:rStyle w:val="Hperlink"/>
          </w:rPr>
          <w:t>kadri.harginen@sorainen.com</w:t>
        </w:r>
      </w:hyperlink>
      <w:r w:rsidR="009B2270">
        <w:t xml:space="preserve">, </w:t>
      </w:r>
      <w:hyperlink r:id="rId12" w:history="1">
        <w:r w:rsidR="009B2270" w:rsidRPr="004551E0">
          <w:rPr>
            <w:rStyle w:val="Hperlink"/>
          </w:rPr>
          <w:t>mario.sorm@sorainen.com</w:t>
        </w:r>
      </w:hyperlink>
      <w:r w:rsidR="009B2270">
        <w:t xml:space="preserve"> </w:t>
      </w:r>
    </w:p>
    <w:p w14:paraId="72720146" w14:textId="77777777" w:rsidR="005C4ED9" w:rsidRDefault="005C4ED9" w:rsidP="005C4ED9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33E5D153" w14:textId="77777777" w:rsidR="005C4ED9" w:rsidRDefault="005C4ED9" w:rsidP="005C4ED9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5EFA58FE" w14:textId="77777777" w:rsidR="00492C7C" w:rsidRDefault="00492C7C" w:rsidP="00AB3240">
      <w:pPr>
        <w:pStyle w:val="Vahedeta"/>
        <w:rPr>
          <w:rFonts w:cs="Times New Roman"/>
          <w:szCs w:val="24"/>
        </w:rPr>
      </w:pPr>
    </w:p>
    <w:p w14:paraId="635908B0" w14:textId="77777777" w:rsidR="001759FC" w:rsidRDefault="001759FC" w:rsidP="00AB3240">
      <w:pPr>
        <w:pStyle w:val="Vahedeta"/>
        <w:rPr>
          <w:rFonts w:cs="Times New Roman"/>
          <w:szCs w:val="24"/>
        </w:rPr>
      </w:pPr>
    </w:p>
    <w:p w14:paraId="3BC894AD" w14:textId="5523B3CA" w:rsidR="00492C7C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7FC9D21A" w:rsidR="00545963" w:rsidRPr="00AB3240" w:rsidRDefault="00492C7C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3" w:history="1">
        <w:r w:rsidRPr="00EC1F2A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4"/>
      <w:footerReference w:type="first" r:id="rId15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16923"/>
    <w:rsid w:val="0002092E"/>
    <w:rsid w:val="00021ED2"/>
    <w:rsid w:val="0002385B"/>
    <w:rsid w:val="00024CA7"/>
    <w:rsid w:val="00025129"/>
    <w:rsid w:val="0002525C"/>
    <w:rsid w:val="0002599F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3260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4A9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59FC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37B"/>
    <w:rsid w:val="00226A6C"/>
    <w:rsid w:val="00234AF1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2C7C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098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EDF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4ED9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63FEF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061F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1F44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D7690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2270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3614F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2BEC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132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05F7"/>
    <w:rsid w:val="00AF1369"/>
    <w:rsid w:val="00AF252A"/>
    <w:rsid w:val="00AF6828"/>
    <w:rsid w:val="00B10243"/>
    <w:rsid w:val="00B12089"/>
    <w:rsid w:val="00B16DF7"/>
    <w:rsid w:val="00B17529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0FA6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6B8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100"/>
    <w:rsid w:val="00BD2F7F"/>
    <w:rsid w:val="00BD396D"/>
    <w:rsid w:val="00BD3CCF"/>
    <w:rsid w:val="00BD5006"/>
    <w:rsid w:val="00BD6668"/>
    <w:rsid w:val="00BD77AB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00B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776"/>
    <w:rsid w:val="00C27B07"/>
    <w:rsid w:val="00C3122E"/>
    <w:rsid w:val="00C330B6"/>
    <w:rsid w:val="00C33D1F"/>
    <w:rsid w:val="00C33EFE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50A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CF2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39C"/>
    <w:rsid w:val="00D66BBA"/>
    <w:rsid w:val="00D6787F"/>
    <w:rsid w:val="00D70AF8"/>
    <w:rsid w:val="00D70DDB"/>
    <w:rsid w:val="00D72E8C"/>
    <w:rsid w:val="00D73027"/>
    <w:rsid w:val="00D7415E"/>
    <w:rsid w:val="00D751E1"/>
    <w:rsid w:val="00D80CC8"/>
    <w:rsid w:val="00D81A80"/>
    <w:rsid w:val="00D82D48"/>
    <w:rsid w:val="00D85367"/>
    <w:rsid w:val="00D85D38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B8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0B7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359D"/>
    <w:rsid w:val="00EF7232"/>
    <w:rsid w:val="00F00D4D"/>
    <w:rsid w:val="00F01550"/>
    <w:rsid w:val="00F015CC"/>
    <w:rsid w:val="00F10EBA"/>
    <w:rsid w:val="00F11DE8"/>
    <w:rsid w:val="00F149BB"/>
    <w:rsid w:val="00F176A1"/>
    <w:rsid w:val="00F20CF7"/>
    <w:rsid w:val="00F21F11"/>
    <w:rsid w:val="00F24759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0CE7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o.sorm@soraine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dri.harginen@sorainen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nna.mihkelson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ked@rtk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12</TotalTime>
  <Pages>1</Pages>
  <Words>247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2022-12-05T10:58:00Z</cp:lastPrinted>
  <dcterms:created xsi:type="dcterms:W3CDTF">2025-02-18T07:57:00Z</dcterms:created>
  <dcterms:modified xsi:type="dcterms:W3CDTF">2025-02-18T08:20:00Z</dcterms:modified>
</cp:coreProperties>
</file>