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1B44BD" w14:paraId="620715C6" w14:textId="77777777" w:rsidTr="008070F0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14537DA0" w14:textId="59EC7025" w:rsidR="001B44BD" w:rsidRDefault="001B44BD" w:rsidP="001B44BD">
            <w:pPr>
              <w:framePr w:w="4479" w:h="1304" w:hRule="exact" w:wrap="around" w:vAnchor="page" w:hAnchor="page" w:x="6875" w:y="965"/>
              <w:pBdr>
                <w:left w:val="single" w:sz="6" w:space="1" w:color="auto"/>
                <w:right w:val="single" w:sz="6" w:space="1" w:color="auto"/>
              </w:pBdr>
              <w:rPr>
                <w:rFonts w:ascii="Arial" w:hAnsi="Arial" w:cs="Arial"/>
                <w:sz w:val="16"/>
              </w:rPr>
            </w:pPr>
          </w:p>
        </w:tc>
      </w:tr>
    </w:tbl>
    <w:p w14:paraId="44DB450A" w14:textId="77777777" w:rsidR="001B44BD" w:rsidRDefault="001B44BD" w:rsidP="001B44BD">
      <w:pPr>
        <w:framePr w:w="4479" w:h="1304" w:hRule="exact" w:wrap="around" w:vAnchor="page" w:hAnchor="page" w:x="6875" w:y="96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</w:rPr>
      </w:pPr>
    </w:p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1B892E28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4E1B0F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4E1B0F">
        <w:rPr>
          <w:b/>
          <w:bCs/>
          <w:sz w:val="20"/>
        </w:rPr>
        <w:t>93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6F55C35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</w:t>
            </w:r>
            <w:r w:rsidR="00C5475D">
              <w:rPr>
                <w:sz w:val="20"/>
              </w:rPr>
              <w:t xml:space="preserve"> </w:t>
            </w:r>
            <w:r w:rsidRPr="000568AE">
              <w:rPr>
                <w:sz w:val="20"/>
              </w:rPr>
              <w:t>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37A47254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r w:rsidR="004E1B0F">
              <w:rPr>
                <w:sz w:val="20"/>
              </w:rPr>
              <w:t>16.01.2025</w:t>
            </w:r>
            <w:r w:rsidR="00534C1F">
              <w:rPr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4E1B0F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6D1AB9" w:rsidRPr="001611B4" w14:paraId="6E3EC6BB" w14:textId="77777777" w:rsidTr="004854CB">
        <w:tc>
          <w:tcPr>
            <w:tcW w:w="3289" w:type="dxa"/>
          </w:tcPr>
          <w:p w14:paraId="45D33720" w14:textId="77777777" w:rsidR="006D1AB9" w:rsidRPr="00591B3F" w:rsidRDefault="006D1AB9" w:rsidP="006D1AB9">
            <w:pPr>
              <w:rPr>
                <w:color w:val="000000"/>
                <w:sz w:val="20"/>
              </w:rPr>
            </w:pPr>
            <w:r w:rsidRPr="00591B3F">
              <w:rPr>
                <w:color w:val="000000"/>
                <w:sz w:val="20"/>
              </w:rPr>
              <w:t xml:space="preserve">Vara Saeveski OÜ </w:t>
            </w:r>
          </w:p>
          <w:p w14:paraId="4FC74FA5" w14:textId="36733F24" w:rsidR="006D1AB9" w:rsidRPr="00F020C1" w:rsidRDefault="006D1AB9" w:rsidP="006D1AB9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5C179426" w14:textId="77777777" w:rsidR="006D1AB9" w:rsidRPr="00591B3F" w:rsidRDefault="006D1AB9" w:rsidP="006D1AB9">
            <w:pPr>
              <w:rPr>
                <w:bCs/>
                <w:sz w:val="20"/>
              </w:rPr>
            </w:pPr>
            <w:r w:rsidRPr="00591B3F">
              <w:rPr>
                <w:sz w:val="20"/>
              </w:rPr>
              <w:t>Registrikood 10533890</w:t>
            </w:r>
          </w:p>
          <w:p w14:paraId="2C4748F4" w14:textId="0F9B5F75" w:rsidR="006D1AB9" w:rsidRPr="00F020C1" w:rsidRDefault="006D1AB9" w:rsidP="006D1AB9">
            <w:pPr>
              <w:rPr>
                <w:bCs/>
                <w:sz w:val="20"/>
              </w:rPr>
            </w:pPr>
            <w:r w:rsidRPr="00591B3F">
              <w:rPr>
                <w:bCs/>
                <w:sz w:val="20"/>
              </w:rPr>
              <w:t xml:space="preserve">Vara </w:t>
            </w:r>
            <w:r>
              <w:rPr>
                <w:bCs/>
                <w:sz w:val="20"/>
              </w:rPr>
              <w:t>Peipsiääre</w:t>
            </w:r>
            <w:r w:rsidRPr="00591B3F">
              <w:rPr>
                <w:bCs/>
                <w:sz w:val="20"/>
              </w:rPr>
              <w:t xml:space="preserve"> vald Tartumaa</w:t>
            </w:r>
          </w:p>
        </w:tc>
        <w:tc>
          <w:tcPr>
            <w:tcW w:w="2771" w:type="dxa"/>
          </w:tcPr>
          <w:p w14:paraId="56A9C353" w14:textId="77777777" w:rsidR="006D1AB9" w:rsidRPr="00591B3F" w:rsidRDefault="006D1AB9" w:rsidP="006D1AB9">
            <w:pPr>
              <w:rPr>
                <w:color w:val="000000"/>
                <w:sz w:val="20"/>
              </w:rPr>
            </w:pPr>
            <w:r w:rsidRPr="00591B3F">
              <w:rPr>
                <w:color w:val="000000"/>
                <w:sz w:val="20"/>
              </w:rPr>
              <w:t>Tel 731 5843</w:t>
            </w:r>
          </w:p>
          <w:p w14:paraId="45C69494" w14:textId="70D4690E" w:rsidR="006D1AB9" w:rsidRPr="00F020C1" w:rsidRDefault="006D1AB9" w:rsidP="006D1AB9">
            <w:pPr>
              <w:rPr>
                <w:bCs/>
                <w:sz w:val="20"/>
              </w:rPr>
            </w:pPr>
          </w:p>
        </w:tc>
      </w:tr>
      <w:tr w:rsidR="006D1AB9" w:rsidRPr="001611B4" w14:paraId="58FA04AD" w14:textId="77777777" w:rsidTr="004854CB">
        <w:tc>
          <w:tcPr>
            <w:tcW w:w="3289" w:type="dxa"/>
          </w:tcPr>
          <w:p w14:paraId="795AF362" w14:textId="1353CC9C" w:rsidR="006D1AB9" w:rsidRPr="001611B4" w:rsidRDefault="006D1AB9" w:rsidP="006D1AB9">
            <w:pPr>
              <w:rPr>
                <w:sz w:val="20"/>
              </w:rPr>
            </w:pPr>
            <w:r w:rsidRPr="00591B3F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12110205" w:rsidR="006D1AB9" w:rsidRPr="00235183" w:rsidRDefault="006D1AB9" w:rsidP="006D1AB9">
            <w:pPr>
              <w:rPr>
                <w:sz w:val="20"/>
              </w:rPr>
            </w:pPr>
            <w:r w:rsidRPr="00591B3F">
              <w:rPr>
                <w:sz w:val="20"/>
              </w:rPr>
              <w:t>Juhatuse liige Andres Hummal</w:t>
            </w:r>
          </w:p>
        </w:tc>
        <w:tc>
          <w:tcPr>
            <w:tcW w:w="2771" w:type="dxa"/>
          </w:tcPr>
          <w:p w14:paraId="6DD68004" w14:textId="2CAD27B8" w:rsidR="006D1AB9" w:rsidRPr="00F020C1" w:rsidRDefault="006D1AB9" w:rsidP="006D1AB9">
            <w:pPr>
              <w:rPr>
                <w:sz w:val="20"/>
              </w:rPr>
            </w:pPr>
            <w:hyperlink r:id="rId12" w:history="1">
              <w:r w:rsidRPr="00591B3F">
                <w:rPr>
                  <w:rStyle w:val="Hperlink"/>
                  <w:bCs/>
                  <w:sz w:val="20"/>
                </w:rPr>
                <w:t>andres.hummal@varasaeveski.ee</w:t>
              </w:r>
            </w:hyperlink>
            <w:r w:rsidRPr="00591B3F"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AEAD52D" w:rsidR="008E3CDE" w:rsidRPr="001611B4" w:rsidRDefault="008E3CDE" w:rsidP="006D1AB9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6D1AB9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0D2E319A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3B34977E" w14:textId="77777777" w:rsidR="00F7651F" w:rsidRPr="00C43786" w:rsidRDefault="00F7651F" w:rsidP="00F7651F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4ECB3464" w14:textId="45C49CA8" w:rsidR="00293770" w:rsidRPr="001611B4" w:rsidRDefault="00293770" w:rsidP="00F7651F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1AA4D875" w:rsidR="005253F3" w:rsidRPr="00F020C1" w:rsidRDefault="003E4B58" w:rsidP="00235183">
            <w:pPr>
              <w:rPr>
                <w:sz w:val="20"/>
              </w:rPr>
            </w:pPr>
            <w:r w:rsidRPr="003E4B58">
              <w:rPr>
                <w:sz w:val="20"/>
              </w:rPr>
              <w:t>21 (kakskümmend üks)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363B33CA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3" w:history="1">
        <w:r w:rsidR="003E4B58" w:rsidRPr="006260F5">
          <w:rPr>
            <w:rStyle w:val="Hperlink"/>
            <w:sz w:val="20"/>
          </w:rPr>
          <w:t>info</w:t>
        </w:r>
        <w:r w:rsidR="003E4B58" w:rsidRPr="006260F5">
          <w:rPr>
            <w:rStyle w:val="Hperlink"/>
            <w:bCs/>
            <w:sz w:val="20"/>
          </w:rPr>
          <w:t>@varasaeveski.ee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6D91DFF9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lastRenderedPageBreak/>
        <w:t>Leping</w:t>
      </w:r>
      <w:r w:rsidR="00CF6B9F">
        <w:rPr>
          <w:sz w:val="20"/>
        </w:rPr>
        <w:t xml:space="preserve"> kehtib kuni</w:t>
      </w:r>
      <w:r w:rsidRPr="004D483E">
        <w:rPr>
          <w:sz w:val="20"/>
        </w:rPr>
        <w:t xml:space="preserve"> </w:t>
      </w:r>
      <w:r w:rsidR="004D483E">
        <w:rPr>
          <w:sz w:val="20"/>
        </w:rPr>
        <w:t>31.12.202</w:t>
      </w:r>
      <w:r w:rsidR="00CF6B9F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7AAEB046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3E4B58">
        <w:rPr>
          <w:sz w:val="20"/>
        </w:rPr>
        <w:t>Andres Hummal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33301783">
    <w:abstractNumId w:val="0"/>
  </w:num>
  <w:num w:numId="2" w16cid:durableId="878207544">
    <w:abstractNumId w:val="10"/>
  </w:num>
  <w:num w:numId="3" w16cid:durableId="1495994363">
    <w:abstractNumId w:val="9"/>
  </w:num>
  <w:num w:numId="4" w16cid:durableId="1498769589">
    <w:abstractNumId w:val="15"/>
  </w:num>
  <w:num w:numId="5" w16cid:durableId="148912569">
    <w:abstractNumId w:val="16"/>
  </w:num>
  <w:num w:numId="6" w16cid:durableId="516770401">
    <w:abstractNumId w:val="19"/>
  </w:num>
  <w:num w:numId="7" w16cid:durableId="1831748783">
    <w:abstractNumId w:val="21"/>
  </w:num>
  <w:num w:numId="8" w16cid:durableId="1159536730">
    <w:abstractNumId w:val="5"/>
  </w:num>
  <w:num w:numId="9" w16cid:durableId="1354267358">
    <w:abstractNumId w:val="7"/>
  </w:num>
  <w:num w:numId="10" w16cid:durableId="35281165">
    <w:abstractNumId w:val="1"/>
  </w:num>
  <w:num w:numId="11" w16cid:durableId="1828671940">
    <w:abstractNumId w:val="2"/>
  </w:num>
  <w:num w:numId="12" w16cid:durableId="288125071">
    <w:abstractNumId w:val="12"/>
  </w:num>
  <w:num w:numId="13" w16cid:durableId="562059816">
    <w:abstractNumId w:val="18"/>
  </w:num>
  <w:num w:numId="14" w16cid:durableId="1826895434">
    <w:abstractNumId w:val="8"/>
  </w:num>
  <w:num w:numId="15" w16cid:durableId="773860292">
    <w:abstractNumId w:val="4"/>
  </w:num>
  <w:num w:numId="16" w16cid:durableId="25260052">
    <w:abstractNumId w:val="18"/>
  </w:num>
  <w:num w:numId="17" w16cid:durableId="57698724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415006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256199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06786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530479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4285342">
    <w:abstractNumId w:val="22"/>
  </w:num>
  <w:num w:numId="23" w16cid:durableId="1093208489">
    <w:abstractNumId w:val="3"/>
  </w:num>
  <w:num w:numId="24" w16cid:durableId="1098020891">
    <w:abstractNumId w:val="20"/>
  </w:num>
  <w:num w:numId="25" w16cid:durableId="502209679">
    <w:abstractNumId w:val="6"/>
  </w:num>
  <w:num w:numId="26" w16cid:durableId="2078818717">
    <w:abstractNumId w:val="11"/>
  </w:num>
  <w:num w:numId="27" w16cid:durableId="1622809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8318335">
    <w:abstractNumId w:val="13"/>
  </w:num>
  <w:num w:numId="29" w16cid:durableId="488525259">
    <w:abstractNumId w:val="17"/>
  </w:num>
  <w:num w:numId="30" w16cid:durableId="20234356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843298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E4B58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E1B0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C1F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5F7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1AB9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0729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332A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04AA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52970"/>
    <w:rsid w:val="00B569D5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5D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CF6B9F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14B7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51F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varasaeveski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dres.hummal@varasaeveski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7440C-82EC-4C0C-8EF7-E726A97D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15</TotalTime>
  <Pages>3</Pages>
  <Words>924</Words>
  <Characters>7129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8037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2025-04-03T12:36:00Z</dcterms:created>
  <dcterms:modified xsi:type="dcterms:W3CDTF">2025-04-03T13:49:00Z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