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FE5F9" w14:textId="77777777" w:rsidR="008F4B72" w:rsidRPr="00F60717" w:rsidRDefault="008651E9" w:rsidP="008F4B72">
      <w:pPr>
        <w:spacing w:before="1800"/>
        <w:ind w:right="-2"/>
        <w:rPr>
          <w:sz w:val="2"/>
          <w:szCs w:val="2"/>
        </w:rPr>
      </w:pPr>
      <w:r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ADC134" wp14:editId="550F335A">
                <wp:simplePos x="0" y="0"/>
                <wp:positionH relativeFrom="column">
                  <wp:posOffset>3129915</wp:posOffset>
                </wp:positionH>
                <wp:positionV relativeFrom="paragraph">
                  <wp:posOffset>56515</wp:posOffset>
                </wp:positionV>
                <wp:extent cx="3143250" cy="1133475"/>
                <wp:effectExtent l="0" t="0" r="635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2C103" w14:textId="3D85A23C" w:rsidR="000C5CE4" w:rsidRPr="00955AFA" w:rsidRDefault="006C0DA1" w:rsidP="00407ED0">
                            <w:pPr>
                              <w:spacing w:before="52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</w:rPr>
                              <w:tab/>
                              <w:t>September 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ADC13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46.45pt;margin-top:4.45pt;width:247.5pt;height:8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" stroked="f">
                <v:textbox>
                  <w:txbxContent>
                    <w:p w14:paraId="4F12C103" w14:textId="3D85A23C" w:rsidR="000C5CE4" w:rsidRPr="00955AFA" w:rsidRDefault="006C0DA1" w:rsidP="00407ED0">
                      <w:pPr>
                        <w:spacing w:before="520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ab/>
                      </w:r>
                      <w:r>
                        <w:rPr>
                          <w:i/>
                        </w:rPr>
                        <w:tab/>
                      </w:r>
                      <w:r>
                        <w:rPr>
                          <w:i/>
                        </w:rPr>
                        <w:tab/>
                        <w:t>September 2023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6B0F9B9" wp14:editId="0E690128">
                <wp:simplePos x="0" y="0"/>
                <wp:positionH relativeFrom="column">
                  <wp:posOffset>-80010</wp:posOffset>
                </wp:positionH>
                <wp:positionV relativeFrom="paragraph">
                  <wp:posOffset>66040</wp:posOffset>
                </wp:positionV>
                <wp:extent cx="2924175" cy="11334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FF9297" w14:textId="77777777" w:rsidR="001336C0" w:rsidRDefault="001336C0"/>
                          <w:p w14:paraId="733CCBF0" w14:textId="77777777" w:rsidR="006C0DA1" w:rsidRDefault="006C0DA1">
                            <w:r>
                              <w:t>Eesti Metsa- ja Puidutööstuse Liit</w:t>
                            </w:r>
                          </w:p>
                          <w:p w14:paraId="0EA79781" w14:textId="2685DB76" w:rsidR="001336C0" w:rsidRDefault="006C0DA1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Metsanduse kutseala kutsekomisjon</w:t>
                            </w:r>
                          </w:p>
                          <w:p w14:paraId="1E2AF931" w14:textId="0755A0A4" w:rsidR="006F3832" w:rsidRDefault="00000000">
                            <w:hyperlink r:id="rId7" w:history="1">
                              <w:r w:rsidR="006C0DA1" w:rsidRPr="00ED3A9B">
                                <w:rPr>
                                  <w:rStyle w:val="Hperlink"/>
                                </w:rPr>
                                <w:t>info@empl.ee</w:t>
                              </w:r>
                            </w:hyperlink>
                          </w:p>
                          <w:p w14:paraId="511688D1" w14:textId="77777777" w:rsidR="006C0DA1" w:rsidRDefault="006C0DA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0F9B9" id="Text Box 2" o:spid="_x0000_s1027" type="#_x0000_t202" style="position:absolute;margin-left:-6.3pt;margin-top:5.2pt;width:230.25pt;height:89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" stroked="f">
                <v:textbox>
                  <w:txbxContent>
                    <w:p w14:paraId="53FF9297" w14:textId="77777777" w:rsidR="001336C0" w:rsidRDefault="001336C0"/>
                    <w:p w14:paraId="733CCBF0" w14:textId="77777777" w:rsidR="006C0DA1" w:rsidRDefault="006C0DA1">
                      <w:r>
                        <w:t>Eesti Metsa- ja Puidutööstuse Liit</w:t>
                      </w:r>
                    </w:p>
                    <w:p w14:paraId="0EA79781" w14:textId="2685DB76" w:rsidR="001336C0" w:rsidRDefault="006C0DA1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Metsanduse kutseala kutsekomisjon</w:t>
                      </w:r>
                    </w:p>
                    <w:p w14:paraId="1E2AF931" w14:textId="0755A0A4" w:rsidR="006F3832" w:rsidRDefault="006C0DA1">
                      <w:hyperlink r:id="rId8" w:history="1">
                        <w:r w:rsidRPr="00ED3A9B">
                          <w:rPr>
                            <w:rStyle w:val="Hyperlink"/>
                          </w:rPr>
                          <w:t>info@empl.ee</w:t>
                        </w:r>
                      </w:hyperlink>
                    </w:p>
                    <w:p w14:paraId="511688D1" w14:textId="77777777" w:rsidR="006C0DA1" w:rsidRDefault="006C0DA1"/>
                  </w:txbxContent>
                </v:textbox>
              </v:shape>
            </w:pict>
          </mc:Fallback>
        </mc:AlternateContent>
      </w:r>
    </w:p>
    <w:p w14:paraId="0A564BF0" w14:textId="77777777" w:rsidR="001336C0" w:rsidRDefault="001336C0" w:rsidP="00C54697">
      <w:pPr>
        <w:ind w:right="4253"/>
      </w:pPr>
    </w:p>
    <w:p w14:paraId="2BABFECB" w14:textId="77777777" w:rsidR="001336C0" w:rsidRDefault="001336C0" w:rsidP="00C54697">
      <w:pPr>
        <w:ind w:right="4253"/>
      </w:pPr>
    </w:p>
    <w:p w14:paraId="2CB82A85" w14:textId="68421ED8" w:rsidR="00C54697" w:rsidRDefault="009B34F8" w:rsidP="006C0DA1">
      <w:pPr>
        <w:spacing w:before="700"/>
        <w:ind w:right="4253"/>
      </w:pPr>
      <w:r>
        <w:t>K</w:t>
      </w:r>
      <w:r w:rsidR="00227077">
        <w:t>utsekomisjoni</w:t>
      </w:r>
      <w:r>
        <w:t xml:space="preserve"> moodustamine</w:t>
      </w:r>
    </w:p>
    <w:p w14:paraId="3043F51A" w14:textId="77777777" w:rsidR="00C54697" w:rsidRDefault="00C54697" w:rsidP="00C54697">
      <w:pPr>
        <w:jc w:val="both"/>
      </w:pPr>
    </w:p>
    <w:p w14:paraId="3A1EC4EE" w14:textId="77777777" w:rsidR="001336C0" w:rsidRDefault="001336C0" w:rsidP="00C54697">
      <w:pPr>
        <w:jc w:val="both"/>
      </w:pPr>
    </w:p>
    <w:p w14:paraId="4975BA2C" w14:textId="77777777" w:rsidR="001336C0" w:rsidRPr="00227077" w:rsidRDefault="001336C0" w:rsidP="00C54697">
      <w:pPr>
        <w:jc w:val="both"/>
      </w:pPr>
    </w:p>
    <w:p w14:paraId="44741069" w14:textId="10FA53BE" w:rsidR="001336C0" w:rsidRDefault="001A6BEB" w:rsidP="00C54697">
      <w:pPr>
        <w:jc w:val="both"/>
      </w:pPr>
      <w:r>
        <w:rPr>
          <w:i/>
        </w:rPr>
        <w:t>Riigimetsa Majandamise Keskus</w:t>
      </w:r>
      <w:r w:rsidR="00394BDF">
        <w:rPr>
          <w:rStyle w:val="Allmrkuseviide"/>
          <w:i/>
        </w:rPr>
        <w:footnoteReference w:id="1"/>
      </w:r>
      <w:r w:rsidR="009B34F8">
        <w:rPr>
          <w:i/>
        </w:rPr>
        <w:t xml:space="preserve"> </w:t>
      </w:r>
      <w:r w:rsidR="009667E2">
        <w:rPr>
          <w:i/>
        </w:rPr>
        <w:t xml:space="preserve">on teadlik ja nõus, et </w:t>
      </w:r>
      <w:r>
        <w:rPr>
          <w:i/>
        </w:rPr>
        <w:t xml:space="preserve">RMK </w:t>
      </w:r>
      <w:r w:rsidR="009D65BD">
        <w:rPr>
          <w:i/>
        </w:rPr>
        <w:t>metsakasvatustalituse Edela piirkonna metsakasvatusjuht</w:t>
      </w:r>
      <w:r w:rsidR="00A44B98">
        <w:rPr>
          <w:i/>
        </w:rPr>
        <w:t xml:space="preserve"> Priit Kõresaar</w:t>
      </w:r>
      <w:r w:rsidR="006E6993" w:rsidRPr="00227077">
        <w:rPr>
          <w:i/>
        </w:rPr>
        <w:t xml:space="preserve"> </w:t>
      </w:r>
      <w:r w:rsidR="009B34F8" w:rsidRPr="009667E2">
        <w:t>osaleb</w:t>
      </w:r>
      <w:r w:rsidR="009B34F8">
        <w:rPr>
          <w:i/>
        </w:rPr>
        <w:t xml:space="preserve"> </w:t>
      </w:r>
      <w:r w:rsidR="006C0DA1" w:rsidRPr="006C0DA1">
        <w:rPr>
          <w:iCs/>
        </w:rPr>
        <w:t>Metsanduse kutseala</w:t>
      </w:r>
      <w:r w:rsidR="006C0DA1">
        <w:rPr>
          <w:i/>
        </w:rPr>
        <w:t xml:space="preserve"> </w:t>
      </w:r>
      <w:r w:rsidR="00407ED0" w:rsidRPr="00227077">
        <w:rPr>
          <w:i/>
        </w:rPr>
        <w:t xml:space="preserve"> </w:t>
      </w:r>
      <w:r w:rsidR="001336C0">
        <w:t>kutsekomisjoni</w:t>
      </w:r>
      <w:r w:rsidR="009B34F8">
        <w:t xml:space="preserve"> töös. </w:t>
      </w:r>
      <w:r w:rsidR="001336C0" w:rsidRPr="001336C0">
        <w:t xml:space="preserve"> </w:t>
      </w:r>
    </w:p>
    <w:p w14:paraId="33A67199" w14:textId="77777777" w:rsidR="001336C0" w:rsidRDefault="001336C0" w:rsidP="00C54697">
      <w:pPr>
        <w:jc w:val="both"/>
      </w:pPr>
    </w:p>
    <w:p w14:paraId="1360D22D" w14:textId="77777777" w:rsidR="00C54697" w:rsidRDefault="00C54697" w:rsidP="00C54697"/>
    <w:p w14:paraId="046BC8CA" w14:textId="77777777" w:rsidR="00C54697" w:rsidRDefault="00C54697" w:rsidP="00C54697"/>
    <w:p w14:paraId="3602A8F4" w14:textId="77777777" w:rsidR="006F3832" w:rsidRDefault="001336C0" w:rsidP="006F3832">
      <w:r>
        <w:t>Lugupidamisega</w:t>
      </w:r>
    </w:p>
    <w:p w14:paraId="1F185BA1" w14:textId="77777777" w:rsidR="006F3832" w:rsidRDefault="006F3832" w:rsidP="006F3832"/>
    <w:p w14:paraId="047FF1CE" w14:textId="77777777" w:rsidR="006F3832" w:rsidRPr="006F3832" w:rsidRDefault="006F3832" w:rsidP="006F3832">
      <w:pPr>
        <w:rPr>
          <w:i/>
        </w:rPr>
      </w:pPr>
      <w:r w:rsidRPr="006F3832">
        <w:rPr>
          <w:i/>
        </w:rPr>
        <w:t>/allkirjastatud digitaalselt/</w:t>
      </w:r>
    </w:p>
    <w:p w14:paraId="3B6C15CC" w14:textId="77777777" w:rsidR="006F3832" w:rsidRDefault="006F3832" w:rsidP="006F3832"/>
    <w:p w14:paraId="3C8D0229" w14:textId="3B37905A" w:rsidR="00493709" w:rsidRPr="001336C0" w:rsidRDefault="00A44B98" w:rsidP="006F3832">
      <w:pPr>
        <w:rPr>
          <w:i/>
        </w:rPr>
      </w:pPr>
      <w:proofErr w:type="spellStart"/>
      <w:r>
        <w:rPr>
          <w:i/>
        </w:rPr>
        <w:t>Erko</w:t>
      </w:r>
      <w:proofErr w:type="spellEnd"/>
      <w:r>
        <w:rPr>
          <w:i/>
        </w:rPr>
        <w:t xml:space="preserve"> So</w:t>
      </w:r>
      <w:r w:rsidR="00800BD6">
        <w:rPr>
          <w:i/>
        </w:rPr>
        <w:t>o</w:t>
      </w:r>
      <w:r>
        <w:rPr>
          <w:i/>
        </w:rPr>
        <w:t>lmann</w:t>
      </w:r>
    </w:p>
    <w:p w14:paraId="0898AA93" w14:textId="67B4253C" w:rsidR="00493709" w:rsidRPr="001336C0" w:rsidRDefault="00A44B98" w:rsidP="0094615A">
      <w:pPr>
        <w:spacing w:after="600"/>
        <w:ind w:right="5103"/>
        <w:rPr>
          <w:i/>
        </w:rPr>
      </w:pPr>
      <w:r>
        <w:rPr>
          <w:i/>
        </w:rPr>
        <w:t>Juhatuse liige</w:t>
      </w:r>
    </w:p>
    <w:p w14:paraId="63D48E69" w14:textId="77777777" w:rsidR="00955AFA" w:rsidRDefault="00955AFA" w:rsidP="00493709"/>
    <w:p w14:paraId="6C683725" w14:textId="77777777" w:rsidR="006F3832" w:rsidRDefault="00227077" w:rsidP="00493709">
      <w:r>
        <w:t>Kutsekomisjoni</w:t>
      </w:r>
      <w:r w:rsidR="006F3832">
        <w:t xml:space="preserve"> liikme kinnitus</w:t>
      </w:r>
    </w:p>
    <w:p w14:paraId="751880F2" w14:textId="77777777" w:rsidR="006F3832" w:rsidRDefault="006F3832" w:rsidP="00493709"/>
    <w:p w14:paraId="4817C384" w14:textId="3A484D50" w:rsidR="0094615A" w:rsidRDefault="0094615A" w:rsidP="00493709">
      <w:r>
        <w:t xml:space="preserve">Nõustun osalema </w:t>
      </w:r>
      <w:r w:rsidR="006C0DA1" w:rsidRPr="006C0DA1">
        <w:rPr>
          <w:iCs/>
        </w:rPr>
        <w:t>Metsanduse kutseala</w:t>
      </w:r>
      <w:r w:rsidR="006E6993">
        <w:t xml:space="preserve"> </w:t>
      </w:r>
      <w:r w:rsidR="00227077">
        <w:t>kutsekomisjoni</w:t>
      </w:r>
      <w:r>
        <w:t xml:space="preserve"> töös.</w:t>
      </w:r>
    </w:p>
    <w:p w14:paraId="52B485AE" w14:textId="77777777" w:rsidR="0094615A" w:rsidRDefault="0094615A" w:rsidP="0094615A"/>
    <w:p w14:paraId="72793F2C" w14:textId="77777777" w:rsidR="006F3832" w:rsidRDefault="006F3832" w:rsidP="0094615A"/>
    <w:p w14:paraId="30796875" w14:textId="77777777" w:rsidR="006F3832" w:rsidRDefault="006F3832" w:rsidP="006F3832">
      <w:pPr>
        <w:rPr>
          <w:i/>
        </w:rPr>
      </w:pPr>
      <w:r w:rsidRPr="006F3832">
        <w:rPr>
          <w:i/>
        </w:rPr>
        <w:t>/allkirjastatud digitaalselt/</w:t>
      </w:r>
    </w:p>
    <w:p w14:paraId="3CA91284" w14:textId="77777777" w:rsidR="006F3832" w:rsidRDefault="006F3832" w:rsidP="006F3832">
      <w:pPr>
        <w:rPr>
          <w:i/>
        </w:rPr>
      </w:pPr>
    </w:p>
    <w:p w14:paraId="3D382CC4" w14:textId="3FC03311" w:rsidR="0094615A" w:rsidRPr="001336C0" w:rsidRDefault="002024D2" w:rsidP="006F3832">
      <w:pPr>
        <w:rPr>
          <w:i/>
        </w:rPr>
      </w:pPr>
      <w:r>
        <w:rPr>
          <w:i/>
        </w:rPr>
        <w:t>Priit Kõresaar</w:t>
      </w:r>
    </w:p>
    <w:p w14:paraId="2F1A3ABD" w14:textId="79D736BC" w:rsidR="0094615A" w:rsidRDefault="00CC610C" w:rsidP="00493709">
      <w:pPr>
        <w:rPr>
          <w:i/>
        </w:rPr>
      </w:pPr>
      <w:r>
        <w:rPr>
          <w:i/>
        </w:rPr>
        <w:t xml:space="preserve">Tel. 5262955, email </w:t>
      </w:r>
      <w:hyperlink r:id="rId9" w:history="1">
        <w:r w:rsidRPr="008B3986">
          <w:rPr>
            <w:rStyle w:val="Hperlink"/>
            <w:i/>
          </w:rPr>
          <w:t>priit.koresaar@rmk.ee</w:t>
        </w:r>
      </w:hyperlink>
    </w:p>
    <w:p w14:paraId="236576CF" w14:textId="77777777" w:rsidR="00CC610C" w:rsidRPr="001336C0" w:rsidRDefault="00CC610C" w:rsidP="00493709">
      <w:pPr>
        <w:rPr>
          <w:i/>
          <w:noProof/>
        </w:rPr>
      </w:pPr>
    </w:p>
    <w:p w14:paraId="1C4C2ED7" w14:textId="77777777" w:rsidR="00C54697" w:rsidRPr="001336C0" w:rsidRDefault="00C54697" w:rsidP="00C54697">
      <w:pPr>
        <w:rPr>
          <w:i/>
        </w:rPr>
      </w:pPr>
    </w:p>
    <w:sectPr w:rsidR="00C54697" w:rsidRPr="001336C0" w:rsidSect="009A4666">
      <w:headerReference w:type="first" r:id="rId10"/>
      <w:footnotePr>
        <w:numFmt w:val="chicago"/>
      </w:footnotePr>
      <w:type w:val="continuous"/>
      <w:pgSz w:w="11906" w:h="16838" w:code="9"/>
      <w:pgMar w:top="2242" w:right="851" w:bottom="1134" w:left="1418" w:header="425" w:footer="6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AB05F" w14:textId="77777777" w:rsidR="007B5AF4" w:rsidRDefault="007B5AF4" w:rsidP="005B256B">
      <w:r>
        <w:separator/>
      </w:r>
    </w:p>
  </w:endnote>
  <w:endnote w:type="continuationSeparator" w:id="0">
    <w:p w14:paraId="282489E0" w14:textId="77777777" w:rsidR="007B5AF4" w:rsidRDefault="007B5AF4" w:rsidP="005B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nglischeSchTDemBol">
    <w:charset w:val="00"/>
    <w:family w:val="script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DFC2A" w14:textId="77777777" w:rsidR="007B5AF4" w:rsidRDefault="007B5AF4" w:rsidP="005B256B">
      <w:r>
        <w:separator/>
      </w:r>
    </w:p>
  </w:footnote>
  <w:footnote w:type="continuationSeparator" w:id="0">
    <w:p w14:paraId="6EC4A4CB" w14:textId="77777777" w:rsidR="007B5AF4" w:rsidRDefault="007B5AF4" w:rsidP="005B256B">
      <w:r>
        <w:continuationSeparator/>
      </w:r>
    </w:p>
  </w:footnote>
  <w:footnote w:id="1">
    <w:p w14:paraId="6BA204D8" w14:textId="77777777" w:rsidR="00394BDF" w:rsidRDefault="00394BDF">
      <w:pPr>
        <w:pStyle w:val="Allmrkusetekst"/>
      </w:pPr>
      <w:r>
        <w:rPr>
          <w:rStyle w:val="Allmrkuseviide"/>
        </w:rPr>
        <w:footnoteRef/>
      </w:r>
      <w:r>
        <w:t xml:space="preserve"> Asutuse, ettevõt</w:t>
      </w:r>
      <w:r w:rsidR="002A7030">
        <w:t>t</w:t>
      </w:r>
      <w:r>
        <w:t>e, organisatsiooni nimi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5F73B" w14:textId="77777777" w:rsidR="000C5CE4" w:rsidRPr="00626811" w:rsidRDefault="000C5CE4" w:rsidP="00626811">
    <w:pPr>
      <w:pStyle w:val="Pis"/>
      <w:tabs>
        <w:tab w:val="center" w:pos="-2127"/>
      </w:tabs>
      <w:ind w:left="-851"/>
      <w:rPr>
        <w:rFonts w:ascii="Garamond" w:hAnsi="Garamond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BDC"/>
    <w:rsid w:val="000176BD"/>
    <w:rsid w:val="00021C80"/>
    <w:rsid w:val="00021E32"/>
    <w:rsid w:val="00050481"/>
    <w:rsid w:val="00053C92"/>
    <w:rsid w:val="0008427E"/>
    <w:rsid w:val="00093301"/>
    <w:rsid w:val="00094B4C"/>
    <w:rsid w:val="00096A81"/>
    <w:rsid w:val="000C5CE4"/>
    <w:rsid w:val="001163BB"/>
    <w:rsid w:val="001336C0"/>
    <w:rsid w:val="00134C79"/>
    <w:rsid w:val="0014376B"/>
    <w:rsid w:val="001857D7"/>
    <w:rsid w:val="00194629"/>
    <w:rsid w:val="001A3E57"/>
    <w:rsid w:val="001A6BEB"/>
    <w:rsid w:val="001C166F"/>
    <w:rsid w:val="001D6D99"/>
    <w:rsid w:val="002024D2"/>
    <w:rsid w:val="00227077"/>
    <w:rsid w:val="00237285"/>
    <w:rsid w:val="002378A8"/>
    <w:rsid w:val="002A42D4"/>
    <w:rsid w:val="002A7030"/>
    <w:rsid w:val="002A7397"/>
    <w:rsid w:val="002C42BD"/>
    <w:rsid w:val="002E3494"/>
    <w:rsid w:val="00311309"/>
    <w:rsid w:val="00394BDF"/>
    <w:rsid w:val="003C01C0"/>
    <w:rsid w:val="003F2F79"/>
    <w:rsid w:val="00407ED0"/>
    <w:rsid w:val="00442E96"/>
    <w:rsid w:val="00493709"/>
    <w:rsid w:val="004A2BE3"/>
    <w:rsid w:val="004E0942"/>
    <w:rsid w:val="0051125B"/>
    <w:rsid w:val="00582885"/>
    <w:rsid w:val="0059500B"/>
    <w:rsid w:val="005B256B"/>
    <w:rsid w:val="005E7069"/>
    <w:rsid w:val="005F74C0"/>
    <w:rsid w:val="00626811"/>
    <w:rsid w:val="0063499A"/>
    <w:rsid w:val="00642373"/>
    <w:rsid w:val="00654F29"/>
    <w:rsid w:val="006A2990"/>
    <w:rsid w:val="006C0DA1"/>
    <w:rsid w:val="006D4215"/>
    <w:rsid w:val="006E6993"/>
    <w:rsid w:val="006E7212"/>
    <w:rsid w:val="006F3832"/>
    <w:rsid w:val="007205D3"/>
    <w:rsid w:val="00737858"/>
    <w:rsid w:val="007461EE"/>
    <w:rsid w:val="00762D3E"/>
    <w:rsid w:val="007B5AF4"/>
    <w:rsid w:val="007E7DDF"/>
    <w:rsid w:val="00800BD6"/>
    <w:rsid w:val="00830DB9"/>
    <w:rsid w:val="00834ACD"/>
    <w:rsid w:val="008651E9"/>
    <w:rsid w:val="00891BDC"/>
    <w:rsid w:val="008A5073"/>
    <w:rsid w:val="008B6FA7"/>
    <w:rsid w:val="008F4B72"/>
    <w:rsid w:val="00932AEE"/>
    <w:rsid w:val="0094615A"/>
    <w:rsid w:val="00955AFA"/>
    <w:rsid w:val="009667E2"/>
    <w:rsid w:val="009A4666"/>
    <w:rsid w:val="009B34F8"/>
    <w:rsid w:val="009D65BD"/>
    <w:rsid w:val="009F1123"/>
    <w:rsid w:val="00A04DDF"/>
    <w:rsid w:val="00A42B79"/>
    <w:rsid w:val="00A44B98"/>
    <w:rsid w:val="00A55BCC"/>
    <w:rsid w:val="00A778A7"/>
    <w:rsid w:val="00A82FD6"/>
    <w:rsid w:val="00AB34FC"/>
    <w:rsid w:val="00AD5DEC"/>
    <w:rsid w:val="00AE2664"/>
    <w:rsid w:val="00AF2C5B"/>
    <w:rsid w:val="00B12520"/>
    <w:rsid w:val="00B335CC"/>
    <w:rsid w:val="00B86057"/>
    <w:rsid w:val="00B9340C"/>
    <w:rsid w:val="00BE2893"/>
    <w:rsid w:val="00BE4288"/>
    <w:rsid w:val="00C04067"/>
    <w:rsid w:val="00C27D4E"/>
    <w:rsid w:val="00C516B5"/>
    <w:rsid w:val="00C54697"/>
    <w:rsid w:val="00C779B3"/>
    <w:rsid w:val="00CA7CB1"/>
    <w:rsid w:val="00CC015E"/>
    <w:rsid w:val="00CC610C"/>
    <w:rsid w:val="00CE3A93"/>
    <w:rsid w:val="00D03BB4"/>
    <w:rsid w:val="00D41301"/>
    <w:rsid w:val="00D5020E"/>
    <w:rsid w:val="00D9477F"/>
    <w:rsid w:val="00E84E85"/>
    <w:rsid w:val="00E97E86"/>
    <w:rsid w:val="00EB4387"/>
    <w:rsid w:val="00EB642D"/>
    <w:rsid w:val="00EE4B47"/>
    <w:rsid w:val="00EE62EB"/>
    <w:rsid w:val="00F44445"/>
    <w:rsid w:val="00F60717"/>
    <w:rsid w:val="00F66027"/>
    <w:rsid w:val="00F7221A"/>
    <w:rsid w:val="00FE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D20466"/>
  <w15:docId w15:val="{F1032952-A58C-4D0B-95D8-5085F6F99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34ACD"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memo">
    <w:name w:val="memo"/>
    <w:qFormat/>
    <w:rsid w:val="002378A8"/>
    <w:rPr>
      <w:rFonts w:ascii="Verdana" w:hAnsi="Verdana"/>
      <w:color w:val="1F497D"/>
      <w:sz w:val="22"/>
      <w:lang w:val="et-EE"/>
    </w:rPr>
  </w:style>
  <w:style w:type="table" w:styleId="Kontuurtabel">
    <w:name w:val="Table Grid"/>
    <w:basedOn w:val="Normaaltabel"/>
    <w:uiPriority w:val="59"/>
    <w:rsid w:val="00C040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is">
    <w:name w:val="header"/>
    <w:basedOn w:val="Normaallaad"/>
    <w:link w:val="PisMrk"/>
    <w:unhideWhenUsed/>
    <w:rsid w:val="005B256B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semiHidden/>
    <w:rsid w:val="005B256B"/>
  </w:style>
  <w:style w:type="paragraph" w:styleId="Jalus">
    <w:name w:val="footer"/>
    <w:basedOn w:val="Normaallaad"/>
    <w:link w:val="JalusMrk"/>
    <w:unhideWhenUsed/>
    <w:rsid w:val="005B256B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5B256B"/>
  </w:style>
  <w:style w:type="paragraph" w:customStyle="1" w:styleId="Kutseilisateave">
    <w:name w:val="Kutse_i_lisateave"/>
    <w:basedOn w:val="Normaallaad"/>
    <w:rsid w:val="003C01C0"/>
    <w:pPr>
      <w:tabs>
        <w:tab w:val="left" w:pos="5670"/>
      </w:tabs>
    </w:pPr>
    <w:rPr>
      <w:rFonts w:ascii="EnglischeSchTDemBol" w:eastAsia="Times New Roman" w:hAnsi="EnglischeSchTDemBol"/>
      <w:sz w:val="28"/>
      <w:szCs w:val="20"/>
      <w:lang w:val="en-GB" w:eastAsia="et-EE"/>
    </w:rPr>
  </w:style>
  <w:style w:type="character" w:styleId="Hperlink">
    <w:name w:val="Hyperlink"/>
    <w:uiPriority w:val="99"/>
    <w:unhideWhenUsed/>
    <w:rsid w:val="003C01C0"/>
    <w:rPr>
      <w:color w:val="0000FF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EB4387"/>
    <w:rPr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semiHidden/>
    <w:rsid w:val="00EB4387"/>
    <w:rPr>
      <w:lang w:eastAsia="en-US"/>
    </w:rPr>
  </w:style>
  <w:style w:type="character" w:styleId="Allmrkuseviide">
    <w:name w:val="footnote reference"/>
    <w:uiPriority w:val="99"/>
    <w:semiHidden/>
    <w:unhideWhenUsed/>
    <w:rsid w:val="00EB4387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176BD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uiPriority w:val="99"/>
    <w:semiHidden/>
    <w:rsid w:val="000176BD"/>
    <w:rPr>
      <w:rFonts w:ascii="Segoe UI" w:hAnsi="Segoe UI" w:cs="Segoe UI"/>
      <w:sz w:val="18"/>
      <w:szCs w:val="18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6C0D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mpl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empl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riit.koresaar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is-Marii.Maxwell.KUTSEKODA\Downloads\Esindaja%20nimetamine%20KK%20koosseis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63011-B65B-4884-9307-88858294E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Esindaja nimetamine KK koosseisu</Template>
  <TotalTime>7</TotalTime>
  <Pages>1</Pages>
  <Words>76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Kutsekomisjoni liikme nimetamine</vt:lpstr>
    </vt:vector>
  </TitlesOfParts>
  <Company/>
  <LinksUpToDate>false</LinksUpToDate>
  <CharactersWithSpaces>519</CharactersWithSpaces>
  <SharedDoc>false</SharedDoc>
  <HLinks>
    <vt:vector size="6" baseType="variant">
      <vt:variant>
        <vt:i4>458788</vt:i4>
      </vt:variant>
      <vt:variant>
        <vt:i4>10</vt:i4>
      </vt:variant>
      <vt:variant>
        <vt:i4>0</vt:i4>
      </vt:variant>
      <vt:variant>
        <vt:i4>5</vt:i4>
      </vt:variant>
      <vt:variant>
        <vt:lpwstr>mailto:kutsekoda@kutsekoda.ee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Kutsekomisjoni liikme nimetamine</dc:title>
  <dc:subject/>
  <dc:creator>Doris-Marii Maxwell</dc:creator>
  <cp:keywords/>
  <cp:lastModifiedBy>Priit Kõresaar</cp:lastModifiedBy>
  <cp:revision>8</cp:revision>
  <cp:lastPrinted>2015-04-06T10:48:00Z</cp:lastPrinted>
  <dcterms:created xsi:type="dcterms:W3CDTF">2023-09-27T08:28:00Z</dcterms:created>
  <dcterms:modified xsi:type="dcterms:W3CDTF">2023-09-27T08:32:00Z</dcterms:modified>
</cp:coreProperties>
</file>