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A5B14" w14:textId="77777777" w:rsidR="00CC14A5" w:rsidRDefault="00CC14A5" w:rsidP="00CC14A5"/>
    <w:tbl>
      <w:tblPr>
        <w:tblpPr w:leftFromText="141" w:rightFromText="141" w:vertAnchor="text" w:horzAnchor="margin" w:tblpXSpec="right" w:tblpY="74"/>
        <w:tblW w:w="235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662785" w:rsidRPr="00681A01" w14:paraId="5E3C4790" w14:textId="77777777" w:rsidTr="00662785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474C1D2" w14:textId="77777777" w:rsidR="00662785" w:rsidRPr="00681A01" w:rsidRDefault="00662785" w:rsidP="00662785">
            <w:pPr>
              <w:pBdr>
                <w:left w:val="single" w:sz="6" w:space="1" w:color="auto"/>
                <w:right w:val="single" w:sz="6" w:space="1" w:color="auto"/>
              </w:pBdr>
              <w:rPr>
                <w:sz w:val="20"/>
              </w:rPr>
            </w:pPr>
          </w:p>
        </w:tc>
      </w:tr>
    </w:tbl>
    <w:p w14:paraId="49925AF2" w14:textId="77777777" w:rsidR="00CC14A5" w:rsidRDefault="00CC14A5" w:rsidP="00CC14A5"/>
    <w:p w14:paraId="0EB7C484" w14:textId="77777777" w:rsidR="00CC14A5" w:rsidRPr="00CC14A5" w:rsidRDefault="00CC14A5" w:rsidP="00CC14A5">
      <w:pPr>
        <w:sectPr w:rsidR="00CC14A5" w:rsidRPr="00CC14A5" w:rsidSect="00977702">
          <w:headerReference w:type="default" r:id="rId8"/>
          <w:footerReference w:type="default" r:id="rId9"/>
          <w:headerReference w:type="first" r:id="rId10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3AFAC42F" w14:textId="77777777" w:rsidR="00977702" w:rsidRPr="00681A01" w:rsidRDefault="00977702">
      <w:pPr>
        <w:rPr>
          <w:b/>
          <w:bCs/>
          <w:sz w:val="20"/>
        </w:rPr>
      </w:pPr>
    </w:p>
    <w:p w14:paraId="41451CCF" w14:textId="77777777" w:rsidR="00CC14A5" w:rsidRPr="00681A01" w:rsidRDefault="00CC14A5">
      <w:pPr>
        <w:rPr>
          <w:b/>
          <w:bCs/>
          <w:sz w:val="20"/>
        </w:rPr>
      </w:pPr>
    </w:p>
    <w:p w14:paraId="136F13F5" w14:textId="77777777" w:rsidR="00CC14A5" w:rsidRDefault="00CC14A5">
      <w:pPr>
        <w:rPr>
          <w:b/>
          <w:bCs/>
        </w:rPr>
      </w:pPr>
    </w:p>
    <w:p w14:paraId="275D60EB" w14:textId="77777777" w:rsidR="00977702" w:rsidRDefault="00977702">
      <w:pPr>
        <w:rPr>
          <w:b/>
          <w:bCs/>
        </w:rPr>
      </w:pPr>
    </w:p>
    <w:p w14:paraId="445BD2B7" w14:textId="77777777" w:rsidR="00DF579B" w:rsidRDefault="00DF579B">
      <w:pPr>
        <w:rPr>
          <w:b/>
          <w:bCs/>
        </w:rPr>
      </w:pPr>
    </w:p>
    <w:p w14:paraId="11AF8AEE" w14:textId="77777777" w:rsidR="00977702" w:rsidRDefault="00977702">
      <w:pPr>
        <w:rPr>
          <w:b/>
          <w:bCs/>
        </w:rPr>
      </w:pPr>
    </w:p>
    <w:p w14:paraId="167174C6" w14:textId="77777777" w:rsidR="00DF579B" w:rsidRDefault="00DF579B">
      <w:pPr>
        <w:rPr>
          <w:b/>
          <w:bCs/>
        </w:rPr>
        <w:sectPr w:rsidR="00DF579B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44F6394A" w14:textId="77777777" w:rsidR="00956779" w:rsidRPr="00956779" w:rsidRDefault="00956779" w:rsidP="00956779">
      <w:pPr>
        <w:ind w:left="426"/>
        <w:jc w:val="right"/>
        <w:rPr>
          <w:b/>
          <w:bCs/>
        </w:rPr>
      </w:pPr>
      <w:r w:rsidRPr="00956779">
        <w:rPr>
          <w:b/>
          <w:bCs/>
        </w:rPr>
        <w:t xml:space="preserve">Lisa </w:t>
      </w:r>
    </w:p>
    <w:p w14:paraId="35009670" w14:textId="77777777" w:rsidR="00956779" w:rsidRPr="00956779" w:rsidRDefault="00956779" w:rsidP="00956779">
      <w:pPr>
        <w:ind w:left="426"/>
        <w:jc w:val="right"/>
        <w:rPr>
          <w:b/>
          <w:bCs/>
        </w:rPr>
      </w:pPr>
      <w:r w:rsidRPr="00956779">
        <w:rPr>
          <w:b/>
          <w:bCs/>
        </w:rPr>
        <w:t>RMK ja Inseneribüroo Urmas Nugin OÜ</w:t>
      </w:r>
    </w:p>
    <w:p w14:paraId="72981642" w14:textId="6F6DF5BA" w:rsidR="00956779" w:rsidRPr="00956779" w:rsidRDefault="00956779" w:rsidP="00956779">
      <w:pPr>
        <w:ind w:left="426"/>
        <w:jc w:val="right"/>
        <w:rPr>
          <w:b/>
          <w:bCs/>
        </w:rPr>
      </w:pPr>
      <w:r w:rsidRPr="00956779">
        <w:rPr>
          <w:b/>
          <w:bCs/>
        </w:rPr>
        <w:t xml:space="preserve">vahel </w:t>
      </w:r>
      <w:r>
        <w:rPr>
          <w:b/>
          <w:bCs/>
        </w:rPr>
        <w:t>16</w:t>
      </w:r>
      <w:r w:rsidRPr="00956779">
        <w:rPr>
          <w:b/>
          <w:bCs/>
        </w:rPr>
        <w:t>.</w:t>
      </w:r>
      <w:r>
        <w:rPr>
          <w:b/>
          <w:bCs/>
        </w:rPr>
        <w:t>07</w:t>
      </w:r>
      <w:r w:rsidRPr="00956779">
        <w:rPr>
          <w:b/>
          <w:bCs/>
        </w:rPr>
        <w:t>.202</w:t>
      </w:r>
      <w:r>
        <w:rPr>
          <w:b/>
          <w:bCs/>
        </w:rPr>
        <w:t>5</w:t>
      </w:r>
      <w:r w:rsidRPr="00956779">
        <w:rPr>
          <w:b/>
          <w:bCs/>
        </w:rPr>
        <w:t>. a. sõlmitud</w:t>
      </w:r>
    </w:p>
    <w:p w14:paraId="4F9ADE6F" w14:textId="1E9F87F9" w:rsidR="00956779" w:rsidRPr="00956779" w:rsidRDefault="00956779" w:rsidP="00956779">
      <w:pPr>
        <w:ind w:left="426"/>
        <w:jc w:val="right"/>
        <w:rPr>
          <w:b/>
          <w:bCs/>
        </w:rPr>
      </w:pPr>
      <w:r w:rsidRPr="00956779">
        <w:rPr>
          <w:b/>
          <w:bCs/>
        </w:rPr>
        <w:t xml:space="preserve">töövõtulepingule nr </w:t>
      </w:r>
      <w:r>
        <w:rPr>
          <w:b/>
          <w:bCs/>
        </w:rPr>
        <w:t>1</w:t>
      </w:r>
      <w:r w:rsidRPr="00956779">
        <w:rPr>
          <w:b/>
          <w:bCs/>
        </w:rPr>
        <w:t>-</w:t>
      </w:r>
      <w:r>
        <w:rPr>
          <w:b/>
          <w:bCs/>
        </w:rPr>
        <w:t>46</w:t>
      </w:r>
      <w:r w:rsidRPr="00956779">
        <w:rPr>
          <w:b/>
          <w:bCs/>
        </w:rPr>
        <w:t>.</w:t>
      </w:r>
      <w:r>
        <w:rPr>
          <w:b/>
          <w:bCs/>
        </w:rPr>
        <w:t>29.6</w:t>
      </w:r>
      <w:r w:rsidRPr="00956779">
        <w:rPr>
          <w:b/>
          <w:bCs/>
        </w:rPr>
        <w:t>/202</w:t>
      </w:r>
      <w:r>
        <w:rPr>
          <w:b/>
          <w:bCs/>
        </w:rPr>
        <w:t>5</w:t>
      </w:r>
      <w:r w:rsidRPr="00956779">
        <w:rPr>
          <w:b/>
          <w:bCs/>
        </w:rPr>
        <w:t>/</w:t>
      </w:r>
      <w:r>
        <w:rPr>
          <w:b/>
          <w:bCs/>
        </w:rPr>
        <w:t>1</w:t>
      </w:r>
    </w:p>
    <w:p w14:paraId="035416EE" w14:textId="77777777" w:rsidR="00956779" w:rsidRPr="00956779" w:rsidRDefault="00956779" w:rsidP="00956779">
      <w:pPr>
        <w:ind w:left="426"/>
        <w:rPr>
          <w:b/>
          <w:bCs/>
        </w:rPr>
      </w:pPr>
    </w:p>
    <w:p w14:paraId="4C004A54" w14:textId="77777777" w:rsidR="00956779" w:rsidRPr="00956779" w:rsidRDefault="00956779" w:rsidP="00956779">
      <w:pPr>
        <w:ind w:left="426"/>
        <w:rPr>
          <w:b/>
          <w:bCs/>
        </w:rPr>
      </w:pPr>
    </w:p>
    <w:p w14:paraId="42305641" w14:textId="77777777" w:rsidR="00956779" w:rsidRPr="00956779" w:rsidRDefault="00956779" w:rsidP="00956779">
      <w:pPr>
        <w:ind w:left="426"/>
        <w:rPr>
          <w:b/>
          <w:bCs/>
        </w:rPr>
      </w:pPr>
    </w:p>
    <w:p w14:paraId="1D375FF0" w14:textId="76C1D593" w:rsidR="00956779" w:rsidRPr="00956779" w:rsidRDefault="00956779" w:rsidP="00956779">
      <w:pPr>
        <w:ind w:left="426"/>
        <w:rPr>
          <w:i/>
          <w:iCs/>
        </w:rPr>
      </w:pPr>
      <w:r w:rsidRPr="00956779">
        <w:rPr>
          <w:b/>
          <w:bCs/>
        </w:rPr>
        <w:t xml:space="preserve">AKT </w:t>
      </w:r>
      <w:r>
        <w:rPr>
          <w:b/>
          <w:bCs/>
        </w:rPr>
        <w:t>1</w:t>
      </w:r>
      <w:r w:rsidRPr="00956779">
        <w:rPr>
          <w:b/>
          <w:bCs/>
        </w:rPr>
        <w:t>-</w:t>
      </w:r>
      <w:r>
        <w:rPr>
          <w:b/>
          <w:bCs/>
        </w:rPr>
        <w:t>46</w:t>
      </w:r>
      <w:r w:rsidRPr="00956779">
        <w:rPr>
          <w:b/>
          <w:bCs/>
        </w:rPr>
        <w:t>.</w:t>
      </w:r>
      <w:r>
        <w:rPr>
          <w:b/>
          <w:bCs/>
        </w:rPr>
        <w:t>29</w:t>
      </w:r>
      <w:r>
        <w:rPr>
          <w:b/>
          <w:bCs/>
        </w:rPr>
        <w:t>.6</w:t>
      </w:r>
      <w:r w:rsidRPr="00956779">
        <w:rPr>
          <w:b/>
          <w:bCs/>
        </w:rPr>
        <w:t>/202</w:t>
      </w:r>
      <w:r>
        <w:rPr>
          <w:b/>
          <w:bCs/>
        </w:rPr>
        <w:t>5</w:t>
      </w:r>
      <w:r w:rsidRPr="00956779">
        <w:rPr>
          <w:b/>
          <w:bCs/>
        </w:rPr>
        <w:t>/</w:t>
      </w:r>
      <w:r>
        <w:rPr>
          <w:b/>
          <w:bCs/>
        </w:rPr>
        <w:t>1</w:t>
      </w:r>
      <w:r>
        <w:rPr>
          <w:b/>
          <w:bCs/>
        </w:rPr>
        <w:t>-1</w:t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  <w:r w:rsidRPr="00956779">
        <w:rPr>
          <w:i/>
          <w:iCs/>
        </w:rPr>
        <w:t xml:space="preserve">Kuupäev: </w:t>
      </w:r>
    </w:p>
    <w:p w14:paraId="7068365A" w14:textId="77777777" w:rsidR="00956779" w:rsidRPr="00956779" w:rsidRDefault="00956779" w:rsidP="00956779">
      <w:pPr>
        <w:ind w:left="4760" w:firstLine="680"/>
        <w:rPr>
          <w:b/>
          <w:bCs/>
        </w:rPr>
      </w:pPr>
      <w:r w:rsidRPr="00956779">
        <w:rPr>
          <w:i/>
          <w:iCs/>
        </w:rPr>
        <w:t>digiallkirjastamise kuupäev</w:t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</w:p>
    <w:p w14:paraId="68FA156D" w14:textId="77777777" w:rsidR="00956779" w:rsidRPr="00956779" w:rsidRDefault="00956779" w:rsidP="00956779">
      <w:pPr>
        <w:ind w:left="426"/>
        <w:rPr>
          <w:b/>
          <w:bCs/>
        </w:rPr>
      </w:pPr>
      <w:r w:rsidRPr="00956779">
        <w:rPr>
          <w:b/>
          <w:bCs/>
        </w:rPr>
        <w:t>Töö üleandmine-vastuvõtmine</w:t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  <w:r w:rsidRPr="00956779">
        <w:rPr>
          <w:b/>
          <w:bCs/>
        </w:rPr>
        <w:tab/>
      </w:r>
    </w:p>
    <w:p w14:paraId="5D14E4D1" w14:textId="77777777" w:rsidR="00956779" w:rsidRPr="00956779" w:rsidRDefault="00956779" w:rsidP="00956779">
      <w:pPr>
        <w:ind w:left="426"/>
        <w:rPr>
          <w:b/>
          <w:bCs/>
        </w:rPr>
      </w:pPr>
    </w:p>
    <w:p w14:paraId="059B0730" w14:textId="3426DFEE" w:rsidR="00956779" w:rsidRPr="00956779" w:rsidRDefault="00956779" w:rsidP="00956779">
      <w:pPr>
        <w:ind w:left="426"/>
      </w:pPr>
      <w:r w:rsidRPr="00956779">
        <w:t xml:space="preserve">Käesolevat lepingut rahastatakse Euroopa Liidu </w:t>
      </w:r>
      <w:r>
        <w:t xml:space="preserve">LIFE programmi integreeritud projekti „Kliimamuutustega kohanemise tegevuste elluviimine Eestis (LIFE21-IPC-EE-LIFE-SIP </w:t>
      </w:r>
      <w:proofErr w:type="spellStart"/>
      <w:r>
        <w:t>AdaptEst</w:t>
      </w:r>
      <w:proofErr w:type="spellEnd"/>
      <w:r>
        <w:t>/101069566)“ vahenditest.</w:t>
      </w:r>
    </w:p>
    <w:p w14:paraId="276F6713" w14:textId="77777777" w:rsidR="00956779" w:rsidRPr="00956779" w:rsidRDefault="00956779" w:rsidP="00956779">
      <w:pPr>
        <w:ind w:left="426"/>
      </w:pPr>
    </w:p>
    <w:p w14:paraId="77D204F0" w14:textId="32B07CB2" w:rsidR="00956779" w:rsidRPr="00956779" w:rsidRDefault="00956779" w:rsidP="00956779">
      <w:pPr>
        <w:ind w:left="426"/>
      </w:pPr>
      <w:r w:rsidRPr="00956779">
        <w:t xml:space="preserve">1.Käesolevaga Töövõtja annab üle ja Tellija võtab vastu RMK ja Inseneribüroo Urmas Nugin  OÜ  vahel  </w:t>
      </w:r>
      <w:r>
        <w:t>16</w:t>
      </w:r>
      <w:r w:rsidRPr="00956779">
        <w:t>.</w:t>
      </w:r>
      <w:r>
        <w:t>07</w:t>
      </w:r>
      <w:r w:rsidRPr="00956779">
        <w:t>.202</w:t>
      </w:r>
      <w:r>
        <w:t>5</w:t>
      </w:r>
      <w:r w:rsidRPr="00956779">
        <w:t>.  a.  sõlmitud  töövõtulepingu  nr  1-46.29.6/2025/1 kohaselt  tehtud järgmise töö:</w:t>
      </w:r>
    </w:p>
    <w:p w14:paraId="4F145E80" w14:textId="77777777" w:rsidR="00956779" w:rsidRPr="00956779" w:rsidRDefault="00956779" w:rsidP="00956779">
      <w:pPr>
        <w:ind w:left="426"/>
      </w:pPr>
    </w:p>
    <w:p w14:paraId="7C756D10" w14:textId="4F18A398" w:rsidR="00956779" w:rsidRPr="009C3E6B" w:rsidRDefault="00956779" w:rsidP="00956779">
      <w:pPr>
        <w:ind w:left="426"/>
        <w:rPr>
          <w:u w:val="single"/>
        </w:rPr>
      </w:pPr>
      <w:r w:rsidRPr="009C3E6B">
        <w:rPr>
          <w:u w:val="single"/>
        </w:rPr>
        <w:t xml:space="preserve">RMK </w:t>
      </w:r>
      <w:proofErr w:type="spellStart"/>
      <w:r w:rsidRPr="009C3E6B">
        <w:rPr>
          <w:u w:val="single"/>
        </w:rPr>
        <w:t>Põlula</w:t>
      </w:r>
      <w:proofErr w:type="spellEnd"/>
      <w:r w:rsidRPr="009C3E6B">
        <w:rPr>
          <w:u w:val="single"/>
        </w:rPr>
        <w:t xml:space="preserve"> kalakasvanduse siia ja harjuse noorkalade kasvatamise tiigid ning kaasnev taristu</w:t>
      </w:r>
      <w:r w:rsidR="009C3E6B" w:rsidRPr="009C3E6B">
        <w:rPr>
          <w:u w:val="single"/>
        </w:rPr>
        <w:t>, eelprojekt.</w:t>
      </w:r>
    </w:p>
    <w:p w14:paraId="29113022" w14:textId="77777777" w:rsidR="00956779" w:rsidRPr="00956779" w:rsidRDefault="00956779" w:rsidP="00956779">
      <w:pPr>
        <w:ind w:left="426"/>
      </w:pPr>
    </w:p>
    <w:p w14:paraId="3FE5FB92" w14:textId="76FBE79C" w:rsidR="00956779" w:rsidRDefault="00956779" w:rsidP="00956779">
      <w:pPr>
        <w:ind w:left="426"/>
      </w:pPr>
      <w:r w:rsidRPr="00956779">
        <w:t xml:space="preserve">2. </w:t>
      </w:r>
      <w:r w:rsidR="009C3E6B">
        <w:t>T</w:t>
      </w:r>
      <w:r w:rsidRPr="00956779">
        <w:t xml:space="preserve">öö lepinguline maksumus on </w:t>
      </w:r>
      <w:r w:rsidR="009C3E6B">
        <w:t>8925,30</w:t>
      </w:r>
      <w:r w:rsidRPr="00956779">
        <w:t xml:space="preserve"> eurot, millele lisandub 24% käibemaks </w:t>
      </w:r>
      <w:r w:rsidR="009C3E6B">
        <w:t xml:space="preserve">2142,07 </w:t>
      </w:r>
      <w:r w:rsidRPr="00956779">
        <w:t xml:space="preserve"> eurot, kokku </w:t>
      </w:r>
      <w:r w:rsidR="009C3E6B">
        <w:t>11067,37</w:t>
      </w:r>
      <w:r w:rsidRPr="00956779">
        <w:t xml:space="preserve"> eurot.</w:t>
      </w:r>
    </w:p>
    <w:p w14:paraId="4C19DF74" w14:textId="77777777" w:rsidR="009C3E6B" w:rsidRPr="00956779" w:rsidRDefault="009C3E6B" w:rsidP="00956779">
      <w:pPr>
        <w:ind w:left="426"/>
      </w:pPr>
    </w:p>
    <w:p w14:paraId="74F0D425" w14:textId="248FA2C4" w:rsidR="00956779" w:rsidRPr="00956779" w:rsidRDefault="00956779" w:rsidP="00956779">
      <w:pPr>
        <w:ind w:left="426"/>
      </w:pPr>
      <w:r w:rsidRPr="00956779">
        <w:t xml:space="preserve">3. Tellija tasub koostatud ehitusprojekti eest </w:t>
      </w:r>
      <w:r w:rsidR="009C3E6B">
        <w:t>8925,30</w:t>
      </w:r>
      <w:r w:rsidRPr="00956779">
        <w:t xml:space="preserve"> eurot, millele lisandub 24% käibemaks </w:t>
      </w:r>
      <w:r w:rsidR="009C3E6B">
        <w:t>2142,07</w:t>
      </w:r>
      <w:r w:rsidRPr="00956779">
        <w:t xml:space="preserve"> eurot, kokku </w:t>
      </w:r>
      <w:r w:rsidR="009C3E6B">
        <w:t>11067,37</w:t>
      </w:r>
      <w:r w:rsidRPr="00956779">
        <w:t xml:space="preserve"> eurot.</w:t>
      </w:r>
    </w:p>
    <w:p w14:paraId="560793EA" w14:textId="77777777" w:rsidR="00956779" w:rsidRPr="00956779" w:rsidRDefault="00956779" w:rsidP="00956779">
      <w:pPr>
        <w:ind w:left="426"/>
      </w:pPr>
      <w:r w:rsidRPr="00956779">
        <w:t xml:space="preserve"> </w:t>
      </w:r>
    </w:p>
    <w:p w14:paraId="766D019D" w14:textId="77777777" w:rsidR="00E55876" w:rsidRDefault="00E55876" w:rsidP="00E55876">
      <w:pPr>
        <w:ind w:left="426"/>
        <w:sectPr w:rsidR="00E55876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4EE3E43D" w14:textId="77777777" w:rsidR="00710F3F" w:rsidRDefault="00710F3F" w:rsidP="001655A9"/>
    <w:p w14:paraId="17B7C9E9" w14:textId="77777777" w:rsidR="007B3EA9" w:rsidRDefault="007B3EA9">
      <w:pPr>
        <w:rPr>
          <w:i/>
          <w:iCs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662785" w14:paraId="1AA27FB5" w14:textId="77777777" w:rsidTr="00E0466D">
        <w:tc>
          <w:tcPr>
            <w:tcW w:w="4757" w:type="dxa"/>
          </w:tcPr>
          <w:p w14:paraId="00C9A9A5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Tellija</w:t>
            </w:r>
          </w:p>
        </w:tc>
        <w:tc>
          <w:tcPr>
            <w:tcW w:w="4758" w:type="dxa"/>
          </w:tcPr>
          <w:p w14:paraId="537DC2AE" w14:textId="77777777" w:rsidR="00662785" w:rsidRDefault="00E0466D">
            <w:pPr>
              <w:rPr>
                <w:iCs/>
              </w:rPr>
            </w:pPr>
            <w:r>
              <w:rPr>
                <w:b/>
              </w:rPr>
              <w:t>Töövõtja</w:t>
            </w:r>
          </w:p>
        </w:tc>
      </w:tr>
      <w:tr w:rsidR="00E0466D" w14:paraId="6CBAC2D5" w14:textId="77777777" w:rsidTr="00E0466D">
        <w:tc>
          <w:tcPr>
            <w:tcW w:w="4757" w:type="dxa"/>
          </w:tcPr>
          <w:p w14:paraId="6709F04F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0354F154" w14:textId="77777777" w:rsidR="00E0466D" w:rsidRDefault="00E0466D">
            <w:pPr>
              <w:rPr>
                <w:b/>
              </w:rPr>
            </w:pPr>
          </w:p>
        </w:tc>
      </w:tr>
      <w:tr w:rsidR="00E0466D" w14:paraId="15661051" w14:textId="77777777" w:rsidTr="00E0466D">
        <w:tc>
          <w:tcPr>
            <w:tcW w:w="4757" w:type="dxa"/>
          </w:tcPr>
          <w:p w14:paraId="53D162BC" w14:textId="77777777" w:rsidR="00E0466D" w:rsidRDefault="00E0466D">
            <w:pPr>
              <w:rPr>
                <w:b/>
              </w:rPr>
            </w:pPr>
          </w:p>
        </w:tc>
        <w:tc>
          <w:tcPr>
            <w:tcW w:w="4758" w:type="dxa"/>
          </w:tcPr>
          <w:p w14:paraId="22C5B2B8" w14:textId="77777777" w:rsidR="00E0466D" w:rsidRDefault="00E0466D">
            <w:pPr>
              <w:rPr>
                <w:b/>
              </w:rPr>
            </w:pPr>
          </w:p>
        </w:tc>
      </w:tr>
      <w:tr w:rsidR="00662785" w14:paraId="50CAC3C8" w14:textId="77777777" w:rsidTr="00E0466D">
        <w:tc>
          <w:tcPr>
            <w:tcW w:w="4757" w:type="dxa"/>
          </w:tcPr>
          <w:p w14:paraId="078CB43E" w14:textId="1E8CD1DE" w:rsidR="00662785" w:rsidRDefault="00C26E06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-180826936"/>
                <w:placeholder>
                  <w:docPart w:val="1012AA13F45E4F6B97F1111C3F77276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D50799">
                  <w:rPr>
                    <w:lang w:eastAsia="et-EE"/>
                  </w:rPr>
                  <w:t>(allkirjastatud digitaalselt)</w:t>
                </w:r>
              </w:sdtContent>
            </w:sdt>
          </w:p>
        </w:tc>
        <w:tc>
          <w:tcPr>
            <w:tcW w:w="4758" w:type="dxa"/>
          </w:tcPr>
          <w:p w14:paraId="3BEB6692" w14:textId="2A46AC47" w:rsidR="00662785" w:rsidRDefault="00C26E06">
            <w:pPr>
              <w:rPr>
                <w:iCs/>
              </w:rPr>
            </w:pPr>
            <w:sdt>
              <w:sdtPr>
                <w:rPr>
                  <w:lang w:eastAsia="et-EE"/>
                </w:rPr>
                <w:id w:val="1161896150"/>
                <w:placeholder>
                  <w:docPart w:val="14FE8E46F4E94178AFA9C33E79468F7E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D50799">
                  <w:rPr>
                    <w:lang w:eastAsia="et-EE"/>
                  </w:rPr>
                  <w:t>(allkirjastatud digitaalselt)</w:t>
                </w:r>
              </w:sdtContent>
            </w:sdt>
          </w:p>
        </w:tc>
      </w:tr>
      <w:tr w:rsidR="00E0466D" w14:paraId="1440A236" w14:textId="77777777" w:rsidTr="00E0466D">
        <w:tc>
          <w:tcPr>
            <w:tcW w:w="4757" w:type="dxa"/>
          </w:tcPr>
          <w:p w14:paraId="0DC5BA35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758541F7" w14:textId="77777777" w:rsidR="00E0466D" w:rsidRDefault="00E0466D">
            <w:pPr>
              <w:rPr>
                <w:lang w:eastAsia="et-EE"/>
              </w:rPr>
            </w:pPr>
          </w:p>
        </w:tc>
      </w:tr>
      <w:tr w:rsidR="00E0466D" w14:paraId="4A396BB7" w14:textId="77777777" w:rsidTr="00E0466D">
        <w:tc>
          <w:tcPr>
            <w:tcW w:w="4757" w:type="dxa"/>
          </w:tcPr>
          <w:p w14:paraId="0E9BA04D" w14:textId="77777777" w:rsidR="00E0466D" w:rsidRDefault="00E0466D">
            <w:pPr>
              <w:rPr>
                <w:lang w:eastAsia="et-EE"/>
              </w:rPr>
            </w:pPr>
          </w:p>
        </w:tc>
        <w:tc>
          <w:tcPr>
            <w:tcW w:w="4758" w:type="dxa"/>
          </w:tcPr>
          <w:p w14:paraId="036163AC" w14:textId="77777777" w:rsidR="00E0466D" w:rsidRDefault="00E0466D">
            <w:pPr>
              <w:rPr>
                <w:lang w:eastAsia="et-EE"/>
              </w:rPr>
            </w:pPr>
          </w:p>
        </w:tc>
      </w:tr>
      <w:tr w:rsidR="00662785" w14:paraId="6570B236" w14:textId="77777777" w:rsidTr="00E0466D">
        <w:tc>
          <w:tcPr>
            <w:tcW w:w="4757" w:type="dxa"/>
          </w:tcPr>
          <w:p w14:paraId="17E62818" w14:textId="5AAEC1BE" w:rsidR="00662785" w:rsidRDefault="00956779">
            <w:pPr>
              <w:rPr>
                <w:iCs/>
              </w:rPr>
            </w:pPr>
            <w:r>
              <w:rPr>
                <w:spacing w:val="0"/>
                <w:lang w:val="en-AU"/>
              </w:rPr>
              <w:t>Kunnar Klaas</w:t>
            </w:r>
          </w:p>
        </w:tc>
        <w:tc>
          <w:tcPr>
            <w:tcW w:w="4758" w:type="dxa"/>
          </w:tcPr>
          <w:p w14:paraId="739CE7AC" w14:textId="06E27595" w:rsidR="00662785" w:rsidRDefault="00956779" w:rsidP="00E54A18">
            <w:pPr>
              <w:tabs>
                <w:tab w:val="right" w:pos="4542"/>
              </w:tabs>
              <w:rPr>
                <w:iCs/>
              </w:rPr>
            </w:pPr>
            <w:r>
              <w:rPr>
                <w:spacing w:val="0"/>
              </w:rPr>
              <w:t>Meelis Viirma</w:t>
            </w:r>
            <w:r w:rsidR="00E54A18">
              <w:rPr>
                <w:spacing w:val="0"/>
              </w:rPr>
              <w:tab/>
            </w:r>
          </w:p>
        </w:tc>
      </w:tr>
    </w:tbl>
    <w:p w14:paraId="2F719DDB" w14:textId="77777777" w:rsidR="00710F3F" w:rsidRPr="00662785" w:rsidRDefault="00710F3F">
      <w:pPr>
        <w:rPr>
          <w:iCs/>
        </w:rPr>
      </w:pPr>
    </w:p>
    <w:sectPr w:rsidR="00710F3F" w:rsidRPr="00662785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B065" w14:textId="77777777" w:rsidR="003406D8" w:rsidRDefault="003406D8">
      <w:r>
        <w:separator/>
      </w:r>
    </w:p>
  </w:endnote>
  <w:endnote w:type="continuationSeparator" w:id="0">
    <w:p w14:paraId="1C0A1980" w14:textId="77777777" w:rsidR="003406D8" w:rsidRDefault="00340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F72DE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BB68" w14:textId="77777777" w:rsidR="00546B39" w:rsidRDefault="00546B3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9DFA3" w14:textId="77777777" w:rsidR="00546B39" w:rsidRDefault="00546B3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79494" w14:textId="77777777" w:rsidR="003406D8" w:rsidRDefault="003406D8">
      <w:r>
        <w:separator/>
      </w:r>
    </w:p>
  </w:footnote>
  <w:footnote w:type="continuationSeparator" w:id="0">
    <w:p w14:paraId="68AAB209" w14:textId="77777777" w:rsidR="003406D8" w:rsidRDefault="00340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4D46B" w14:textId="77777777" w:rsidR="00546B39" w:rsidRDefault="00546B3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9707D" w14:textId="77777777" w:rsidR="00546B39" w:rsidRDefault="00546B39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A1E1" w14:textId="77777777" w:rsidR="00546B39" w:rsidRDefault="00546B3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2FD274B"/>
    <w:multiLevelType w:val="hybridMultilevel"/>
    <w:tmpl w:val="30BE6146"/>
    <w:lvl w:ilvl="0" w:tplc="F3AE0DD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4AF3074E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86314C"/>
    <w:multiLevelType w:val="hybridMultilevel"/>
    <w:tmpl w:val="5B7AE62E"/>
    <w:lvl w:ilvl="0" w:tplc="AC966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264619">
    <w:abstractNumId w:val="0"/>
  </w:num>
  <w:num w:numId="2" w16cid:durableId="128210050">
    <w:abstractNumId w:val="2"/>
  </w:num>
  <w:num w:numId="3" w16cid:durableId="2131506212">
    <w:abstractNumId w:val="3"/>
  </w:num>
  <w:num w:numId="4" w16cid:durableId="1296062363">
    <w:abstractNumId w:val="1"/>
  </w:num>
  <w:num w:numId="5" w16cid:durableId="193176653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799"/>
    <w:rsid w:val="001655A9"/>
    <w:rsid w:val="00167B52"/>
    <w:rsid w:val="001C1744"/>
    <w:rsid w:val="001E3E86"/>
    <w:rsid w:val="001F58D6"/>
    <w:rsid w:val="002037BB"/>
    <w:rsid w:val="002131A5"/>
    <w:rsid w:val="002D6C61"/>
    <w:rsid w:val="003066C3"/>
    <w:rsid w:val="003406D8"/>
    <w:rsid w:val="0039404B"/>
    <w:rsid w:val="004420B4"/>
    <w:rsid w:val="004A5FCB"/>
    <w:rsid w:val="004D6A17"/>
    <w:rsid w:val="004D7333"/>
    <w:rsid w:val="00530B34"/>
    <w:rsid w:val="00546B39"/>
    <w:rsid w:val="00582B14"/>
    <w:rsid w:val="005D6B4D"/>
    <w:rsid w:val="00611511"/>
    <w:rsid w:val="00635047"/>
    <w:rsid w:val="00662785"/>
    <w:rsid w:val="006642C2"/>
    <w:rsid w:val="00666786"/>
    <w:rsid w:val="00677841"/>
    <w:rsid w:val="00681A01"/>
    <w:rsid w:val="006E271B"/>
    <w:rsid w:val="00710F3F"/>
    <w:rsid w:val="00777070"/>
    <w:rsid w:val="007A424C"/>
    <w:rsid w:val="007B3EA9"/>
    <w:rsid w:val="007C36EC"/>
    <w:rsid w:val="00810864"/>
    <w:rsid w:val="00811A1E"/>
    <w:rsid w:val="00956779"/>
    <w:rsid w:val="009769BD"/>
    <w:rsid w:val="00977702"/>
    <w:rsid w:val="009C3E6B"/>
    <w:rsid w:val="009F002E"/>
    <w:rsid w:val="00A159EA"/>
    <w:rsid w:val="00A869DC"/>
    <w:rsid w:val="00A87F83"/>
    <w:rsid w:val="00AB4B23"/>
    <w:rsid w:val="00AE2E7D"/>
    <w:rsid w:val="00B727B2"/>
    <w:rsid w:val="00B93333"/>
    <w:rsid w:val="00B976ED"/>
    <w:rsid w:val="00BD648A"/>
    <w:rsid w:val="00BE062A"/>
    <w:rsid w:val="00BE1AEF"/>
    <w:rsid w:val="00BF353A"/>
    <w:rsid w:val="00C05660"/>
    <w:rsid w:val="00C21A0D"/>
    <w:rsid w:val="00C26E06"/>
    <w:rsid w:val="00C867B7"/>
    <w:rsid w:val="00CC14A5"/>
    <w:rsid w:val="00D05A04"/>
    <w:rsid w:val="00D50799"/>
    <w:rsid w:val="00D814F5"/>
    <w:rsid w:val="00D914EE"/>
    <w:rsid w:val="00DA3460"/>
    <w:rsid w:val="00DD2ED8"/>
    <w:rsid w:val="00DF579B"/>
    <w:rsid w:val="00E0466D"/>
    <w:rsid w:val="00E54A18"/>
    <w:rsid w:val="00E55876"/>
    <w:rsid w:val="00E6175F"/>
    <w:rsid w:val="00E73F85"/>
    <w:rsid w:val="00EB22DA"/>
    <w:rsid w:val="00F6622C"/>
    <w:rsid w:val="00F73285"/>
    <w:rsid w:val="00FA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8CB46FE"/>
  <w15:docId w15:val="{C069EF18-6CC0-4A3D-B22F-F85AA598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table" w:styleId="TableGrid">
    <w:name w:val="Table Grid"/>
    <w:basedOn w:val="TableNormal"/>
    <w:uiPriority w:val="59"/>
    <w:rsid w:val="00681A01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D05A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05A04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NormalWeb">
    <w:name w:val="Normal (Web)"/>
    <w:basedOn w:val="Normal"/>
    <w:rsid w:val="00D05A04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D05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05A04"/>
    <w:rPr>
      <w:spacing w:val="0"/>
      <w:position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A04"/>
    <w:rPr>
      <w:lang w:eastAsia="en-US"/>
    </w:rPr>
  </w:style>
  <w:style w:type="paragraph" w:styleId="ListParagraph">
    <w:name w:val="List Paragraph"/>
    <w:basedOn w:val="Normal"/>
    <w:uiPriority w:val="34"/>
    <w:qFormat/>
    <w:rsid w:val="00777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1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nnar.klaas\Downloads\akt%20t&#246;&#246;v&#245;tulepingu%20juurde%20(juriidilise%20isiku%20v&#245;i%20fie-ga)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012AA13F45E4F6B97F1111C3F772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D4DC6-D9FB-40F0-81E6-1FC7BFE40259}"/>
      </w:docPartPr>
      <w:docPartBody>
        <w:p w:rsidR="002C26AD" w:rsidRDefault="008051D6">
          <w:pPr>
            <w:pStyle w:val="1012AA13F45E4F6B97F1111C3F77276D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14FE8E46F4E94178AFA9C33E79468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F7175-856E-4F95-95C9-7ECC4ED246CB}"/>
      </w:docPartPr>
      <w:docPartBody>
        <w:p w:rsidR="002C26AD" w:rsidRDefault="008051D6">
          <w:pPr>
            <w:pStyle w:val="14FE8E46F4E94178AFA9C33E79468F7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1D6"/>
    <w:rsid w:val="002C26AD"/>
    <w:rsid w:val="008051D6"/>
    <w:rsid w:val="00A8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7AA22335EEF4848A6E2B7134870A8F8">
    <w:name w:val="57AA22335EEF4848A6E2B7134870A8F8"/>
  </w:style>
  <w:style w:type="paragraph" w:customStyle="1" w:styleId="5CC8B0D835AC4315ABE2B09CE7525872">
    <w:name w:val="5CC8B0D835AC4315ABE2B09CE7525872"/>
  </w:style>
  <w:style w:type="paragraph" w:customStyle="1" w:styleId="1012AA13F45E4F6B97F1111C3F77276D">
    <w:name w:val="1012AA13F45E4F6B97F1111C3F77276D"/>
  </w:style>
  <w:style w:type="paragraph" w:customStyle="1" w:styleId="14FE8E46F4E94178AFA9C33E79468F7E">
    <w:name w:val="14FE8E46F4E94178AFA9C33E79468F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83F43-A302-4D0D-9A1B-BCB3D0245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(juriidilise isiku või fie-ga) (3).dotx</Template>
  <TotalTime>39</TotalTime>
  <Pages>1</Pages>
  <Words>119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Kunnar Klaas</dc:creator>
  <cp:lastModifiedBy>HT1</cp:lastModifiedBy>
  <cp:revision>7</cp:revision>
  <cp:lastPrinted>2004-03-16T09:02:00Z</cp:lastPrinted>
  <dcterms:created xsi:type="dcterms:W3CDTF">2023-03-23T14:00:00Z</dcterms:created>
  <dcterms:modified xsi:type="dcterms:W3CDTF">2025-11-11T12:48:00Z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d0a6dacb-ba58-4a72-a65a-8146b755350a</vt:lpwstr>
  </property>
</Properties>
</file>