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3"/>
        <w:gridCol w:w="4608"/>
      </w:tblGrid>
      <w:tr w:rsidR="003A765F" w:rsidRPr="003E5F05" w:rsidTr="003A765F">
        <w:tc>
          <w:tcPr>
            <w:tcW w:w="4633" w:type="dxa"/>
          </w:tcPr>
          <w:p w:rsidR="003A765F" w:rsidRPr="003E5F05" w:rsidRDefault="003A765F" w:rsidP="0091465E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Transpordiamet </w:t>
            </w:r>
          </w:p>
        </w:tc>
        <w:tc>
          <w:tcPr>
            <w:tcW w:w="4608" w:type="dxa"/>
          </w:tcPr>
          <w:p w:rsidR="003A765F" w:rsidRPr="003E5F05" w:rsidRDefault="003A765F" w:rsidP="0091465E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91465E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Valge 4</w:t>
            </w:r>
          </w:p>
        </w:tc>
        <w:tc>
          <w:tcPr>
            <w:tcW w:w="4608" w:type="dxa"/>
          </w:tcPr>
          <w:p w:rsidR="003A765F" w:rsidRPr="003E5F05" w:rsidRDefault="003A765F" w:rsidP="0091465E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91465E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11413 Tallinn</w:t>
            </w:r>
          </w:p>
        </w:tc>
        <w:tc>
          <w:tcPr>
            <w:tcW w:w="4608" w:type="dxa"/>
          </w:tcPr>
          <w:p w:rsidR="003A765F" w:rsidRPr="003E5F05" w:rsidRDefault="003A765F" w:rsidP="0091465E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91465E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color w:val="0000FF"/>
                <w:szCs w:val="20"/>
                <w:u w:val="single"/>
              </w:rPr>
              <w:t>maantee@transpordiamet.ee</w:t>
            </w:r>
          </w:p>
        </w:tc>
        <w:tc>
          <w:tcPr>
            <w:tcW w:w="4608" w:type="dxa"/>
          </w:tcPr>
          <w:p w:rsidR="003A765F" w:rsidRPr="003E5F05" w:rsidRDefault="003A765F" w:rsidP="0091465E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94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395"/>
      </w:tblGrid>
      <w:tr w:rsidR="002408D6" w:rsidRPr="00B36CDA" w:rsidTr="003A765F">
        <w:tc>
          <w:tcPr>
            <w:tcW w:w="6062" w:type="dxa"/>
          </w:tcPr>
          <w:p w:rsidR="002408D6" w:rsidRPr="00B36CDA" w:rsidRDefault="002408D6" w:rsidP="00AC4499">
            <w:pPr>
              <w:jc w:val="right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395" w:type="dxa"/>
          </w:tcPr>
          <w:p w:rsidR="002408D6" w:rsidRPr="00D63FE3" w:rsidRDefault="002408D6" w:rsidP="00D63FE3">
            <w:pPr>
              <w:jc w:val="right"/>
              <w:rPr>
                <w:rFonts w:asciiTheme="minorHAnsi" w:hAnsiTheme="minorHAnsi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Meie </w:t>
            </w:r>
            <w:r w:rsidR="009B6D8C">
              <w:rPr>
                <w:rFonts w:asciiTheme="minorHAnsi" w:hAnsiTheme="minorHAnsi"/>
                <w:szCs w:val="20"/>
                <w:lang w:val="ru-RU"/>
              </w:rPr>
              <w:t>27</w:t>
            </w:r>
            <w:r w:rsidR="009B6D8C">
              <w:rPr>
                <w:rFonts w:asciiTheme="minorHAnsi" w:hAnsiTheme="minorHAnsi"/>
                <w:szCs w:val="20"/>
              </w:rPr>
              <w:t>.03.2024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91465E">
        <w:tc>
          <w:tcPr>
            <w:tcW w:w="9381" w:type="dxa"/>
          </w:tcPr>
          <w:p w:rsidR="00AC4499" w:rsidRPr="00B36CDA" w:rsidRDefault="003A765F" w:rsidP="00AC4499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 w:rsidRPr="00B05E71">
              <w:rPr>
                <w:rFonts w:ascii="Frutiger LT Std 45 Light" w:hAnsi="Frutiger LT Std 45 Light"/>
                <w:b/>
                <w:szCs w:val="20"/>
              </w:rPr>
              <w:t>TEHNILISTE TINGIMUSTE TAOTLUS PROJEKTEERIMISTÖÖDEKS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7295"/>
      </w:tblGrid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</w:t>
            </w:r>
          </w:p>
        </w:tc>
        <w:tc>
          <w:tcPr>
            <w:tcW w:w="7295" w:type="dxa"/>
          </w:tcPr>
          <w:p w:rsidR="003A765F" w:rsidRPr="00B36CDA" w:rsidRDefault="004D0DB2" w:rsidP="009B6D8C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Passiivse elektroonilise side juurdepääsuvõrgu rajamine, </w:t>
            </w:r>
            <w:r w:rsidR="009B6D8C">
              <w:rPr>
                <w:rFonts w:ascii="Frutiger LT Std 45 Light" w:hAnsi="Frutiger LT Std 45 Light"/>
                <w:szCs w:val="20"/>
              </w:rPr>
              <w:t>VT2086</w:t>
            </w:r>
          </w:p>
        </w:tc>
      </w:tr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Projekteerija</w:t>
            </w:r>
          </w:p>
        </w:tc>
        <w:tc>
          <w:tcPr>
            <w:tcW w:w="7295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OÜ Keskkonnaprojekt</w:t>
            </w:r>
          </w:p>
        </w:tc>
      </w:tr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Tellija</w:t>
            </w:r>
          </w:p>
        </w:tc>
        <w:tc>
          <w:tcPr>
            <w:tcW w:w="7295" w:type="dxa"/>
          </w:tcPr>
          <w:p w:rsidR="003A765F" w:rsidRPr="00B36CDA" w:rsidRDefault="004D0DB2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Enefit Connect OÜ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OÜ Keskkonnaprojekt koostab </w:t>
      </w:r>
      <w:r w:rsidR="00AE1D75">
        <w:rPr>
          <w:rFonts w:ascii="Frutiger LT Std 45 Light" w:hAnsi="Frutiger LT Std 45 Light"/>
          <w:szCs w:val="20"/>
        </w:rPr>
        <w:t>Harju</w:t>
      </w:r>
      <w:r>
        <w:rPr>
          <w:rFonts w:ascii="Frutiger LT Std 45 Light" w:hAnsi="Frutiger LT Std 45 Light"/>
          <w:szCs w:val="20"/>
        </w:rPr>
        <w:t xml:space="preserve"> maakonnas </w:t>
      </w:r>
      <w:r w:rsidR="009B6D8C">
        <w:rPr>
          <w:rFonts w:ascii="Frutiger LT Std 45 Light" w:hAnsi="Frutiger LT Std 45 Light"/>
          <w:szCs w:val="20"/>
        </w:rPr>
        <w:t>Loksa</w:t>
      </w:r>
      <w:r w:rsidR="00AE1D75">
        <w:rPr>
          <w:rFonts w:ascii="Frutiger LT Std 45 Light" w:hAnsi="Frutiger LT Std 45 Light"/>
          <w:szCs w:val="20"/>
        </w:rPr>
        <w:t xml:space="preserve"> </w:t>
      </w:r>
      <w:r w:rsidR="009B6D8C">
        <w:rPr>
          <w:rFonts w:ascii="Frutiger LT Std 45 Light" w:hAnsi="Frutiger LT Std 45 Light"/>
          <w:szCs w:val="20"/>
        </w:rPr>
        <w:t>v</w:t>
      </w:r>
      <w:r>
        <w:rPr>
          <w:rFonts w:ascii="Frutiger LT Std 45 Light" w:hAnsi="Frutiger LT Std 45 Light"/>
          <w:szCs w:val="20"/>
        </w:rPr>
        <w:t>allas</w:t>
      </w:r>
      <w:r w:rsidR="004D0DB2">
        <w:rPr>
          <w:rFonts w:ascii="Frutiger LT Std 45 Light" w:hAnsi="Frutiger LT Std 45 Light"/>
          <w:szCs w:val="20"/>
        </w:rPr>
        <w:t xml:space="preserve"> </w:t>
      </w:r>
      <w:r w:rsidR="009B6D8C">
        <w:rPr>
          <w:rFonts w:ascii="Frutiger LT Std 45 Light" w:hAnsi="Frutiger LT Std 45 Light"/>
          <w:szCs w:val="20"/>
        </w:rPr>
        <w:t xml:space="preserve">Loksa linnas </w:t>
      </w:r>
      <w:r w:rsidR="004D0DB2">
        <w:rPr>
          <w:rFonts w:ascii="Frutiger LT Std 45 Light" w:hAnsi="Frutiger LT Std 45 Light"/>
          <w:szCs w:val="20"/>
        </w:rPr>
        <w:t>elektroonilise side juurdepääsuvõrgu</w:t>
      </w:r>
      <w:r>
        <w:rPr>
          <w:rFonts w:ascii="Frutiger LT Std 45 Light" w:hAnsi="Frutiger LT Std 45 Light"/>
          <w:szCs w:val="20"/>
        </w:rPr>
        <w:t xml:space="preserve"> projekti.</w:t>
      </w: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Projekteeritava </w:t>
      </w:r>
      <w:r w:rsidR="004D0DB2">
        <w:rPr>
          <w:rFonts w:ascii="Frutiger LT Std 45 Light" w:hAnsi="Frutiger LT Std 45 Light"/>
          <w:szCs w:val="20"/>
        </w:rPr>
        <w:t>tehnovõrgu</w:t>
      </w:r>
      <w:r w:rsidR="00953CCB">
        <w:rPr>
          <w:rFonts w:ascii="Frutiger LT Std 45 Light" w:hAnsi="Frutiger LT Std 45 Light"/>
          <w:szCs w:val="20"/>
        </w:rPr>
        <w:t xml:space="preserve"> </w:t>
      </w:r>
      <w:r>
        <w:rPr>
          <w:rFonts w:ascii="Frutiger LT Std 45 Light" w:hAnsi="Frutiger LT Std 45 Light"/>
          <w:szCs w:val="20"/>
        </w:rPr>
        <w:t>kokkupuude riigiteega on järgmine:</w:t>
      </w: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1"/>
        <w:gridCol w:w="3544"/>
        <w:gridCol w:w="3135"/>
      </w:tblGrid>
      <w:tr w:rsidR="003A765F" w:rsidRPr="00B36CDA" w:rsidTr="00A27079">
        <w:tc>
          <w:tcPr>
            <w:tcW w:w="2131" w:type="dxa"/>
          </w:tcPr>
          <w:p w:rsidR="003A765F" w:rsidRPr="00B36CDA" w:rsidRDefault="00D63FE3" w:rsidP="00A2707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Ristumine (maakaabel)</w:t>
            </w:r>
          </w:p>
        </w:tc>
        <w:tc>
          <w:tcPr>
            <w:tcW w:w="3544" w:type="dxa"/>
          </w:tcPr>
          <w:p w:rsidR="003A765F" w:rsidRPr="00B36CDA" w:rsidRDefault="00AE1D75" w:rsidP="009B6D8C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11</w:t>
            </w:r>
            <w:r w:rsidR="009B6D8C">
              <w:rPr>
                <w:rFonts w:ascii="Frutiger LT Std 45 Light" w:hAnsi="Frutiger LT Std 45 Light"/>
                <w:szCs w:val="20"/>
              </w:rPr>
              <w:t>283</w:t>
            </w:r>
            <w:r>
              <w:rPr>
                <w:rFonts w:ascii="Frutiger LT Std 45 Light" w:hAnsi="Frutiger LT Std 45 Light"/>
                <w:szCs w:val="20"/>
              </w:rPr>
              <w:t xml:space="preserve"> </w:t>
            </w:r>
            <w:r w:rsidR="009B6D8C">
              <w:rPr>
                <w:rFonts w:ascii="Frutiger LT Std 45 Light" w:hAnsi="Frutiger LT Std 45 Light"/>
                <w:szCs w:val="20"/>
              </w:rPr>
              <w:t>Loksa-Hara</w:t>
            </w:r>
            <w:r>
              <w:rPr>
                <w:rFonts w:ascii="Frutiger LT Std 45 Light" w:hAnsi="Frutiger LT Std 45 Light"/>
                <w:szCs w:val="20"/>
              </w:rPr>
              <w:t xml:space="preserve"> tee</w:t>
            </w:r>
          </w:p>
        </w:tc>
        <w:tc>
          <w:tcPr>
            <w:tcW w:w="3135" w:type="dxa"/>
          </w:tcPr>
          <w:p w:rsidR="003A765F" w:rsidRPr="00B36CDA" w:rsidRDefault="00AE1D75" w:rsidP="007956DE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0.</w:t>
            </w:r>
            <w:r w:rsidR="007956DE">
              <w:rPr>
                <w:rFonts w:asciiTheme="minorHAnsi" w:hAnsiTheme="minorHAnsi"/>
                <w:szCs w:val="20"/>
                <w:lang w:val="ru-RU"/>
              </w:rPr>
              <w:t>72</w:t>
            </w:r>
            <w:r w:rsidR="003A765F">
              <w:rPr>
                <w:rFonts w:ascii="Frutiger LT Std 45 Light" w:hAnsi="Frutiger LT Std 45 Light"/>
                <w:szCs w:val="20"/>
              </w:rPr>
              <w:t xml:space="preserve"> km-l</w:t>
            </w:r>
          </w:p>
        </w:tc>
      </w:tr>
      <w:tr w:rsidR="009B6D8C" w:rsidRPr="00B36CDA" w:rsidTr="00A27079">
        <w:tc>
          <w:tcPr>
            <w:tcW w:w="2131" w:type="dxa"/>
          </w:tcPr>
          <w:p w:rsidR="009B6D8C" w:rsidRPr="00B36CDA" w:rsidRDefault="009B6D8C" w:rsidP="009B6D8C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Ristumine (õhukaabel)</w:t>
            </w:r>
          </w:p>
        </w:tc>
        <w:tc>
          <w:tcPr>
            <w:tcW w:w="3544" w:type="dxa"/>
          </w:tcPr>
          <w:p w:rsidR="009B6D8C" w:rsidRPr="00B36CDA" w:rsidRDefault="007956DE" w:rsidP="009B6D8C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11283 Loksa-Hara tee</w:t>
            </w:r>
          </w:p>
        </w:tc>
        <w:tc>
          <w:tcPr>
            <w:tcW w:w="3135" w:type="dxa"/>
          </w:tcPr>
          <w:p w:rsidR="009B6D8C" w:rsidRPr="00B36CDA" w:rsidRDefault="00021822" w:rsidP="009B6D8C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0.</w:t>
            </w:r>
            <w:r>
              <w:rPr>
                <w:rFonts w:asciiTheme="minorHAnsi" w:hAnsiTheme="minorHAnsi"/>
                <w:szCs w:val="20"/>
                <w:lang w:val="ru-RU"/>
              </w:rPr>
              <w:t xml:space="preserve">59, 0,61, 0,65, 0,67 </w:t>
            </w:r>
            <w:r w:rsidR="009B6D8C">
              <w:rPr>
                <w:rFonts w:ascii="Frutiger LT Std 45 Light" w:hAnsi="Frutiger LT Std 45 Light"/>
                <w:szCs w:val="20"/>
              </w:rPr>
              <w:t xml:space="preserve"> km-l</w:t>
            </w:r>
          </w:p>
        </w:tc>
      </w:tr>
      <w:tr w:rsidR="009B6D8C" w:rsidRPr="00B36CDA" w:rsidTr="00A27079">
        <w:tc>
          <w:tcPr>
            <w:tcW w:w="2131" w:type="dxa"/>
          </w:tcPr>
          <w:p w:rsidR="009B6D8C" w:rsidRPr="00B36CDA" w:rsidRDefault="009B6D8C" w:rsidP="009B6D8C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kaev</w:t>
            </w:r>
          </w:p>
        </w:tc>
        <w:tc>
          <w:tcPr>
            <w:tcW w:w="3544" w:type="dxa"/>
          </w:tcPr>
          <w:p w:rsidR="009B6D8C" w:rsidRPr="00B36CDA" w:rsidRDefault="007956DE" w:rsidP="009B6D8C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11283 Loksa-Hara tee</w:t>
            </w:r>
          </w:p>
        </w:tc>
        <w:tc>
          <w:tcPr>
            <w:tcW w:w="3135" w:type="dxa"/>
          </w:tcPr>
          <w:p w:rsidR="009B6D8C" w:rsidRPr="00B36CDA" w:rsidRDefault="009B6D8C" w:rsidP="00021822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0.</w:t>
            </w:r>
            <w:r w:rsidR="00021822">
              <w:rPr>
                <w:rFonts w:asciiTheme="minorHAnsi" w:hAnsiTheme="minorHAnsi"/>
                <w:szCs w:val="20"/>
                <w:lang w:val="ru-RU"/>
              </w:rPr>
              <w:t>56</w:t>
            </w:r>
            <w:r>
              <w:rPr>
                <w:rFonts w:ascii="Frutiger LT Std 45 Light" w:hAnsi="Frutiger LT Std 45 Light"/>
                <w:szCs w:val="20"/>
              </w:rPr>
              <w:t xml:space="preserve"> km-l</w:t>
            </w:r>
          </w:p>
        </w:tc>
      </w:tr>
      <w:tr w:rsidR="009B6D8C" w:rsidRPr="00B36CDA" w:rsidTr="00A27079">
        <w:tc>
          <w:tcPr>
            <w:tcW w:w="2131" w:type="dxa"/>
          </w:tcPr>
          <w:p w:rsidR="009B6D8C" w:rsidRPr="00B36CDA" w:rsidRDefault="009B6D8C" w:rsidP="009B6D8C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544" w:type="dxa"/>
          </w:tcPr>
          <w:p w:rsidR="009B6D8C" w:rsidRPr="006C3E26" w:rsidRDefault="009B6D8C" w:rsidP="009B6D8C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135" w:type="dxa"/>
          </w:tcPr>
          <w:p w:rsidR="009B6D8C" w:rsidRDefault="009B6D8C" w:rsidP="009B6D8C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9B6D8C" w:rsidRPr="00B36CDA" w:rsidTr="00A27079">
        <w:tc>
          <w:tcPr>
            <w:tcW w:w="2131" w:type="dxa"/>
          </w:tcPr>
          <w:p w:rsidR="009B6D8C" w:rsidRPr="00B36CDA" w:rsidRDefault="009B6D8C" w:rsidP="009B6D8C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544" w:type="dxa"/>
          </w:tcPr>
          <w:p w:rsidR="009B6D8C" w:rsidRPr="006C3E26" w:rsidRDefault="009B6D8C" w:rsidP="009B6D8C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135" w:type="dxa"/>
          </w:tcPr>
          <w:p w:rsidR="009B6D8C" w:rsidRDefault="009B6D8C" w:rsidP="009B6D8C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Tingimused palume saata e-posti aadressil: </w:t>
      </w:r>
      <w:hyperlink r:id="rId7" w:history="1">
        <w:r w:rsidR="00AE1D75" w:rsidRPr="00E27A8F">
          <w:rPr>
            <w:rStyle w:val="Hyperlink"/>
            <w:rFonts w:ascii="Frutiger LT Std 45 Light" w:hAnsi="Frutiger LT Std 45 Light"/>
            <w:szCs w:val="20"/>
          </w:rPr>
          <w:t>ilja.galkin@keskkonnaprojekt.ee</w:t>
        </w:r>
      </w:hyperlink>
    </w:p>
    <w:p w:rsidR="00AC4499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B36CDA" w:rsidRPr="00B36CDA" w:rsidRDefault="00B36CDA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91465E">
        <w:tc>
          <w:tcPr>
            <w:tcW w:w="9381" w:type="dxa"/>
          </w:tcPr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Lugupidamisega, </w:t>
            </w:r>
          </w:p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  <w:p w:rsidR="00AC4499" w:rsidRPr="00B36CDA" w:rsidRDefault="00AC4499" w:rsidP="00AC4499">
            <w:pPr>
              <w:spacing w:after="60"/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/</w:t>
            </w:r>
            <w:r w:rsidRPr="00B36CDA">
              <w:rPr>
                <w:rFonts w:ascii="Frutiger LT Std 45 Light" w:hAnsi="Frutiger LT Std 45 Light"/>
                <w:i/>
                <w:szCs w:val="20"/>
              </w:rPr>
              <w:t>allkirjastatud digitaalselt</w:t>
            </w:r>
            <w:r w:rsidRPr="00B36CDA">
              <w:rPr>
                <w:rFonts w:ascii="Frutiger LT Std 45 Light" w:hAnsi="Frutiger LT Std 45 Light"/>
                <w:szCs w:val="20"/>
              </w:rPr>
              <w:t>/</w:t>
            </w:r>
          </w:p>
          <w:p w:rsidR="00AC4499" w:rsidRPr="00B36CDA" w:rsidRDefault="00AE1D75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Ilja Galkin</w:t>
            </w:r>
          </w:p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OÜ Keskkonnaprojekt</w:t>
            </w:r>
          </w:p>
          <w:p w:rsidR="00AC4499" w:rsidRPr="00B36CDA" w:rsidRDefault="004D0DB2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projektijuht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91465E">
        <w:tc>
          <w:tcPr>
            <w:tcW w:w="9381" w:type="dxa"/>
          </w:tcPr>
          <w:p w:rsidR="00AC4499" w:rsidRDefault="004D0DB2" w:rsidP="004D0DB2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>
                    <w:default w:val="[Lisa 1]"/>
                  </w:textInput>
                </w:ffData>
              </w:fldChar>
            </w:r>
            <w:bookmarkStart w:id="0" w:name="Tekst10"/>
            <w:r w:rsidRPr="004D0DB2"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[Lisa 1]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  <w:bookmarkEnd w:id="0"/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 </w:t>
            </w:r>
            <w:r w:rsidR="006C3E26">
              <w:rPr>
                <w:rFonts w:ascii="Frutiger LT Std 45 Light" w:hAnsi="Frutiger LT Std 45 Light"/>
                <w:szCs w:val="20"/>
              </w:rPr>
              <w:t>Projekteeritava ala skeem</w:t>
            </w:r>
          </w:p>
          <w:p w:rsidR="00021822" w:rsidRDefault="00021822" w:rsidP="00021822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Lisa 2]"/>
                  </w:textInput>
                </w:ffData>
              </w:fldChar>
            </w:r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[Lisa 2]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  <w:r w:rsidRPr="00B36CDA">
              <w:rPr>
                <w:rFonts w:ascii="Frutiger LT Std 45 Light" w:hAnsi="Frutiger LT Std 45 Light"/>
                <w:szCs w:val="20"/>
              </w:rPr>
              <w:t xml:space="preserve"> </w:t>
            </w:r>
            <w:r>
              <w:rPr>
                <w:rFonts w:ascii="Frutiger LT Std 45 Light" w:hAnsi="Frutiger LT Std 45 Light"/>
                <w:szCs w:val="20"/>
              </w:rPr>
              <w:t>Projekteerimisülesanne</w:t>
            </w:r>
            <w:bookmarkStart w:id="1" w:name="_GoBack"/>
            <w:bookmarkEnd w:id="1"/>
          </w:p>
          <w:p w:rsidR="00021822" w:rsidRPr="00B36CDA" w:rsidRDefault="00021822" w:rsidP="004D0DB2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:rsidR="00953CCB" w:rsidRPr="00B36CDA" w:rsidRDefault="00953CCB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1"/>
      </w:tblGrid>
      <w:tr w:rsidR="0031461F" w:rsidRPr="00B36CDA" w:rsidTr="00953CCB">
        <w:tc>
          <w:tcPr>
            <w:tcW w:w="9231" w:type="dxa"/>
          </w:tcPr>
          <w:p w:rsidR="0031461F" w:rsidRPr="00B36CDA" w:rsidRDefault="00AE1D75" w:rsidP="00AE1D75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Ilja Galkin</w:t>
            </w:r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, tel </w:t>
            </w:r>
            <w:r w:rsidR="004D0DB2">
              <w:rPr>
                <w:rFonts w:ascii="Frutiger LT Std 45 Light" w:hAnsi="Frutiger LT Std 45 Light"/>
                <w:szCs w:val="20"/>
              </w:rPr>
              <w:t>5</w:t>
            </w:r>
            <w:r>
              <w:rPr>
                <w:rFonts w:ascii="Frutiger LT Std 45 Light" w:hAnsi="Frutiger LT Std 45 Light"/>
                <w:szCs w:val="20"/>
              </w:rPr>
              <w:t>3481786</w:t>
            </w:r>
          </w:p>
        </w:tc>
      </w:tr>
      <w:tr w:rsidR="0031461F" w:rsidRPr="00B36CDA" w:rsidTr="00953CCB">
        <w:tc>
          <w:tcPr>
            <w:tcW w:w="9231" w:type="dxa"/>
          </w:tcPr>
          <w:p w:rsidR="0031461F" w:rsidRPr="00B36CDA" w:rsidRDefault="0091465E" w:rsidP="00AE1D75">
            <w:pPr>
              <w:jc w:val="both"/>
              <w:rPr>
                <w:rFonts w:ascii="Frutiger LT Std 45 Light" w:hAnsi="Frutiger LT Std 45 Light"/>
                <w:szCs w:val="20"/>
              </w:rPr>
            </w:pPr>
            <w:hyperlink r:id="rId8" w:history="1">
              <w:r w:rsidR="00AE1D75" w:rsidRPr="00E27A8F">
                <w:rPr>
                  <w:rStyle w:val="Hyperlink"/>
                  <w:rFonts w:ascii="Frutiger LT Std 45 Light" w:hAnsi="Frutiger LT Std 45 Light"/>
                  <w:szCs w:val="20"/>
                </w:rPr>
                <w:t>ilja.galkin@keskkonnaprojekt.ee</w:t>
              </w:r>
            </w:hyperlink>
          </w:p>
        </w:tc>
      </w:tr>
    </w:tbl>
    <w:p w:rsidR="00CC433B" w:rsidRPr="00953CCB" w:rsidRDefault="00CC433B" w:rsidP="00953CCB">
      <w:pPr>
        <w:rPr>
          <w:rFonts w:ascii="Frutiger LT Std 45 Light" w:hAnsi="Frutiger LT Std 45 Light"/>
          <w:sz w:val="16"/>
          <w:szCs w:val="16"/>
        </w:rPr>
      </w:pPr>
    </w:p>
    <w:sectPr w:rsidR="00CC433B" w:rsidRPr="00953CCB" w:rsidSect="00953CCB">
      <w:headerReference w:type="first" r:id="rId9"/>
      <w:footerReference w:type="first" r:id="rId10"/>
      <w:pgSz w:w="11906" w:h="16838"/>
      <w:pgMar w:top="1701" w:right="1134" w:bottom="1531" w:left="1531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6F3" w:rsidRDefault="00A216F3" w:rsidP="00E703FA">
      <w:r>
        <w:separator/>
      </w:r>
    </w:p>
  </w:endnote>
  <w:endnote w:type="continuationSeparator" w:id="0">
    <w:p w:rsidR="00A216F3" w:rsidRDefault="00A216F3" w:rsidP="00E7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Leelawadee UI Semi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65E" w:rsidRDefault="0091465E" w:rsidP="005D7E82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800" behindDoc="0" locked="0" layoutInCell="1" allowOverlap="1" wp14:anchorId="57A72E83" wp14:editId="43B038EC">
          <wp:simplePos x="0" y="0"/>
          <wp:positionH relativeFrom="column">
            <wp:posOffset>-568325</wp:posOffset>
          </wp:positionH>
          <wp:positionV relativeFrom="paragraph">
            <wp:posOffset>148437</wp:posOffset>
          </wp:positionV>
          <wp:extent cx="1028530" cy="720243"/>
          <wp:effectExtent l="0" t="0" r="5080" b="0"/>
          <wp:wrapNone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530" cy="720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5A848DB3" wp14:editId="2A3CEF4F">
              <wp:simplePos x="0" y="0"/>
              <wp:positionH relativeFrom="column">
                <wp:posOffset>460375</wp:posOffset>
              </wp:positionH>
              <wp:positionV relativeFrom="page">
                <wp:posOffset>9677400</wp:posOffset>
              </wp:positionV>
              <wp:extent cx="2012315" cy="708660"/>
              <wp:effectExtent l="0" t="0" r="0" b="0"/>
              <wp:wrapTopAndBottom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315" cy="708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465E" w:rsidRPr="00586CB3" w:rsidRDefault="0091465E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O</w:t>
                          </w:r>
                          <w:r w:rsidRPr="00586CB3">
                            <w:rPr>
                              <w:rFonts w:ascii="Frutiger LT Std 45 Light" w:eastAsia="Times New Roman" w:hAnsi="Frutiger LT Std 45 Light" w:cs="Arial"/>
                              <w:b/>
                              <w:sz w:val="14"/>
                              <w:szCs w:val="14"/>
                            </w:rPr>
                            <w:t>Ü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 xml:space="preserve"> KESKKONNAPROJEKT</w:t>
                          </w:r>
                        </w:p>
                        <w:p w:rsidR="0091465E" w:rsidRPr="00586CB3" w:rsidRDefault="0091465E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A: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Ringtee 12, </w:t>
                          </w:r>
                          <w:r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>50105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Tartu,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R: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Reg kood 10769210</w:t>
                          </w:r>
                        </w:p>
                        <w:p w:rsidR="0091465E" w:rsidRPr="00586CB3" w:rsidRDefault="0091465E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B: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Swedbank IBANEE042200221016942290</w:t>
                          </w:r>
                        </w:p>
                        <w:p w:rsidR="0091465E" w:rsidRPr="00586CB3" w:rsidRDefault="0091465E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T: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+372 730 5060,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E: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kp@keskkonnaprojekt.ee</w:t>
                          </w:r>
                        </w:p>
                        <w:p w:rsidR="0091465E" w:rsidRPr="00586CB3" w:rsidRDefault="0091465E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/>
                              <w:b/>
                              <w:sz w:val="14"/>
                              <w:szCs w:val="14"/>
                            </w:rPr>
                            <w:t>W:</w:t>
                          </w:r>
                          <w:r w:rsidRPr="00586CB3">
                            <w:rPr>
                              <w:rFonts w:ascii="Frutiger LT Std 45 Light" w:hAnsi="Frutiger LT Std 45 Light"/>
                              <w:sz w:val="14"/>
                              <w:szCs w:val="14"/>
                            </w:rPr>
                            <w:t xml:space="preserve"> www.keskkonnaprojekt.ee</w:t>
                          </w:r>
                        </w:p>
                      </w:txbxContent>
                    </wps:txbx>
                    <wps:bodyPr rot="0" vert="horz" wrap="non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5A848DB3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6.25pt;margin-top:762pt;width:158.45pt;height:55.8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" filled="f" stroked="f">
              <v:textbox inset=".5mm,.3mm,.5mm,.3mm">
                <w:txbxContent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O</w:t>
                    </w:r>
                    <w:r w:rsidRPr="00586CB3">
                      <w:rPr>
                        <w:rFonts w:ascii="Frutiger LT Std 45 Light" w:eastAsia="Times New Roman" w:hAnsi="Frutiger LT Std 45 Light" w:cs="Arial"/>
                        <w:b/>
                        <w:sz w:val="14"/>
                        <w:szCs w:val="14"/>
                      </w:rPr>
                      <w:t>Ü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 xml:space="preserve"> KESKKONNAPROJEKT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A: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Ringtee 12, </w:t>
                    </w:r>
                    <w:r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>50105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Tartu,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R: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>Reg</w:t>
                    </w:r>
                    <w:proofErr w:type="spellEnd"/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kood 10769210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B: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Swedbank IBANEE042200221016942290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T: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+372 730 5060,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E: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kp@keskkonnaprojekt.ee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/>
                        <w:b/>
                        <w:sz w:val="14"/>
                        <w:szCs w:val="14"/>
                      </w:rPr>
                      <w:t>W:</w:t>
                    </w:r>
                    <w:r w:rsidRPr="00586CB3">
                      <w:rPr>
                        <w:rFonts w:ascii="Frutiger LT Std 45 Light" w:hAnsi="Frutiger LT Std 45 Light"/>
                        <w:sz w:val="14"/>
                        <w:szCs w:val="14"/>
                      </w:rPr>
                      <w:t xml:space="preserve"> www.keskkonnaprojekt.ee</w:t>
                    </w:r>
                  </w:p>
                </w:txbxContent>
              </v:textbox>
              <w10:wrap type="topAndBottom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6F3" w:rsidRDefault="00A216F3" w:rsidP="00E703FA">
      <w:r>
        <w:separator/>
      </w:r>
    </w:p>
  </w:footnote>
  <w:footnote w:type="continuationSeparator" w:id="0">
    <w:p w:rsidR="00A216F3" w:rsidRDefault="00A216F3" w:rsidP="00E703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65E" w:rsidRDefault="0091465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-708660</wp:posOffset>
          </wp:positionH>
          <wp:positionV relativeFrom="paragraph">
            <wp:posOffset>-154305</wp:posOffset>
          </wp:positionV>
          <wp:extent cx="2843530" cy="631825"/>
          <wp:effectExtent l="0" t="0" r="0" b="0"/>
          <wp:wrapNone/>
          <wp:docPr id="3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CEA65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EA07E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9A65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ABEE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59C83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740C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E64B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B00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182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98A90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F2A"/>
    <w:rsid w:val="00021822"/>
    <w:rsid w:val="00090A32"/>
    <w:rsid w:val="000B0172"/>
    <w:rsid w:val="000E2F65"/>
    <w:rsid w:val="00100F2A"/>
    <w:rsid w:val="00107B52"/>
    <w:rsid w:val="00157278"/>
    <w:rsid w:val="001B79C1"/>
    <w:rsid w:val="001C43ED"/>
    <w:rsid w:val="001C4FAD"/>
    <w:rsid w:val="001D5A9E"/>
    <w:rsid w:val="002107B1"/>
    <w:rsid w:val="002408D6"/>
    <w:rsid w:val="002417FB"/>
    <w:rsid w:val="00286FF5"/>
    <w:rsid w:val="002C1F8F"/>
    <w:rsid w:val="002F0F06"/>
    <w:rsid w:val="002F3268"/>
    <w:rsid w:val="0031461F"/>
    <w:rsid w:val="00315319"/>
    <w:rsid w:val="00392544"/>
    <w:rsid w:val="003A765F"/>
    <w:rsid w:val="003B0DC8"/>
    <w:rsid w:val="003E0369"/>
    <w:rsid w:val="003F1E3E"/>
    <w:rsid w:val="00416D35"/>
    <w:rsid w:val="004438F5"/>
    <w:rsid w:val="00445EF6"/>
    <w:rsid w:val="00462FFC"/>
    <w:rsid w:val="004A5131"/>
    <w:rsid w:val="004C6543"/>
    <w:rsid w:val="004D0DB2"/>
    <w:rsid w:val="005312CD"/>
    <w:rsid w:val="00556B9C"/>
    <w:rsid w:val="00580832"/>
    <w:rsid w:val="00586CB3"/>
    <w:rsid w:val="005A3162"/>
    <w:rsid w:val="005A6131"/>
    <w:rsid w:val="005B474F"/>
    <w:rsid w:val="005D2214"/>
    <w:rsid w:val="005D65B6"/>
    <w:rsid w:val="005D7E82"/>
    <w:rsid w:val="005E66E2"/>
    <w:rsid w:val="005F2C86"/>
    <w:rsid w:val="006143CA"/>
    <w:rsid w:val="00636ADA"/>
    <w:rsid w:val="00642330"/>
    <w:rsid w:val="00665667"/>
    <w:rsid w:val="006A7A68"/>
    <w:rsid w:val="006C24B9"/>
    <w:rsid w:val="006C3E26"/>
    <w:rsid w:val="006D01C2"/>
    <w:rsid w:val="00744B9A"/>
    <w:rsid w:val="00777062"/>
    <w:rsid w:val="007776FA"/>
    <w:rsid w:val="007956DE"/>
    <w:rsid w:val="007A230D"/>
    <w:rsid w:val="007E3FAF"/>
    <w:rsid w:val="0089388A"/>
    <w:rsid w:val="008A29C8"/>
    <w:rsid w:val="0091465E"/>
    <w:rsid w:val="00953490"/>
    <w:rsid w:val="00953CCB"/>
    <w:rsid w:val="009A325C"/>
    <w:rsid w:val="009B6D8C"/>
    <w:rsid w:val="009B70B6"/>
    <w:rsid w:val="009D2F79"/>
    <w:rsid w:val="009E486D"/>
    <w:rsid w:val="009F1DF4"/>
    <w:rsid w:val="00A02F9C"/>
    <w:rsid w:val="00A216F3"/>
    <w:rsid w:val="00A27079"/>
    <w:rsid w:val="00A355F8"/>
    <w:rsid w:val="00A65BAE"/>
    <w:rsid w:val="00A77563"/>
    <w:rsid w:val="00A8619F"/>
    <w:rsid w:val="00AC4499"/>
    <w:rsid w:val="00AD24F8"/>
    <w:rsid w:val="00AD6CA7"/>
    <w:rsid w:val="00AE1D75"/>
    <w:rsid w:val="00AE2074"/>
    <w:rsid w:val="00B165E2"/>
    <w:rsid w:val="00B36CDA"/>
    <w:rsid w:val="00B550BF"/>
    <w:rsid w:val="00B6754E"/>
    <w:rsid w:val="00B749F1"/>
    <w:rsid w:val="00B81FF8"/>
    <w:rsid w:val="00BA0A15"/>
    <w:rsid w:val="00BB103A"/>
    <w:rsid w:val="00BD4607"/>
    <w:rsid w:val="00BE362C"/>
    <w:rsid w:val="00C226DE"/>
    <w:rsid w:val="00C278A1"/>
    <w:rsid w:val="00C73CEE"/>
    <w:rsid w:val="00CC433B"/>
    <w:rsid w:val="00CD3CE6"/>
    <w:rsid w:val="00D34664"/>
    <w:rsid w:val="00D41C55"/>
    <w:rsid w:val="00D42A53"/>
    <w:rsid w:val="00D4602A"/>
    <w:rsid w:val="00D63FE3"/>
    <w:rsid w:val="00D749A2"/>
    <w:rsid w:val="00D80C81"/>
    <w:rsid w:val="00DF5189"/>
    <w:rsid w:val="00DF6900"/>
    <w:rsid w:val="00E328AF"/>
    <w:rsid w:val="00E36B73"/>
    <w:rsid w:val="00E50BED"/>
    <w:rsid w:val="00E703FA"/>
    <w:rsid w:val="00E9297C"/>
    <w:rsid w:val="00E947AA"/>
    <w:rsid w:val="00EA08AB"/>
    <w:rsid w:val="00F1629B"/>
    <w:rsid w:val="00F50F26"/>
    <w:rsid w:val="00F92D4B"/>
    <w:rsid w:val="00F95D30"/>
    <w:rsid w:val="00FA2D58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660AF4C-D130-4D84-A846-BE9FFF08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86D"/>
    <w:rPr>
      <w:rFonts w:ascii="Arial" w:eastAsia="Times New Roman" w:hAnsi="Arial"/>
      <w:sz w:val="20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1C4FAD"/>
    <w:pPr>
      <w:keepNext/>
      <w:keepLines/>
      <w:spacing w:line="360" w:lineRule="auto"/>
      <w:jc w:val="center"/>
      <w:outlineLvl w:val="0"/>
    </w:pPr>
    <w:rPr>
      <w:rFonts w:ascii="Trajan Pro" w:hAnsi="Trajan Pro"/>
      <w:b/>
      <w:bCs/>
      <w:color w:val="000000"/>
      <w:sz w:val="48"/>
      <w:szCs w:val="32"/>
      <w:lang w:eastAsia="et-E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C4FAD"/>
    <w:pPr>
      <w:keepNext/>
      <w:keepLines/>
      <w:spacing w:line="360" w:lineRule="auto"/>
      <w:ind w:left="708"/>
      <w:outlineLvl w:val="1"/>
    </w:pPr>
    <w:rPr>
      <w:rFonts w:ascii="Trajan Pro" w:hAnsi="Trajan Pro"/>
      <w:bCs/>
      <w:sz w:val="32"/>
      <w:szCs w:val="28"/>
      <w:lang w:eastAsia="et-E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C4FAD"/>
    <w:pPr>
      <w:keepNext/>
      <w:keepLines/>
      <w:spacing w:before="200"/>
      <w:outlineLvl w:val="2"/>
    </w:pPr>
    <w:rPr>
      <w:rFonts w:ascii="Trajan Pro" w:hAnsi="Trajan Pro"/>
      <w:b/>
      <w:bCs/>
      <w:sz w:val="24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4FAD"/>
    <w:rPr>
      <w:rFonts w:ascii="Trajan Pro" w:hAnsi="Trajan Pro" w:cs="Times New Roman"/>
      <w:b/>
      <w:color w:val="000000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C4FAD"/>
    <w:rPr>
      <w:rFonts w:ascii="Trajan Pro" w:hAnsi="Trajan Pro" w:cs="Times New Roman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C4FAD"/>
    <w:rPr>
      <w:rFonts w:ascii="Trajan Pro" w:hAnsi="Trajan Pro" w:cs="Times New Roman"/>
      <w:b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C4FAD"/>
    <w:rPr>
      <w:rFonts w:ascii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C4FAD"/>
    <w:rPr>
      <w:rFonts w:ascii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703FA"/>
    <w:rPr>
      <w:rFonts w:ascii="Tahoma" w:eastAsia="Calibri" w:hAnsi="Tahoma"/>
      <w:sz w:val="16"/>
      <w:szCs w:val="16"/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03FA"/>
    <w:rPr>
      <w:rFonts w:ascii="Tahoma" w:hAnsi="Tahoma" w:cs="Times New Roman"/>
      <w:sz w:val="16"/>
    </w:rPr>
  </w:style>
  <w:style w:type="paragraph" w:customStyle="1" w:styleId="Vahedeta1">
    <w:name w:val="Vahedeta1"/>
    <w:uiPriority w:val="99"/>
    <w:rsid w:val="00AE2074"/>
    <w:rPr>
      <w:lang w:eastAsia="en-US"/>
    </w:rPr>
  </w:style>
  <w:style w:type="character" w:styleId="Hyperlink">
    <w:name w:val="Hyperlink"/>
    <w:basedOn w:val="DefaultParagraphFont"/>
    <w:uiPriority w:val="99"/>
    <w:rsid w:val="009E486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locked/>
    <w:rsid w:val="00AC44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ja.galkin@keskkonnaprojek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lja.galkin@keskkonnaprojek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70%20YLDINE\10%20Vormistus\Kirjad\Vastus%20teabep&#228;ringu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Vastus teabepäringule</Template>
  <TotalTime>99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[Eesnimi Perekonnanimi]</vt:lpstr>
      <vt:lpstr>[Eesnimi Perekonnanimi]</vt:lpstr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[Eesnimi Perekonnanimi]</dc:title>
  <dc:creator>Annika</dc:creator>
  <cp:lastModifiedBy>Microsoft account</cp:lastModifiedBy>
  <cp:revision>5</cp:revision>
  <cp:lastPrinted>2022-07-14T08:42:00Z</cp:lastPrinted>
  <dcterms:created xsi:type="dcterms:W3CDTF">2022-09-30T11:23:00Z</dcterms:created>
  <dcterms:modified xsi:type="dcterms:W3CDTF">2024-03-27T09:31:00Z</dcterms:modified>
</cp:coreProperties>
</file>