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E77C8" w14:textId="77777777" w:rsidR="00952F01" w:rsidRDefault="00952F01" w:rsidP="0016415A">
      <w:pPr>
        <w:jc w:val="center"/>
        <w:rPr>
          <w:rFonts w:ascii="Times New Roman" w:hAnsi="Times New Roman"/>
          <w:b/>
          <w:sz w:val="32"/>
          <w:szCs w:val="32"/>
        </w:rPr>
      </w:pPr>
      <w:bookmarkStart w:id="0" w:name="_Hlk181269290"/>
    </w:p>
    <w:p w14:paraId="0C86A7AC" w14:textId="77777777" w:rsidR="00952F01" w:rsidRDefault="00952F01" w:rsidP="0016415A">
      <w:pPr>
        <w:jc w:val="center"/>
        <w:rPr>
          <w:rFonts w:ascii="Times New Roman" w:hAnsi="Times New Roman"/>
          <w:b/>
          <w:sz w:val="32"/>
          <w:szCs w:val="32"/>
        </w:rPr>
      </w:pPr>
    </w:p>
    <w:p w14:paraId="5480DEC7" w14:textId="61C63907" w:rsidR="001339A9" w:rsidRDefault="00664FAA" w:rsidP="0016415A">
      <w:pPr>
        <w:jc w:val="center"/>
        <w:rPr>
          <w:rFonts w:ascii="Times New Roman" w:hAnsi="Times New Roman"/>
          <w:b/>
          <w:sz w:val="32"/>
          <w:szCs w:val="32"/>
        </w:rPr>
      </w:pPr>
      <w:r w:rsidRPr="00664FAA">
        <w:rPr>
          <w:rFonts w:ascii="Times New Roman" w:hAnsi="Times New Roman"/>
          <w:b/>
          <w:sz w:val="32"/>
          <w:szCs w:val="32"/>
        </w:rPr>
        <w:t>Vabariigi Presidendi valimise seaduse</w:t>
      </w:r>
      <w:r w:rsidR="00DA36B2">
        <w:rPr>
          <w:rFonts w:ascii="Times New Roman" w:hAnsi="Times New Roman"/>
          <w:b/>
          <w:sz w:val="32"/>
          <w:szCs w:val="32"/>
        </w:rPr>
        <w:t xml:space="preserve"> </w:t>
      </w:r>
      <w:bookmarkEnd w:id="0"/>
      <w:r w:rsidR="00DA36B2">
        <w:rPr>
          <w:rFonts w:ascii="Times New Roman" w:hAnsi="Times New Roman"/>
          <w:b/>
          <w:sz w:val="32"/>
          <w:szCs w:val="32"/>
        </w:rPr>
        <w:t>muutmise</w:t>
      </w:r>
      <w:r w:rsidR="001339A9" w:rsidRPr="00B53DDE">
        <w:rPr>
          <w:rFonts w:ascii="Times New Roman" w:hAnsi="Times New Roman"/>
          <w:b/>
          <w:sz w:val="32"/>
          <w:szCs w:val="32"/>
        </w:rPr>
        <w:t xml:space="preserve"> </w:t>
      </w:r>
      <w:r w:rsidR="007135E7">
        <w:rPr>
          <w:rFonts w:ascii="Times New Roman" w:hAnsi="Times New Roman"/>
          <w:b/>
          <w:sz w:val="32"/>
          <w:szCs w:val="32"/>
        </w:rPr>
        <w:t xml:space="preserve">seaduse </w:t>
      </w:r>
      <w:r w:rsidR="001339A9" w:rsidRPr="00B53DDE">
        <w:rPr>
          <w:rFonts w:ascii="Times New Roman" w:hAnsi="Times New Roman"/>
          <w:b/>
          <w:sz w:val="32"/>
          <w:szCs w:val="32"/>
        </w:rPr>
        <w:t xml:space="preserve">eelnõu </w:t>
      </w:r>
      <w:r w:rsidR="00743016" w:rsidRPr="00B53DDE">
        <w:rPr>
          <w:rFonts w:ascii="Times New Roman" w:hAnsi="Times New Roman"/>
          <w:b/>
          <w:sz w:val="32"/>
          <w:szCs w:val="32"/>
        </w:rPr>
        <w:t>seletuskiri</w:t>
      </w:r>
    </w:p>
    <w:p w14:paraId="6EEF543A" w14:textId="77777777" w:rsidR="00B66D1B" w:rsidRPr="00B66D1B" w:rsidRDefault="00B66D1B" w:rsidP="0016415A">
      <w:pPr>
        <w:jc w:val="left"/>
        <w:rPr>
          <w:rFonts w:ascii="Times New Roman" w:hAnsi="Times New Roman"/>
          <w:b/>
          <w:sz w:val="24"/>
        </w:rPr>
      </w:pPr>
    </w:p>
    <w:p w14:paraId="6E7F3066" w14:textId="77777777" w:rsidR="009705C1" w:rsidRDefault="00290F58" w:rsidP="0016415A">
      <w:pPr>
        <w:pStyle w:val="Loendilik"/>
        <w:numPr>
          <w:ilvl w:val="0"/>
          <w:numId w:val="5"/>
        </w:numPr>
        <w:rPr>
          <w:rFonts w:ascii="Times New Roman" w:hAnsi="Times New Roman"/>
          <w:b/>
          <w:sz w:val="24"/>
        </w:rPr>
      </w:pPr>
      <w:r w:rsidRPr="00995BFB">
        <w:rPr>
          <w:rFonts w:ascii="Times New Roman" w:hAnsi="Times New Roman"/>
          <w:b/>
          <w:sz w:val="24"/>
        </w:rPr>
        <w:t xml:space="preserve">Sissejuhatus </w:t>
      </w:r>
    </w:p>
    <w:p w14:paraId="0F75D10F" w14:textId="77777777" w:rsidR="00E8361D" w:rsidRDefault="00E8361D" w:rsidP="00E8361D">
      <w:pPr>
        <w:rPr>
          <w:rFonts w:ascii="Times New Roman" w:hAnsi="Times New Roman"/>
          <w:b/>
          <w:sz w:val="24"/>
        </w:rPr>
      </w:pPr>
    </w:p>
    <w:p w14:paraId="79472AF9" w14:textId="0B62938E" w:rsidR="00D53042" w:rsidRDefault="00E8361D" w:rsidP="00E8361D">
      <w:pPr>
        <w:rPr>
          <w:rFonts w:ascii="Times New Roman" w:hAnsi="Times New Roman"/>
          <w:bCs/>
          <w:sz w:val="24"/>
        </w:rPr>
      </w:pPr>
      <w:r w:rsidRPr="00E8361D">
        <w:rPr>
          <w:rFonts w:ascii="Times New Roman" w:hAnsi="Times New Roman"/>
          <w:bCs/>
          <w:sz w:val="24"/>
        </w:rPr>
        <w:t xml:space="preserve">Vabariigi Presidendi </w:t>
      </w:r>
      <w:r w:rsidR="00387D4A">
        <w:rPr>
          <w:rFonts w:ascii="Times New Roman" w:hAnsi="Times New Roman"/>
          <w:bCs/>
          <w:sz w:val="24"/>
        </w:rPr>
        <w:t>v</w:t>
      </w:r>
      <w:r w:rsidR="00387D4A" w:rsidRPr="00E8361D">
        <w:rPr>
          <w:rFonts w:ascii="Times New Roman" w:hAnsi="Times New Roman"/>
          <w:bCs/>
          <w:sz w:val="24"/>
        </w:rPr>
        <w:t xml:space="preserve">alimise </w:t>
      </w:r>
      <w:r w:rsidR="00387D4A">
        <w:rPr>
          <w:rFonts w:ascii="Times New Roman" w:hAnsi="Times New Roman"/>
          <w:bCs/>
          <w:sz w:val="24"/>
        </w:rPr>
        <w:t>s</w:t>
      </w:r>
      <w:r w:rsidR="00387D4A" w:rsidRPr="00E8361D">
        <w:rPr>
          <w:rFonts w:ascii="Times New Roman" w:hAnsi="Times New Roman"/>
          <w:bCs/>
          <w:sz w:val="24"/>
        </w:rPr>
        <w:t>eadus</w:t>
      </w:r>
      <w:r w:rsidR="00387D4A">
        <w:rPr>
          <w:rFonts w:ascii="Times New Roman" w:hAnsi="Times New Roman"/>
          <w:bCs/>
          <w:sz w:val="24"/>
        </w:rPr>
        <w:t xml:space="preserve">e </w:t>
      </w:r>
      <w:r w:rsidR="001332BC" w:rsidRPr="001332BC">
        <w:rPr>
          <w:rFonts w:ascii="Times New Roman" w:hAnsi="Times New Roman"/>
          <w:bCs/>
          <w:sz w:val="24"/>
        </w:rPr>
        <w:t xml:space="preserve">(VPVS) </w:t>
      </w:r>
      <w:r w:rsidR="00387D4A">
        <w:rPr>
          <w:rFonts w:ascii="Times New Roman" w:hAnsi="Times New Roman"/>
          <w:bCs/>
          <w:sz w:val="24"/>
        </w:rPr>
        <w:t xml:space="preserve">muutmise küsimus tõuseb teatava kindla regulaarsusega, st iga viie aasta tagant Vabariigi Presidendi valimise ajal taas avalikkuse ette. </w:t>
      </w:r>
      <w:r w:rsidR="00387D4A" w:rsidRPr="00E8361D">
        <w:rPr>
          <w:rFonts w:ascii="Times New Roman" w:hAnsi="Times New Roman"/>
          <w:bCs/>
          <w:sz w:val="24"/>
        </w:rPr>
        <w:t xml:space="preserve"> </w:t>
      </w:r>
      <w:r>
        <w:rPr>
          <w:rFonts w:ascii="Times New Roman" w:hAnsi="Times New Roman"/>
          <w:bCs/>
          <w:sz w:val="24"/>
        </w:rPr>
        <w:t xml:space="preserve">Põhiseaduse paragrahvi 79 </w:t>
      </w:r>
      <w:r w:rsidR="00387D4A">
        <w:rPr>
          <w:rFonts w:ascii="Times New Roman" w:hAnsi="Times New Roman"/>
          <w:bCs/>
          <w:sz w:val="24"/>
        </w:rPr>
        <w:t xml:space="preserve">annab küll </w:t>
      </w:r>
      <w:r w:rsidR="00DF14CD">
        <w:rPr>
          <w:rFonts w:ascii="Times New Roman" w:hAnsi="Times New Roman"/>
          <w:bCs/>
          <w:sz w:val="24"/>
        </w:rPr>
        <w:t>V</w:t>
      </w:r>
      <w:r w:rsidR="00387D4A">
        <w:rPr>
          <w:rFonts w:ascii="Times New Roman" w:hAnsi="Times New Roman"/>
          <w:bCs/>
          <w:sz w:val="24"/>
        </w:rPr>
        <w:t xml:space="preserve">abariigi Presidendi valimise põhireeglid ette, kuid </w:t>
      </w:r>
      <w:r>
        <w:rPr>
          <w:rFonts w:ascii="Times New Roman" w:hAnsi="Times New Roman"/>
          <w:bCs/>
          <w:sz w:val="24"/>
        </w:rPr>
        <w:t xml:space="preserve">delegeerib </w:t>
      </w:r>
      <w:r w:rsidR="00387D4A">
        <w:rPr>
          <w:rFonts w:ascii="Times New Roman" w:hAnsi="Times New Roman"/>
          <w:bCs/>
          <w:sz w:val="24"/>
        </w:rPr>
        <w:t xml:space="preserve">siiski Vabariigi Presidendi </w:t>
      </w:r>
      <w:r>
        <w:rPr>
          <w:rFonts w:ascii="Times New Roman" w:hAnsi="Times New Roman"/>
          <w:bCs/>
          <w:sz w:val="24"/>
        </w:rPr>
        <w:t xml:space="preserve">valimise </w:t>
      </w:r>
      <w:r w:rsidR="00387D4A">
        <w:rPr>
          <w:rFonts w:ascii="Times New Roman" w:hAnsi="Times New Roman"/>
          <w:bCs/>
          <w:sz w:val="24"/>
        </w:rPr>
        <w:t xml:space="preserve">täpsema korra sätestamise seaduse </w:t>
      </w:r>
      <w:r>
        <w:rPr>
          <w:rFonts w:ascii="Times New Roman" w:hAnsi="Times New Roman"/>
          <w:bCs/>
          <w:sz w:val="24"/>
        </w:rPr>
        <w:t xml:space="preserve">VPVS </w:t>
      </w:r>
      <w:r w:rsidR="00387D4A">
        <w:rPr>
          <w:rFonts w:ascii="Times New Roman" w:hAnsi="Times New Roman"/>
          <w:bCs/>
          <w:sz w:val="24"/>
        </w:rPr>
        <w:t>tasandile</w:t>
      </w:r>
      <w:r w:rsidR="007809A5">
        <w:rPr>
          <w:rFonts w:ascii="Times New Roman" w:hAnsi="Times New Roman"/>
          <w:bCs/>
          <w:sz w:val="24"/>
        </w:rPr>
        <w:t>.</w:t>
      </w:r>
      <w:r>
        <w:rPr>
          <w:rFonts w:ascii="Times New Roman" w:hAnsi="Times New Roman"/>
          <w:bCs/>
          <w:sz w:val="24"/>
        </w:rPr>
        <w:t xml:space="preserve"> </w:t>
      </w:r>
      <w:r w:rsidR="001332BC">
        <w:rPr>
          <w:rFonts w:ascii="Times New Roman" w:hAnsi="Times New Roman"/>
          <w:bCs/>
          <w:sz w:val="24"/>
        </w:rPr>
        <w:t xml:space="preserve"> Nii saab põhiseaduse raame arvestades seadusega Vabariigi Presidendi valimise korda täpsustada</w:t>
      </w:r>
      <w:r w:rsidR="001A781C">
        <w:rPr>
          <w:rFonts w:ascii="Times New Roman" w:hAnsi="Times New Roman"/>
          <w:bCs/>
          <w:sz w:val="24"/>
        </w:rPr>
        <w:t>.</w:t>
      </w:r>
    </w:p>
    <w:p w14:paraId="400EE930" w14:textId="5FC3613C" w:rsidR="00E8361D" w:rsidRDefault="00E8361D" w:rsidP="00E8361D">
      <w:pPr>
        <w:rPr>
          <w:rFonts w:ascii="Times New Roman" w:hAnsi="Times New Roman"/>
          <w:bCs/>
          <w:sz w:val="24"/>
        </w:rPr>
      </w:pPr>
    </w:p>
    <w:p w14:paraId="0F5C543B" w14:textId="0FAB6F56" w:rsidR="00E8361D" w:rsidRDefault="00E8361D" w:rsidP="00E8361D">
      <w:pPr>
        <w:rPr>
          <w:rFonts w:ascii="Times New Roman" w:hAnsi="Times New Roman"/>
          <w:bCs/>
          <w:sz w:val="24"/>
        </w:rPr>
      </w:pPr>
      <w:r>
        <w:rPr>
          <w:rFonts w:ascii="Times New Roman" w:hAnsi="Times New Roman"/>
          <w:bCs/>
          <w:sz w:val="24"/>
        </w:rPr>
        <w:t xml:space="preserve">Riigikogude erinevad koosseisud on </w:t>
      </w:r>
      <w:r w:rsidR="001332BC">
        <w:rPr>
          <w:rFonts w:ascii="Times New Roman" w:hAnsi="Times New Roman"/>
          <w:bCs/>
          <w:sz w:val="24"/>
        </w:rPr>
        <w:t xml:space="preserve">üritanud Vabariigi Presidendi valimisega seonduvalt </w:t>
      </w:r>
      <w:r>
        <w:rPr>
          <w:rFonts w:ascii="Times New Roman" w:hAnsi="Times New Roman"/>
          <w:bCs/>
          <w:sz w:val="24"/>
        </w:rPr>
        <w:t xml:space="preserve"> muuta nii </w:t>
      </w:r>
      <w:r w:rsidR="00781371">
        <w:rPr>
          <w:rFonts w:ascii="Times New Roman" w:hAnsi="Times New Roman"/>
          <w:bCs/>
          <w:sz w:val="24"/>
        </w:rPr>
        <w:t xml:space="preserve">põhiseadust </w:t>
      </w:r>
      <w:r>
        <w:rPr>
          <w:rFonts w:ascii="Times New Roman" w:hAnsi="Times New Roman"/>
          <w:bCs/>
          <w:sz w:val="24"/>
        </w:rPr>
        <w:t xml:space="preserve">kui ka VPVS-i. Esimest </w:t>
      </w:r>
      <w:r w:rsidR="001332BC">
        <w:rPr>
          <w:rFonts w:ascii="Times New Roman" w:hAnsi="Times New Roman"/>
          <w:bCs/>
          <w:sz w:val="24"/>
        </w:rPr>
        <w:t xml:space="preserve">on soovitud muuta </w:t>
      </w:r>
      <w:r>
        <w:rPr>
          <w:rFonts w:ascii="Times New Roman" w:hAnsi="Times New Roman"/>
          <w:bCs/>
          <w:sz w:val="24"/>
        </w:rPr>
        <w:t xml:space="preserve">tervelt 18 </w:t>
      </w:r>
      <w:r w:rsidR="001332BC">
        <w:rPr>
          <w:rFonts w:ascii="Times New Roman" w:hAnsi="Times New Roman"/>
          <w:bCs/>
          <w:sz w:val="24"/>
        </w:rPr>
        <w:t xml:space="preserve">korral kuid </w:t>
      </w:r>
      <w:r>
        <w:rPr>
          <w:rFonts w:ascii="Times New Roman" w:hAnsi="Times New Roman"/>
          <w:bCs/>
          <w:sz w:val="24"/>
        </w:rPr>
        <w:t xml:space="preserve">mitte </w:t>
      </w:r>
      <w:r w:rsidR="001332BC">
        <w:rPr>
          <w:rFonts w:ascii="Times New Roman" w:hAnsi="Times New Roman"/>
          <w:bCs/>
          <w:sz w:val="24"/>
        </w:rPr>
        <w:t xml:space="preserve">kordagi </w:t>
      </w:r>
      <w:r>
        <w:rPr>
          <w:rFonts w:ascii="Times New Roman" w:hAnsi="Times New Roman"/>
          <w:bCs/>
          <w:sz w:val="24"/>
        </w:rPr>
        <w:t>õnnestunult</w:t>
      </w:r>
      <w:r w:rsidR="00D53042">
        <w:rPr>
          <w:rFonts w:ascii="Times New Roman" w:hAnsi="Times New Roman"/>
          <w:bCs/>
          <w:sz w:val="24"/>
        </w:rPr>
        <w:t>.</w:t>
      </w:r>
      <w:r>
        <w:rPr>
          <w:rFonts w:ascii="Times New Roman" w:hAnsi="Times New Roman"/>
          <w:bCs/>
          <w:sz w:val="24"/>
        </w:rPr>
        <w:t xml:space="preserve"> </w:t>
      </w:r>
      <w:r w:rsidR="003835A0">
        <w:rPr>
          <w:rFonts w:ascii="Times New Roman" w:hAnsi="Times New Roman"/>
          <w:bCs/>
          <w:sz w:val="24"/>
        </w:rPr>
        <w:t xml:space="preserve">Peamiselt on soovitud muuta </w:t>
      </w:r>
      <w:r w:rsidR="00781371">
        <w:rPr>
          <w:rFonts w:ascii="Times New Roman" w:hAnsi="Times New Roman"/>
          <w:bCs/>
          <w:sz w:val="24"/>
        </w:rPr>
        <w:t xml:space="preserve">põhiseadust </w:t>
      </w:r>
      <w:r w:rsidR="001332BC">
        <w:rPr>
          <w:rFonts w:ascii="Times New Roman" w:hAnsi="Times New Roman"/>
          <w:bCs/>
          <w:sz w:val="24"/>
        </w:rPr>
        <w:t>selliselt, et presidendi saaks valida rahvas</w:t>
      </w:r>
      <w:r w:rsidR="001C44BC">
        <w:rPr>
          <w:rFonts w:ascii="Times New Roman" w:hAnsi="Times New Roman"/>
          <w:bCs/>
          <w:sz w:val="24"/>
        </w:rPr>
        <w:t xml:space="preserve">. </w:t>
      </w:r>
      <w:r>
        <w:rPr>
          <w:rFonts w:ascii="Times New Roman" w:hAnsi="Times New Roman"/>
          <w:bCs/>
          <w:sz w:val="24"/>
        </w:rPr>
        <w:t xml:space="preserve">VPVS on olnud menetluses 7 korda ja kahel korral on ka </w:t>
      </w:r>
      <w:r w:rsidR="00433B6D">
        <w:rPr>
          <w:rFonts w:ascii="Times New Roman" w:hAnsi="Times New Roman"/>
          <w:bCs/>
          <w:sz w:val="24"/>
        </w:rPr>
        <w:t>väiks</w:t>
      </w:r>
      <w:r w:rsidR="001A781C">
        <w:rPr>
          <w:rFonts w:ascii="Times New Roman" w:hAnsi="Times New Roman"/>
          <w:bCs/>
          <w:sz w:val="24"/>
        </w:rPr>
        <w:t xml:space="preserve">emad ja vältimatud </w:t>
      </w:r>
      <w:r>
        <w:rPr>
          <w:rFonts w:ascii="Times New Roman" w:hAnsi="Times New Roman"/>
          <w:bCs/>
          <w:sz w:val="24"/>
        </w:rPr>
        <w:t>parandused seaduseks hääletatud.</w:t>
      </w:r>
    </w:p>
    <w:p w14:paraId="093917D4" w14:textId="77777777" w:rsidR="00906D5A" w:rsidRDefault="00906D5A" w:rsidP="00E8361D">
      <w:pPr>
        <w:rPr>
          <w:rFonts w:ascii="Times New Roman" w:hAnsi="Times New Roman"/>
          <w:bCs/>
          <w:sz w:val="24"/>
        </w:rPr>
      </w:pPr>
    </w:p>
    <w:p w14:paraId="658B89F6" w14:textId="0E4855C1" w:rsidR="009B08CE" w:rsidRDefault="009B08CE" w:rsidP="009B08CE">
      <w:pPr>
        <w:rPr>
          <w:rFonts w:ascii="Times New Roman" w:hAnsi="Times New Roman"/>
          <w:sz w:val="24"/>
        </w:rPr>
      </w:pPr>
      <w:r>
        <w:rPr>
          <w:rFonts w:ascii="Times New Roman" w:hAnsi="Times New Roman"/>
          <w:sz w:val="24"/>
        </w:rPr>
        <w:t xml:space="preserve">Vabariigi Presidendi valimistega on avalikkuse ees </w:t>
      </w:r>
      <w:r w:rsidR="00781371">
        <w:rPr>
          <w:rFonts w:ascii="Times New Roman" w:hAnsi="Times New Roman"/>
          <w:sz w:val="24"/>
        </w:rPr>
        <w:t>käsitletud</w:t>
      </w:r>
      <w:r>
        <w:rPr>
          <w:rFonts w:ascii="Times New Roman" w:hAnsi="Times New Roman"/>
          <w:sz w:val="24"/>
        </w:rPr>
        <w:t xml:space="preserve"> põhiliselt kolme suurt teemat: presidendi otsevalimine rahva poolt, </w:t>
      </w:r>
      <w:r w:rsidR="00781371">
        <w:rPr>
          <w:rFonts w:ascii="Times New Roman" w:hAnsi="Times New Roman"/>
          <w:sz w:val="24"/>
        </w:rPr>
        <w:t xml:space="preserve">potentsiaalne presidendivalimiste lõputu ringkäik Riigikogust Valimiskokku, sealt tagasi Riigikokku jne ning </w:t>
      </w:r>
      <w:r>
        <w:rPr>
          <w:rFonts w:ascii="Times New Roman" w:hAnsi="Times New Roman"/>
          <w:sz w:val="24"/>
        </w:rPr>
        <w:t xml:space="preserve">liiga väike võimalus tutvuda presidendikandidaatide seisukohtadega. </w:t>
      </w:r>
    </w:p>
    <w:p w14:paraId="3A2F332A" w14:textId="77777777" w:rsidR="009B08CE" w:rsidRDefault="009B08CE" w:rsidP="009B08CE">
      <w:pPr>
        <w:rPr>
          <w:rFonts w:ascii="Times New Roman" w:hAnsi="Times New Roman"/>
          <w:sz w:val="24"/>
        </w:rPr>
      </w:pPr>
    </w:p>
    <w:p w14:paraId="78347BF2" w14:textId="3F99A61B" w:rsidR="009B08CE" w:rsidRDefault="009B08CE" w:rsidP="009B08CE">
      <w:pPr>
        <w:rPr>
          <w:rFonts w:ascii="Times New Roman" w:hAnsi="Times New Roman"/>
          <w:sz w:val="24"/>
        </w:rPr>
      </w:pPr>
      <w:r>
        <w:rPr>
          <w:rFonts w:ascii="Times New Roman" w:hAnsi="Times New Roman"/>
          <w:sz w:val="24"/>
        </w:rPr>
        <w:t>P</w:t>
      </w:r>
      <w:r w:rsidRPr="009E2890">
        <w:rPr>
          <w:rFonts w:ascii="Times New Roman" w:hAnsi="Times New Roman"/>
          <w:sz w:val="24"/>
        </w:rPr>
        <w:t xml:space="preserve">residendi otsevalimist nõudvad ettepanekud vajaksid põhiseaduse muutmist, mis on praegu ajaliselt keeruline teostada. Selle küsimusega saab tegeleda järgmise </w:t>
      </w:r>
      <w:r w:rsidR="00781371">
        <w:rPr>
          <w:rFonts w:ascii="Times New Roman" w:hAnsi="Times New Roman"/>
          <w:sz w:val="24"/>
        </w:rPr>
        <w:t>R</w:t>
      </w:r>
      <w:r w:rsidRPr="009E2890">
        <w:rPr>
          <w:rFonts w:ascii="Times New Roman" w:hAnsi="Times New Roman"/>
          <w:sz w:val="24"/>
        </w:rPr>
        <w:t>iigikogu koosseisu ajal.</w:t>
      </w:r>
      <w:r>
        <w:rPr>
          <w:rFonts w:ascii="Times New Roman" w:hAnsi="Times New Roman"/>
          <w:sz w:val="24"/>
        </w:rPr>
        <w:t xml:space="preserve"> </w:t>
      </w:r>
    </w:p>
    <w:p w14:paraId="274F154E" w14:textId="682540D1" w:rsidR="009B08CE" w:rsidRPr="009E2890" w:rsidRDefault="009B08CE" w:rsidP="009B08CE">
      <w:pPr>
        <w:rPr>
          <w:rFonts w:ascii="Times New Roman" w:hAnsi="Times New Roman"/>
          <w:sz w:val="24"/>
        </w:rPr>
      </w:pPr>
      <w:r>
        <w:rPr>
          <w:rFonts w:ascii="Times New Roman" w:hAnsi="Times New Roman"/>
          <w:sz w:val="24"/>
        </w:rPr>
        <w:t xml:space="preserve"> </w:t>
      </w:r>
    </w:p>
    <w:p w14:paraId="5E6C8867" w14:textId="7976D954" w:rsidR="009B08CE" w:rsidRDefault="009B08CE" w:rsidP="009B08CE">
      <w:pPr>
        <w:rPr>
          <w:rFonts w:ascii="Times New Roman" w:hAnsi="Times New Roman"/>
          <w:sz w:val="24"/>
        </w:rPr>
      </w:pPr>
      <w:r>
        <w:rPr>
          <w:rFonts w:ascii="Times New Roman" w:hAnsi="Times New Roman"/>
          <w:sz w:val="24"/>
        </w:rPr>
        <w:t>Nii nagu indikeerisid 2016. aasta presidendivalimised, on</w:t>
      </w:r>
      <w:r w:rsidRPr="009E2890">
        <w:rPr>
          <w:rFonts w:ascii="Times New Roman" w:hAnsi="Times New Roman"/>
          <w:sz w:val="24"/>
        </w:rPr>
        <w:t xml:space="preserve"> patiseisu korral </w:t>
      </w:r>
      <w:r>
        <w:rPr>
          <w:rFonts w:ascii="Times New Roman" w:hAnsi="Times New Roman"/>
          <w:sz w:val="24"/>
        </w:rPr>
        <w:t xml:space="preserve">võimalik, et </w:t>
      </w:r>
      <w:r w:rsidR="00781371">
        <w:rPr>
          <w:rFonts w:ascii="Times New Roman" w:hAnsi="Times New Roman"/>
          <w:sz w:val="24"/>
        </w:rPr>
        <w:t>R</w:t>
      </w:r>
      <w:r w:rsidRPr="009E2890">
        <w:rPr>
          <w:rFonts w:ascii="Times New Roman" w:hAnsi="Times New Roman"/>
          <w:sz w:val="24"/>
        </w:rPr>
        <w:t>iigikogu ja vali</w:t>
      </w:r>
      <w:r>
        <w:rPr>
          <w:rFonts w:ascii="Times New Roman" w:hAnsi="Times New Roman"/>
          <w:sz w:val="24"/>
        </w:rPr>
        <w:t>mis</w:t>
      </w:r>
      <w:r w:rsidRPr="009E2890">
        <w:rPr>
          <w:rFonts w:ascii="Times New Roman" w:hAnsi="Times New Roman"/>
          <w:sz w:val="24"/>
        </w:rPr>
        <w:t xml:space="preserve">kogu </w:t>
      </w:r>
      <w:r>
        <w:rPr>
          <w:rFonts w:ascii="Times New Roman" w:hAnsi="Times New Roman"/>
          <w:sz w:val="24"/>
        </w:rPr>
        <w:t xml:space="preserve">saavad </w:t>
      </w:r>
      <w:r w:rsidRPr="009E2890">
        <w:rPr>
          <w:rFonts w:ascii="Times New Roman" w:hAnsi="Times New Roman"/>
          <w:sz w:val="24"/>
        </w:rPr>
        <w:t xml:space="preserve">lõputult presidendi valimise vastutust teineteisele üle anda. Eksperdid on pakkunud, et </w:t>
      </w:r>
      <w:r w:rsidR="00781371">
        <w:rPr>
          <w:rFonts w:ascii="Times New Roman" w:hAnsi="Times New Roman"/>
          <w:sz w:val="24"/>
        </w:rPr>
        <w:t>v</w:t>
      </w:r>
      <w:r w:rsidRPr="009E2890">
        <w:rPr>
          <w:rFonts w:ascii="Times New Roman" w:hAnsi="Times New Roman"/>
          <w:sz w:val="24"/>
        </w:rPr>
        <w:t>alimiskogu kolmas hääletusvoor peaks andma lõpliku tulemuse, kas siis alandades künnist või parandades hääletusreegleid.</w:t>
      </w:r>
      <w:r>
        <w:rPr>
          <w:rFonts w:ascii="Times New Roman" w:hAnsi="Times New Roman"/>
          <w:sz w:val="24"/>
        </w:rPr>
        <w:t xml:space="preserve"> Siiski on olemas ka täiesti argumenteeritud juriidiline teooria, mille kohaselt nõuaks niisugune otsus siiski </w:t>
      </w:r>
      <w:r w:rsidR="00781371">
        <w:rPr>
          <w:rFonts w:ascii="Times New Roman" w:hAnsi="Times New Roman"/>
          <w:sz w:val="24"/>
        </w:rPr>
        <w:t>p</w:t>
      </w:r>
      <w:r>
        <w:rPr>
          <w:rFonts w:ascii="Times New Roman" w:hAnsi="Times New Roman"/>
          <w:sz w:val="24"/>
        </w:rPr>
        <w:t>õhiseadusesse täpsustavat fraasi, ega ole seetõttu antud seaduse „ulatuses“. (</w:t>
      </w:r>
      <w:r w:rsidR="00781371">
        <w:rPr>
          <w:rFonts w:ascii="Times New Roman" w:hAnsi="Times New Roman"/>
          <w:sz w:val="24"/>
        </w:rPr>
        <w:t xml:space="preserve">Vabariigi </w:t>
      </w:r>
      <w:r>
        <w:rPr>
          <w:rFonts w:ascii="Times New Roman" w:hAnsi="Times New Roman"/>
          <w:sz w:val="24"/>
        </w:rPr>
        <w:t>Valitsuse seisukoht aastast 2016, allkirjastanud justiitsminister Urmas Reinsalu).</w:t>
      </w:r>
      <w:r w:rsidR="00554216">
        <w:rPr>
          <w:rFonts w:ascii="Times New Roman" w:hAnsi="Times New Roman"/>
          <w:sz w:val="24"/>
        </w:rPr>
        <w:t xml:space="preserve"> Ehkki viimati nimetatud arvamus ei ole ümberlükkamatu, ei ole antud eelnõu raames seda küsimust lahendamiseks võetud, kuid see on jätkuvalt avatud aruteludeks. </w:t>
      </w:r>
    </w:p>
    <w:p w14:paraId="04B9CEEF" w14:textId="77777777" w:rsidR="009B08CE" w:rsidRDefault="009B08CE" w:rsidP="009B08CE">
      <w:pPr>
        <w:rPr>
          <w:rFonts w:ascii="Times New Roman" w:hAnsi="Times New Roman"/>
          <w:sz w:val="24"/>
        </w:rPr>
      </w:pPr>
    </w:p>
    <w:p w14:paraId="67444F6F" w14:textId="44C1FC81" w:rsidR="009B08CE" w:rsidRDefault="009B08CE" w:rsidP="009B08CE">
      <w:pPr>
        <w:rPr>
          <w:rFonts w:ascii="Times New Roman" w:hAnsi="Times New Roman"/>
          <w:sz w:val="24"/>
        </w:rPr>
      </w:pPr>
      <w:r>
        <w:rPr>
          <w:rFonts w:ascii="Times New Roman" w:hAnsi="Times New Roman"/>
          <w:sz w:val="24"/>
        </w:rPr>
        <w:t>Demokraatliku protseduuri seisukohalt ülimalt oluliseks lahendusena saab VPVSi muutes pakkuda kandidaatidele võimalust</w:t>
      </w:r>
      <w:r w:rsidR="00DF14CD">
        <w:rPr>
          <w:rFonts w:ascii="Times New Roman" w:hAnsi="Times New Roman"/>
          <w:sz w:val="24"/>
        </w:rPr>
        <w:t xml:space="preserve"> end varem avalikkusele tutvustada valimisdebattides jms avalikkusele suunatud üritustel osaledes ning presidenti</w:t>
      </w:r>
      <w:r>
        <w:rPr>
          <w:rFonts w:ascii="Times New Roman" w:hAnsi="Times New Roman"/>
          <w:sz w:val="24"/>
        </w:rPr>
        <w:t xml:space="preserve"> valiva kogu ees sõnavõtuga esine</w:t>
      </w:r>
      <w:r w:rsidR="00DF14CD">
        <w:rPr>
          <w:rFonts w:ascii="Times New Roman" w:hAnsi="Times New Roman"/>
          <w:sz w:val="24"/>
        </w:rPr>
        <w:t>des</w:t>
      </w:r>
      <w:r>
        <w:rPr>
          <w:rFonts w:ascii="Times New Roman" w:hAnsi="Times New Roman"/>
          <w:sz w:val="24"/>
        </w:rPr>
        <w:t xml:space="preserve">. Paljude parlamentaarsete riikide valimispraktikas </w:t>
      </w:r>
      <w:r w:rsidR="00DF14CD">
        <w:rPr>
          <w:rFonts w:ascii="Times New Roman" w:hAnsi="Times New Roman"/>
          <w:sz w:val="24"/>
        </w:rPr>
        <w:t>ei ole presidendikandidaadi parlamendis esinemist ette nähtud</w:t>
      </w:r>
      <w:r>
        <w:rPr>
          <w:rFonts w:ascii="Times New Roman" w:hAnsi="Times New Roman"/>
          <w:sz w:val="24"/>
        </w:rPr>
        <w:t xml:space="preserve">, kuid Eesti saaks eeskõndijana siin suunda näidata. </w:t>
      </w:r>
      <w:r w:rsidR="00293E1C">
        <w:rPr>
          <w:rFonts w:ascii="Times New Roman" w:hAnsi="Times New Roman"/>
          <w:sz w:val="24"/>
        </w:rPr>
        <w:t>T</w:t>
      </w:r>
      <w:r>
        <w:rPr>
          <w:rFonts w:ascii="Times New Roman" w:hAnsi="Times New Roman"/>
          <w:sz w:val="24"/>
        </w:rPr>
        <w:t xml:space="preserve">eisalt looks </w:t>
      </w:r>
      <w:r w:rsidR="00293E1C">
        <w:rPr>
          <w:rFonts w:ascii="Times New Roman" w:hAnsi="Times New Roman"/>
          <w:sz w:val="24"/>
        </w:rPr>
        <w:t xml:space="preserve">see </w:t>
      </w:r>
      <w:r>
        <w:rPr>
          <w:rFonts w:ascii="Times New Roman" w:hAnsi="Times New Roman"/>
          <w:sz w:val="24"/>
        </w:rPr>
        <w:t xml:space="preserve">ajaloo/arhiiviallika, kus presidendiks kandideerija saab sõnastada omapoolsed ideed, plaanid ja lubadused. </w:t>
      </w:r>
      <w:r w:rsidR="00DF14CD">
        <w:rPr>
          <w:rFonts w:ascii="Times New Roman" w:hAnsi="Times New Roman"/>
          <w:sz w:val="24"/>
        </w:rPr>
        <w:t>S</w:t>
      </w:r>
      <w:r>
        <w:rPr>
          <w:rFonts w:ascii="Times New Roman" w:hAnsi="Times New Roman"/>
          <w:sz w:val="24"/>
        </w:rPr>
        <w:t>ellise võimaluse tekitami</w:t>
      </w:r>
      <w:r w:rsidR="006239CB">
        <w:rPr>
          <w:rFonts w:ascii="Times New Roman" w:hAnsi="Times New Roman"/>
          <w:sz w:val="24"/>
        </w:rPr>
        <w:t>ne</w:t>
      </w:r>
      <w:r>
        <w:rPr>
          <w:rFonts w:ascii="Times New Roman" w:hAnsi="Times New Roman"/>
          <w:sz w:val="24"/>
        </w:rPr>
        <w:t xml:space="preserve"> </w:t>
      </w:r>
      <w:r w:rsidR="00DF14CD">
        <w:rPr>
          <w:rFonts w:ascii="Times New Roman" w:hAnsi="Times New Roman"/>
          <w:sz w:val="24"/>
        </w:rPr>
        <w:t xml:space="preserve">on </w:t>
      </w:r>
      <w:r>
        <w:rPr>
          <w:rFonts w:ascii="Times New Roman" w:hAnsi="Times New Roman"/>
          <w:sz w:val="24"/>
        </w:rPr>
        <w:t>oluli</w:t>
      </w:r>
      <w:r w:rsidR="00DF14CD">
        <w:rPr>
          <w:rFonts w:ascii="Times New Roman" w:hAnsi="Times New Roman"/>
          <w:sz w:val="24"/>
        </w:rPr>
        <w:t>ne</w:t>
      </w:r>
      <w:r>
        <w:rPr>
          <w:rFonts w:ascii="Times New Roman" w:hAnsi="Times New Roman"/>
          <w:sz w:val="24"/>
        </w:rPr>
        <w:t xml:space="preserve"> ka seetõttu, et kodanikkonnal tervikuna on siis selgem informatsioon, milliste võimalike tulevikustsenaariumite vahel Riigikogu/</w:t>
      </w:r>
      <w:r w:rsidR="006239CB">
        <w:rPr>
          <w:rFonts w:ascii="Times New Roman" w:hAnsi="Times New Roman"/>
          <w:sz w:val="24"/>
        </w:rPr>
        <w:t>v</w:t>
      </w:r>
      <w:r>
        <w:rPr>
          <w:rFonts w:ascii="Times New Roman" w:hAnsi="Times New Roman"/>
          <w:sz w:val="24"/>
        </w:rPr>
        <w:t>alimiskogu otsustada saab.</w:t>
      </w:r>
    </w:p>
    <w:p w14:paraId="0640F152" w14:textId="77777777" w:rsidR="00E8361D" w:rsidRPr="00E8361D" w:rsidRDefault="00E8361D" w:rsidP="00E8361D">
      <w:pPr>
        <w:rPr>
          <w:rFonts w:ascii="Times New Roman" w:hAnsi="Times New Roman"/>
          <w:bCs/>
          <w:sz w:val="24"/>
        </w:rPr>
      </w:pPr>
    </w:p>
    <w:p w14:paraId="2070B8A9" w14:textId="77777777" w:rsidR="009705C1" w:rsidRPr="00076EA4" w:rsidRDefault="009705C1" w:rsidP="0016415A">
      <w:pPr>
        <w:rPr>
          <w:rFonts w:ascii="Times New Roman" w:hAnsi="Times New Roman"/>
          <w:sz w:val="24"/>
          <w:lang w:eastAsia="et-EE"/>
        </w:rPr>
      </w:pPr>
    </w:p>
    <w:p w14:paraId="17294C71" w14:textId="77777777" w:rsidR="00226DA4" w:rsidRDefault="00226DA4" w:rsidP="0016415A">
      <w:pPr>
        <w:rPr>
          <w:rFonts w:ascii="Times New Roman" w:hAnsi="Times New Roman"/>
          <w:sz w:val="24"/>
          <w:lang w:eastAsia="et-EE"/>
        </w:rPr>
        <w:sectPr w:rsidR="00226DA4">
          <w:footerReference w:type="default" r:id="rId11"/>
          <w:footerReference w:type="first" r:id="rId12"/>
          <w:type w:val="continuous"/>
          <w:pgSz w:w="11906" w:h="16838"/>
          <w:pgMar w:top="1418" w:right="680" w:bottom="1418" w:left="1701" w:header="680" w:footer="680" w:gutter="0"/>
          <w:cols w:space="708"/>
          <w:docGrid w:linePitch="360"/>
        </w:sectPr>
      </w:pPr>
    </w:p>
    <w:p w14:paraId="09F6B593" w14:textId="47D26284" w:rsidR="00DB37FB" w:rsidRPr="00DB37FB" w:rsidRDefault="00DB37FB" w:rsidP="00DB37FB">
      <w:pPr>
        <w:rPr>
          <w:rFonts w:ascii="Times New Roman" w:hAnsi="Times New Roman"/>
          <w:b/>
          <w:sz w:val="24"/>
        </w:rPr>
      </w:pPr>
      <w:bookmarkStart w:id="1" w:name="_Hlk168577523"/>
      <w:r w:rsidRPr="00DB37FB">
        <w:rPr>
          <w:rFonts w:ascii="Times New Roman" w:hAnsi="Times New Roman"/>
          <w:b/>
          <w:sz w:val="24"/>
        </w:rPr>
        <w:t>1.1 Seaduse eesmärk</w:t>
      </w:r>
    </w:p>
    <w:p w14:paraId="58A06CAB" w14:textId="77777777" w:rsidR="00DB37FB" w:rsidRDefault="00DB37FB" w:rsidP="00DB37FB">
      <w:pPr>
        <w:pStyle w:val="Pealkiri1"/>
        <w:spacing w:before="0" w:beforeAutospacing="0" w:after="0" w:afterAutospacing="0" w:line="240" w:lineRule="auto"/>
        <w:rPr>
          <w:rFonts w:ascii="Times New Roman" w:hAnsi="Times New Roman"/>
          <w:b w:val="0"/>
          <w:sz w:val="24"/>
          <w:lang w:eastAsia="et-EE"/>
        </w:rPr>
        <w:sectPr w:rsidR="00DB37FB" w:rsidSect="00DB37FB">
          <w:type w:val="continuous"/>
          <w:pgSz w:w="11906" w:h="16838"/>
          <w:pgMar w:top="1418" w:right="680" w:bottom="1418" w:left="1701" w:header="680" w:footer="680" w:gutter="0"/>
          <w:cols w:space="708"/>
          <w:docGrid w:linePitch="360"/>
        </w:sectPr>
      </w:pPr>
    </w:p>
    <w:p w14:paraId="1D75B2AA" w14:textId="77777777" w:rsidR="00DB37FB" w:rsidRDefault="00DB37FB" w:rsidP="00DB37FB">
      <w:pPr>
        <w:rPr>
          <w:rFonts w:ascii="Times New Roman" w:hAnsi="Times New Roman"/>
          <w:sz w:val="24"/>
        </w:rPr>
      </w:pPr>
    </w:p>
    <w:p w14:paraId="311FE3FE" w14:textId="77777777" w:rsidR="00DF14CD" w:rsidRDefault="00192511" w:rsidP="009E2890">
      <w:pPr>
        <w:rPr>
          <w:rFonts w:ascii="Times New Roman" w:hAnsi="Times New Roman"/>
          <w:sz w:val="24"/>
        </w:rPr>
      </w:pPr>
      <w:r w:rsidRPr="00192511">
        <w:rPr>
          <w:rFonts w:ascii="Times New Roman" w:hAnsi="Times New Roman"/>
          <w:bCs/>
          <w:sz w:val="24"/>
        </w:rPr>
        <w:lastRenderedPageBreak/>
        <w:t>Vabariigi Presidendi valimise seaduse</w:t>
      </w:r>
      <w:r w:rsidRPr="00192511">
        <w:rPr>
          <w:rFonts w:ascii="Times New Roman" w:hAnsi="Times New Roman"/>
          <w:b/>
          <w:sz w:val="24"/>
        </w:rPr>
        <w:t xml:space="preserve"> </w:t>
      </w:r>
      <w:r w:rsidR="009E2890" w:rsidRPr="009E2890">
        <w:rPr>
          <w:rFonts w:ascii="Times New Roman" w:hAnsi="Times New Roman"/>
          <w:sz w:val="24"/>
        </w:rPr>
        <w:t xml:space="preserve">muutmise seaduse eelnõu on algatatud eesmärgiga muuta presidendi valimise protsess sujuvamaks, avalikkust kaasavamaks ja selgepiirilisemaks. </w:t>
      </w:r>
    </w:p>
    <w:p w14:paraId="5C80D3B0" w14:textId="77777777" w:rsidR="00DF14CD" w:rsidRDefault="00DF14CD" w:rsidP="009E2890">
      <w:pPr>
        <w:rPr>
          <w:rFonts w:ascii="Times New Roman" w:hAnsi="Times New Roman"/>
          <w:sz w:val="24"/>
        </w:rPr>
      </w:pPr>
    </w:p>
    <w:p w14:paraId="370B53A9" w14:textId="70F84A80" w:rsidR="006239CB" w:rsidRDefault="009E2890" w:rsidP="00DF14CD">
      <w:pPr>
        <w:rPr>
          <w:rFonts w:ascii="Times New Roman" w:hAnsi="Times New Roman"/>
          <w:sz w:val="24"/>
        </w:rPr>
      </w:pPr>
      <w:r w:rsidRPr="009E2890">
        <w:rPr>
          <w:rFonts w:ascii="Times New Roman" w:hAnsi="Times New Roman"/>
          <w:sz w:val="24"/>
        </w:rPr>
        <w:t>Praegune seadus näeb ette, et valimiskampaaniate ajal saab kandidaate registreerida alles vahetult enne valimiste algust, mis omakorda vähendab avalikkusele ja isegi poliitikutele mõeldud aega arutleda ja väidelda kandidaatide üle.</w:t>
      </w:r>
      <w:r w:rsidR="00DF14CD">
        <w:rPr>
          <w:rFonts w:ascii="Times New Roman" w:hAnsi="Times New Roman"/>
          <w:sz w:val="24"/>
        </w:rPr>
        <w:t xml:space="preserve"> </w:t>
      </w:r>
    </w:p>
    <w:p w14:paraId="687743C3" w14:textId="77777777" w:rsidR="006239CB" w:rsidRPr="009E2890" w:rsidRDefault="006239CB" w:rsidP="00DF14CD">
      <w:pPr>
        <w:rPr>
          <w:rFonts w:ascii="Times New Roman" w:hAnsi="Times New Roman"/>
          <w:sz w:val="24"/>
        </w:rPr>
      </w:pPr>
    </w:p>
    <w:p w14:paraId="323145E8" w14:textId="34353553" w:rsidR="000E424C" w:rsidRPr="000E424C" w:rsidRDefault="009E2890" w:rsidP="000E424C">
      <w:pPr>
        <w:rPr>
          <w:rFonts w:ascii="Times New Roman" w:hAnsi="Times New Roman"/>
          <w:sz w:val="24"/>
        </w:rPr>
      </w:pPr>
      <w:r w:rsidRPr="009E2890">
        <w:rPr>
          <w:rFonts w:ascii="Times New Roman" w:hAnsi="Times New Roman"/>
          <w:sz w:val="24"/>
        </w:rPr>
        <w:t xml:space="preserve">Oluline on, et </w:t>
      </w:r>
      <w:r w:rsidR="000E424C" w:rsidRPr="009E2890">
        <w:rPr>
          <w:rFonts w:ascii="Times New Roman" w:hAnsi="Times New Roman"/>
          <w:sz w:val="24"/>
        </w:rPr>
        <w:t>kandi</w:t>
      </w:r>
      <w:r w:rsidR="000E424C">
        <w:rPr>
          <w:rFonts w:ascii="Times New Roman" w:hAnsi="Times New Roman"/>
          <w:sz w:val="24"/>
        </w:rPr>
        <w:t>daatidel oleks</w:t>
      </w:r>
      <w:r w:rsidRPr="009E2890">
        <w:rPr>
          <w:rFonts w:ascii="Times New Roman" w:hAnsi="Times New Roman"/>
          <w:sz w:val="24"/>
        </w:rPr>
        <w:t xml:space="preserve"> võimalus oma seisukohti tutvustada ja osaleda täisväärtuslikus debatis. </w:t>
      </w:r>
      <w:r w:rsidR="000E424C">
        <w:rPr>
          <w:rFonts w:ascii="Times New Roman" w:hAnsi="Times New Roman"/>
          <w:sz w:val="24"/>
        </w:rPr>
        <w:t xml:space="preserve">Selleks </w:t>
      </w:r>
      <w:r w:rsidR="000E424C" w:rsidRPr="000E424C">
        <w:rPr>
          <w:rFonts w:ascii="Times New Roman" w:hAnsi="Times New Roman"/>
          <w:sz w:val="24"/>
        </w:rPr>
        <w:t xml:space="preserve">muudetakse kandidaatide registreerimiseks esitamise tähtaegu, sätestades, et </w:t>
      </w:r>
      <w:r w:rsidR="006239CB">
        <w:rPr>
          <w:rFonts w:ascii="Times New Roman" w:hAnsi="Times New Roman"/>
          <w:sz w:val="24"/>
        </w:rPr>
        <w:t xml:space="preserve">kandidaatide </w:t>
      </w:r>
      <w:r w:rsidR="000E424C" w:rsidRPr="000E424C">
        <w:rPr>
          <w:rFonts w:ascii="Times New Roman" w:hAnsi="Times New Roman"/>
          <w:sz w:val="24"/>
        </w:rPr>
        <w:t>esitamine algab kaheteistkümnendal päeval kell 9.00 ja lõpeb üheksandal päeval kell 18.00 enne esimese hääletusvooru päeva. Muudatuse eesmärk on tagada kandidaatide esitamiseks piisav ja ette planeeritav ajavahemik, mis loob võimaluse kandidaatide tutvustamiseks enne hääletamist. Varasem ja selgem ajaraam võimaldab korraldada kandidaatide tutvustused süsteemselt ja läbipaistvalt, andes valijatele ja avalikkusele võimaluse kandidaatide seisukohtadega põhjalikumalt tutvuda. Samuti aitab see vältida olukorda, kus kandidaate esitatakse vahetult enne hääletust, jättes ebapiisava aja nende tutvustamiseks ja sisuliseks analüüsiks.</w:t>
      </w:r>
      <w:r w:rsidR="000E424C">
        <w:rPr>
          <w:rFonts w:ascii="Times New Roman" w:hAnsi="Times New Roman"/>
          <w:sz w:val="24"/>
        </w:rPr>
        <w:t xml:space="preserve"> Vabariigi Presidendi erakorraliste valimiste korral jääb kehtima senine </w:t>
      </w:r>
      <w:r w:rsidR="000E424C" w:rsidRPr="000E424C">
        <w:rPr>
          <w:rFonts w:ascii="Times New Roman" w:hAnsi="Times New Roman"/>
          <w:sz w:val="24"/>
        </w:rPr>
        <w:t xml:space="preserve">kandidaatide registreerimiseks esitamine </w:t>
      </w:r>
      <w:r w:rsidR="000E424C">
        <w:rPr>
          <w:rFonts w:ascii="Times New Roman" w:hAnsi="Times New Roman"/>
          <w:sz w:val="24"/>
        </w:rPr>
        <w:t xml:space="preserve">tähtaeg (algab </w:t>
      </w:r>
      <w:r w:rsidR="000E424C" w:rsidRPr="000E424C">
        <w:rPr>
          <w:rFonts w:ascii="Times New Roman" w:hAnsi="Times New Roman"/>
          <w:sz w:val="24"/>
        </w:rPr>
        <w:t>neljandal päeval kell 9.00 ja lõpeb teisel päeval kell 18.00 enne esimese hääletusvooru päeva</w:t>
      </w:r>
      <w:r w:rsidR="000E424C">
        <w:rPr>
          <w:rFonts w:ascii="Times New Roman" w:hAnsi="Times New Roman"/>
          <w:sz w:val="24"/>
        </w:rPr>
        <w:t>).</w:t>
      </w:r>
    </w:p>
    <w:p w14:paraId="46E844A2" w14:textId="2753B411" w:rsidR="000E424C" w:rsidRPr="000E424C" w:rsidRDefault="000E424C" w:rsidP="000E424C">
      <w:pPr>
        <w:rPr>
          <w:rFonts w:ascii="Times New Roman" w:hAnsi="Times New Roman"/>
          <w:sz w:val="24"/>
        </w:rPr>
      </w:pPr>
    </w:p>
    <w:p w14:paraId="6D9B1FB5" w14:textId="2F6B1809" w:rsidR="0096398B" w:rsidRPr="000E424C" w:rsidRDefault="000E424C" w:rsidP="0096398B">
      <w:pPr>
        <w:rPr>
          <w:rFonts w:ascii="Times New Roman" w:hAnsi="Times New Roman"/>
          <w:sz w:val="24"/>
        </w:rPr>
      </w:pPr>
      <w:r w:rsidRPr="000E424C">
        <w:rPr>
          <w:rFonts w:ascii="Times New Roman" w:hAnsi="Times New Roman"/>
          <w:sz w:val="24"/>
        </w:rPr>
        <w:t>Teiseks kehtestatakse kandidaatide tutvustamise kord enne hääletusvoore. Enne esimest ja teist hääletusvooru Riigikogus ning enne esimest hääletusvooru valimiskogus toimub kandidaatide tutvustamine nende registreerimiseks esitamise järjekorras. Igal kandidaadil on õigus pidada kuni kümneminutine ettekanne. Muudatuse eesmärk on tagada kandidaatidele võrdsed võimalused oma seisukohtade ja arusaamade tutvustamiseks, võimaldada valijatel teha teadlik valik ning suurendada valimisprotsessi läbipaistvust ja usaldusväärsust</w:t>
      </w:r>
      <w:r w:rsidR="0096398B">
        <w:rPr>
          <w:rFonts w:ascii="Times New Roman" w:hAnsi="Times New Roman"/>
          <w:sz w:val="24"/>
        </w:rPr>
        <w:t>, mis omakorda</w:t>
      </w:r>
      <w:r w:rsidR="0096398B" w:rsidRPr="000E424C">
        <w:rPr>
          <w:rFonts w:ascii="Times New Roman" w:hAnsi="Times New Roman"/>
          <w:sz w:val="24"/>
        </w:rPr>
        <w:t xml:space="preserve"> toeta</w:t>
      </w:r>
      <w:r w:rsidR="0096398B">
        <w:rPr>
          <w:rFonts w:ascii="Times New Roman" w:hAnsi="Times New Roman"/>
          <w:sz w:val="24"/>
        </w:rPr>
        <w:t>b</w:t>
      </w:r>
      <w:r w:rsidR="0096398B" w:rsidRPr="000E424C">
        <w:rPr>
          <w:rFonts w:ascii="Times New Roman" w:hAnsi="Times New Roman"/>
          <w:sz w:val="24"/>
        </w:rPr>
        <w:t xml:space="preserve"> Vabariigi Presidendi institutsiooni autoriteeti ja legitiimsust.</w:t>
      </w:r>
    </w:p>
    <w:p w14:paraId="26A6D82B" w14:textId="77777777" w:rsidR="00F3545E" w:rsidRDefault="00F3545E" w:rsidP="009E2890">
      <w:pPr>
        <w:rPr>
          <w:rFonts w:ascii="Times New Roman" w:hAnsi="Times New Roman"/>
          <w:sz w:val="24"/>
        </w:rPr>
      </w:pPr>
    </w:p>
    <w:p w14:paraId="4268CB6E" w14:textId="769F01C1" w:rsidR="009E2890" w:rsidRPr="009E2890" w:rsidRDefault="009E2890" w:rsidP="009E2890">
      <w:pPr>
        <w:rPr>
          <w:rFonts w:ascii="Times New Roman" w:hAnsi="Times New Roman"/>
          <w:sz w:val="24"/>
        </w:rPr>
      </w:pPr>
      <w:r w:rsidRPr="009E2890">
        <w:rPr>
          <w:rFonts w:ascii="Times New Roman" w:hAnsi="Times New Roman"/>
          <w:sz w:val="24"/>
        </w:rPr>
        <w:t xml:space="preserve">Kokkuvõttes on seaduse muutmise eelnõu algatatud sooviga muuta presidendi valimise protsess läbipaistvamaks, tõhusamaks ja kaasavamaks Eesti demokraatia jaoks. Vabariigi president </w:t>
      </w:r>
      <w:r w:rsidRPr="00F3545E">
        <w:rPr>
          <w:rFonts w:ascii="Times New Roman" w:hAnsi="Times New Roman"/>
          <w:b/>
          <w:bCs/>
          <w:sz w:val="24"/>
        </w:rPr>
        <w:t>Alar</w:t>
      </w:r>
      <w:r w:rsidRPr="009E2890">
        <w:rPr>
          <w:rFonts w:ascii="Times New Roman" w:hAnsi="Times New Roman"/>
          <w:sz w:val="24"/>
        </w:rPr>
        <w:t xml:space="preserve"> </w:t>
      </w:r>
      <w:r w:rsidRPr="00F3545E">
        <w:rPr>
          <w:rFonts w:ascii="Times New Roman" w:hAnsi="Times New Roman"/>
          <w:b/>
          <w:bCs/>
          <w:sz w:val="24"/>
        </w:rPr>
        <w:t>Karis</w:t>
      </w:r>
      <w:r w:rsidRPr="009E2890">
        <w:rPr>
          <w:rFonts w:ascii="Times New Roman" w:hAnsi="Times New Roman"/>
          <w:sz w:val="24"/>
        </w:rPr>
        <w:t xml:space="preserve"> on rõhutanud, et presidendi leidmine moodsas Eestis nõuab pikaajalist mõtlemist ja kohanemist tulevaste muutustega.</w:t>
      </w:r>
      <w:r w:rsidR="00F3545E">
        <w:rPr>
          <w:rFonts w:ascii="Times New Roman" w:hAnsi="Times New Roman"/>
          <w:sz w:val="24"/>
        </w:rPr>
        <w:t xml:space="preserve">  Eelnõu esitamine soodustab (vallandab) sellise mõttetöö algamist ning tulemuse juriidilist realiseerimist.</w:t>
      </w:r>
    </w:p>
    <w:p w14:paraId="2FBED24D" w14:textId="77777777" w:rsidR="00DB37FB" w:rsidRDefault="00DB37FB" w:rsidP="00DB37FB">
      <w:pPr>
        <w:rPr>
          <w:rFonts w:ascii="Times New Roman" w:hAnsi="Times New Roman"/>
          <w:sz w:val="24"/>
        </w:rPr>
      </w:pPr>
    </w:p>
    <w:p w14:paraId="7BAEE151" w14:textId="77777777" w:rsidR="00ED2262" w:rsidRPr="00D14D42" w:rsidRDefault="00ED2262" w:rsidP="00D14D42">
      <w:pPr>
        <w:rPr>
          <w:rFonts w:ascii="Times New Roman" w:hAnsi="Times New Roman"/>
          <w:sz w:val="24"/>
        </w:rPr>
      </w:pPr>
    </w:p>
    <w:bookmarkEnd w:id="1"/>
    <w:p w14:paraId="5F597579" w14:textId="7F0E7DD8" w:rsidR="00D62171" w:rsidRPr="00DB37FB" w:rsidRDefault="00DB37FB" w:rsidP="00DB37FB">
      <w:pPr>
        <w:rPr>
          <w:rFonts w:ascii="Times New Roman" w:hAnsi="Times New Roman"/>
          <w:b/>
          <w:bCs/>
          <w:sz w:val="24"/>
        </w:rPr>
      </w:pPr>
      <w:r>
        <w:rPr>
          <w:rFonts w:ascii="Times New Roman" w:hAnsi="Times New Roman"/>
          <w:b/>
          <w:bCs/>
          <w:sz w:val="24"/>
        </w:rPr>
        <w:t>1.2</w:t>
      </w:r>
      <w:r w:rsidR="00E91A66" w:rsidRPr="00DB37FB">
        <w:rPr>
          <w:rFonts w:ascii="Times New Roman" w:hAnsi="Times New Roman"/>
          <w:b/>
          <w:bCs/>
          <w:sz w:val="24"/>
        </w:rPr>
        <w:t xml:space="preserve"> </w:t>
      </w:r>
      <w:r w:rsidR="00D62171" w:rsidRPr="00DB37FB">
        <w:rPr>
          <w:rFonts w:ascii="Times New Roman" w:hAnsi="Times New Roman"/>
          <w:b/>
          <w:bCs/>
          <w:sz w:val="24"/>
        </w:rPr>
        <w:t>Eelnõu ettevalmistaja</w:t>
      </w:r>
      <w:permStart w:id="482756146" w:edGrp="everyone"/>
      <w:permEnd w:id="482756146"/>
    </w:p>
    <w:p w14:paraId="05FC7BE7" w14:textId="77777777" w:rsidR="00E53F55" w:rsidRPr="00076EA4" w:rsidRDefault="00E53F55" w:rsidP="0016415A">
      <w:pPr>
        <w:rPr>
          <w:rFonts w:ascii="Times New Roman" w:hAnsi="Times New Roman"/>
          <w:bCs/>
          <w:sz w:val="24"/>
        </w:rPr>
      </w:pPr>
    </w:p>
    <w:p w14:paraId="4229F155" w14:textId="77777777" w:rsidR="00825B77" w:rsidRDefault="00825B77" w:rsidP="0016415A">
      <w:pPr>
        <w:rPr>
          <w:rFonts w:ascii="Times New Roman" w:hAnsi="Times New Roman"/>
          <w:bCs/>
          <w:sz w:val="24"/>
        </w:rPr>
        <w:sectPr w:rsidR="00825B77">
          <w:type w:val="continuous"/>
          <w:pgSz w:w="11906" w:h="16838"/>
          <w:pgMar w:top="1418" w:right="680" w:bottom="1418" w:left="1701" w:header="680" w:footer="680" w:gutter="0"/>
          <w:cols w:space="708"/>
          <w:docGrid w:linePitch="360"/>
        </w:sectPr>
      </w:pPr>
    </w:p>
    <w:p w14:paraId="5E1C2E5B" w14:textId="0F5F0067" w:rsidR="005F4605" w:rsidRPr="00DA7E9A" w:rsidRDefault="003250A7" w:rsidP="0016415A">
      <w:pPr>
        <w:rPr>
          <w:rFonts w:ascii="Times New Roman" w:hAnsi="Times New Roman"/>
          <w:sz w:val="24"/>
        </w:rPr>
      </w:pPr>
      <w:r>
        <w:rPr>
          <w:rFonts w:ascii="Times New Roman" w:hAnsi="Times New Roman"/>
          <w:sz w:val="24"/>
        </w:rPr>
        <w:t xml:space="preserve">Seaduse </w:t>
      </w:r>
      <w:r w:rsidR="005F4605" w:rsidRPr="00DA7E9A">
        <w:rPr>
          <w:rFonts w:ascii="Times New Roman" w:hAnsi="Times New Roman"/>
          <w:sz w:val="24"/>
        </w:rPr>
        <w:t xml:space="preserve">muutmise eelnõu ja seletuskirja </w:t>
      </w:r>
      <w:r w:rsidR="00F72159">
        <w:rPr>
          <w:rFonts w:ascii="Times New Roman" w:hAnsi="Times New Roman"/>
          <w:sz w:val="24"/>
        </w:rPr>
        <w:t xml:space="preserve">on </w:t>
      </w:r>
      <w:r w:rsidR="005F4605" w:rsidRPr="00DA7E9A">
        <w:rPr>
          <w:rFonts w:ascii="Times New Roman" w:hAnsi="Times New Roman"/>
          <w:sz w:val="24"/>
        </w:rPr>
        <w:t>koosta</w:t>
      </w:r>
      <w:r w:rsidR="00F72159">
        <w:rPr>
          <w:rFonts w:ascii="Times New Roman" w:hAnsi="Times New Roman"/>
          <w:sz w:val="24"/>
        </w:rPr>
        <w:t>nud</w:t>
      </w:r>
      <w:r w:rsidR="006873FE">
        <w:rPr>
          <w:rFonts w:ascii="Times New Roman" w:hAnsi="Times New Roman"/>
          <w:sz w:val="24"/>
        </w:rPr>
        <w:t xml:space="preserve"> </w:t>
      </w:r>
      <w:r w:rsidR="008C024F">
        <w:rPr>
          <w:rFonts w:ascii="Times New Roman" w:hAnsi="Times New Roman"/>
          <w:sz w:val="24"/>
        </w:rPr>
        <w:t>selle esitamiseks allkirja andnud Riigikogu liikmed</w:t>
      </w:r>
      <w:r w:rsidR="00F713D3">
        <w:rPr>
          <w:rFonts w:ascii="Times New Roman" w:hAnsi="Times New Roman"/>
          <w:sz w:val="24"/>
        </w:rPr>
        <w:t>.</w:t>
      </w:r>
      <w:r w:rsidR="00D53042">
        <w:rPr>
          <w:rFonts w:ascii="Times New Roman" w:hAnsi="Times New Roman"/>
          <w:sz w:val="24"/>
        </w:rPr>
        <w:t xml:space="preserve"> Ettevalmistused on vallandatud nii Vabariigi Valitsuse </w:t>
      </w:r>
      <w:r w:rsidR="003A0E5C">
        <w:rPr>
          <w:rFonts w:ascii="Times New Roman" w:hAnsi="Times New Roman"/>
          <w:sz w:val="24"/>
        </w:rPr>
        <w:t xml:space="preserve">Tööplaanis </w:t>
      </w:r>
      <w:r w:rsidR="00D53042">
        <w:rPr>
          <w:rFonts w:ascii="Times New Roman" w:hAnsi="Times New Roman"/>
          <w:sz w:val="24"/>
        </w:rPr>
        <w:t>kirjapandust</w:t>
      </w:r>
      <w:r w:rsidR="0058473A">
        <w:rPr>
          <w:rFonts w:ascii="Times New Roman" w:hAnsi="Times New Roman"/>
          <w:sz w:val="24"/>
        </w:rPr>
        <w:t xml:space="preserve">, aastakümnete pikkusest </w:t>
      </w:r>
      <w:r w:rsidR="001558C3">
        <w:rPr>
          <w:rFonts w:ascii="Times New Roman" w:hAnsi="Times New Roman"/>
          <w:sz w:val="24"/>
        </w:rPr>
        <w:t>kogemusest Seaduse muutmiskatsetega, ning sellest johtuvalt</w:t>
      </w:r>
      <w:r w:rsidR="00617FDC">
        <w:rPr>
          <w:rFonts w:ascii="Times New Roman" w:hAnsi="Times New Roman"/>
          <w:sz w:val="24"/>
        </w:rPr>
        <w:t xml:space="preserve"> </w:t>
      </w:r>
      <w:r w:rsidR="00D53042">
        <w:rPr>
          <w:rFonts w:ascii="Times New Roman" w:hAnsi="Times New Roman"/>
          <w:sz w:val="24"/>
        </w:rPr>
        <w:t xml:space="preserve">Riigikogu Esimehe institutsiooni järjepidevusest </w:t>
      </w:r>
      <w:r w:rsidR="003A0E5C">
        <w:rPr>
          <w:rFonts w:ascii="Times New Roman" w:hAnsi="Times New Roman"/>
          <w:sz w:val="24"/>
        </w:rPr>
        <w:t>töökohustuste</w:t>
      </w:r>
      <w:r w:rsidR="00617FDC">
        <w:rPr>
          <w:rFonts w:ascii="Times New Roman" w:hAnsi="Times New Roman"/>
          <w:sz w:val="24"/>
        </w:rPr>
        <w:t xml:space="preserve"> täitmisel</w:t>
      </w:r>
      <w:r w:rsidR="003A0E5C">
        <w:rPr>
          <w:rFonts w:ascii="Times New Roman" w:hAnsi="Times New Roman"/>
          <w:sz w:val="24"/>
        </w:rPr>
        <w:t>.</w:t>
      </w:r>
    </w:p>
    <w:p w14:paraId="7A2B4926" w14:textId="77777777" w:rsidR="00A4317E" w:rsidRPr="00DA7E9A" w:rsidRDefault="00A4317E" w:rsidP="0016415A">
      <w:pPr>
        <w:rPr>
          <w:rFonts w:ascii="Times New Roman" w:hAnsi="Times New Roman"/>
          <w:bCs/>
          <w:sz w:val="24"/>
        </w:rPr>
      </w:pPr>
    </w:p>
    <w:p w14:paraId="31E5C3D8" w14:textId="77777777" w:rsidR="00B05D24" w:rsidRDefault="00B05D24" w:rsidP="0016415A">
      <w:pPr>
        <w:rPr>
          <w:rFonts w:ascii="Times New Roman" w:hAnsi="Times New Roman"/>
          <w:bCs/>
          <w:sz w:val="24"/>
        </w:rPr>
      </w:pPr>
    </w:p>
    <w:p w14:paraId="00F93130" w14:textId="06D08DD5" w:rsidR="00986736" w:rsidRPr="00DB37FB" w:rsidRDefault="00DB37FB" w:rsidP="00DB37FB">
      <w:pPr>
        <w:rPr>
          <w:rFonts w:ascii="Times New Roman" w:hAnsi="Times New Roman"/>
          <w:b/>
          <w:bCs/>
          <w:sz w:val="24"/>
        </w:rPr>
      </w:pPr>
      <w:r>
        <w:rPr>
          <w:rFonts w:ascii="Times New Roman" w:hAnsi="Times New Roman"/>
          <w:b/>
          <w:bCs/>
          <w:sz w:val="24"/>
        </w:rPr>
        <w:t>1.3</w:t>
      </w:r>
      <w:r w:rsidR="00E91A66" w:rsidRPr="00DB37FB">
        <w:rPr>
          <w:rFonts w:ascii="Times New Roman" w:hAnsi="Times New Roman"/>
          <w:b/>
          <w:bCs/>
          <w:sz w:val="24"/>
        </w:rPr>
        <w:t xml:space="preserve"> </w:t>
      </w:r>
      <w:r w:rsidR="00D62171" w:rsidRPr="00DB37FB">
        <w:rPr>
          <w:rFonts w:ascii="Times New Roman" w:hAnsi="Times New Roman"/>
          <w:b/>
          <w:bCs/>
          <w:sz w:val="24"/>
        </w:rPr>
        <w:t>Märkused</w:t>
      </w:r>
    </w:p>
    <w:p w14:paraId="72E0A519" w14:textId="77777777" w:rsidR="00C77E96" w:rsidRDefault="00C77E96" w:rsidP="0016415A">
      <w:pPr>
        <w:rPr>
          <w:rFonts w:ascii="Times New Roman" w:hAnsi="Times New Roman"/>
          <w:sz w:val="24"/>
          <w:lang w:eastAsia="et-EE"/>
        </w:rPr>
      </w:pPr>
    </w:p>
    <w:p w14:paraId="2F2AA5CC" w14:textId="1218B55D" w:rsidR="001A123C" w:rsidRDefault="00510677" w:rsidP="0016415A">
      <w:pPr>
        <w:rPr>
          <w:rFonts w:ascii="Times New Roman" w:hAnsi="Times New Roman"/>
          <w:sz w:val="24"/>
        </w:rPr>
      </w:pPr>
      <w:r>
        <w:rPr>
          <w:rFonts w:ascii="Times New Roman" w:hAnsi="Times New Roman"/>
          <w:sz w:val="24"/>
        </w:rPr>
        <w:t>E</w:t>
      </w:r>
      <w:r w:rsidR="00FC3197">
        <w:rPr>
          <w:rFonts w:ascii="Times New Roman" w:hAnsi="Times New Roman"/>
          <w:sz w:val="24"/>
        </w:rPr>
        <w:t>elnõu e</w:t>
      </w:r>
      <w:r>
        <w:rPr>
          <w:rFonts w:ascii="Times New Roman" w:hAnsi="Times New Roman"/>
          <w:sz w:val="24"/>
        </w:rPr>
        <w:t xml:space="preserve">i ole seotud ühegi </w:t>
      </w:r>
      <w:r w:rsidR="002521A5">
        <w:rPr>
          <w:rFonts w:ascii="Times New Roman" w:hAnsi="Times New Roman"/>
          <w:sz w:val="24"/>
        </w:rPr>
        <w:t>menetluses oleva</w:t>
      </w:r>
      <w:r>
        <w:rPr>
          <w:rFonts w:ascii="Times New Roman" w:hAnsi="Times New Roman"/>
          <w:sz w:val="24"/>
        </w:rPr>
        <w:t xml:space="preserve"> eelnõuga</w:t>
      </w:r>
      <w:r w:rsidR="00BC21AC">
        <w:rPr>
          <w:rFonts w:ascii="Times New Roman" w:hAnsi="Times New Roman"/>
          <w:sz w:val="24"/>
        </w:rPr>
        <w:t>.</w:t>
      </w:r>
    </w:p>
    <w:p w14:paraId="12274FEA" w14:textId="77777777" w:rsidR="00B9676A" w:rsidRDefault="00B9676A" w:rsidP="0016415A">
      <w:pPr>
        <w:rPr>
          <w:rFonts w:ascii="Times New Roman" w:hAnsi="Times New Roman"/>
          <w:sz w:val="24"/>
          <w:lang w:eastAsia="et-EE"/>
        </w:rPr>
      </w:pPr>
    </w:p>
    <w:p w14:paraId="09317E75" w14:textId="77777777" w:rsidR="00B9676A" w:rsidRDefault="00B9676A" w:rsidP="0016415A">
      <w:pPr>
        <w:rPr>
          <w:rFonts w:ascii="Times New Roman" w:hAnsi="Times New Roman"/>
          <w:sz w:val="24"/>
          <w:lang w:eastAsia="et-EE"/>
        </w:rPr>
        <w:sectPr w:rsidR="00B9676A">
          <w:type w:val="continuous"/>
          <w:pgSz w:w="11906" w:h="16838"/>
          <w:pgMar w:top="1418" w:right="680" w:bottom="1418" w:left="1701" w:header="680" w:footer="680" w:gutter="0"/>
          <w:cols w:space="708"/>
          <w:docGrid w:linePitch="360"/>
        </w:sectPr>
      </w:pPr>
    </w:p>
    <w:p w14:paraId="3D90106D" w14:textId="701FF930" w:rsidR="00C77E96" w:rsidRPr="00A44F45" w:rsidRDefault="00C77E96" w:rsidP="0016415A">
      <w:pPr>
        <w:rPr>
          <w:rFonts w:ascii="Times New Roman" w:hAnsi="Times New Roman"/>
          <w:sz w:val="24"/>
          <w:lang w:eastAsia="et-EE"/>
        </w:rPr>
        <w:sectPr w:rsidR="00C77E96" w:rsidRPr="00A44F45">
          <w:type w:val="continuous"/>
          <w:pgSz w:w="11906" w:h="16838"/>
          <w:pgMar w:top="1418" w:right="680" w:bottom="1418" w:left="1701" w:header="680" w:footer="680" w:gutter="0"/>
          <w:cols w:space="708"/>
          <w:formProt w:val="0"/>
          <w:docGrid w:linePitch="360"/>
        </w:sectPr>
      </w:pPr>
      <w:r w:rsidRPr="00C37990">
        <w:rPr>
          <w:rFonts w:ascii="Times New Roman" w:hAnsi="Times New Roman"/>
          <w:sz w:val="24"/>
          <w:lang w:eastAsia="et-EE"/>
        </w:rPr>
        <w:t xml:space="preserve">Eelnõu </w:t>
      </w:r>
      <w:r w:rsidR="001276C2" w:rsidRPr="00C37990">
        <w:rPr>
          <w:rFonts w:ascii="Times New Roman" w:hAnsi="Times New Roman"/>
          <w:sz w:val="24"/>
          <w:lang w:eastAsia="et-EE"/>
        </w:rPr>
        <w:t xml:space="preserve">seadusena </w:t>
      </w:r>
      <w:r w:rsidRPr="00C37990">
        <w:rPr>
          <w:rFonts w:ascii="Times New Roman" w:hAnsi="Times New Roman"/>
          <w:sz w:val="24"/>
          <w:lang w:eastAsia="et-EE"/>
        </w:rPr>
        <w:t xml:space="preserve">vastuvõtmiseks on vajalik Riigikogu </w:t>
      </w:r>
      <w:r w:rsidR="00664FAA" w:rsidRPr="00C37990">
        <w:rPr>
          <w:rFonts w:ascii="Times New Roman" w:hAnsi="Times New Roman"/>
          <w:sz w:val="24"/>
          <w:lang w:eastAsia="et-EE"/>
        </w:rPr>
        <w:t xml:space="preserve">koosseisu </w:t>
      </w:r>
      <w:r w:rsidR="00DB37FB" w:rsidRPr="00C37990">
        <w:rPr>
          <w:rFonts w:ascii="Times New Roman" w:hAnsi="Times New Roman"/>
          <w:sz w:val="24"/>
          <w:lang w:eastAsia="et-EE"/>
        </w:rPr>
        <w:t>poolt</w:t>
      </w:r>
      <w:r w:rsidRPr="00C37990">
        <w:rPr>
          <w:rFonts w:ascii="Times New Roman" w:hAnsi="Times New Roman"/>
          <w:sz w:val="24"/>
          <w:lang w:eastAsia="et-EE"/>
        </w:rPr>
        <w:t>häälte enamus.</w:t>
      </w:r>
    </w:p>
    <w:p w14:paraId="5AD3049B" w14:textId="77777777" w:rsidR="00B12459" w:rsidRPr="00A44F45" w:rsidRDefault="00B12459" w:rsidP="0016415A">
      <w:pPr>
        <w:rPr>
          <w:rFonts w:ascii="Times New Roman" w:hAnsi="Times New Roman"/>
          <w:sz w:val="24"/>
        </w:rPr>
      </w:pPr>
    </w:p>
    <w:p w14:paraId="5A8DFC06" w14:textId="77777777" w:rsidR="00AA30D3" w:rsidRPr="00076EA4" w:rsidRDefault="00AA30D3" w:rsidP="0016415A">
      <w:pPr>
        <w:rPr>
          <w:rFonts w:ascii="Times New Roman" w:hAnsi="Times New Roman"/>
          <w:sz w:val="24"/>
          <w:lang w:eastAsia="et-EE"/>
        </w:rPr>
      </w:pPr>
    </w:p>
    <w:p w14:paraId="140A5FBA" w14:textId="77777777" w:rsidR="001339A9" w:rsidRPr="00076EA4" w:rsidRDefault="001339A9" w:rsidP="0016415A">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14:paraId="6D072B79" w14:textId="77777777" w:rsidR="0097276E" w:rsidRDefault="0097276E" w:rsidP="0016415A">
      <w:pPr>
        <w:rPr>
          <w:rFonts w:ascii="Times New Roman" w:hAnsi="Times New Roman"/>
          <w:sz w:val="24"/>
        </w:rPr>
      </w:pPr>
    </w:p>
    <w:p w14:paraId="471BB70B" w14:textId="77777777" w:rsidR="00BB45B7" w:rsidRDefault="00BB45B7" w:rsidP="0016415A">
      <w:pPr>
        <w:rPr>
          <w:rFonts w:ascii="Times New Roman" w:hAnsi="Times New Roman"/>
          <w:sz w:val="24"/>
        </w:rPr>
        <w:sectPr w:rsidR="00BB45B7">
          <w:type w:val="continuous"/>
          <w:pgSz w:w="11906" w:h="16838"/>
          <w:pgMar w:top="1418" w:right="680" w:bottom="1418" w:left="1701" w:header="680" w:footer="680" w:gutter="0"/>
          <w:cols w:space="708"/>
          <w:docGrid w:linePitch="360"/>
        </w:sectPr>
      </w:pPr>
    </w:p>
    <w:p w14:paraId="48B6231E" w14:textId="1169A82F" w:rsidR="00EC33AA" w:rsidRDefault="00DB37FB" w:rsidP="0016415A">
      <w:pPr>
        <w:rPr>
          <w:rFonts w:ascii="Times New Roman" w:hAnsi="Times New Roman"/>
          <w:sz w:val="24"/>
        </w:rPr>
      </w:pPr>
      <w:r>
        <w:rPr>
          <w:rFonts w:ascii="Times New Roman" w:hAnsi="Times New Roman"/>
          <w:sz w:val="24"/>
        </w:rPr>
        <w:t xml:space="preserve">Eelnõu koosneb </w:t>
      </w:r>
      <w:r w:rsidR="00A02D8B">
        <w:rPr>
          <w:rFonts w:ascii="Times New Roman" w:hAnsi="Times New Roman"/>
          <w:sz w:val="24"/>
        </w:rPr>
        <w:t>seitsmest</w:t>
      </w:r>
      <w:r w:rsidR="006239CB">
        <w:rPr>
          <w:rFonts w:ascii="Times New Roman" w:hAnsi="Times New Roman"/>
          <w:sz w:val="24"/>
        </w:rPr>
        <w:t xml:space="preserve"> </w:t>
      </w:r>
      <w:r>
        <w:rPr>
          <w:rFonts w:ascii="Times New Roman" w:hAnsi="Times New Roman"/>
          <w:sz w:val="24"/>
        </w:rPr>
        <w:t>punktist:</w:t>
      </w:r>
    </w:p>
    <w:p w14:paraId="1E6A4774" w14:textId="77777777" w:rsidR="00DB37FB" w:rsidRDefault="00DB37FB" w:rsidP="0016415A">
      <w:pPr>
        <w:rPr>
          <w:rFonts w:ascii="Times New Roman" w:hAnsi="Times New Roman"/>
          <w:sz w:val="24"/>
        </w:rPr>
      </w:pPr>
    </w:p>
    <w:p w14:paraId="40FAF1CE" w14:textId="0A268D3F" w:rsidR="00DB37FB" w:rsidRDefault="00DB37FB" w:rsidP="00DB37FB">
      <w:pPr>
        <w:rPr>
          <w:rFonts w:ascii="Times New Roman" w:hAnsi="Times New Roman"/>
          <w:sz w:val="24"/>
        </w:rPr>
      </w:pPr>
      <w:r>
        <w:rPr>
          <w:rFonts w:ascii="Times New Roman" w:hAnsi="Times New Roman"/>
          <w:sz w:val="24"/>
        </w:rPr>
        <w:t>Punkt 1 näeb ette uue tähtaja kandidaatide esitamiseks Riigikogus toimuva esimese hääletusvooru eel.</w:t>
      </w:r>
      <w:r w:rsidR="00EF0EEE">
        <w:rPr>
          <w:rFonts w:ascii="Times New Roman" w:hAnsi="Times New Roman"/>
          <w:sz w:val="24"/>
        </w:rPr>
        <w:t xml:space="preserve"> </w:t>
      </w:r>
      <w:r w:rsidR="00373440">
        <w:rPr>
          <w:rFonts w:ascii="Times New Roman" w:hAnsi="Times New Roman"/>
          <w:sz w:val="24"/>
        </w:rPr>
        <w:t>Hetkel kehtiva seaduse kohaselt on tähtaja lõpp liiga lähedal esimese vooru valimis</w:t>
      </w:r>
      <w:r w:rsidR="00DC2D0A">
        <w:rPr>
          <w:rFonts w:ascii="Times New Roman" w:hAnsi="Times New Roman"/>
          <w:sz w:val="24"/>
        </w:rPr>
        <w:t xml:space="preserve">toimingule, mistõttu </w:t>
      </w:r>
      <w:r w:rsidR="00293E1C">
        <w:rPr>
          <w:rFonts w:ascii="Times New Roman" w:hAnsi="Times New Roman"/>
          <w:sz w:val="24"/>
        </w:rPr>
        <w:t xml:space="preserve">näiteks </w:t>
      </w:r>
      <w:r w:rsidR="00DC2D0A">
        <w:rPr>
          <w:rFonts w:ascii="Times New Roman" w:hAnsi="Times New Roman"/>
          <w:sz w:val="24"/>
        </w:rPr>
        <w:t>ametlikku kandideerimist kahel puhkepäeval</w:t>
      </w:r>
      <w:r w:rsidR="00550A7D">
        <w:rPr>
          <w:rFonts w:ascii="Times New Roman" w:hAnsi="Times New Roman"/>
          <w:sz w:val="24"/>
        </w:rPr>
        <w:t xml:space="preserve"> ei saa pidada piis</w:t>
      </w:r>
      <w:r w:rsidR="0000029B">
        <w:rPr>
          <w:rFonts w:ascii="Times New Roman" w:hAnsi="Times New Roman"/>
          <w:sz w:val="24"/>
        </w:rPr>
        <w:t>a</w:t>
      </w:r>
      <w:r w:rsidR="00550A7D">
        <w:rPr>
          <w:rFonts w:ascii="Times New Roman" w:hAnsi="Times New Roman"/>
          <w:sz w:val="24"/>
        </w:rPr>
        <w:t>vaks ühiskonna kaasamise ajaks. Seega toob eelnõu esimese vooru kandidaatide registreerimise tähtaja varasemaks</w:t>
      </w:r>
      <w:r w:rsidR="005A4098">
        <w:rPr>
          <w:rFonts w:ascii="Times New Roman" w:hAnsi="Times New Roman"/>
          <w:sz w:val="24"/>
        </w:rPr>
        <w:t>.</w:t>
      </w:r>
    </w:p>
    <w:p w14:paraId="74F1C1D7" w14:textId="77777777" w:rsidR="00382528" w:rsidRDefault="00382528" w:rsidP="00DB37FB">
      <w:pPr>
        <w:rPr>
          <w:rFonts w:ascii="Times New Roman" w:hAnsi="Times New Roman"/>
          <w:sz w:val="24"/>
        </w:rPr>
      </w:pPr>
    </w:p>
    <w:p w14:paraId="23F397DE" w14:textId="6AF1D943" w:rsidR="00DB37FB" w:rsidRDefault="00DB37FB" w:rsidP="00DB37FB">
      <w:pPr>
        <w:rPr>
          <w:rFonts w:ascii="Times New Roman" w:hAnsi="Times New Roman"/>
          <w:sz w:val="24"/>
        </w:rPr>
      </w:pPr>
      <w:r>
        <w:rPr>
          <w:rFonts w:ascii="Times New Roman" w:hAnsi="Times New Roman"/>
          <w:sz w:val="24"/>
        </w:rPr>
        <w:t xml:space="preserve">Punkiga 2 nähakse ette erisus, mille kohaselt Vabariigi Presidendi erakorralise valimise puhul jääb kehtima senine </w:t>
      </w:r>
      <w:r w:rsidR="00293E1C">
        <w:rPr>
          <w:rFonts w:ascii="Times New Roman" w:hAnsi="Times New Roman"/>
          <w:sz w:val="24"/>
        </w:rPr>
        <w:t xml:space="preserve">kandidaatide </w:t>
      </w:r>
      <w:r>
        <w:rPr>
          <w:rFonts w:ascii="Times New Roman" w:hAnsi="Times New Roman"/>
          <w:sz w:val="24"/>
        </w:rPr>
        <w:t>esitamise tähtaeg.</w:t>
      </w:r>
      <w:r w:rsidR="005A4098">
        <w:rPr>
          <w:rFonts w:ascii="Times New Roman" w:hAnsi="Times New Roman"/>
          <w:sz w:val="24"/>
        </w:rPr>
        <w:t xml:space="preserve"> Muudatus on tarvilik just selles kontekstis, et regulaarsed ja erakorralised valimised on ja jäävad erinema</w:t>
      </w:r>
      <w:r w:rsidR="004250CC">
        <w:rPr>
          <w:rFonts w:ascii="Times New Roman" w:hAnsi="Times New Roman"/>
          <w:sz w:val="24"/>
        </w:rPr>
        <w:t>.</w:t>
      </w:r>
    </w:p>
    <w:p w14:paraId="79D94F69" w14:textId="77777777" w:rsidR="00382528" w:rsidRDefault="00382528" w:rsidP="00DB37FB">
      <w:pPr>
        <w:rPr>
          <w:rFonts w:ascii="Times New Roman" w:hAnsi="Times New Roman"/>
          <w:sz w:val="24"/>
        </w:rPr>
      </w:pPr>
    </w:p>
    <w:p w14:paraId="2DB67C47" w14:textId="77777777" w:rsidR="00C04473" w:rsidRDefault="00DB37FB" w:rsidP="00DB37FB">
      <w:pPr>
        <w:rPr>
          <w:rFonts w:ascii="Times New Roman" w:hAnsi="Times New Roman"/>
          <w:sz w:val="24"/>
        </w:rPr>
      </w:pPr>
      <w:r>
        <w:rPr>
          <w:rFonts w:ascii="Times New Roman" w:hAnsi="Times New Roman"/>
          <w:sz w:val="24"/>
        </w:rPr>
        <w:t xml:space="preserve">Punkt 3 sätestab </w:t>
      </w:r>
      <w:r w:rsidR="00C37990">
        <w:rPr>
          <w:rFonts w:ascii="Times New Roman" w:hAnsi="Times New Roman"/>
          <w:sz w:val="24"/>
        </w:rPr>
        <w:t xml:space="preserve">Vabariigi Presidendi kandidaadiks ülesseatud isikute Riigikogus esinemise. Kandidaadid esinevad istungi alguses enne esimest hääletusvooru ja enne teist hääletusvooru. Kandidaadid saavad esineda kuni kümneminutise ettekandega. Esinemine toimub kandidaadiks registreerimise järjekorras. </w:t>
      </w:r>
    </w:p>
    <w:p w14:paraId="47CDCB66" w14:textId="289D1835" w:rsidR="00DB37FB" w:rsidRDefault="00C37990" w:rsidP="00DB37FB">
      <w:pPr>
        <w:rPr>
          <w:rFonts w:ascii="Times New Roman" w:hAnsi="Times New Roman"/>
          <w:sz w:val="24"/>
        </w:rPr>
      </w:pPr>
      <w:r>
        <w:rPr>
          <w:rFonts w:ascii="Times New Roman" w:hAnsi="Times New Roman"/>
          <w:sz w:val="24"/>
        </w:rPr>
        <w:t>Teise hääletusvooru eel saavad ettekande pidada kõik teiseks vooruks ülesseatud kandidaadid, sh need, kes olid kandidaadid juba esimeses hääletusvoorus.</w:t>
      </w:r>
    </w:p>
    <w:p w14:paraId="2FE9E81D" w14:textId="4790C636" w:rsidR="004250CC" w:rsidRDefault="004250CC" w:rsidP="00DB37FB">
      <w:pPr>
        <w:rPr>
          <w:rFonts w:ascii="Times New Roman" w:hAnsi="Times New Roman"/>
          <w:sz w:val="24"/>
        </w:rPr>
      </w:pPr>
      <w:r>
        <w:rPr>
          <w:rFonts w:ascii="Times New Roman" w:hAnsi="Times New Roman"/>
          <w:sz w:val="24"/>
        </w:rPr>
        <w:t xml:space="preserve">Kolmandas voorus pole </w:t>
      </w:r>
      <w:r w:rsidR="001E3660">
        <w:rPr>
          <w:rFonts w:ascii="Times New Roman" w:hAnsi="Times New Roman"/>
          <w:sz w:val="24"/>
        </w:rPr>
        <w:t xml:space="preserve">kandidaatide esinemist ette nähtud, sest sinna jõuavad vastavalt </w:t>
      </w:r>
      <w:r w:rsidR="006239CB">
        <w:rPr>
          <w:rFonts w:ascii="Times New Roman" w:hAnsi="Times New Roman"/>
          <w:sz w:val="24"/>
        </w:rPr>
        <w:t xml:space="preserve">põhiseadusele </w:t>
      </w:r>
      <w:r w:rsidR="00F52613">
        <w:rPr>
          <w:rFonts w:ascii="Times New Roman" w:hAnsi="Times New Roman"/>
          <w:sz w:val="24"/>
        </w:rPr>
        <w:t xml:space="preserve">vaid 2 enim hääli saanud kandidaati, kes on esitatud hiljemalt enne teist valimisvooru ja seega juba saanud </w:t>
      </w:r>
      <w:r w:rsidR="006239CB">
        <w:rPr>
          <w:rFonts w:ascii="Times New Roman" w:hAnsi="Times New Roman"/>
          <w:sz w:val="24"/>
        </w:rPr>
        <w:t>ennast tutvustada</w:t>
      </w:r>
      <w:r w:rsidR="00F52613">
        <w:rPr>
          <w:rFonts w:ascii="Times New Roman" w:hAnsi="Times New Roman"/>
          <w:sz w:val="24"/>
        </w:rPr>
        <w:t>.</w:t>
      </w:r>
    </w:p>
    <w:p w14:paraId="412321EC" w14:textId="77777777" w:rsidR="008C4CD0" w:rsidRDefault="008C4CD0" w:rsidP="00DB37FB">
      <w:pPr>
        <w:rPr>
          <w:rFonts w:ascii="Times New Roman" w:hAnsi="Times New Roman"/>
          <w:sz w:val="24"/>
        </w:rPr>
      </w:pPr>
    </w:p>
    <w:p w14:paraId="56FC3A7D" w14:textId="1810E860" w:rsidR="008C4CD0" w:rsidRDefault="008C4CD0" w:rsidP="00DB37FB">
      <w:pPr>
        <w:rPr>
          <w:rFonts w:ascii="Times New Roman" w:hAnsi="Times New Roman"/>
          <w:sz w:val="24"/>
        </w:rPr>
      </w:pPr>
      <w:r>
        <w:rPr>
          <w:rFonts w:ascii="Times New Roman" w:hAnsi="Times New Roman"/>
          <w:sz w:val="24"/>
        </w:rPr>
        <w:t xml:space="preserve">Valimiskogus saavad taaskord </w:t>
      </w:r>
      <w:r w:rsidR="00234D71">
        <w:rPr>
          <w:rFonts w:ascii="Times New Roman" w:hAnsi="Times New Roman"/>
          <w:sz w:val="24"/>
        </w:rPr>
        <w:t xml:space="preserve">sõnavõtuga esineda nii Riigikogust otseteel </w:t>
      </w:r>
      <w:r w:rsidR="007A44C8">
        <w:rPr>
          <w:rFonts w:ascii="Times New Roman" w:hAnsi="Times New Roman"/>
          <w:sz w:val="24"/>
        </w:rPr>
        <w:t xml:space="preserve">esitatud kandidaadid kui ka võimalikud </w:t>
      </w:r>
      <w:r w:rsidR="006239CB">
        <w:rPr>
          <w:rFonts w:ascii="Times New Roman" w:hAnsi="Times New Roman"/>
          <w:sz w:val="24"/>
        </w:rPr>
        <w:t xml:space="preserve">valimiskogus </w:t>
      </w:r>
      <w:r w:rsidR="007A44C8">
        <w:rPr>
          <w:rFonts w:ascii="Times New Roman" w:hAnsi="Times New Roman"/>
          <w:sz w:val="24"/>
        </w:rPr>
        <w:t xml:space="preserve">esitatavad kandidaadid. Valimiskogu teises hääletusvoorus </w:t>
      </w:r>
      <w:r w:rsidR="000528CE">
        <w:rPr>
          <w:rFonts w:ascii="Times New Roman" w:hAnsi="Times New Roman"/>
          <w:sz w:val="24"/>
        </w:rPr>
        <w:t xml:space="preserve">kandidaadid </w:t>
      </w:r>
      <w:r w:rsidR="006239CB">
        <w:rPr>
          <w:rFonts w:ascii="Times New Roman" w:hAnsi="Times New Roman"/>
          <w:sz w:val="24"/>
        </w:rPr>
        <w:t xml:space="preserve">uuesti </w:t>
      </w:r>
      <w:r w:rsidR="000528CE">
        <w:rPr>
          <w:rFonts w:ascii="Times New Roman" w:hAnsi="Times New Roman"/>
          <w:sz w:val="24"/>
        </w:rPr>
        <w:t xml:space="preserve">sõna ei saa. </w:t>
      </w:r>
    </w:p>
    <w:p w14:paraId="28FB90DD" w14:textId="4B4446AD" w:rsidR="00C37990" w:rsidRDefault="00570CD8" w:rsidP="00DB37FB">
      <w:pPr>
        <w:rPr>
          <w:rFonts w:ascii="Times New Roman" w:hAnsi="Times New Roman"/>
          <w:sz w:val="24"/>
        </w:rPr>
      </w:pPr>
      <w:r>
        <w:rPr>
          <w:rFonts w:ascii="Times New Roman" w:hAnsi="Times New Roman"/>
          <w:sz w:val="24"/>
        </w:rPr>
        <w:t xml:space="preserve"> </w:t>
      </w:r>
    </w:p>
    <w:p w14:paraId="326C110A" w14:textId="77777777" w:rsidR="00952F01" w:rsidRDefault="00952F01" w:rsidP="00DB37FB">
      <w:pPr>
        <w:rPr>
          <w:rFonts w:ascii="Times New Roman" w:hAnsi="Times New Roman"/>
          <w:sz w:val="24"/>
        </w:rPr>
      </w:pPr>
    </w:p>
    <w:p w14:paraId="304D2C99" w14:textId="64470A37" w:rsidR="00BB45B7" w:rsidRDefault="00940CFB" w:rsidP="0016415A">
      <w:pPr>
        <w:rPr>
          <w:rFonts w:ascii="Times New Roman" w:hAnsi="Times New Roman"/>
          <w:sz w:val="24"/>
        </w:rPr>
      </w:pPr>
      <w:r>
        <w:rPr>
          <w:rFonts w:ascii="Times New Roman" w:hAnsi="Times New Roman"/>
          <w:sz w:val="24"/>
        </w:rPr>
        <w:t>M</w:t>
      </w:r>
      <w:r w:rsidR="001332BC" w:rsidRPr="001332BC">
        <w:rPr>
          <w:rFonts w:ascii="Times New Roman" w:hAnsi="Times New Roman"/>
          <w:sz w:val="24"/>
        </w:rPr>
        <w:t xml:space="preserve">uudatus </w:t>
      </w:r>
      <w:r w:rsidR="00A02D8B">
        <w:rPr>
          <w:rFonts w:ascii="Times New Roman" w:hAnsi="Times New Roman"/>
          <w:sz w:val="24"/>
        </w:rPr>
        <w:t xml:space="preserve">4 </w:t>
      </w:r>
      <w:r w:rsidR="00AD76D4">
        <w:rPr>
          <w:rFonts w:ascii="Times New Roman" w:hAnsi="Times New Roman"/>
          <w:sz w:val="24"/>
        </w:rPr>
        <w:t>(</w:t>
      </w:r>
      <w:r w:rsidR="001332BC" w:rsidRPr="001332BC">
        <w:rPr>
          <w:rFonts w:ascii="Times New Roman" w:hAnsi="Times New Roman"/>
          <w:sz w:val="24"/>
        </w:rPr>
        <w:t>VPVS § 22 lõikes 2</w:t>
      </w:r>
      <w:r w:rsidR="00AD76D4">
        <w:rPr>
          <w:rFonts w:ascii="Times New Roman" w:hAnsi="Times New Roman"/>
          <w:sz w:val="24"/>
        </w:rPr>
        <w:t>)</w:t>
      </w:r>
      <w:r w:rsidR="001332BC" w:rsidRPr="001332BC">
        <w:rPr>
          <w:rFonts w:ascii="Times New Roman" w:hAnsi="Times New Roman"/>
          <w:sz w:val="24"/>
        </w:rPr>
        <w:t xml:space="preserve"> korrigeerib terminoloogilise ebatäpsuse: Eesti hääleõiguslike kodanike riiklikku registrit ei eksisteeri, selle asemel kasutatakse praktikas rahvastikuregistri andmeid.</w:t>
      </w:r>
    </w:p>
    <w:p w14:paraId="54BFC160" w14:textId="77777777" w:rsidR="00DF14CD" w:rsidRDefault="00DF14CD" w:rsidP="00DF14CD">
      <w:pPr>
        <w:rPr>
          <w:rFonts w:ascii="Times New Roman" w:hAnsi="Times New Roman"/>
          <w:sz w:val="24"/>
        </w:rPr>
      </w:pPr>
    </w:p>
    <w:p w14:paraId="3AECF016" w14:textId="3CE91462" w:rsidR="00DF14CD" w:rsidRDefault="00DF14CD" w:rsidP="00DF14CD">
      <w:pPr>
        <w:rPr>
          <w:rFonts w:ascii="Times New Roman" w:hAnsi="Times New Roman"/>
          <w:sz w:val="24"/>
        </w:rPr>
      </w:pPr>
      <w:r w:rsidRPr="00554216">
        <w:rPr>
          <w:rFonts w:ascii="Times New Roman" w:hAnsi="Times New Roman"/>
          <w:sz w:val="24"/>
        </w:rPr>
        <w:t>Punktiga 5 nähakse ette uus tähtaeg kandidaatide esitamiseks valimiskogus toimuva Vabariigi Presidendi valimise esimese hääletusvooru eel.</w:t>
      </w:r>
      <w:r>
        <w:rPr>
          <w:rFonts w:ascii="Times New Roman" w:hAnsi="Times New Roman"/>
          <w:sz w:val="24"/>
        </w:rPr>
        <w:t xml:space="preserve"> </w:t>
      </w:r>
    </w:p>
    <w:p w14:paraId="7BD51587" w14:textId="77777777" w:rsidR="006239CB" w:rsidRDefault="006239CB" w:rsidP="00DF14CD">
      <w:pPr>
        <w:rPr>
          <w:rFonts w:ascii="Times New Roman" w:hAnsi="Times New Roman"/>
          <w:sz w:val="24"/>
        </w:rPr>
      </w:pPr>
    </w:p>
    <w:p w14:paraId="2EC34C64" w14:textId="77777777" w:rsidR="00DF14CD" w:rsidRDefault="00DF14CD" w:rsidP="00DF14CD">
      <w:pPr>
        <w:rPr>
          <w:rFonts w:ascii="Times New Roman" w:hAnsi="Times New Roman"/>
          <w:sz w:val="24"/>
        </w:rPr>
      </w:pPr>
      <w:r>
        <w:rPr>
          <w:rFonts w:ascii="Times New Roman" w:hAnsi="Times New Roman"/>
          <w:sz w:val="24"/>
        </w:rPr>
        <w:t>Punktis 6 on tehniline muudatus § 23 lõikes 2, mis on seotud eelnõu punktidega 1, 2 ja 5.</w:t>
      </w:r>
    </w:p>
    <w:p w14:paraId="4581F452" w14:textId="77777777" w:rsidR="006239CB" w:rsidRDefault="006239CB" w:rsidP="00DF14CD">
      <w:pPr>
        <w:rPr>
          <w:rFonts w:ascii="Times New Roman" w:hAnsi="Times New Roman"/>
          <w:sz w:val="24"/>
        </w:rPr>
      </w:pPr>
    </w:p>
    <w:p w14:paraId="15566E59" w14:textId="77777777" w:rsidR="00DF14CD" w:rsidRDefault="00DF14CD" w:rsidP="00DF14CD">
      <w:pPr>
        <w:rPr>
          <w:rFonts w:ascii="Times New Roman" w:hAnsi="Times New Roman"/>
          <w:sz w:val="24"/>
        </w:rPr>
      </w:pPr>
      <w:r>
        <w:rPr>
          <w:rFonts w:ascii="Times New Roman" w:hAnsi="Times New Roman"/>
          <w:sz w:val="24"/>
        </w:rPr>
        <w:t xml:space="preserve">Punkt 7 näeb ette </w:t>
      </w:r>
      <w:r w:rsidRPr="00C37990">
        <w:rPr>
          <w:rFonts w:ascii="Times New Roman" w:hAnsi="Times New Roman"/>
          <w:sz w:val="24"/>
        </w:rPr>
        <w:t xml:space="preserve">Vabariigi Presidendi kandidaadiks ülesseatud isikute </w:t>
      </w:r>
      <w:r>
        <w:rPr>
          <w:rFonts w:ascii="Times New Roman" w:hAnsi="Times New Roman"/>
          <w:sz w:val="24"/>
        </w:rPr>
        <w:t>valimiskogus</w:t>
      </w:r>
      <w:r w:rsidRPr="00C37990">
        <w:rPr>
          <w:rFonts w:ascii="Times New Roman" w:hAnsi="Times New Roman"/>
          <w:sz w:val="24"/>
        </w:rPr>
        <w:t xml:space="preserve"> esinemise</w:t>
      </w:r>
      <w:r>
        <w:rPr>
          <w:rFonts w:ascii="Times New Roman" w:hAnsi="Times New Roman"/>
          <w:sz w:val="24"/>
        </w:rPr>
        <w:t xml:space="preserve"> samamoodi nagu Riigikogus toimuva esimese ja teise hääletusvooru eel</w:t>
      </w:r>
      <w:r w:rsidRPr="00C37990">
        <w:rPr>
          <w:rFonts w:ascii="Times New Roman" w:hAnsi="Times New Roman"/>
          <w:sz w:val="24"/>
        </w:rPr>
        <w:t>.</w:t>
      </w:r>
      <w:r>
        <w:rPr>
          <w:rFonts w:ascii="Times New Roman" w:hAnsi="Times New Roman"/>
          <w:sz w:val="24"/>
        </w:rPr>
        <w:t xml:space="preserve"> </w:t>
      </w:r>
    </w:p>
    <w:p w14:paraId="2086BCF9" w14:textId="77777777" w:rsidR="0090398B" w:rsidRDefault="0090398B" w:rsidP="00DF14CD">
      <w:pPr>
        <w:rPr>
          <w:rFonts w:ascii="Times New Roman" w:hAnsi="Times New Roman"/>
          <w:sz w:val="24"/>
        </w:rPr>
      </w:pPr>
    </w:p>
    <w:p w14:paraId="4CD8AB01" w14:textId="77777777" w:rsidR="00ED2262" w:rsidRDefault="00ED2262" w:rsidP="00DF14CD">
      <w:pPr>
        <w:rPr>
          <w:rFonts w:ascii="Times New Roman" w:hAnsi="Times New Roman"/>
          <w:sz w:val="24"/>
        </w:rPr>
      </w:pPr>
    </w:p>
    <w:p w14:paraId="1BB4C632" w14:textId="77777777" w:rsidR="00464E13" w:rsidRDefault="001339A9" w:rsidP="0016415A">
      <w:pPr>
        <w:pStyle w:val="Loendilik"/>
        <w:numPr>
          <w:ilvl w:val="0"/>
          <w:numId w:val="5"/>
        </w:numPr>
        <w:rPr>
          <w:rFonts w:ascii="Times New Roman" w:hAnsi="Times New Roman"/>
          <w:b/>
          <w:sz w:val="24"/>
        </w:rPr>
      </w:pPr>
      <w:r w:rsidRPr="00076EA4">
        <w:rPr>
          <w:rFonts w:ascii="Times New Roman" w:hAnsi="Times New Roman"/>
          <w:b/>
          <w:sz w:val="24"/>
        </w:rPr>
        <w:t>Eelnõu terminoloogia</w:t>
      </w:r>
    </w:p>
    <w:p w14:paraId="01243320" w14:textId="77777777" w:rsidR="002127CD" w:rsidRDefault="002127CD" w:rsidP="0016415A">
      <w:pPr>
        <w:rPr>
          <w:rFonts w:ascii="Times New Roman" w:hAnsi="Times New Roman"/>
          <w:sz w:val="24"/>
          <w:lang w:eastAsia="et-EE"/>
        </w:rPr>
      </w:pPr>
    </w:p>
    <w:p w14:paraId="64CA06A0" w14:textId="77777777" w:rsidR="000A2491" w:rsidRDefault="000A2491" w:rsidP="0016415A">
      <w:pPr>
        <w:rPr>
          <w:rFonts w:ascii="Times New Roman" w:hAnsi="Times New Roman"/>
          <w:sz w:val="24"/>
          <w:lang w:eastAsia="et-EE"/>
        </w:rPr>
        <w:sectPr w:rsidR="000A2491">
          <w:type w:val="continuous"/>
          <w:pgSz w:w="11906" w:h="16838"/>
          <w:pgMar w:top="1418" w:right="680" w:bottom="1418" w:left="1701" w:header="680" w:footer="680" w:gutter="0"/>
          <w:cols w:space="708"/>
          <w:docGrid w:linePitch="360"/>
        </w:sectPr>
      </w:pPr>
    </w:p>
    <w:p w14:paraId="356D0437" w14:textId="33BCA6F2" w:rsidR="000A2491" w:rsidRDefault="00000728" w:rsidP="0016415A">
      <w:pPr>
        <w:rPr>
          <w:rFonts w:ascii="Times New Roman" w:hAnsi="Times New Roman"/>
          <w:sz w:val="24"/>
          <w:lang w:eastAsia="et-EE"/>
        </w:rPr>
        <w:sectPr w:rsidR="000A2491">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Eelnõus ei võeta kasutusele uusi termineid</w:t>
      </w:r>
      <w:r w:rsidR="00D53042">
        <w:rPr>
          <w:rFonts w:ascii="Times New Roman" w:hAnsi="Times New Roman"/>
          <w:sz w:val="24"/>
          <w:lang w:eastAsia="et-EE"/>
        </w:rPr>
        <w:t>, välja arvatud vigade parandusena muudetav „Eesti hääleõiguslike kodanike register“ asendatakse korrektse terminiga „</w:t>
      </w:r>
      <w:r w:rsidR="00293E1C">
        <w:rPr>
          <w:rFonts w:ascii="Times New Roman" w:hAnsi="Times New Roman"/>
          <w:sz w:val="24"/>
          <w:lang w:eastAsia="et-EE"/>
        </w:rPr>
        <w:t>rahvastikuregister</w:t>
      </w:r>
      <w:r w:rsidR="00D53042">
        <w:rPr>
          <w:rFonts w:ascii="Times New Roman" w:hAnsi="Times New Roman"/>
          <w:sz w:val="24"/>
          <w:lang w:eastAsia="et-EE"/>
        </w:rPr>
        <w:t xml:space="preserve">“.  </w:t>
      </w:r>
    </w:p>
    <w:p w14:paraId="324779FD" w14:textId="77777777" w:rsidR="002127CD" w:rsidRDefault="002127CD" w:rsidP="0016415A">
      <w:pPr>
        <w:rPr>
          <w:rFonts w:ascii="Times New Roman" w:hAnsi="Times New Roman"/>
          <w:sz w:val="24"/>
          <w:lang w:eastAsia="et-EE"/>
        </w:rPr>
      </w:pPr>
    </w:p>
    <w:p w14:paraId="6E36D493" w14:textId="77777777" w:rsidR="00000728" w:rsidRPr="00000728" w:rsidRDefault="00000728" w:rsidP="0016415A">
      <w:pPr>
        <w:rPr>
          <w:rFonts w:ascii="Times New Roman" w:hAnsi="Times New Roman"/>
          <w:sz w:val="24"/>
        </w:rPr>
      </w:pPr>
    </w:p>
    <w:p w14:paraId="6F7ED983" w14:textId="675D4F0E" w:rsidR="006873FE" w:rsidRDefault="001339A9" w:rsidP="0016415A">
      <w:pPr>
        <w:pStyle w:val="Loendilik"/>
        <w:numPr>
          <w:ilvl w:val="0"/>
          <w:numId w:val="5"/>
        </w:numPr>
        <w:rPr>
          <w:rFonts w:ascii="Times New Roman" w:hAnsi="Times New Roman"/>
          <w:b/>
          <w:sz w:val="24"/>
        </w:rPr>
      </w:pPr>
      <w:r w:rsidRPr="00076EA4">
        <w:rPr>
          <w:rFonts w:ascii="Times New Roman" w:hAnsi="Times New Roman"/>
          <w:b/>
          <w:sz w:val="24"/>
        </w:rPr>
        <w:t>Seaduse mõj</w:t>
      </w:r>
      <w:r w:rsidR="00F3545E">
        <w:rPr>
          <w:rFonts w:ascii="Times New Roman" w:hAnsi="Times New Roman"/>
          <w:b/>
          <w:sz w:val="24"/>
        </w:rPr>
        <w:t>ud</w:t>
      </w:r>
    </w:p>
    <w:p w14:paraId="012C0978" w14:textId="77777777" w:rsidR="00F3545E" w:rsidRDefault="00F3545E" w:rsidP="00F3545E">
      <w:pPr>
        <w:rPr>
          <w:rFonts w:ascii="Times New Roman" w:hAnsi="Times New Roman"/>
          <w:b/>
          <w:sz w:val="24"/>
        </w:rPr>
      </w:pPr>
    </w:p>
    <w:p w14:paraId="06CB4677" w14:textId="01AEAE52" w:rsidR="00F3545E" w:rsidRDefault="00F3545E" w:rsidP="00F3545E">
      <w:pPr>
        <w:rPr>
          <w:rFonts w:ascii="Times New Roman" w:hAnsi="Times New Roman"/>
          <w:bCs/>
          <w:sz w:val="24"/>
        </w:rPr>
      </w:pPr>
      <w:r w:rsidRPr="00F3545E">
        <w:rPr>
          <w:rFonts w:ascii="Times New Roman" w:hAnsi="Times New Roman"/>
          <w:bCs/>
          <w:sz w:val="24"/>
        </w:rPr>
        <w:lastRenderedPageBreak/>
        <w:t xml:space="preserve">Seaduse mõjul pikeneb presidendikandidaatide ametlikuks/esitatud kandidaadiks olemise aeg enne esimest Riigikogu hääletusvooru. Teiseks antakse esmakordselt kõikidele registreeritud kandidaatidele lühikese sõnavõtuga esinemiseks valiva kogu (Riigikogu ja </w:t>
      </w:r>
      <w:r w:rsidR="006239CB">
        <w:rPr>
          <w:rFonts w:ascii="Times New Roman" w:hAnsi="Times New Roman"/>
          <w:bCs/>
          <w:sz w:val="24"/>
        </w:rPr>
        <w:t>v</w:t>
      </w:r>
      <w:r w:rsidR="006239CB" w:rsidRPr="00F3545E">
        <w:rPr>
          <w:rFonts w:ascii="Times New Roman" w:hAnsi="Times New Roman"/>
          <w:bCs/>
          <w:sz w:val="24"/>
        </w:rPr>
        <w:t>alimiskogu</w:t>
      </w:r>
      <w:r w:rsidRPr="00F3545E">
        <w:rPr>
          <w:rFonts w:ascii="Times New Roman" w:hAnsi="Times New Roman"/>
          <w:bCs/>
          <w:sz w:val="24"/>
        </w:rPr>
        <w:t>) ees.</w:t>
      </w:r>
      <w:r w:rsidR="00570CD8">
        <w:rPr>
          <w:rFonts w:ascii="Times New Roman" w:hAnsi="Times New Roman"/>
          <w:bCs/>
          <w:sz w:val="24"/>
        </w:rPr>
        <w:t xml:space="preserve"> </w:t>
      </w:r>
    </w:p>
    <w:p w14:paraId="59367648" w14:textId="77777777" w:rsidR="007837D3" w:rsidRDefault="007837D3" w:rsidP="0016415A">
      <w:pPr>
        <w:rPr>
          <w:rFonts w:ascii="Times New Roman" w:hAnsi="Times New Roman"/>
          <w:sz w:val="24"/>
        </w:rPr>
      </w:pPr>
    </w:p>
    <w:p w14:paraId="462F75F9" w14:textId="77777777" w:rsidR="001339A9" w:rsidRDefault="00BC618B" w:rsidP="004D1429">
      <w:pPr>
        <w:pStyle w:val="Loendilik"/>
        <w:numPr>
          <w:ilvl w:val="0"/>
          <w:numId w:val="5"/>
        </w:numPr>
        <w:tabs>
          <w:tab w:val="left" w:pos="284"/>
        </w:tabs>
        <w:ind w:left="0" w:firstLine="0"/>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25CDAFDE" w14:textId="77777777" w:rsidR="001B0C66" w:rsidRPr="001B0C66" w:rsidRDefault="001B0C66" w:rsidP="0016415A">
      <w:pPr>
        <w:rPr>
          <w:rFonts w:ascii="Times New Roman" w:hAnsi="Times New Roman"/>
          <w:b/>
          <w:sz w:val="24"/>
        </w:rPr>
      </w:pPr>
    </w:p>
    <w:p w14:paraId="5EE0AC64" w14:textId="77777777" w:rsidR="00DF4EF9" w:rsidRDefault="00DF4EF9" w:rsidP="0016415A">
      <w:pPr>
        <w:rPr>
          <w:rFonts w:ascii="Times New Roman" w:hAnsi="Times New Roman"/>
          <w:bCs/>
          <w:sz w:val="24"/>
        </w:rPr>
        <w:sectPr w:rsidR="00DF4EF9">
          <w:type w:val="continuous"/>
          <w:pgSz w:w="11906" w:h="16838"/>
          <w:pgMar w:top="1418" w:right="680" w:bottom="1418" w:left="1701" w:header="680" w:footer="680" w:gutter="0"/>
          <w:cols w:space="708"/>
          <w:docGrid w:linePitch="360"/>
        </w:sectPr>
      </w:pPr>
    </w:p>
    <w:p w14:paraId="38D5130A" w14:textId="1FF1CEF2" w:rsidR="00CA2755" w:rsidRDefault="00F713D3" w:rsidP="0016415A">
      <w:pPr>
        <w:rPr>
          <w:rFonts w:ascii="Times New Roman" w:hAnsi="Times New Roman"/>
          <w:bCs/>
          <w:sz w:val="24"/>
        </w:rPr>
      </w:pPr>
      <w:r>
        <w:rPr>
          <w:rFonts w:ascii="Times New Roman" w:hAnsi="Times New Roman"/>
          <w:bCs/>
          <w:sz w:val="24"/>
        </w:rPr>
        <w:t>Kulu ja tulu rahalises tähen</w:t>
      </w:r>
      <w:r w:rsidR="00D53042">
        <w:rPr>
          <w:rFonts w:ascii="Times New Roman" w:hAnsi="Times New Roman"/>
          <w:bCs/>
          <w:sz w:val="24"/>
        </w:rPr>
        <w:t>d</w:t>
      </w:r>
      <w:r>
        <w:rPr>
          <w:rFonts w:ascii="Times New Roman" w:hAnsi="Times New Roman"/>
          <w:bCs/>
          <w:sz w:val="24"/>
        </w:rPr>
        <w:t>uses ei teki. Välja arvatud minimaalne kulu seoses valimistoimingu (kandidaatide registreerimine) ajalise pikenemise tõttu Vabariigi Valimiskomisjoni töö</w:t>
      </w:r>
      <w:r w:rsidR="00D53042">
        <w:rPr>
          <w:rFonts w:ascii="Times New Roman" w:hAnsi="Times New Roman"/>
          <w:bCs/>
          <w:sz w:val="24"/>
        </w:rPr>
        <w:t>s</w:t>
      </w:r>
      <w:r>
        <w:rPr>
          <w:rFonts w:ascii="Times New Roman" w:hAnsi="Times New Roman"/>
          <w:bCs/>
          <w:sz w:val="24"/>
        </w:rPr>
        <w:t>.</w:t>
      </w:r>
    </w:p>
    <w:p w14:paraId="0C818465" w14:textId="77777777" w:rsidR="006873FE" w:rsidRDefault="006873FE" w:rsidP="0016415A">
      <w:pPr>
        <w:rPr>
          <w:rFonts w:ascii="Times New Roman" w:hAnsi="Times New Roman"/>
          <w:bCs/>
          <w:sz w:val="24"/>
        </w:rPr>
      </w:pPr>
    </w:p>
    <w:p w14:paraId="48CAB5FB" w14:textId="07A3B543" w:rsidR="006873FE" w:rsidRDefault="006873FE" w:rsidP="0016415A">
      <w:pPr>
        <w:rPr>
          <w:rFonts w:ascii="Times New Roman" w:hAnsi="Times New Roman"/>
          <w:bCs/>
          <w:sz w:val="24"/>
        </w:rPr>
        <w:sectPr w:rsidR="006873FE">
          <w:type w:val="continuous"/>
          <w:pgSz w:w="11906" w:h="16838"/>
          <w:pgMar w:top="1418" w:right="680" w:bottom="1418" w:left="1701" w:header="680" w:footer="680" w:gutter="0"/>
          <w:cols w:space="708"/>
          <w:formProt w:val="0"/>
          <w:docGrid w:linePitch="360"/>
        </w:sectPr>
      </w:pPr>
    </w:p>
    <w:p w14:paraId="23B43E9E" w14:textId="77777777" w:rsidR="001339A9" w:rsidRPr="00076EA4" w:rsidRDefault="001339A9" w:rsidP="0016415A">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54D30478" w14:textId="77777777" w:rsidR="001B0C66" w:rsidRDefault="001B0C66" w:rsidP="0016415A">
      <w:pPr>
        <w:rPr>
          <w:rFonts w:ascii="Times New Roman" w:hAnsi="Times New Roman"/>
          <w:sz w:val="24"/>
          <w:lang w:eastAsia="et-EE"/>
        </w:rPr>
      </w:pPr>
    </w:p>
    <w:p w14:paraId="3E5F5DF7" w14:textId="77777777" w:rsidR="00DF4EF9" w:rsidRDefault="00DF4EF9" w:rsidP="0016415A">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6BA4958F" w14:textId="1A9CD1D0" w:rsidR="004D698E" w:rsidRPr="00CA2755" w:rsidRDefault="004D698E" w:rsidP="0016415A">
      <w:pPr>
        <w:rPr>
          <w:rFonts w:ascii="Times New Roman" w:hAnsi="Times New Roman"/>
          <w:sz w:val="24"/>
        </w:rPr>
      </w:pPr>
      <w:r>
        <w:rPr>
          <w:rFonts w:ascii="Times New Roman" w:hAnsi="Times New Roman"/>
          <w:sz w:val="24"/>
        </w:rPr>
        <w:t>Seaduse muutmiseks ei ole vaja</w:t>
      </w:r>
      <w:r w:rsidR="00293E1C">
        <w:rPr>
          <w:rFonts w:ascii="Times New Roman" w:hAnsi="Times New Roman"/>
          <w:sz w:val="24"/>
        </w:rPr>
        <w:t xml:space="preserve"> kehtestada ega muuta</w:t>
      </w:r>
      <w:r>
        <w:rPr>
          <w:rFonts w:ascii="Times New Roman" w:hAnsi="Times New Roman"/>
          <w:sz w:val="24"/>
        </w:rPr>
        <w:t xml:space="preserve"> rakendus</w:t>
      </w:r>
      <w:r w:rsidR="00F3545E">
        <w:rPr>
          <w:rFonts w:ascii="Times New Roman" w:hAnsi="Times New Roman"/>
          <w:sz w:val="24"/>
        </w:rPr>
        <w:t>akte.</w:t>
      </w:r>
    </w:p>
    <w:p w14:paraId="240A7E12" w14:textId="77777777" w:rsidR="00CA2755" w:rsidRDefault="00CA2755" w:rsidP="0016415A">
      <w:pPr>
        <w:rPr>
          <w:rFonts w:ascii="Times New Roman" w:hAnsi="Times New Roman"/>
          <w:sz w:val="24"/>
        </w:rPr>
      </w:pPr>
    </w:p>
    <w:p w14:paraId="41933A67" w14:textId="77777777" w:rsidR="00CA2755" w:rsidRPr="00CA2755" w:rsidRDefault="00CA2755" w:rsidP="0016415A">
      <w:pPr>
        <w:rPr>
          <w:rFonts w:ascii="Times New Roman" w:hAnsi="Times New Roman"/>
          <w:b/>
          <w:sz w:val="24"/>
        </w:rPr>
        <w:sectPr w:rsidR="00CA2755" w:rsidRPr="00CA2755">
          <w:type w:val="continuous"/>
          <w:pgSz w:w="11906" w:h="16838"/>
          <w:pgMar w:top="1418" w:right="680" w:bottom="1418" w:left="1701" w:header="680" w:footer="680" w:gutter="0"/>
          <w:cols w:space="708"/>
          <w:formProt w:val="0"/>
          <w:docGrid w:linePitch="360"/>
        </w:sectPr>
      </w:pPr>
    </w:p>
    <w:p w14:paraId="48344E4B" w14:textId="77777777" w:rsidR="001B0C66" w:rsidRPr="00C5774B" w:rsidRDefault="001339A9" w:rsidP="0016415A">
      <w:pPr>
        <w:pStyle w:val="Loendilik"/>
        <w:numPr>
          <w:ilvl w:val="0"/>
          <w:numId w:val="5"/>
        </w:numPr>
        <w:rPr>
          <w:rFonts w:ascii="Times New Roman" w:hAnsi="Times New Roman"/>
          <w:b/>
          <w:sz w:val="24"/>
        </w:rPr>
      </w:pPr>
      <w:r w:rsidRPr="00C5774B">
        <w:rPr>
          <w:rFonts w:ascii="Times New Roman" w:hAnsi="Times New Roman"/>
          <w:b/>
          <w:sz w:val="24"/>
        </w:rPr>
        <w:t>Seaduse jõustumine</w:t>
      </w:r>
    </w:p>
    <w:p w14:paraId="19AC7B06" w14:textId="77777777" w:rsidR="001D6AFC" w:rsidRDefault="001D6AFC" w:rsidP="0016415A">
      <w:pPr>
        <w:rPr>
          <w:rFonts w:ascii="Times New Roman" w:hAnsi="Times New Roman"/>
          <w:sz w:val="24"/>
          <w:lang w:eastAsia="et-EE"/>
        </w:rPr>
      </w:pPr>
    </w:p>
    <w:p w14:paraId="08F85E9D" w14:textId="77777777" w:rsidR="001D6AFC" w:rsidRDefault="001D6AFC" w:rsidP="0016415A">
      <w:pPr>
        <w:rPr>
          <w:rFonts w:ascii="Times New Roman" w:hAnsi="Times New Roman"/>
          <w:sz w:val="24"/>
          <w:lang w:eastAsia="et-EE"/>
        </w:rPr>
        <w:sectPr w:rsidR="001D6AFC">
          <w:type w:val="continuous"/>
          <w:pgSz w:w="11906" w:h="16838"/>
          <w:pgMar w:top="1418" w:right="680" w:bottom="1418" w:left="1701" w:header="680" w:footer="680" w:gutter="0"/>
          <w:cols w:space="708"/>
          <w:docGrid w:linePitch="360"/>
        </w:sectPr>
      </w:pPr>
    </w:p>
    <w:p w14:paraId="3B5260D0" w14:textId="47E3BC5F" w:rsidR="001B0C66" w:rsidRDefault="008C6223" w:rsidP="0016415A">
      <w:pPr>
        <w:rPr>
          <w:rFonts w:ascii="Times New Roman" w:hAnsi="Times New Roman"/>
          <w:sz w:val="24"/>
        </w:rPr>
      </w:pPr>
      <w:r w:rsidRPr="00EC107C">
        <w:rPr>
          <w:rFonts w:ascii="Times New Roman" w:hAnsi="Times New Roman"/>
          <w:sz w:val="24"/>
        </w:rPr>
        <w:t xml:space="preserve">Käesolev seadus jõustub </w:t>
      </w:r>
      <w:r w:rsidR="00664FAA">
        <w:rPr>
          <w:rFonts w:ascii="Times New Roman" w:hAnsi="Times New Roman"/>
          <w:sz w:val="24"/>
        </w:rPr>
        <w:t>üldises korras</w:t>
      </w:r>
      <w:r w:rsidRPr="00EC107C">
        <w:rPr>
          <w:rFonts w:ascii="Times New Roman" w:hAnsi="Times New Roman"/>
          <w:sz w:val="24"/>
        </w:rPr>
        <w:t>.</w:t>
      </w:r>
      <w:r w:rsidR="00C9725A">
        <w:rPr>
          <w:rFonts w:ascii="Times New Roman" w:hAnsi="Times New Roman"/>
          <w:sz w:val="24"/>
        </w:rPr>
        <w:t xml:space="preserve"> </w:t>
      </w:r>
    </w:p>
    <w:p w14:paraId="6258D2BE" w14:textId="77777777" w:rsidR="00D2707B" w:rsidRPr="001B0C66" w:rsidRDefault="00D2707B" w:rsidP="0016415A">
      <w:pPr>
        <w:rPr>
          <w:rFonts w:ascii="Times New Roman" w:hAnsi="Times New Roman"/>
          <w:sz w:val="24"/>
          <w:lang w:eastAsia="et-EE"/>
        </w:rPr>
      </w:pPr>
    </w:p>
    <w:p w14:paraId="0A469602" w14:textId="77777777" w:rsidR="007837D3" w:rsidRPr="007837D3" w:rsidRDefault="007837D3" w:rsidP="007837D3">
      <w:pPr>
        <w:widowControl w:val="0"/>
        <w:pBdr>
          <w:bottom w:val="single" w:sz="12" w:space="1" w:color="auto"/>
        </w:pBdr>
        <w:suppressAutoHyphens/>
        <w:autoSpaceDN w:val="0"/>
        <w:spacing w:line="200" w:lineRule="atLeast"/>
        <w:textAlignment w:val="baseline"/>
        <w:rPr>
          <w:rFonts w:ascii="Times New Roman" w:eastAsia="Arial Unicode MS" w:hAnsi="Times New Roman"/>
          <w:color w:val="000000"/>
          <w:kern w:val="3"/>
          <w:sz w:val="24"/>
          <w:lang w:eastAsia="et-EE"/>
        </w:rPr>
      </w:pPr>
      <w:bookmarkStart w:id="2" w:name="_Hlk66788268"/>
    </w:p>
    <w:p w14:paraId="02AA08D4" w14:textId="77777777" w:rsidR="0059432E" w:rsidRDefault="0059432E" w:rsidP="007837D3">
      <w:pPr>
        <w:widowControl w:val="0"/>
        <w:suppressAutoHyphens/>
        <w:autoSpaceDN w:val="0"/>
        <w:spacing w:line="200" w:lineRule="atLeast"/>
        <w:textAlignment w:val="baseline"/>
        <w:rPr>
          <w:rFonts w:ascii="Times New Roman" w:eastAsia="Arial Unicode MS" w:hAnsi="Times New Roman"/>
          <w:kern w:val="3"/>
          <w:sz w:val="24"/>
          <w:lang w:eastAsia="et-EE"/>
        </w:rPr>
      </w:pPr>
    </w:p>
    <w:p w14:paraId="50F56E8B" w14:textId="0A3292FA" w:rsidR="007837D3" w:rsidRDefault="0059432E" w:rsidP="007837D3">
      <w:pPr>
        <w:widowControl w:val="0"/>
        <w:suppressAutoHyphens/>
        <w:autoSpaceDN w:val="0"/>
        <w:spacing w:line="200" w:lineRule="atLeast"/>
        <w:textAlignment w:val="baseline"/>
        <w:rPr>
          <w:rFonts w:ascii="Times New Roman" w:eastAsia="Arial Unicode MS" w:hAnsi="Times New Roman"/>
          <w:kern w:val="3"/>
          <w:sz w:val="24"/>
          <w:lang w:eastAsia="et-EE"/>
        </w:rPr>
      </w:pPr>
      <w:r>
        <w:rPr>
          <w:rFonts w:ascii="Times New Roman" w:eastAsia="Arial Unicode MS" w:hAnsi="Times New Roman"/>
          <w:kern w:val="3"/>
          <w:sz w:val="24"/>
          <w:lang w:eastAsia="et-EE"/>
        </w:rPr>
        <w:t>… juuni</w:t>
      </w:r>
      <w:r w:rsidR="007837D3" w:rsidRPr="007837D3">
        <w:rPr>
          <w:rFonts w:ascii="Times New Roman" w:eastAsia="Arial Unicode MS" w:hAnsi="Times New Roman"/>
          <w:kern w:val="3"/>
          <w:sz w:val="24"/>
          <w:lang w:eastAsia="et-EE"/>
        </w:rPr>
        <w:t xml:space="preserve"> 202</w:t>
      </w:r>
      <w:r w:rsidR="00570CD8">
        <w:rPr>
          <w:rFonts w:ascii="Times New Roman" w:eastAsia="Arial Unicode MS" w:hAnsi="Times New Roman"/>
          <w:kern w:val="3"/>
          <w:sz w:val="24"/>
          <w:lang w:eastAsia="et-EE"/>
        </w:rPr>
        <w:t>5</w:t>
      </w:r>
      <w:r w:rsidR="007837D3" w:rsidRPr="007837D3">
        <w:rPr>
          <w:rFonts w:ascii="Times New Roman" w:eastAsia="Arial Unicode MS" w:hAnsi="Times New Roman"/>
          <w:kern w:val="3"/>
          <w:sz w:val="24"/>
          <w:lang w:eastAsia="et-EE"/>
        </w:rPr>
        <w:t xml:space="preserve">. </w:t>
      </w:r>
    </w:p>
    <w:p w14:paraId="36FD3766" w14:textId="77777777" w:rsidR="0059432E" w:rsidRDefault="0059432E" w:rsidP="007837D3">
      <w:pPr>
        <w:widowControl w:val="0"/>
        <w:suppressAutoHyphens/>
        <w:autoSpaceDN w:val="0"/>
        <w:spacing w:line="200" w:lineRule="atLeast"/>
        <w:textAlignment w:val="baseline"/>
        <w:rPr>
          <w:rFonts w:ascii="Times New Roman" w:eastAsia="Arial Unicode MS" w:hAnsi="Times New Roman"/>
          <w:kern w:val="3"/>
          <w:sz w:val="24"/>
          <w:lang w:eastAsia="et-EE"/>
        </w:rPr>
      </w:pPr>
    </w:p>
    <w:p w14:paraId="47F8B636" w14:textId="09E57B6D" w:rsidR="0059432E" w:rsidRPr="007837D3" w:rsidRDefault="0059432E" w:rsidP="007837D3">
      <w:pPr>
        <w:widowControl w:val="0"/>
        <w:suppressAutoHyphens/>
        <w:autoSpaceDN w:val="0"/>
        <w:spacing w:line="200" w:lineRule="atLeast"/>
        <w:textAlignment w:val="baseline"/>
        <w:rPr>
          <w:rFonts w:ascii="Times New Roman" w:eastAsia="Arial Unicode MS" w:hAnsi="Times New Roman"/>
          <w:color w:val="000000"/>
          <w:kern w:val="3"/>
          <w:sz w:val="24"/>
          <w:lang w:eastAsia="et-EE"/>
        </w:rPr>
      </w:pPr>
      <w:r>
        <w:rPr>
          <w:rFonts w:ascii="Times New Roman" w:eastAsia="Arial Unicode MS" w:hAnsi="Times New Roman"/>
          <w:kern w:val="3"/>
          <w:sz w:val="24"/>
          <w:lang w:eastAsia="et-EE"/>
        </w:rPr>
        <w:t>ALGATAJAD:</w:t>
      </w:r>
    </w:p>
    <w:p w14:paraId="729E9D97" w14:textId="77777777" w:rsidR="007837D3" w:rsidRPr="007837D3" w:rsidRDefault="007837D3" w:rsidP="007837D3">
      <w:pPr>
        <w:widowControl w:val="0"/>
        <w:suppressAutoHyphens/>
        <w:autoSpaceDN w:val="0"/>
        <w:spacing w:line="200" w:lineRule="atLeast"/>
        <w:textAlignment w:val="baseline"/>
        <w:rPr>
          <w:rFonts w:ascii="Times New Roman" w:eastAsia="Arial Unicode MS" w:hAnsi="Times New Roman"/>
          <w:color w:val="000000"/>
          <w:kern w:val="3"/>
          <w:sz w:val="24"/>
          <w:lang w:eastAsia="et-EE"/>
        </w:rPr>
      </w:pPr>
    </w:p>
    <w:bookmarkEnd w:id="2"/>
    <w:p w14:paraId="42C63AAD" w14:textId="1144BAC8" w:rsidR="006E76B7" w:rsidRPr="0097276E" w:rsidRDefault="00D80793" w:rsidP="0016415A">
      <w:pPr>
        <w:rPr>
          <w:rFonts w:ascii="Times New Roman" w:hAnsi="Times New Roman"/>
          <w:sz w:val="24"/>
          <w:lang w:eastAsia="et-EE"/>
        </w:rPr>
      </w:pPr>
      <w:r w:rsidRPr="00D80793">
        <w:rPr>
          <w:rFonts w:ascii="Times New Roman" w:hAnsi="Times New Roman"/>
          <w:sz w:val="24"/>
          <w:lang w:eastAsia="et-EE"/>
        </w:rPr>
        <w:t>Lauri Hussar, Kalle Laanet, Enn Eesmaa, Ando Kiviberg, Tanel Tein, Kadri Tali, Diana Ingerainen, Toomas Uibo, Juku-Kalle Raid, Lauri Läänemets, Reili Rand, Irja Lutsar, Kalev Stoicescu, Anti Allas, Madis Kallas, Heljo Pikhof, Riina Solman, Jüri Jaanson, Stig Rästa, Maido Ruusmann, Anti Haugas, Annely Akkermann, Kristina Šmigun-Vähi, Maria Jufereva-Skuratovski, Mait Klaassen, Toomas Järveoja, Peeter Tali, Vilja Toomast, Signe Kivi, Mario Kadastik, Mati Raidma, Madis Timpson, Tarmo Tamm, Hanah Lahe, Riina Sikkut, Kersti Sarapuu, Andre Hanimägi</w:t>
      </w:r>
    </w:p>
    <w:sectPr w:rsidR="006E76B7" w:rsidRPr="0097276E">
      <w:type w:val="continuous"/>
      <w:pgSz w:w="11906" w:h="16838"/>
      <w:pgMar w:top="1418" w:right="680" w:bottom="1418" w:left="1701"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127E1" w14:textId="77777777" w:rsidR="00103C06" w:rsidRDefault="00103C06">
      <w:r>
        <w:separator/>
      </w:r>
    </w:p>
  </w:endnote>
  <w:endnote w:type="continuationSeparator" w:id="0">
    <w:p w14:paraId="7DBBAFE7" w14:textId="77777777" w:rsidR="00103C06" w:rsidRDefault="00103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EndPr/>
    <w:sdtContent>
      <w:p w14:paraId="1FA009F3"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D81C79">
          <w:rPr>
            <w:rFonts w:ascii="Times New Roman" w:hAnsi="Times New Roman"/>
            <w:noProof/>
            <w:sz w:val="24"/>
          </w:rPr>
          <w:t>4</w:t>
        </w:r>
        <w:r w:rsidRPr="00CB2621">
          <w:rPr>
            <w:rFonts w:ascii="Times New Roman" w:hAnsi="Times New Roman"/>
            <w:sz w:val="24"/>
          </w:rPr>
          <w:fldChar w:fldCharType="end"/>
        </w:r>
      </w:p>
    </w:sdtContent>
  </w:sdt>
  <w:p w14:paraId="59AA73FC"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14:paraId="0DC6B644"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1B4B0015"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19B65" w14:textId="77777777" w:rsidR="00103C06" w:rsidRDefault="00103C06">
      <w:r>
        <w:separator/>
      </w:r>
    </w:p>
  </w:footnote>
  <w:footnote w:type="continuationSeparator" w:id="0">
    <w:p w14:paraId="47ED745A" w14:textId="77777777" w:rsidR="00103C06" w:rsidRDefault="00103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AF613C"/>
    <w:multiLevelType w:val="hybridMultilevel"/>
    <w:tmpl w:val="4C2E02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624292"/>
    <w:multiLevelType w:val="hybridMultilevel"/>
    <w:tmpl w:val="51D25E1E"/>
    <w:lvl w:ilvl="0" w:tplc="B36A9D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DE141A"/>
    <w:multiLevelType w:val="hybridMultilevel"/>
    <w:tmpl w:val="2A2A042E"/>
    <w:lvl w:ilvl="0" w:tplc="A984DEC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4374FA"/>
    <w:multiLevelType w:val="multilevel"/>
    <w:tmpl w:val="D00CD7BA"/>
    <w:lvl w:ilvl="0">
      <w:start w:val="1"/>
      <w:numFmt w:val="decimal"/>
      <w:lvlText w:val="%1."/>
      <w:lvlJc w:val="left"/>
      <w:pPr>
        <w:ind w:left="360" w:hanging="360"/>
      </w:pPr>
      <w:rPr>
        <w:rFonts w:hint="default"/>
        <w:b/>
      </w:rPr>
    </w:lvl>
    <w:lvl w:ilvl="1">
      <w:start w:val="1"/>
      <w:numFmt w:val="decimal"/>
      <w:lvlText w:val="%1.%2."/>
      <w:lvlJc w:val="left"/>
      <w:pPr>
        <w:ind w:left="715"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0BA1BD0"/>
    <w:multiLevelType w:val="multilevel"/>
    <w:tmpl w:val="D00CD7BA"/>
    <w:lvl w:ilvl="0">
      <w:start w:val="1"/>
      <w:numFmt w:val="decimal"/>
      <w:lvlText w:val="%1."/>
      <w:lvlJc w:val="left"/>
      <w:pPr>
        <w:ind w:left="360" w:hanging="360"/>
      </w:pPr>
      <w:rPr>
        <w:rFonts w:hint="default"/>
        <w:b/>
      </w:rPr>
    </w:lvl>
    <w:lvl w:ilvl="1">
      <w:start w:val="1"/>
      <w:numFmt w:val="decimal"/>
      <w:lvlText w:val="%1.%2."/>
      <w:lvlJc w:val="left"/>
      <w:pPr>
        <w:ind w:left="715"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D6209C3"/>
    <w:multiLevelType w:val="hybridMultilevel"/>
    <w:tmpl w:val="B22A87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CA92300"/>
    <w:multiLevelType w:val="multilevel"/>
    <w:tmpl w:val="CC7C70E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659694073">
    <w:abstractNumId w:val="6"/>
  </w:num>
  <w:num w:numId="2" w16cid:durableId="1934512739">
    <w:abstractNumId w:val="6"/>
  </w:num>
  <w:num w:numId="3" w16cid:durableId="1799180361">
    <w:abstractNumId w:val="0"/>
  </w:num>
  <w:num w:numId="4" w16cid:durableId="1922987627">
    <w:abstractNumId w:val="7"/>
  </w:num>
  <w:num w:numId="5" w16cid:durableId="578292607">
    <w:abstractNumId w:val="9"/>
  </w:num>
  <w:num w:numId="6" w16cid:durableId="1128859920">
    <w:abstractNumId w:val="4"/>
  </w:num>
  <w:num w:numId="7" w16cid:durableId="779419788">
    <w:abstractNumId w:val="8"/>
  </w:num>
  <w:num w:numId="8" w16cid:durableId="922180163">
    <w:abstractNumId w:val="5"/>
  </w:num>
  <w:num w:numId="9" w16cid:durableId="441651258">
    <w:abstractNumId w:val="1"/>
  </w:num>
  <w:num w:numId="10" w16cid:durableId="920332597">
    <w:abstractNumId w:val="3"/>
  </w:num>
  <w:num w:numId="11" w16cid:durableId="1433746885">
    <w:abstractNumId w:val="11"/>
  </w:num>
  <w:num w:numId="12" w16cid:durableId="1657801540">
    <w:abstractNumId w:val="10"/>
  </w:num>
  <w:num w:numId="13" w16cid:durableId="246888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729"/>
    <w:rsid w:val="0000029B"/>
    <w:rsid w:val="00000728"/>
    <w:rsid w:val="00002D9A"/>
    <w:rsid w:val="00003AC8"/>
    <w:rsid w:val="00003E53"/>
    <w:rsid w:val="000058F0"/>
    <w:rsid w:val="00006AF9"/>
    <w:rsid w:val="00006EB1"/>
    <w:rsid w:val="0001037C"/>
    <w:rsid w:val="00010442"/>
    <w:rsid w:val="000105F5"/>
    <w:rsid w:val="00016268"/>
    <w:rsid w:val="000246BA"/>
    <w:rsid w:val="000269C6"/>
    <w:rsid w:val="00041612"/>
    <w:rsid w:val="00041613"/>
    <w:rsid w:val="000528CE"/>
    <w:rsid w:val="0006128A"/>
    <w:rsid w:val="00065677"/>
    <w:rsid w:val="00071C78"/>
    <w:rsid w:val="00076EA4"/>
    <w:rsid w:val="00080F8D"/>
    <w:rsid w:val="00084CCB"/>
    <w:rsid w:val="000A1A3F"/>
    <w:rsid w:val="000A2491"/>
    <w:rsid w:val="000A2AC5"/>
    <w:rsid w:val="000B22DE"/>
    <w:rsid w:val="000B5DE7"/>
    <w:rsid w:val="000C3AB2"/>
    <w:rsid w:val="000C460F"/>
    <w:rsid w:val="000C66C3"/>
    <w:rsid w:val="000C6CA0"/>
    <w:rsid w:val="000E424C"/>
    <w:rsid w:val="000E5CE8"/>
    <w:rsid w:val="000E6252"/>
    <w:rsid w:val="000E7758"/>
    <w:rsid w:val="000F4319"/>
    <w:rsid w:val="000F5C1D"/>
    <w:rsid w:val="000F7A59"/>
    <w:rsid w:val="001022E1"/>
    <w:rsid w:val="00103C06"/>
    <w:rsid w:val="0010426D"/>
    <w:rsid w:val="00105321"/>
    <w:rsid w:val="00106692"/>
    <w:rsid w:val="00120A2C"/>
    <w:rsid w:val="001276C2"/>
    <w:rsid w:val="001320EC"/>
    <w:rsid w:val="001332BC"/>
    <w:rsid w:val="00133886"/>
    <w:rsid w:val="001339A9"/>
    <w:rsid w:val="00145240"/>
    <w:rsid w:val="001558C3"/>
    <w:rsid w:val="001562DA"/>
    <w:rsid w:val="00156C40"/>
    <w:rsid w:val="001624D9"/>
    <w:rsid w:val="00162C69"/>
    <w:rsid w:val="0016415A"/>
    <w:rsid w:val="0017087D"/>
    <w:rsid w:val="00172F81"/>
    <w:rsid w:val="00176958"/>
    <w:rsid w:val="00182220"/>
    <w:rsid w:val="0018529C"/>
    <w:rsid w:val="00192511"/>
    <w:rsid w:val="00192E22"/>
    <w:rsid w:val="001A123C"/>
    <w:rsid w:val="001A6FD3"/>
    <w:rsid w:val="001A781C"/>
    <w:rsid w:val="001B0C66"/>
    <w:rsid w:val="001B27B5"/>
    <w:rsid w:val="001C32E8"/>
    <w:rsid w:val="001C3AEF"/>
    <w:rsid w:val="001C44BC"/>
    <w:rsid w:val="001C44C2"/>
    <w:rsid w:val="001C467F"/>
    <w:rsid w:val="001C4A7A"/>
    <w:rsid w:val="001D2665"/>
    <w:rsid w:val="001D6AFC"/>
    <w:rsid w:val="001E3660"/>
    <w:rsid w:val="001E7130"/>
    <w:rsid w:val="0020284B"/>
    <w:rsid w:val="00202A67"/>
    <w:rsid w:val="002103A0"/>
    <w:rsid w:val="002127CD"/>
    <w:rsid w:val="00215705"/>
    <w:rsid w:val="002178A9"/>
    <w:rsid w:val="00221B21"/>
    <w:rsid w:val="00225A40"/>
    <w:rsid w:val="00226DA4"/>
    <w:rsid w:val="00227DEB"/>
    <w:rsid w:val="0023004D"/>
    <w:rsid w:val="00231C4A"/>
    <w:rsid w:val="00233714"/>
    <w:rsid w:val="00234C95"/>
    <w:rsid w:val="00234D71"/>
    <w:rsid w:val="00242467"/>
    <w:rsid w:val="00242ED8"/>
    <w:rsid w:val="00243E9B"/>
    <w:rsid w:val="0024688A"/>
    <w:rsid w:val="002521A5"/>
    <w:rsid w:val="00252888"/>
    <w:rsid w:val="00253DBB"/>
    <w:rsid w:val="002540F7"/>
    <w:rsid w:val="002611CA"/>
    <w:rsid w:val="0026658F"/>
    <w:rsid w:val="0026797F"/>
    <w:rsid w:val="00275F83"/>
    <w:rsid w:val="002766C9"/>
    <w:rsid w:val="002771B3"/>
    <w:rsid w:val="00281170"/>
    <w:rsid w:val="00290F58"/>
    <w:rsid w:val="00293E1C"/>
    <w:rsid w:val="002B73CB"/>
    <w:rsid w:val="002C28B8"/>
    <w:rsid w:val="002C44D4"/>
    <w:rsid w:val="002D06F9"/>
    <w:rsid w:val="002D0F5F"/>
    <w:rsid w:val="002D28EB"/>
    <w:rsid w:val="002D4CD7"/>
    <w:rsid w:val="002D7CA2"/>
    <w:rsid w:val="002F4C15"/>
    <w:rsid w:val="002F71A6"/>
    <w:rsid w:val="00301EA2"/>
    <w:rsid w:val="00302C1D"/>
    <w:rsid w:val="00306E1C"/>
    <w:rsid w:val="00311B58"/>
    <w:rsid w:val="00313976"/>
    <w:rsid w:val="003250A7"/>
    <w:rsid w:val="00327F67"/>
    <w:rsid w:val="0033016E"/>
    <w:rsid w:val="00330CD1"/>
    <w:rsid w:val="00337C3E"/>
    <w:rsid w:val="00340B1C"/>
    <w:rsid w:val="00341868"/>
    <w:rsid w:val="003471E9"/>
    <w:rsid w:val="0035072F"/>
    <w:rsid w:val="00351BBB"/>
    <w:rsid w:val="00355967"/>
    <w:rsid w:val="00356C49"/>
    <w:rsid w:val="003608D3"/>
    <w:rsid w:val="0037177E"/>
    <w:rsid w:val="00373440"/>
    <w:rsid w:val="003813B0"/>
    <w:rsid w:val="00382528"/>
    <w:rsid w:val="003835A0"/>
    <w:rsid w:val="003879E3"/>
    <w:rsid w:val="00387D4A"/>
    <w:rsid w:val="003954B0"/>
    <w:rsid w:val="00395826"/>
    <w:rsid w:val="003A0E5C"/>
    <w:rsid w:val="003A7373"/>
    <w:rsid w:val="003B1C72"/>
    <w:rsid w:val="003B36E0"/>
    <w:rsid w:val="003D1F20"/>
    <w:rsid w:val="003D4B22"/>
    <w:rsid w:val="003E7A68"/>
    <w:rsid w:val="003F15DA"/>
    <w:rsid w:val="003F1A2F"/>
    <w:rsid w:val="003F24C2"/>
    <w:rsid w:val="003F675B"/>
    <w:rsid w:val="00403A2B"/>
    <w:rsid w:val="00403AE7"/>
    <w:rsid w:val="00403C6B"/>
    <w:rsid w:val="00404FB1"/>
    <w:rsid w:val="004129F5"/>
    <w:rsid w:val="0041590E"/>
    <w:rsid w:val="00416A03"/>
    <w:rsid w:val="004250CC"/>
    <w:rsid w:val="00427D67"/>
    <w:rsid w:val="004332EC"/>
    <w:rsid w:val="00433B6D"/>
    <w:rsid w:val="0043694C"/>
    <w:rsid w:val="0044197D"/>
    <w:rsid w:val="00446D58"/>
    <w:rsid w:val="00453078"/>
    <w:rsid w:val="00453BC5"/>
    <w:rsid w:val="00457081"/>
    <w:rsid w:val="00460F7D"/>
    <w:rsid w:val="00461F15"/>
    <w:rsid w:val="00462DBA"/>
    <w:rsid w:val="00464E13"/>
    <w:rsid w:val="00464EE3"/>
    <w:rsid w:val="00467553"/>
    <w:rsid w:val="004742D1"/>
    <w:rsid w:val="00481D12"/>
    <w:rsid w:val="00485C39"/>
    <w:rsid w:val="00495D61"/>
    <w:rsid w:val="00496C2C"/>
    <w:rsid w:val="00496DCD"/>
    <w:rsid w:val="00497791"/>
    <w:rsid w:val="004B0486"/>
    <w:rsid w:val="004B05E3"/>
    <w:rsid w:val="004B34C8"/>
    <w:rsid w:val="004C4068"/>
    <w:rsid w:val="004C73C0"/>
    <w:rsid w:val="004D1406"/>
    <w:rsid w:val="004D1429"/>
    <w:rsid w:val="004D2D3A"/>
    <w:rsid w:val="004D698E"/>
    <w:rsid w:val="004E0B29"/>
    <w:rsid w:val="004E1837"/>
    <w:rsid w:val="004E2987"/>
    <w:rsid w:val="004F0584"/>
    <w:rsid w:val="004F4609"/>
    <w:rsid w:val="004F5A99"/>
    <w:rsid w:val="004F78A6"/>
    <w:rsid w:val="00510677"/>
    <w:rsid w:val="0051755C"/>
    <w:rsid w:val="00521BDF"/>
    <w:rsid w:val="00521D12"/>
    <w:rsid w:val="0052700A"/>
    <w:rsid w:val="005350CB"/>
    <w:rsid w:val="00536281"/>
    <w:rsid w:val="00536CC1"/>
    <w:rsid w:val="00536FCF"/>
    <w:rsid w:val="005432D7"/>
    <w:rsid w:val="005448B1"/>
    <w:rsid w:val="0054696E"/>
    <w:rsid w:val="00550A7D"/>
    <w:rsid w:val="0055195F"/>
    <w:rsid w:val="00554216"/>
    <w:rsid w:val="00560785"/>
    <w:rsid w:val="005619F2"/>
    <w:rsid w:val="00570CD8"/>
    <w:rsid w:val="00572E93"/>
    <w:rsid w:val="00573048"/>
    <w:rsid w:val="00573BE0"/>
    <w:rsid w:val="00573E81"/>
    <w:rsid w:val="0057420E"/>
    <w:rsid w:val="00575300"/>
    <w:rsid w:val="00575B70"/>
    <w:rsid w:val="0058473A"/>
    <w:rsid w:val="00585C7F"/>
    <w:rsid w:val="00586D67"/>
    <w:rsid w:val="00590C11"/>
    <w:rsid w:val="00592DEA"/>
    <w:rsid w:val="0059432E"/>
    <w:rsid w:val="005957C0"/>
    <w:rsid w:val="005974CE"/>
    <w:rsid w:val="005A0CB3"/>
    <w:rsid w:val="005A10BA"/>
    <w:rsid w:val="005A2F01"/>
    <w:rsid w:val="005A3113"/>
    <w:rsid w:val="005A4098"/>
    <w:rsid w:val="005A4535"/>
    <w:rsid w:val="005A5B36"/>
    <w:rsid w:val="005B651C"/>
    <w:rsid w:val="005B78B8"/>
    <w:rsid w:val="005C26C5"/>
    <w:rsid w:val="005C494D"/>
    <w:rsid w:val="005C6683"/>
    <w:rsid w:val="005C763C"/>
    <w:rsid w:val="005D0361"/>
    <w:rsid w:val="005E4EEA"/>
    <w:rsid w:val="005E63D2"/>
    <w:rsid w:val="005F07C4"/>
    <w:rsid w:val="005F2086"/>
    <w:rsid w:val="005F4605"/>
    <w:rsid w:val="00601135"/>
    <w:rsid w:val="00602EFE"/>
    <w:rsid w:val="00606947"/>
    <w:rsid w:val="00613FD6"/>
    <w:rsid w:val="00617FDC"/>
    <w:rsid w:val="006239CB"/>
    <w:rsid w:val="00636B0D"/>
    <w:rsid w:val="006507B6"/>
    <w:rsid w:val="00656E54"/>
    <w:rsid w:val="00662069"/>
    <w:rsid w:val="00663390"/>
    <w:rsid w:val="006637F2"/>
    <w:rsid w:val="00664708"/>
    <w:rsid w:val="00664FAA"/>
    <w:rsid w:val="00674399"/>
    <w:rsid w:val="00684964"/>
    <w:rsid w:val="00687061"/>
    <w:rsid w:val="006873FE"/>
    <w:rsid w:val="00697F5E"/>
    <w:rsid w:val="006A1D5A"/>
    <w:rsid w:val="006B054D"/>
    <w:rsid w:val="006B3238"/>
    <w:rsid w:val="006B6A8E"/>
    <w:rsid w:val="006C0A23"/>
    <w:rsid w:val="006D139F"/>
    <w:rsid w:val="006D16A5"/>
    <w:rsid w:val="006D22CA"/>
    <w:rsid w:val="006D2C69"/>
    <w:rsid w:val="006E1C11"/>
    <w:rsid w:val="006E76B7"/>
    <w:rsid w:val="006F0619"/>
    <w:rsid w:val="006F1D19"/>
    <w:rsid w:val="007135E7"/>
    <w:rsid w:val="007169C4"/>
    <w:rsid w:val="00716D5A"/>
    <w:rsid w:val="00717078"/>
    <w:rsid w:val="0072051A"/>
    <w:rsid w:val="00722B1E"/>
    <w:rsid w:val="00734E75"/>
    <w:rsid w:val="0073747F"/>
    <w:rsid w:val="00741CD7"/>
    <w:rsid w:val="00743016"/>
    <w:rsid w:val="00745F43"/>
    <w:rsid w:val="00750CF7"/>
    <w:rsid w:val="007703DE"/>
    <w:rsid w:val="00773F55"/>
    <w:rsid w:val="00774FBF"/>
    <w:rsid w:val="0078058B"/>
    <w:rsid w:val="007809A5"/>
    <w:rsid w:val="00781020"/>
    <w:rsid w:val="00781371"/>
    <w:rsid w:val="0078305E"/>
    <w:rsid w:val="007837D3"/>
    <w:rsid w:val="007946BE"/>
    <w:rsid w:val="0079511F"/>
    <w:rsid w:val="007A0DF4"/>
    <w:rsid w:val="007A1022"/>
    <w:rsid w:val="007A4125"/>
    <w:rsid w:val="007A44C8"/>
    <w:rsid w:val="007A4D83"/>
    <w:rsid w:val="007A70FD"/>
    <w:rsid w:val="007B2929"/>
    <w:rsid w:val="007B2AFE"/>
    <w:rsid w:val="007B333C"/>
    <w:rsid w:val="007B761D"/>
    <w:rsid w:val="007B7B9E"/>
    <w:rsid w:val="007D4C6F"/>
    <w:rsid w:val="007D6AA7"/>
    <w:rsid w:val="007E0F15"/>
    <w:rsid w:val="007E6DD3"/>
    <w:rsid w:val="00803C45"/>
    <w:rsid w:val="00806C08"/>
    <w:rsid w:val="0080772F"/>
    <w:rsid w:val="0081038F"/>
    <w:rsid w:val="00810C8E"/>
    <w:rsid w:val="00812ACA"/>
    <w:rsid w:val="00816DB9"/>
    <w:rsid w:val="008177AA"/>
    <w:rsid w:val="00825B77"/>
    <w:rsid w:val="008309ED"/>
    <w:rsid w:val="00831916"/>
    <w:rsid w:val="0083535B"/>
    <w:rsid w:val="00840C0B"/>
    <w:rsid w:val="00842509"/>
    <w:rsid w:val="00842ACD"/>
    <w:rsid w:val="00843D11"/>
    <w:rsid w:val="0086221F"/>
    <w:rsid w:val="008622BE"/>
    <w:rsid w:val="00865359"/>
    <w:rsid w:val="0086704A"/>
    <w:rsid w:val="008672DA"/>
    <w:rsid w:val="008800BA"/>
    <w:rsid w:val="00880A64"/>
    <w:rsid w:val="00882847"/>
    <w:rsid w:val="008836F8"/>
    <w:rsid w:val="00884A01"/>
    <w:rsid w:val="00891578"/>
    <w:rsid w:val="008928F4"/>
    <w:rsid w:val="00892D10"/>
    <w:rsid w:val="00894299"/>
    <w:rsid w:val="008C024F"/>
    <w:rsid w:val="008C1284"/>
    <w:rsid w:val="008C443A"/>
    <w:rsid w:val="008C4CD0"/>
    <w:rsid w:val="008C6223"/>
    <w:rsid w:val="008D1D56"/>
    <w:rsid w:val="008D21FB"/>
    <w:rsid w:val="008D49FD"/>
    <w:rsid w:val="008F4DEE"/>
    <w:rsid w:val="0090398B"/>
    <w:rsid w:val="00903E6B"/>
    <w:rsid w:val="00906D5A"/>
    <w:rsid w:val="0090710F"/>
    <w:rsid w:val="009112A7"/>
    <w:rsid w:val="009137FB"/>
    <w:rsid w:val="00914D30"/>
    <w:rsid w:val="0091531A"/>
    <w:rsid w:val="00940CFB"/>
    <w:rsid w:val="00952F01"/>
    <w:rsid w:val="00962AB9"/>
    <w:rsid w:val="0096398B"/>
    <w:rsid w:val="00966327"/>
    <w:rsid w:val="009705C1"/>
    <w:rsid w:val="0097276E"/>
    <w:rsid w:val="00980729"/>
    <w:rsid w:val="00980A46"/>
    <w:rsid w:val="00986736"/>
    <w:rsid w:val="00987470"/>
    <w:rsid w:val="00990F89"/>
    <w:rsid w:val="00993AD8"/>
    <w:rsid w:val="00995903"/>
    <w:rsid w:val="00995BFB"/>
    <w:rsid w:val="009A73CA"/>
    <w:rsid w:val="009B034A"/>
    <w:rsid w:val="009B08CE"/>
    <w:rsid w:val="009B5CA3"/>
    <w:rsid w:val="009B6817"/>
    <w:rsid w:val="009B7475"/>
    <w:rsid w:val="009C0F15"/>
    <w:rsid w:val="009C1AC4"/>
    <w:rsid w:val="009C338E"/>
    <w:rsid w:val="009D2780"/>
    <w:rsid w:val="009E080B"/>
    <w:rsid w:val="009E2890"/>
    <w:rsid w:val="009F1757"/>
    <w:rsid w:val="009F32A4"/>
    <w:rsid w:val="00A02D8B"/>
    <w:rsid w:val="00A06F74"/>
    <w:rsid w:val="00A126E0"/>
    <w:rsid w:val="00A25366"/>
    <w:rsid w:val="00A315FF"/>
    <w:rsid w:val="00A36516"/>
    <w:rsid w:val="00A400A3"/>
    <w:rsid w:val="00A40102"/>
    <w:rsid w:val="00A40241"/>
    <w:rsid w:val="00A4317E"/>
    <w:rsid w:val="00A44D10"/>
    <w:rsid w:val="00A44F45"/>
    <w:rsid w:val="00A502E1"/>
    <w:rsid w:val="00A51200"/>
    <w:rsid w:val="00A541D5"/>
    <w:rsid w:val="00A5457F"/>
    <w:rsid w:val="00A57494"/>
    <w:rsid w:val="00A5767F"/>
    <w:rsid w:val="00A57AB0"/>
    <w:rsid w:val="00A61E21"/>
    <w:rsid w:val="00A71FF1"/>
    <w:rsid w:val="00A720AC"/>
    <w:rsid w:val="00A72F09"/>
    <w:rsid w:val="00A733FA"/>
    <w:rsid w:val="00A8044E"/>
    <w:rsid w:val="00A8162C"/>
    <w:rsid w:val="00A82089"/>
    <w:rsid w:val="00A84DE9"/>
    <w:rsid w:val="00A87A11"/>
    <w:rsid w:val="00A9014D"/>
    <w:rsid w:val="00A918B3"/>
    <w:rsid w:val="00A93A73"/>
    <w:rsid w:val="00A96CF0"/>
    <w:rsid w:val="00AA274F"/>
    <w:rsid w:val="00AA30D3"/>
    <w:rsid w:val="00AA6F66"/>
    <w:rsid w:val="00AB138E"/>
    <w:rsid w:val="00AB2FD2"/>
    <w:rsid w:val="00AC0489"/>
    <w:rsid w:val="00AD06D1"/>
    <w:rsid w:val="00AD32D4"/>
    <w:rsid w:val="00AD42B8"/>
    <w:rsid w:val="00AD76D4"/>
    <w:rsid w:val="00AE474A"/>
    <w:rsid w:val="00AE48E3"/>
    <w:rsid w:val="00AE5F4E"/>
    <w:rsid w:val="00AF5981"/>
    <w:rsid w:val="00AF7ACB"/>
    <w:rsid w:val="00B02EA7"/>
    <w:rsid w:val="00B05770"/>
    <w:rsid w:val="00B05D24"/>
    <w:rsid w:val="00B1066F"/>
    <w:rsid w:val="00B12459"/>
    <w:rsid w:val="00B2058C"/>
    <w:rsid w:val="00B277B5"/>
    <w:rsid w:val="00B300E7"/>
    <w:rsid w:val="00B34021"/>
    <w:rsid w:val="00B447D0"/>
    <w:rsid w:val="00B46899"/>
    <w:rsid w:val="00B478A9"/>
    <w:rsid w:val="00B52A9A"/>
    <w:rsid w:val="00B53DDE"/>
    <w:rsid w:val="00B552C9"/>
    <w:rsid w:val="00B61DC0"/>
    <w:rsid w:val="00B624A1"/>
    <w:rsid w:val="00B66D1B"/>
    <w:rsid w:val="00B72ADC"/>
    <w:rsid w:val="00B72E8A"/>
    <w:rsid w:val="00B755DE"/>
    <w:rsid w:val="00B82C94"/>
    <w:rsid w:val="00B8421B"/>
    <w:rsid w:val="00B8628A"/>
    <w:rsid w:val="00B870DD"/>
    <w:rsid w:val="00B87395"/>
    <w:rsid w:val="00B903C4"/>
    <w:rsid w:val="00B91D2C"/>
    <w:rsid w:val="00B93ECB"/>
    <w:rsid w:val="00B95019"/>
    <w:rsid w:val="00B9676A"/>
    <w:rsid w:val="00BA3EC1"/>
    <w:rsid w:val="00BA5E2B"/>
    <w:rsid w:val="00BB44DE"/>
    <w:rsid w:val="00BB45B7"/>
    <w:rsid w:val="00BB4EF9"/>
    <w:rsid w:val="00BC1284"/>
    <w:rsid w:val="00BC16B7"/>
    <w:rsid w:val="00BC21AC"/>
    <w:rsid w:val="00BC618B"/>
    <w:rsid w:val="00BD1686"/>
    <w:rsid w:val="00BD39B0"/>
    <w:rsid w:val="00BE0FDD"/>
    <w:rsid w:val="00BE2775"/>
    <w:rsid w:val="00BF31B5"/>
    <w:rsid w:val="00BF5155"/>
    <w:rsid w:val="00C01833"/>
    <w:rsid w:val="00C04473"/>
    <w:rsid w:val="00C056C8"/>
    <w:rsid w:val="00C0583F"/>
    <w:rsid w:val="00C05AF6"/>
    <w:rsid w:val="00C124B0"/>
    <w:rsid w:val="00C14E64"/>
    <w:rsid w:val="00C21336"/>
    <w:rsid w:val="00C22459"/>
    <w:rsid w:val="00C23AA6"/>
    <w:rsid w:val="00C2570B"/>
    <w:rsid w:val="00C347BA"/>
    <w:rsid w:val="00C37533"/>
    <w:rsid w:val="00C37990"/>
    <w:rsid w:val="00C42019"/>
    <w:rsid w:val="00C431D3"/>
    <w:rsid w:val="00C5332C"/>
    <w:rsid w:val="00C5444D"/>
    <w:rsid w:val="00C55351"/>
    <w:rsid w:val="00C572E0"/>
    <w:rsid w:val="00C5774B"/>
    <w:rsid w:val="00C57C2B"/>
    <w:rsid w:val="00C62626"/>
    <w:rsid w:val="00C62BFB"/>
    <w:rsid w:val="00C72531"/>
    <w:rsid w:val="00C77E96"/>
    <w:rsid w:val="00C80EBD"/>
    <w:rsid w:val="00C8479A"/>
    <w:rsid w:val="00C95D0B"/>
    <w:rsid w:val="00C9725A"/>
    <w:rsid w:val="00CA2755"/>
    <w:rsid w:val="00CA2A68"/>
    <w:rsid w:val="00CA5ABF"/>
    <w:rsid w:val="00CA7202"/>
    <w:rsid w:val="00CA7833"/>
    <w:rsid w:val="00CB12E7"/>
    <w:rsid w:val="00CB2621"/>
    <w:rsid w:val="00CB6388"/>
    <w:rsid w:val="00CC272A"/>
    <w:rsid w:val="00CC2B15"/>
    <w:rsid w:val="00CC791B"/>
    <w:rsid w:val="00CD53DE"/>
    <w:rsid w:val="00CE08D1"/>
    <w:rsid w:val="00CE1679"/>
    <w:rsid w:val="00CE5DA9"/>
    <w:rsid w:val="00D0070C"/>
    <w:rsid w:val="00D041A1"/>
    <w:rsid w:val="00D069EB"/>
    <w:rsid w:val="00D10047"/>
    <w:rsid w:val="00D1077A"/>
    <w:rsid w:val="00D12B79"/>
    <w:rsid w:val="00D139F1"/>
    <w:rsid w:val="00D14D42"/>
    <w:rsid w:val="00D20E42"/>
    <w:rsid w:val="00D262E9"/>
    <w:rsid w:val="00D2707B"/>
    <w:rsid w:val="00D340BB"/>
    <w:rsid w:val="00D37C2E"/>
    <w:rsid w:val="00D40422"/>
    <w:rsid w:val="00D464E5"/>
    <w:rsid w:val="00D46BF2"/>
    <w:rsid w:val="00D47571"/>
    <w:rsid w:val="00D52758"/>
    <w:rsid w:val="00D53042"/>
    <w:rsid w:val="00D530C6"/>
    <w:rsid w:val="00D537F6"/>
    <w:rsid w:val="00D62171"/>
    <w:rsid w:val="00D62FC3"/>
    <w:rsid w:val="00D638BC"/>
    <w:rsid w:val="00D65C03"/>
    <w:rsid w:val="00D70355"/>
    <w:rsid w:val="00D710AF"/>
    <w:rsid w:val="00D77371"/>
    <w:rsid w:val="00D80793"/>
    <w:rsid w:val="00D81C79"/>
    <w:rsid w:val="00D82037"/>
    <w:rsid w:val="00D82966"/>
    <w:rsid w:val="00D85E62"/>
    <w:rsid w:val="00D93384"/>
    <w:rsid w:val="00D956F4"/>
    <w:rsid w:val="00D96A9C"/>
    <w:rsid w:val="00D977B0"/>
    <w:rsid w:val="00DA1DAD"/>
    <w:rsid w:val="00DA36B2"/>
    <w:rsid w:val="00DA7E9A"/>
    <w:rsid w:val="00DB37FB"/>
    <w:rsid w:val="00DC2D0A"/>
    <w:rsid w:val="00DC697D"/>
    <w:rsid w:val="00DD5534"/>
    <w:rsid w:val="00DE04F1"/>
    <w:rsid w:val="00DE50C5"/>
    <w:rsid w:val="00DE691F"/>
    <w:rsid w:val="00DE7C2B"/>
    <w:rsid w:val="00DF14CD"/>
    <w:rsid w:val="00DF33F6"/>
    <w:rsid w:val="00DF4EF9"/>
    <w:rsid w:val="00DF4F65"/>
    <w:rsid w:val="00E00A3B"/>
    <w:rsid w:val="00E03B1E"/>
    <w:rsid w:val="00E03EAE"/>
    <w:rsid w:val="00E109CE"/>
    <w:rsid w:val="00E20A24"/>
    <w:rsid w:val="00E215F1"/>
    <w:rsid w:val="00E239A2"/>
    <w:rsid w:val="00E25174"/>
    <w:rsid w:val="00E27C30"/>
    <w:rsid w:val="00E4046B"/>
    <w:rsid w:val="00E426A1"/>
    <w:rsid w:val="00E53F55"/>
    <w:rsid w:val="00E54969"/>
    <w:rsid w:val="00E61C75"/>
    <w:rsid w:val="00E70B6D"/>
    <w:rsid w:val="00E75944"/>
    <w:rsid w:val="00E83472"/>
    <w:rsid w:val="00E834BD"/>
    <w:rsid w:val="00E8361D"/>
    <w:rsid w:val="00E84241"/>
    <w:rsid w:val="00E8741A"/>
    <w:rsid w:val="00E91A66"/>
    <w:rsid w:val="00E95B4A"/>
    <w:rsid w:val="00EA708B"/>
    <w:rsid w:val="00EB024F"/>
    <w:rsid w:val="00EB1568"/>
    <w:rsid w:val="00EB18AC"/>
    <w:rsid w:val="00EB1EE5"/>
    <w:rsid w:val="00EC33AA"/>
    <w:rsid w:val="00ED1C92"/>
    <w:rsid w:val="00ED2262"/>
    <w:rsid w:val="00ED4737"/>
    <w:rsid w:val="00ED6C85"/>
    <w:rsid w:val="00EF0EEE"/>
    <w:rsid w:val="00EF2029"/>
    <w:rsid w:val="00EF27C0"/>
    <w:rsid w:val="00EF75B9"/>
    <w:rsid w:val="00F002CD"/>
    <w:rsid w:val="00F019ED"/>
    <w:rsid w:val="00F05D39"/>
    <w:rsid w:val="00F0660E"/>
    <w:rsid w:val="00F06635"/>
    <w:rsid w:val="00F07C29"/>
    <w:rsid w:val="00F234D4"/>
    <w:rsid w:val="00F247D8"/>
    <w:rsid w:val="00F25192"/>
    <w:rsid w:val="00F31780"/>
    <w:rsid w:val="00F325E0"/>
    <w:rsid w:val="00F3545E"/>
    <w:rsid w:val="00F37A33"/>
    <w:rsid w:val="00F44F56"/>
    <w:rsid w:val="00F51002"/>
    <w:rsid w:val="00F51616"/>
    <w:rsid w:val="00F52613"/>
    <w:rsid w:val="00F70896"/>
    <w:rsid w:val="00F713D3"/>
    <w:rsid w:val="00F72159"/>
    <w:rsid w:val="00F766AB"/>
    <w:rsid w:val="00F8149E"/>
    <w:rsid w:val="00F8756E"/>
    <w:rsid w:val="00F87762"/>
    <w:rsid w:val="00F90C75"/>
    <w:rsid w:val="00F93C16"/>
    <w:rsid w:val="00FA0EDB"/>
    <w:rsid w:val="00FA4156"/>
    <w:rsid w:val="00FB3EE0"/>
    <w:rsid w:val="00FB65CA"/>
    <w:rsid w:val="00FC3197"/>
    <w:rsid w:val="00FD3DD4"/>
    <w:rsid w:val="00FE009B"/>
    <w:rsid w:val="00FE2780"/>
    <w:rsid w:val="00FF55A1"/>
    <w:rsid w:val="00FF66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A09ED"/>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Lahendamatamainimine1">
    <w:name w:val="Lahendamata mainimine1"/>
    <w:basedOn w:val="Liguvaikefont"/>
    <w:uiPriority w:val="99"/>
    <w:semiHidden/>
    <w:unhideWhenUsed/>
    <w:rsid w:val="00156C40"/>
    <w:rPr>
      <w:color w:val="605E5C"/>
      <w:shd w:val="clear" w:color="auto" w:fill="E1DFDD"/>
    </w:rPr>
  </w:style>
  <w:style w:type="character" w:customStyle="1" w:styleId="ui-provider">
    <w:name w:val="ui-provider"/>
    <w:basedOn w:val="Liguvaikefont"/>
    <w:rsid w:val="00A57494"/>
  </w:style>
  <w:style w:type="character" w:customStyle="1" w:styleId="mm">
    <w:name w:val="mm"/>
    <w:basedOn w:val="Liguvaikefont"/>
    <w:rsid w:val="005A2F01"/>
  </w:style>
  <w:style w:type="paragraph" w:customStyle="1" w:styleId="pf0">
    <w:name w:val="pf0"/>
    <w:basedOn w:val="Normaallaad"/>
    <w:rsid w:val="00AF7ACB"/>
    <w:pPr>
      <w:spacing w:before="100" w:beforeAutospacing="1" w:after="100" w:afterAutospacing="1"/>
      <w:jc w:val="left"/>
    </w:pPr>
    <w:rPr>
      <w:rFonts w:ascii="Times New Roman" w:hAnsi="Times New Roman"/>
      <w:sz w:val="24"/>
      <w:lang w:eastAsia="et-EE"/>
    </w:rPr>
  </w:style>
  <w:style w:type="character" w:customStyle="1" w:styleId="cf01">
    <w:name w:val="cf01"/>
    <w:basedOn w:val="Liguvaikefont"/>
    <w:rsid w:val="00AF7ACB"/>
    <w:rPr>
      <w:rFonts w:ascii="Segoe UI" w:hAnsi="Segoe UI" w:cs="Segoe UI" w:hint="default"/>
      <w:sz w:val="18"/>
      <w:szCs w:val="18"/>
    </w:rPr>
  </w:style>
  <w:style w:type="character" w:customStyle="1" w:styleId="cf11">
    <w:name w:val="cf11"/>
    <w:basedOn w:val="Liguvaikefont"/>
    <w:rsid w:val="00AF7ACB"/>
    <w:rPr>
      <w:rFonts w:ascii="Segoe UI" w:hAnsi="Segoe UI" w:cs="Segoe UI" w:hint="default"/>
      <w:color w:val="202020"/>
      <w:sz w:val="18"/>
      <w:szCs w:val="18"/>
      <w:shd w:val="clear" w:color="auto" w:fill="FFFFFF"/>
    </w:rPr>
  </w:style>
  <w:style w:type="character" w:customStyle="1" w:styleId="cf21">
    <w:name w:val="cf21"/>
    <w:basedOn w:val="Liguvaikefont"/>
    <w:rsid w:val="00AF7ACB"/>
    <w:rPr>
      <w:rFonts w:ascii="Segoe UI" w:hAnsi="Segoe UI" w:cs="Segoe UI" w:hint="default"/>
      <w:color w:val="0061AA"/>
      <w:sz w:val="18"/>
      <w:szCs w:val="18"/>
      <w:shd w:val="clear" w:color="auto" w:fill="FFFFFF"/>
    </w:rPr>
  </w:style>
  <w:style w:type="paragraph" w:styleId="Pealkiri">
    <w:name w:val="Title"/>
    <w:basedOn w:val="Normaallaad"/>
    <w:next w:val="Normaallaad"/>
    <w:link w:val="PealkiriMrk"/>
    <w:qFormat/>
    <w:rsid w:val="009E2890"/>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9E2890"/>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89271">
      <w:bodyDiv w:val="1"/>
      <w:marLeft w:val="0"/>
      <w:marRight w:val="0"/>
      <w:marTop w:val="0"/>
      <w:marBottom w:val="0"/>
      <w:divBdr>
        <w:top w:val="none" w:sz="0" w:space="0" w:color="auto"/>
        <w:left w:val="none" w:sz="0" w:space="0" w:color="auto"/>
        <w:bottom w:val="none" w:sz="0" w:space="0" w:color="auto"/>
        <w:right w:val="none" w:sz="0" w:space="0" w:color="auto"/>
      </w:divBdr>
    </w:div>
    <w:div w:id="241989604">
      <w:bodyDiv w:val="1"/>
      <w:marLeft w:val="0"/>
      <w:marRight w:val="0"/>
      <w:marTop w:val="0"/>
      <w:marBottom w:val="0"/>
      <w:divBdr>
        <w:top w:val="none" w:sz="0" w:space="0" w:color="auto"/>
        <w:left w:val="none" w:sz="0" w:space="0" w:color="auto"/>
        <w:bottom w:val="none" w:sz="0" w:space="0" w:color="auto"/>
        <w:right w:val="none" w:sz="0" w:space="0" w:color="auto"/>
      </w:divBdr>
    </w:div>
    <w:div w:id="923077404">
      <w:bodyDiv w:val="1"/>
      <w:marLeft w:val="0"/>
      <w:marRight w:val="0"/>
      <w:marTop w:val="0"/>
      <w:marBottom w:val="0"/>
      <w:divBdr>
        <w:top w:val="none" w:sz="0" w:space="0" w:color="auto"/>
        <w:left w:val="none" w:sz="0" w:space="0" w:color="auto"/>
        <w:bottom w:val="none" w:sz="0" w:space="0" w:color="auto"/>
        <w:right w:val="none" w:sz="0" w:space="0" w:color="auto"/>
      </w:divBdr>
    </w:div>
    <w:div w:id="1232230539">
      <w:bodyDiv w:val="1"/>
      <w:marLeft w:val="0"/>
      <w:marRight w:val="0"/>
      <w:marTop w:val="0"/>
      <w:marBottom w:val="0"/>
      <w:divBdr>
        <w:top w:val="none" w:sz="0" w:space="0" w:color="auto"/>
        <w:left w:val="none" w:sz="0" w:space="0" w:color="auto"/>
        <w:bottom w:val="none" w:sz="0" w:space="0" w:color="auto"/>
        <w:right w:val="none" w:sz="0" w:space="0" w:color="auto"/>
      </w:divBdr>
    </w:div>
    <w:div w:id="1322930719">
      <w:bodyDiv w:val="1"/>
      <w:marLeft w:val="0"/>
      <w:marRight w:val="0"/>
      <w:marTop w:val="0"/>
      <w:marBottom w:val="0"/>
      <w:divBdr>
        <w:top w:val="none" w:sz="0" w:space="0" w:color="auto"/>
        <w:left w:val="none" w:sz="0" w:space="0" w:color="auto"/>
        <w:bottom w:val="none" w:sz="0" w:space="0" w:color="auto"/>
        <w:right w:val="none" w:sz="0" w:space="0" w:color="auto"/>
      </w:divBdr>
    </w:div>
    <w:div w:id="1423994419">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2489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51C98AA2BAEE4686E72D966E480FFA" ma:contentTypeVersion="4" ma:contentTypeDescription="Loo uus dokument" ma:contentTypeScope="" ma:versionID="0ba7cb091aa1eee17a26a96a490e5ca4">
  <xsd:schema xmlns:xsd="http://www.w3.org/2001/XMLSchema" xmlns:xs="http://www.w3.org/2001/XMLSchema" xmlns:p="http://schemas.microsoft.com/office/2006/metadata/properties" xmlns:ns3="12ebe8c5-8d49-490d-a7e5-98b4de1d4e67" targetNamespace="http://schemas.microsoft.com/office/2006/metadata/properties" ma:root="true" ma:fieldsID="b515a2fd4a653a89bab3f75b2f4dcf01" ns3:_="">
    <xsd:import namespace="12ebe8c5-8d49-490d-a7e5-98b4de1d4e67"/>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e8c5-8d49-490d-a7e5-98b4de1d4e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05854-BC94-4CA0-8BCE-E7E342CA1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e8c5-8d49-490d-a7e5-98b4de1d4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B0530-ACAD-4566-B86C-44B66DA6BD1C}">
  <ds:schemaRefs>
    <ds:schemaRef ds:uri="12ebe8c5-8d49-490d-a7e5-98b4de1d4e67"/>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184DA5C-0A0C-41FA-ADE1-DF149E785C3A}">
  <ds:schemaRefs>
    <ds:schemaRef ds:uri="http://schemas.openxmlformats.org/officeDocument/2006/bibliography"/>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seadus 2018.dotx</Template>
  <TotalTime>0</TotalTime>
  <Pages>4</Pages>
  <Words>1147</Words>
  <Characters>8626</Characters>
  <Application>Microsoft Office Word</Application>
  <DocSecurity>0</DocSecurity>
  <Lines>71</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SELETUSKIRI</vt:lpstr>
    </vt:vector>
  </TitlesOfParts>
  <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Indrek Tarand</dc:creator>
  <cp:keywords/>
  <dc:description/>
  <cp:lastModifiedBy>Raina Liiv</cp:lastModifiedBy>
  <cp:revision>3</cp:revision>
  <cp:lastPrinted>2025-06-18T11:24:00Z</cp:lastPrinted>
  <dcterms:created xsi:type="dcterms:W3CDTF">2025-06-19T10:53:00Z</dcterms:created>
  <dcterms:modified xsi:type="dcterms:W3CDTF">2025-06-19T10:58:00Z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0x010100D351C98AA2BAEE4686E72D966E480FFA</vt:lpwstr>
  </property>
  <property fmtid="{D5CDD505-2E9C-101B-9397-08002B2CF9AE}" pid="4" name="_dlc_DocIdItemGuid">
    <vt:lpwstr>8c82eb70-273d-4115-90c1-44cea312b937</vt:lpwstr>
  </property>
</Properties>
</file>