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28BA3" w14:textId="2863D4A6" w:rsidR="003E5585" w:rsidRPr="00DA0672" w:rsidRDefault="0055093A" w:rsidP="00D5300F">
      <w:pPr>
        <w:rPr>
          <w:b/>
          <w:noProof/>
          <w:szCs w:val="24"/>
        </w:rPr>
      </w:pPr>
      <w:r w:rsidRPr="00DA0672">
        <w:rPr>
          <w:b/>
          <w:noProof/>
          <w:szCs w:val="24"/>
        </w:rPr>
        <w:t>Siseminister</w:t>
      </w:r>
      <w:r>
        <w:rPr>
          <w:b/>
          <w:noProof/>
          <w:szCs w:val="24"/>
        </w:rPr>
        <w:t xml:space="preserve"> </w:t>
      </w:r>
      <w:r w:rsidR="00C16DD4" w:rsidRPr="00DA0672">
        <w:rPr>
          <w:b/>
          <w:noProof/>
          <w:szCs w:val="24"/>
        </w:rPr>
        <w:t>Lauri Läänemets</w:t>
      </w:r>
    </w:p>
    <w:p w14:paraId="682E31E6" w14:textId="62126512" w:rsidR="003E5585" w:rsidRPr="00DA0672" w:rsidRDefault="003E5585" w:rsidP="00D5300F">
      <w:pPr>
        <w:rPr>
          <w:noProof/>
          <w:szCs w:val="24"/>
        </w:rPr>
      </w:pPr>
      <w:r w:rsidRPr="00DA0672">
        <w:rPr>
          <w:noProof/>
          <w:szCs w:val="24"/>
        </w:rPr>
        <w:tab/>
      </w:r>
      <w:r w:rsidRPr="00DA0672">
        <w:rPr>
          <w:noProof/>
          <w:szCs w:val="24"/>
        </w:rPr>
        <w:tab/>
      </w:r>
      <w:r w:rsidRPr="00DA0672">
        <w:rPr>
          <w:noProof/>
          <w:szCs w:val="24"/>
        </w:rPr>
        <w:tab/>
      </w:r>
      <w:r w:rsidRPr="00DA0672">
        <w:rPr>
          <w:noProof/>
          <w:szCs w:val="24"/>
        </w:rPr>
        <w:tab/>
      </w:r>
      <w:r w:rsidRPr="00DA0672">
        <w:rPr>
          <w:noProof/>
          <w:szCs w:val="24"/>
        </w:rPr>
        <w:tab/>
      </w:r>
      <w:r w:rsidRPr="00DA0672">
        <w:rPr>
          <w:noProof/>
          <w:szCs w:val="24"/>
        </w:rPr>
        <w:tab/>
      </w:r>
      <w:r w:rsidRPr="00DA0672">
        <w:rPr>
          <w:noProof/>
          <w:szCs w:val="24"/>
        </w:rPr>
        <w:tab/>
      </w:r>
      <w:r w:rsidRPr="00DA0672">
        <w:rPr>
          <w:noProof/>
          <w:szCs w:val="24"/>
        </w:rPr>
        <w:tab/>
      </w:r>
      <w:r w:rsidRPr="00DA0672">
        <w:rPr>
          <w:noProof/>
          <w:szCs w:val="24"/>
        </w:rPr>
        <w:tab/>
      </w:r>
      <w:r w:rsidRPr="00DA0672">
        <w:rPr>
          <w:noProof/>
          <w:szCs w:val="24"/>
        </w:rPr>
        <w:tab/>
      </w:r>
      <w:r w:rsidRPr="00DA0672">
        <w:rPr>
          <w:noProof/>
          <w:szCs w:val="24"/>
        </w:rPr>
        <w:tab/>
      </w:r>
    </w:p>
    <w:p w14:paraId="5BABCE9A" w14:textId="77777777" w:rsidR="001E6805" w:rsidRDefault="001E6805" w:rsidP="006B6EEC">
      <w:pPr>
        <w:rPr>
          <w:b/>
          <w:bCs/>
          <w:noProof/>
          <w:szCs w:val="24"/>
        </w:rPr>
      </w:pPr>
    </w:p>
    <w:p w14:paraId="44885650" w14:textId="0BC00F2A" w:rsidR="0055093A" w:rsidRPr="0055093A" w:rsidRDefault="0055093A" w:rsidP="0055093A">
      <w:pPr>
        <w:rPr>
          <w:b/>
          <w:noProof/>
          <w:szCs w:val="24"/>
          <w:lang w:val="en-EE"/>
        </w:rPr>
      </w:pPr>
      <w:r w:rsidRPr="0055093A">
        <w:rPr>
          <w:b/>
          <w:bCs/>
          <w:noProof/>
          <w:szCs w:val="24"/>
          <w:lang w:val="en-EE"/>
        </w:rPr>
        <w:t>Riigikogu liikme kirjalik küsimus                                                                       </w:t>
      </w:r>
      <w:r w:rsidRPr="0055093A">
        <w:rPr>
          <w:b/>
          <w:noProof/>
          <w:szCs w:val="24"/>
          <w:lang w:val="en-EE"/>
        </w:rPr>
        <w:t>11.1</w:t>
      </w:r>
      <w:r>
        <w:rPr>
          <w:b/>
          <w:noProof/>
          <w:szCs w:val="24"/>
          <w:lang w:val="en-EE"/>
        </w:rPr>
        <w:t>2</w:t>
      </w:r>
      <w:r w:rsidRPr="0055093A">
        <w:rPr>
          <w:b/>
          <w:noProof/>
          <w:szCs w:val="24"/>
          <w:lang w:val="en-EE"/>
        </w:rPr>
        <w:t>.2024</w:t>
      </w:r>
    </w:p>
    <w:p w14:paraId="3D64240A" w14:textId="77777777" w:rsidR="0055093A" w:rsidRPr="0055093A" w:rsidRDefault="0055093A" w:rsidP="0055093A">
      <w:pPr>
        <w:rPr>
          <w:b/>
          <w:noProof/>
          <w:szCs w:val="24"/>
          <w:lang w:val="en-EE"/>
        </w:rPr>
      </w:pPr>
      <w:r w:rsidRPr="0055093A">
        <w:rPr>
          <w:b/>
          <w:noProof/>
          <w:szCs w:val="24"/>
          <w:lang w:val="en-EE"/>
        </w:rPr>
        <w:t> </w:t>
      </w:r>
    </w:p>
    <w:p w14:paraId="6EF2D26E" w14:textId="19C1AFCD" w:rsidR="003E5585" w:rsidRDefault="003E5585" w:rsidP="00D5300F">
      <w:pPr>
        <w:rPr>
          <w:rFonts w:eastAsia="Times New Roman"/>
          <w:noProof/>
          <w:color w:val="000000" w:themeColor="text1"/>
          <w:szCs w:val="24"/>
          <w:lang w:eastAsia="en-GB"/>
        </w:rPr>
      </w:pPr>
    </w:p>
    <w:p w14:paraId="4F1EAAAA" w14:textId="77777777" w:rsidR="001E6805" w:rsidRPr="00DA0672" w:rsidRDefault="001E6805" w:rsidP="00D5300F">
      <w:pPr>
        <w:rPr>
          <w:rFonts w:eastAsia="Times New Roman"/>
          <w:noProof/>
          <w:color w:val="000000" w:themeColor="text1"/>
          <w:szCs w:val="24"/>
          <w:lang w:eastAsia="en-GB"/>
        </w:rPr>
      </w:pPr>
    </w:p>
    <w:p w14:paraId="5E9C7234" w14:textId="0A994AD9" w:rsidR="003E5585" w:rsidRPr="00DA0672" w:rsidRDefault="003E5585" w:rsidP="00D5300F">
      <w:pPr>
        <w:rPr>
          <w:noProof/>
          <w:color w:val="000000" w:themeColor="text1"/>
          <w:szCs w:val="24"/>
        </w:rPr>
      </w:pPr>
      <w:r w:rsidRPr="00DA0672">
        <w:rPr>
          <w:noProof/>
          <w:color w:val="000000" w:themeColor="text1"/>
          <w:szCs w:val="24"/>
        </w:rPr>
        <w:t xml:space="preserve">Lugupeetud </w:t>
      </w:r>
      <w:r w:rsidR="00DA6772" w:rsidRPr="00DA0672">
        <w:rPr>
          <w:noProof/>
          <w:color w:val="000000" w:themeColor="text1"/>
          <w:szCs w:val="24"/>
        </w:rPr>
        <w:t>siseminister</w:t>
      </w:r>
    </w:p>
    <w:p w14:paraId="10D53969" w14:textId="77777777" w:rsidR="00DA6772" w:rsidRPr="00DA0672" w:rsidRDefault="00DA6772" w:rsidP="00DA6772">
      <w:pPr>
        <w:spacing w:after="160" w:line="278" w:lineRule="auto"/>
        <w:rPr>
          <w:rFonts w:eastAsia="Times New Roman"/>
          <w:noProof/>
          <w:color w:val="000000" w:themeColor="text1"/>
          <w:szCs w:val="24"/>
          <w:lang w:eastAsia="en-GB"/>
        </w:rPr>
      </w:pPr>
    </w:p>
    <w:p w14:paraId="5296D29B" w14:textId="098E79E2" w:rsidR="00DA6772" w:rsidRPr="009B7193" w:rsidRDefault="00DA6772" w:rsidP="00DA6772">
      <w:pPr>
        <w:spacing w:after="160" w:line="278" w:lineRule="auto"/>
        <w:rPr>
          <w:noProof/>
        </w:rPr>
      </w:pPr>
      <w:r w:rsidRPr="00DA0672">
        <w:rPr>
          <w:noProof/>
        </w:rPr>
        <w:t xml:space="preserve">Seoses Eesti Vabariigi põhiseaduse muutmise seaduse eelnõuga (536 SE), millega </w:t>
      </w:r>
      <w:r w:rsidR="00C16DD4" w:rsidRPr="00DA0672">
        <w:rPr>
          <w:noProof/>
        </w:rPr>
        <w:t>soovitakse</w:t>
      </w:r>
      <w:r w:rsidRPr="00DA0672">
        <w:rPr>
          <w:noProof/>
        </w:rPr>
        <w:t xml:space="preserve"> põhiseaduses</w:t>
      </w:r>
      <w:r w:rsidR="00C16DD4" w:rsidRPr="00DA0672">
        <w:rPr>
          <w:noProof/>
        </w:rPr>
        <w:t xml:space="preserve"> </w:t>
      </w:r>
      <w:r w:rsidR="001E6805">
        <w:rPr>
          <w:noProof/>
        </w:rPr>
        <w:t>sätestada</w:t>
      </w:r>
      <w:r w:rsidR="00C16DD4" w:rsidRPr="00DA0672">
        <w:rPr>
          <w:noProof/>
        </w:rPr>
        <w:t xml:space="preserve"> </w:t>
      </w:r>
      <w:r w:rsidRPr="00DA0672">
        <w:rPr>
          <w:noProof/>
        </w:rPr>
        <w:t>kodakondsuseta isikute</w:t>
      </w:r>
      <w:r w:rsidR="00C16DD4" w:rsidRPr="00DA0672">
        <w:rPr>
          <w:noProof/>
        </w:rPr>
        <w:t>le</w:t>
      </w:r>
      <w:r w:rsidRPr="00DA0672">
        <w:rPr>
          <w:noProof/>
        </w:rPr>
        <w:t xml:space="preserve"> hääleõigus</w:t>
      </w:r>
      <w:r w:rsidR="00C16DD4" w:rsidRPr="00DA0672">
        <w:rPr>
          <w:noProof/>
        </w:rPr>
        <w:t xml:space="preserve"> kohalike omavalitsuste valimisel</w:t>
      </w:r>
      <w:r w:rsidRPr="00DA0672">
        <w:rPr>
          <w:noProof/>
        </w:rPr>
        <w:t>, p</w:t>
      </w:r>
      <w:r w:rsidRPr="009B7193">
        <w:rPr>
          <w:noProof/>
        </w:rPr>
        <w:t>alume Teilt selgitusi</w:t>
      </w:r>
      <w:r w:rsidR="00C16DD4" w:rsidRPr="00DA0672">
        <w:rPr>
          <w:noProof/>
        </w:rPr>
        <w:t xml:space="preserve"> </w:t>
      </w:r>
      <w:r w:rsidRPr="009B7193">
        <w:rPr>
          <w:noProof/>
        </w:rPr>
        <w:t>välismaalase passi</w:t>
      </w:r>
      <w:r w:rsidRPr="00DA0672">
        <w:rPr>
          <w:noProof/>
        </w:rPr>
        <w:t xml:space="preserve"> (halli passi) </w:t>
      </w:r>
      <w:r w:rsidRPr="009B7193">
        <w:rPr>
          <w:noProof/>
        </w:rPr>
        <w:t>väljastamise praktikate</w:t>
      </w:r>
      <w:r w:rsidRPr="00DA0672">
        <w:rPr>
          <w:noProof/>
        </w:rPr>
        <w:t xml:space="preserve"> kohta ja soovime vastuseid järgmistele küsimustele: </w:t>
      </w:r>
    </w:p>
    <w:p w14:paraId="3621DD9A" w14:textId="77777777" w:rsidR="001E6805" w:rsidRDefault="001E6805" w:rsidP="00DA6772">
      <w:pPr>
        <w:spacing w:after="160" w:line="278" w:lineRule="auto"/>
        <w:rPr>
          <w:noProof/>
        </w:rPr>
      </w:pPr>
    </w:p>
    <w:p w14:paraId="3360D50B" w14:textId="110CE109" w:rsidR="00DA6772" w:rsidRPr="009B7193" w:rsidRDefault="00DA6772" w:rsidP="00DA6772">
      <w:pPr>
        <w:spacing w:after="160" w:line="278" w:lineRule="auto"/>
        <w:rPr>
          <w:noProof/>
        </w:rPr>
      </w:pPr>
      <w:r w:rsidRPr="009B7193">
        <w:rPr>
          <w:noProof/>
        </w:rPr>
        <w:t>1.</w:t>
      </w:r>
      <w:r w:rsidRPr="009B7193">
        <w:rPr>
          <w:noProof/>
        </w:rPr>
        <w:tab/>
      </w:r>
      <w:r w:rsidRPr="009B7193">
        <w:rPr>
          <w:b/>
          <w:bCs/>
          <w:noProof/>
        </w:rPr>
        <w:t xml:space="preserve">Millised on kehtivad kriteeriumid </w:t>
      </w:r>
      <w:r w:rsidRPr="00DA0672">
        <w:rPr>
          <w:b/>
          <w:bCs/>
          <w:noProof/>
        </w:rPr>
        <w:t>välismaalaste</w:t>
      </w:r>
      <w:r w:rsidRPr="009B7193">
        <w:rPr>
          <w:b/>
          <w:bCs/>
          <w:noProof/>
        </w:rPr>
        <w:t xml:space="preserve"> passi väljastamiseks?</w:t>
      </w:r>
    </w:p>
    <w:p w14:paraId="4100D87C" w14:textId="77777777" w:rsidR="001E6805" w:rsidRDefault="00DA6772" w:rsidP="00DA6772">
      <w:pPr>
        <w:spacing w:after="160" w:line="278" w:lineRule="auto"/>
        <w:ind w:left="720"/>
        <w:rPr>
          <w:noProof/>
        </w:rPr>
      </w:pPr>
      <w:r w:rsidRPr="009B7193">
        <w:rPr>
          <w:noProof/>
        </w:rPr>
        <w:t>Kas on olemas juhised või kord, mille alusel otsustatakse, kas taotlejale väljastatakse hall pass või soovitatakse mõnda muud lahendust?</w:t>
      </w:r>
      <w:r w:rsidR="00DC2863" w:rsidRPr="00DA0672">
        <w:rPr>
          <w:noProof/>
        </w:rPr>
        <w:t xml:space="preserve"> </w:t>
      </w:r>
    </w:p>
    <w:p w14:paraId="397FA242" w14:textId="77777777" w:rsidR="001E6805" w:rsidRDefault="001E6805" w:rsidP="001E6805">
      <w:pPr>
        <w:spacing w:after="160" w:line="278" w:lineRule="auto"/>
        <w:ind w:left="720" w:hanging="720"/>
        <w:rPr>
          <w:b/>
          <w:bCs/>
          <w:noProof/>
        </w:rPr>
      </w:pPr>
      <w:r>
        <w:rPr>
          <w:noProof/>
        </w:rPr>
        <w:t>2.</w:t>
      </w:r>
      <w:r>
        <w:rPr>
          <w:noProof/>
        </w:rPr>
        <w:tab/>
      </w:r>
      <w:r w:rsidR="00F308C8" w:rsidRPr="001E6805">
        <w:rPr>
          <w:b/>
          <w:bCs/>
          <w:noProof/>
        </w:rPr>
        <w:t xml:space="preserve">Millised meetmed on kehtestatud, et välistada halli passi väljastamine kodakondsusega isikutele? </w:t>
      </w:r>
    </w:p>
    <w:p w14:paraId="24D9E170" w14:textId="6D92F2F5" w:rsidR="00DA6772" w:rsidRPr="001E6805" w:rsidRDefault="00F308C8" w:rsidP="001E6805">
      <w:pPr>
        <w:spacing w:after="160" w:line="278" w:lineRule="auto"/>
        <w:ind w:left="720"/>
        <w:rPr>
          <w:noProof/>
        </w:rPr>
      </w:pPr>
      <w:r w:rsidRPr="001E6805">
        <w:rPr>
          <w:noProof/>
        </w:rPr>
        <w:t>Kas taotlusprotsessis tehakse piisavalt põhjalik taustakontroll?</w:t>
      </w:r>
    </w:p>
    <w:p w14:paraId="55AA4261" w14:textId="6538BE81" w:rsidR="00DA6772" w:rsidRPr="009B7193" w:rsidRDefault="001E6805" w:rsidP="00DA6772">
      <w:pPr>
        <w:spacing w:after="160" w:line="278" w:lineRule="auto"/>
        <w:rPr>
          <w:noProof/>
        </w:rPr>
      </w:pPr>
      <w:r>
        <w:rPr>
          <w:noProof/>
        </w:rPr>
        <w:t>3</w:t>
      </w:r>
      <w:r w:rsidR="00DA6772" w:rsidRPr="009B7193">
        <w:rPr>
          <w:noProof/>
        </w:rPr>
        <w:t>.</w:t>
      </w:r>
      <w:r w:rsidR="00DA6772" w:rsidRPr="009B7193">
        <w:rPr>
          <w:noProof/>
        </w:rPr>
        <w:tab/>
      </w:r>
      <w:r w:rsidR="00DA6772" w:rsidRPr="009B7193">
        <w:rPr>
          <w:b/>
          <w:bCs/>
          <w:noProof/>
        </w:rPr>
        <w:t xml:space="preserve">Kui </w:t>
      </w:r>
      <w:r>
        <w:rPr>
          <w:b/>
          <w:bCs/>
          <w:noProof/>
        </w:rPr>
        <w:t xml:space="preserve">palju </w:t>
      </w:r>
      <w:r w:rsidR="00DB58DF" w:rsidRPr="00DA0672">
        <w:rPr>
          <w:b/>
          <w:bCs/>
          <w:noProof/>
        </w:rPr>
        <w:t xml:space="preserve">välismaalaste </w:t>
      </w:r>
      <w:r w:rsidR="00DA6772" w:rsidRPr="009B7193">
        <w:rPr>
          <w:b/>
          <w:bCs/>
          <w:noProof/>
        </w:rPr>
        <w:t>pass</w:t>
      </w:r>
      <w:r>
        <w:rPr>
          <w:b/>
          <w:bCs/>
          <w:noProof/>
        </w:rPr>
        <w:t>e</w:t>
      </w:r>
      <w:r w:rsidR="00DA6772" w:rsidRPr="009B7193">
        <w:rPr>
          <w:b/>
          <w:bCs/>
          <w:noProof/>
        </w:rPr>
        <w:t xml:space="preserve"> väljastatakse aastas?</w:t>
      </w:r>
    </w:p>
    <w:p w14:paraId="7FC16205" w14:textId="0621E12E" w:rsidR="00DA6772" w:rsidRPr="009B7193" w:rsidRDefault="00DA6772" w:rsidP="00DA6772">
      <w:pPr>
        <w:spacing w:after="160" w:line="278" w:lineRule="auto"/>
        <w:ind w:left="720"/>
        <w:rPr>
          <w:noProof/>
        </w:rPr>
      </w:pPr>
      <w:r w:rsidRPr="009B7193">
        <w:rPr>
          <w:noProof/>
        </w:rPr>
        <w:t>Palume esitada andmed viimase viie aasta jooksul väljastatud hallide passide arvu kohta ning kirjeldada peamisi taotlejate rühmi</w:t>
      </w:r>
      <w:r w:rsidR="00DC2863" w:rsidRPr="00DA0672">
        <w:rPr>
          <w:noProof/>
        </w:rPr>
        <w:t xml:space="preserve"> (vanus, eelnev kodakondsus, päritoluriik)</w:t>
      </w:r>
      <w:r w:rsidR="00214284">
        <w:rPr>
          <w:noProof/>
        </w:rPr>
        <w:t>.</w:t>
      </w:r>
    </w:p>
    <w:p w14:paraId="439AE1DD" w14:textId="60FA9B76" w:rsidR="001E6805" w:rsidRDefault="001E6805" w:rsidP="00DA6772">
      <w:pPr>
        <w:spacing w:after="160" w:line="278" w:lineRule="auto"/>
        <w:rPr>
          <w:b/>
          <w:bCs/>
          <w:noProof/>
        </w:rPr>
      </w:pPr>
      <w:r>
        <w:rPr>
          <w:noProof/>
        </w:rPr>
        <w:t>4</w:t>
      </w:r>
      <w:r w:rsidR="00DA6772" w:rsidRPr="009B7193">
        <w:rPr>
          <w:noProof/>
        </w:rPr>
        <w:t>.</w:t>
      </w:r>
      <w:r w:rsidR="00DA6772" w:rsidRPr="009B7193">
        <w:rPr>
          <w:noProof/>
        </w:rPr>
        <w:tab/>
      </w:r>
      <w:r w:rsidR="00DA6772" w:rsidRPr="009B7193">
        <w:rPr>
          <w:b/>
          <w:bCs/>
          <w:noProof/>
        </w:rPr>
        <w:t xml:space="preserve">Milliseid samme on astutud </w:t>
      </w:r>
      <w:r w:rsidR="00F308C8" w:rsidRPr="00DA0672">
        <w:rPr>
          <w:b/>
          <w:bCs/>
          <w:noProof/>
        </w:rPr>
        <w:t>välismaalaste</w:t>
      </w:r>
      <w:r w:rsidR="00DA6772" w:rsidRPr="009B7193">
        <w:rPr>
          <w:b/>
          <w:bCs/>
          <w:noProof/>
        </w:rPr>
        <w:t xml:space="preserve"> passide väljastamise vähendamiseks?</w:t>
      </w:r>
    </w:p>
    <w:p w14:paraId="09F76202" w14:textId="77777777" w:rsidR="0055093A" w:rsidRPr="009B7193" w:rsidRDefault="0055093A" w:rsidP="00DA6772">
      <w:pPr>
        <w:spacing w:after="160" w:line="278" w:lineRule="auto"/>
        <w:rPr>
          <w:b/>
          <w:bCs/>
          <w:noProof/>
        </w:rPr>
      </w:pPr>
    </w:p>
    <w:p w14:paraId="3E14D65B" w14:textId="4C5CE405" w:rsidR="00C16DD4" w:rsidRDefault="001E6805" w:rsidP="001E6805">
      <w:pPr>
        <w:spacing w:after="160" w:line="278" w:lineRule="auto"/>
        <w:rPr>
          <w:noProof/>
        </w:rPr>
      </w:pPr>
      <w:r>
        <w:rPr>
          <w:noProof/>
        </w:rPr>
        <w:t>5</w:t>
      </w:r>
      <w:r w:rsidR="00C16DD4" w:rsidRPr="00DA0672">
        <w:rPr>
          <w:noProof/>
        </w:rPr>
        <w:t xml:space="preserve">. </w:t>
      </w:r>
      <w:r w:rsidR="00C16DD4" w:rsidRPr="00DA0672">
        <w:rPr>
          <w:noProof/>
        </w:rPr>
        <w:tab/>
      </w:r>
      <w:r w:rsidR="00C16DD4" w:rsidRPr="00DA0672">
        <w:rPr>
          <w:b/>
          <w:bCs/>
          <w:noProof/>
        </w:rPr>
        <w:t>Kui palju välismaalaste passe tühistatakse igal aastal ja millistel põhjustel?</w:t>
      </w:r>
      <w:r w:rsidR="00C16DD4" w:rsidRPr="00DA0672">
        <w:rPr>
          <w:noProof/>
        </w:rPr>
        <w:t xml:space="preserve"> </w:t>
      </w:r>
    </w:p>
    <w:p w14:paraId="086FD1A7" w14:textId="77777777" w:rsidR="0055093A" w:rsidRPr="009B7193" w:rsidRDefault="0055093A" w:rsidP="001E6805">
      <w:pPr>
        <w:spacing w:after="160" w:line="278" w:lineRule="auto"/>
        <w:rPr>
          <w:noProof/>
        </w:rPr>
      </w:pPr>
    </w:p>
    <w:p w14:paraId="66D45A5F" w14:textId="19183751" w:rsidR="00DA6772" w:rsidRDefault="001E6805" w:rsidP="00214284">
      <w:pPr>
        <w:spacing w:after="160" w:line="278" w:lineRule="auto"/>
        <w:ind w:left="720" w:hanging="720"/>
        <w:rPr>
          <w:b/>
          <w:bCs/>
          <w:noProof/>
        </w:rPr>
      </w:pPr>
      <w:r>
        <w:rPr>
          <w:noProof/>
        </w:rPr>
        <w:t>6</w:t>
      </w:r>
      <w:r w:rsidR="00DA6772" w:rsidRPr="009B7193">
        <w:rPr>
          <w:noProof/>
        </w:rPr>
        <w:t>.</w:t>
      </w:r>
      <w:r w:rsidR="00DA6772" w:rsidRPr="009B7193">
        <w:rPr>
          <w:noProof/>
        </w:rPr>
        <w:tab/>
      </w:r>
      <w:r w:rsidR="00DA6772" w:rsidRPr="009B7193">
        <w:rPr>
          <w:b/>
          <w:bCs/>
          <w:noProof/>
        </w:rPr>
        <w:t>Kuidas hinnatakse Eesti rahvusvahelisi kohustusi seoses halli passi omanike staatusega?</w:t>
      </w:r>
    </w:p>
    <w:p w14:paraId="2D1F0C41" w14:textId="77777777" w:rsidR="0055093A" w:rsidRPr="009B7193" w:rsidRDefault="0055093A" w:rsidP="00214284">
      <w:pPr>
        <w:spacing w:after="160" w:line="278" w:lineRule="auto"/>
        <w:ind w:left="720" w:hanging="720"/>
        <w:rPr>
          <w:noProof/>
        </w:rPr>
      </w:pPr>
    </w:p>
    <w:p w14:paraId="25AF1059" w14:textId="446B907D" w:rsidR="00DA6772" w:rsidRPr="009B7193" w:rsidRDefault="001E6805" w:rsidP="00DA6772">
      <w:pPr>
        <w:spacing w:after="160" w:line="278" w:lineRule="auto"/>
        <w:rPr>
          <w:noProof/>
        </w:rPr>
      </w:pPr>
      <w:r>
        <w:rPr>
          <w:noProof/>
        </w:rPr>
        <w:lastRenderedPageBreak/>
        <w:t>7</w:t>
      </w:r>
      <w:r w:rsidR="00DA6772" w:rsidRPr="009B7193">
        <w:rPr>
          <w:noProof/>
        </w:rPr>
        <w:t>.</w:t>
      </w:r>
      <w:r w:rsidR="00DA6772" w:rsidRPr="009B7193">
        <w:rPr>
          <w:noProof/>
        </w:rPr>
        <w:tab/>
      </w:r>
      <w:r w:rsidR="00DA6772" w:rsidRPr="009B7193">
        <w:rPr>
          <w:b/>
          <w:bCs/>
          <w:noProof/>
        </w:rPr>
        <w:t xml:space="preserve">Kas plaanitakse muudatusi </w:t>
      </w:r>
      <w:r w:rsidR="00C16DD4" w:rsidRPr="00DA0672">
        <w:rPr>
          <w:b/>
          <w:bCs/>
          <w:noProof/>
        </w:rPr>
        <w:t xml:space="preserve">välismaalaste </w:t>
      </w:r>
      <w:r w:rsidR="00DA6772" w:rsidRPr="009B7193">
        <w:rPr>
          <w:b/>
          <w:bCs/>
          <w:noProof/>
        </w:rPr>
        <w:t>passi väljastamise protsessis?</w:t>
      </w:r>
    </w:p>
    <w:p w14:paraId="4812E965" w14:textId="5717038A" w:rsidR="00DA6772" w:rsidRPr="009B7193" w:rsidRDefault="00DA6772" w:rsidP="00DA6772">
      <w:pPr>
        <w:spacing w:after="160" w:line="278" w:lineRule="auto"/>
        <w:ind w:firstLine="720"/>
        <w:rPr>
          <w:noProof/>
        </w:rPr>
      </w:pPr>
    </w:p>
    <w:p w14:paraId="189090F9" w14:textId="77777777" w:rsidR="00DA6772" w:rsidRPr="009B7193" w:rsidRDefault="00DA6772" w:rsidP="00DA6772">
      <w:pPr>
        <w:spacing w:after="160" w:line="278" w:lineRule="auto"/>
        <w:rPr>
          <w:noProof/>
        </w:rPr>
      </w:pPr>
    </w:p>
    <w:p w14:paraId="13660C9A" w14:textId="77777777" w:rsidR="0055093A" w:rsidRPr="0055093A" w:rsidRDefault="0055093A" w:rsidP="0055093A">
      <w:pPr>
        <w:jc w:val="both"/>
        <w:rPr>
          <w:noProof/>
          <w:lang w:val="en-EE"/>
        </w:rPr>
      </w:pPr>
      <w:r w:rsidRPr="0055093A">
        <w:rPr>
          <w:noProof/>
          <w:lang w:val="en-EE"/>
        </w:rPr>
        <w:t>Lugupidamisega,</w:t>
      </w:r>
    </w:p>
    <w:p w14:paraId="4CFE1DF3" w14:textId="77777777" w:rsidR="0055093A" w:rsidRPr="0055093A" w:rsidRDefault="0055093A" w:rsidP="0055093A">
      <w:pPr>
        <w:jc w:val="both"/>
        <w:rPr>
          <w:noProof/>
          <w:lang w:val="en-EE"/>
        </w:rPr>
      </w:pPr>
      <w:r w:rsidRPr="0055093A">
        <w:rPr>
          <w:noProof/>
          <w:lang w:val="en-EE"/>
        </w:rPr>
        <w:t> </w:t>
      </w:r>
    </w:p>
    <w:p w14:paraId="4BCFE159" w14:textId="77777777" w:rsidR="0055093A" w:rsidRPr="0055093A" w:rsidRDefault="0055093A" w:rsidP="0055093A">
      <w:pPr>
        <w:jc w:val="both"/>
        <w:rPr>
          <w:noProof/>
          <w:lang w:val="en-EE"/>
        </w:rPr>
      </w:pPr>
      <w:r w:rsidRPr="0055093A">
        <w:rPr>
          <w:noProof/>
          <w:lang w:val="en-EE"/>
        </w:rPr>
        <w:t>(allkirjastatud digitaalselt)</w:t>
      </w:r>
    </w:p>
    <w:p w14:paraId="0104E6A8" w14:textId="67BF71E8" w:rsidR="0055093A" w:rsidRPr="0055093A" w:rsidRDefault="0055093A" w:rsidP="0055093A">
      <w:pPr>
        <w:rPr>
          <w:noProof/>
          <w:lang w:val="en-EE"/>
        </w:rPr>
      </w:pPr>
      <w:r w:rsidRPr="0055093A">
        <w:rPr>
          <w:b/>
          <w:bCs/>
          <w:noProof/>
          <w:lang w:val="en-EE"/>
        </w:rPr>
        <w:t>Evelin</w:t>
      </w:r>
      <w:r>
        <w:rPr>
          <w:b/>
          <w:bCs/>
          <w:noProof/>
          <w:lang w:val="en-EE"/>
        </w:rPr>
        <w:t xml:space="preserve"> </w:t>
      </w:r>
      <w:r w:rsidRPr="0055093A">
        <w:rPr>
          <w:b/>
          <w:bCs/>
          <w:noProof/>
          <w:lang w:val="en-EE"/>
        </w:rPr>
        <w:t>Poolamets</w:t>
      </w:r>
      <w:r w:rsidRPr="0055093A">
        <w:rPr>
          <w:noProof/>
          <w:lang w:val="en-EE"/>
        </w:rPr>
        <w:br/>
      </w:r>
      <w:r w:rsidRPr="0055093A">
        <w:rPr>
          <w:i/>
          <w:iCs/>
          <w:noProof/>
          <w:lang w:val="en-EE"/>
        </w:rPr>
        <w:t>Riigikogu liige</w:t>
      </w:r>
    </w:p>
    <w:p w14:paraId="731E1402" w14:textId="77777777" w:rsidR="00CA777B" w:rsidRPr="00DA0672" w:rsidRDefault="00CA777B" w:rsidP="00CA777B">
      <w:pPr>
        <w:jc w:val="both"/>
        <w:rPr>
          <w:noProof/>
          <w:szCs w:val="24"/>
        </w:rPr>
      </w:pPr>
    </w:p>
    <w:p w14:paraId="5CD141A2" w14:textId="69926485" w:rsidR="00670587" w:rsidRPr="00A65496" w:rsidRDefault="00670587" w:rsidP="00D5300F">
      <w:pPr>
        <w:rPr>
          <w:szCs w:val="24"/>
        </w:rPr>
      </w:pPr>
    </w:p>
    <w:p w14:paraId="62CFCF86" w14:textId="461FB44C" w:rsidR="00670587" w:rsidRPr="00A65496" w:rsidRDefault="00670587" w:rsidP="00D5300F">
      <w:pPr>
        <w:rPr>
          <w:szCs w:val="24"/>
        </w:rPr>
      </w:pPr>
    </w:p>
    <w:p w14:paraId="59592231" w14:textId="2E0184C3" w:rsidR="00500311" w:rsidRPr="00A65496" w:rsidRDefault="00500311" w:rsidP="00D5300F">
      <w:pPr>
        <w:rPr>
          <w:szCs w:val="24"/>
        </w:rPr>
      </w:pPr>
    </w:p>
    <w:p w14:paraId="4B819BD3" w14:textId="77777777" w:rsidR="004C1CF1" w:rsidRPr="00A65496" w:rsidRDefault="004C1CF1" w:rsidP="00D5300F">
      <w:pPr>
        <w:spacing w:after="0"/>
        <w:rPr>
          <w:szCs w:val="24"/>
        </w:rPr>
      </w:pPr>
    </w:p>
    <w:sectPr w:rsidR="004C1CF1" w:rsidRPr="00A65496" w:rsidSect="00E323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61F12" w14:textId="77777777" w:rsidR="008F0538" w:rsidRDefault="008F0538" w:rsidP="00561B25">
      <w:pPr>
        <w:spacing w:after="0"/>
      </w:pPr>
      <w:r>
        <w:separator/>
      </w:r>
    </w:p>
  </w:endnote>
  <w:endnote w:type="continuationSeparator" w:id="0">
    <w:p w14:paraId="70CAEB14" w14:textId="77777777" w:rsidR="008F0538" w:rsidRDefault="008F0538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BA"/>
    <w:family w:val="roman"/>
    <w:pitch w:val="variable"/>
    <w:sig w:usb0="E0002AFF" w:usb1="C0007841" w:usb2="00000009" w:usb3="00000000" w:csb0="000001FF" w:csb1="00000000"/>
  </w:font>
  <w:font w:name="Lucida Grande CE">
    <w:altName w:val="Times New Roman"/>
    <w:panose1 w:val="020B0600040502020204"/>
    <w:charset w:val="58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BBC6E" w14:textId="77777777" w:rsidR="00DE76BF" w:rsidRDefault="00DE76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46891" w14:textId="77777777" w:rsidR="00DE76BF" w:rsidRDefault="00DE76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04BB0" w14:textId="77777777" w:rsidR="006A283E" w:rsidRDefault="002E7912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30FBA80F" wp14:editId="416B257C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21383" w14:textId="77777777" w:rsidR="008F0538" w:rsidRDefault="008F0538" w:rsidP="00561B25">
      <w:pPr>
        <w:spacing w:after="0"/>
      </w:pPr>
      <w:r>
        <w:separator/>
      </w:r>
    </w:p>
  </w:footnote>
  <w:footnote w:type="continuationSeparator" w:id="0">
    <w:p w14:paraId="667E78C2" w14:textId="77777777" w:rsidR="008F0538" w:rsidRDefault="008F0538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96A84" w14:textId="77777777" w:rsidR="00DE76BF" w:rsidRDefault="00DE76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7F4A0" w14:textId="77777777" w:rsidR="006A283E" w:rsidRDefault="00D25EF7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3EE575F1" wp14:editId="03EA8775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3057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5B4302" wp14:editId="632683B5">
              <wp:simplePos x="0" y="0"/>
              <wp:positionH relativeFrom="column">
                <wp:posOffset>4977765</wp:posOffset>
              </wp:positionH>
              <wp:positionV relativeFrom="paragraph">
                <wp:posOffset>-140970</wp:posOffset>
              </wp:positionV>
              <wp:extent cx="1005840" cy="212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89DE50" w14:textId="77777777" w:rsidR="006A283E" w:rsidRPr="002E7912" w:rsidRDefault="00AA0995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6A283E"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23FE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5B43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" filled="f" stroked="f">
              <v:textbox>
                <w:txbxContent>
                  <w:p w14:paraId="4689DE50" w14:textId="77777777" w:rsidR="006A283E" w:rsidRPr="002E7912" w:rsidRDefault="00AA0995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="006A283E"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E323FE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01A60" w14:textId="77777777" w:rsidR="006A283E" w:rsidRDefault="00D25EF7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5797AABE" wp14:editId="707E1BC1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4F25"/>
    <w:multiLevelType w:val="hybridMultilevel"/>
    <w:tmpl w:val="1E5C1B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B5A5C"/>
    <w:multiLevelType w:val="hybridMultilevel"/>
    <w:tmpl w:val="A4DE6B2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5E13921"/>
    <w:multiLevelType w:val="hybridMultilevel"/>
    <w:tmpl w:val="A914E668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EC6635"/>
    <w:multiLevelType w:val="hybridMultilevel"/>
    <w:tmpl w:val="C2E0C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4755F"/>
    <w:multiLevelType w:val="hybridMultilevel"/>
    <w:tmpl w:val="4B9054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459A5"/>
    <w:multiLevelType w:val="hybridMultilevel"/>
    <w:tmpl w:val="0B76ED3A"/>
    <w:lvl w:ilvl="0" w:tplc="6078395E">
      <w:start w:val="1"/>
      <w:numFmt w:val="decimal"/>
      <w:pStyle w:val="NoSpacing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D0D96"/>
    <w:multiLevelType w:val="hybridMultilevel"/>
    <w:tmpl w:val="481CC4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F3C28"/>
    <w:multiLevelType w:val="multilevel"/>
    <w:tmpl w:val="27462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23310F"/>
    <w:multiLevelType w:val="hybridMultilevel"/>
    <w:tmpl w:val="AF1AE6CE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7723566"/>
    <w:multiLevelType w:val="hybridMultilevel"/>
    <w:tmpl w:val="76BC7F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792300"/>
    <w:multiLevelType w:val="multilevel"/>
    <w:tmpl w:val="D35272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0521443">
    <w:abstractNumId w:val="0"/>
  </w:num>
  <w:num w:numId="2" w16cid:durableId="1560357474">
    <w:abstractNumId w:val="7"/>
  </w:num>
  <w:num w:numId="3" w16cid:durableId="1147090088">
    <w:abstractNumId w:val="7"/>
  </w:num>
  <w:num w:numId="4" w16cid:durableId="1001396965">
    <w:abstractNumId w:val="2"/>
  </w:num>
  <w:num w:numId="5" w16cid:durableId="668292722">
    <w:abstractNumId w:val="0"/>
  </w:num>
  <w:num w:numId="6" w16cid:durableId="774666373">
    <w:abstractNumId w:val="2"/>
  </w:num>
  <w:num w:numId="7" w16cid:durableId="1053310366">
    <w:abstractNumId w:val="1"/>
  </w:num>
  <w:num w:numId="8" w16cid:durableId="1132942223">
    <w:abstractNumId w:val="3"/>
  </w:num>
  <w:num w:numId="9" w16cid:durableId="1840655524">
    <w:abstractNumId w:val="5"/>
  </w:num>
  <w:num w:numId="10" w16cid:durableId="401409128">
    <w:abstractNumId w:val="11"/>
  </w:num>
  <w:num w:numId="11" w16cid:durableId="1005522902">
    <w:abstractNumId w:val="10"/>
  </w:num>
  <w:num w:numId="12" w16cid:durableId="310256498">
    <w:abstractNumId w:val="8"/>
  </w:num>
  <w:num w:numId="13" w16cid:durableId="470908358">
    <w:abstractNumId w:val="4"/>
  </w:num>
  <w:num w:numId="14" w16cid:durableId="1430396213">
    <w:abstractNumId w:val="6"/>
  </w:num>
  <w:num w:numId="15" w16cid:durableId="757217735">
    <w:abstractNumId w:val="9"/>
  </w:num>
  <w:num w:numId="16" w16cid:durableId="11286662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4"/>
  <w:proofState w:spelling="clean" w:grammar="clean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575"/>
    <w:rsid w:val="0000031B"/>
    <w:rsid w:val="00000C21"/>
    <w:rsid w:val="00002BE5"/>
    <w:rsid w:val="000417C9"/>
    <w:rsid w:val="000646DB"/>
    <w:rsid w:val="00072CC3"/>
    <w:rsid w:val="00076133"/>
    <w:rsid w:val="000A102C"/>
    <w:rsid w:val="000A493F"/>
    <w:rsid w:val="000A665E"/>
    <w:rsid w:val="00106415"/>
    <w:rsid w:val="001243E1"/>
    <w:rsid w:val="001564D9"/>
    <w:rsid w:val="00181CE3"/>
    <w:rsid w:val="001A3E91"/>
    <w:rsid w:val="001B0EB3"/>
    <w:rsid w:val="001D22E6"/>
    <w:rsid w:val="001D5FAE"/>
    <w:rsid w:val="001E55B6"/>
    <w:rsid w:val="001E6805"/>
    <w:rsid w:val="001F2A41"/>
    <w:rsid w:val="001F32A0"/>
    <w:rsid w:val="00214284"/>
    <w:rsid w:val="00216C7C"/>
    <w:rsid w:val="00222D71"/>
    <w:rsid w:val="00232357"/>
    <w:rsid w:val="00236180"/>
    <w:rsid w:val="00242EEE"/>
    <w:rsid w:val="00283708"/>
    <w:rsid w:val="00291DA9"/>
    <w:rsid w:val="002959F8"/>
    <w:rsid w:val="002A0E0D"/>
    <w:rsid w:val="002C67D8"/>
    <w:rsid w:val="002D05C8"/>
    <w:rsid w:val="002D5678"/>
    <w:rsid w:val="002E64EF"/>
    <w:rsid w:val="002E7912"/>
    <w:rsid w:val="00312EB5"/>
    <w:rsid w:val="00325534"/>
    <w:rsid w:val="0033440E"/>
    <w:rsid w:val="00376C5A"/>
    <w:rsid w:val="003A6699"/>
    <w:rsid w:val="003A7F67"/>
    <w:rsid w:val="003C1501"/>
    <w:rsid w:val="003E237F"/>
    <w:rsid w:val="003E5585"/>
    <w:rsid w:val="003F6CF9"/>
    <w:rsid w:val="004016D5"/>
    <w:rsid w:val="004028A3"/>
    <w:rsid w:val="00406C46"/>
    <w:rsid w:val="00452AD9"/>
    <w:rsid w:val="004648BF"/>
    <w:rsid w:val="004904D9"/>
    <w:rsid w:val="004935A8"/>
    <w:rsid w:val="00495B91"/>
    <w:rsid w:val="004973BB"/>
    <w:rsid w:val="004A4AC7"/>
    <w:rsid w:val="004C1CF1"/>
    <w:rsid w:val="004F177F"/>
    <w:rsid w:val="004F6821"/>
    <w:rsid w:val="00500311"/>
    <w:rsid w:val="005045E1"/>
    <w:rsid w:val="00514857"/>
    <w:rsid w:val="005366C1"/>
    <w:rsid w:val="00537055"/>
    <w:rsid w:val="00545394"/>
    <w:rsid w:val="0055093A"/>
    <w:rsid w:val="00561B25"/>
    <w:rsid w:val="005728DE"/>
    <w:rsid w:val="0058366C"/>
    <w:rsid w:val="005A1232"/>
    <w:rsid w:val="005B6866"/>
    <w:rsid w:val="005C1E72"/>
    <w:rsid w:val="005C5DE6"/>
    <w:rsid w:val="005C6440"/>
    <w:rsid w:val="005E4001"/>
    <w:rsid w:val="00624233"/>
    <w:rsid w:val="00661D7F"/>
    <w:rsid w:val="00670587"/>
    <w:rsid w:val="00680A04"/>
    <w:rsid w:val="006A283E"/>
    <w:rsid w:val="006B6EEC"/>
    <w:rsid w:val="00702DC3"/>
    <w:rsid w:val="00714290"/>
    <w:rsid w:val="007319DD"/>
    <w:rsid w:val="00740142"/>
    <w:rsid w:val="007612E9"/>
    <w:rsid w:val="00765E6B"/>
    <w:rsid w:val="007B39B3"/>
    <w:rsid w:val="007B6512"/>
    <w:rsid w:val="00830575"/>
    <w:rsid w:val="008330D8"/>
    <w:rsid w:val="0083571C"/>
    <w:rsid w:val="008476D3"/>
    <w:rsid w:val="008610D2"/>
    <w:rsid w:val="0086416A"/>
    <w:rsid w:val="008722C1"/>
    <w:rsid w:val="00882C8D"/>
    <w:rsid w:val="00885317"/>
    <w:rsid w:val="008B32E1"/>
    <w:rsid w:val="008D5AD9"/>
    <w:rsid w:val="008E7754"/>
    <w:rsid w:val="008F0538"/>
    <w:rsid w:val="00905D80"/>
    <w:rsid w:val="0091342A"/>
    <w:rsid w:val="009143B2"/>
    <w:rsid w:val="00943B9E"/>
    <w:rsid w:val="00945D83"/>
    <w:rsid w:val="00960CF1"/>
    <w:rsid w:val="00986798"/>
    <w:rsid w:val="009938DD"/>
    <w:rsid w:val="009A4765"/>
    <w:rsid w:val="009A6CF9"/>
    <w:rsid w:val="00A16A0B"/>
    <w:rsid w:val="00A212F6"/>
    <w:rsid w:val="00A51A14"/>
    <w:rsid w:val="00A65496"/>
    <w:rsid w:val="00A6688A"/>
    <w:rsid w:val="00A832ED"/>
    <w:rsid w:val="00A87478"/>
    <w:rsid w:val="00AA0995"/>
    <w:rsid w:val="00AB0B3A"/>
    <w:rsid w:val="00AF1112"/>
    <w:rsid w:val="00B07A1B"/>
    <w:rsid w:val="00B24431"/>
    <w:rsid w:val="00B31B1D"/>
    <w:rsid w:val="00B424D6"/>
    <w:rsid w:val="00B431F9"/>
    <w:rsid w:val="00B70C37"/>
    <w:rsid w:val="00B77656"/>
    <w:rsid w:val="00B83AFB"/>
    <w:rsid w:val="00BA09DE"/>
    <w:rsid w:val="00BB3105"/>
    <w:rsid w:val="00C0093A"/>
    <w:rsid w:val="00C02042"/>
    <w:rsid w:val="00C16DD4"/>
    <w:rsid w:val="00C5555F"/>
    <w:rsid w:val="00C67C90"/>
    <w:rsid w:val="00C940E1"/>
    <w:rsid w:val="00CA777B"/>
    <w:rsid w:val="00CB2CCD"/>
    <w:rsid w:val="00D03823"/>
    <w:rsid w:val="00D25EF7"/>
    <w:rsid w:val="00D26EC0"/>
    <w:rsid w:val="00D47437"/>
    <w:rsid w:val="00D51AE7"/>
    <w:rsid w:val="00D5300F"/>
    <w:rsid w:val="00D56736"/>
    <w:rsid w:val="00D62396"/>
    <w:rsid w:val="00D70327"/>
    <w:rsid w:val="00D91E7E"/>
    <w:rsid w:val="00DA0672"/>
    <w:rsid w:val="00DA6772"/>
    <w:rsid w:val="00DB58DF"/>
    <w:rsid w:val="00DC0E6A"/>
    <w:rsid w:val="00DC2863"/>
    <w:rsid w:val="00DC43D4"/>
    <w:rsid w:val="00DE7638"/>
    <w:rsid w:val="00DE76BF"/>
    <w:rsid w:val="00DF69F1"/>
    <w:rsid w:val="00E032A5"/>
    <w:rsid w:val="00E11BD6"/>
    <w:rsid w:val="00E31627"/>
    <w:rsid w:val="00E323FE"/>
    <w:rsid w:val="00E83A8C"/>
    <w:rsid w:val="00E85B2D"/>
    <w:rsid w:val="00EA1D2A"/>
    <w:rsid w:val="00ED5FEE"/>
    <w:rsid w:val="00EE1083"/>
    <w:rsid w:val="00EE3A68"/>
    <w:rsid w:val="00EE74BE"/>
    <w:rsid w:val="00EF67C2"/>
    <w:rsid w:val="00F0565C"/>
    <w:rsid w:val="00F308C8"/>
    <w:rsid w:val="00F3409C"/>
    <w:rsid w:val="00F82B8A"/>
    <w:rsid w:val="00F93AED"/>
    <w:rsid w:val="00FB76F6"/>
    <w:rsid w:val="00FC7118"/>
    <w:rsid w:val="00FD3E64"/>
    <w:rsid w:val="00FD5E06"/>
    <w:rsid w:val="00FE4BB1"/>
    <w:rsid w:val="00FF20CF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AA6C159"/>
  <w15:docId w15:val="{5FB38424-21B0-4C10-804C-0FBC3158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Heading1">
    <w:name w:val="heading 1"/>
    <w:aliases w:val="Nimekiri 2 sulgu"/>
    <w:basedOn w:val="ListParagraph"/>
    <w:next w:val="Normal"/>
    <w:link w:val="Heading1Char"/>
    <w:uiPriority w:val="9"/>
    <w:qFormat/>
    <w:rsid w:val="00882C8D"/>
    <w:pPr>
      <w:ind w:hanging="360"/>
      <w:outlineLvl w:val="0"/>
    </w:pPr>
  </w:style>
  <w:style w:type="paragraph" w:styleId="Heading2">
    <w:name w:val="heading 2"/>
    <w:aliases w:val="Pealkiri Suur"/>
    <w:basedOn w:val="Normal"/>
    <w:next w:val="Normal"/>
    <w:link w:val="Heading2Char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Heading3">
    <w:name w:val="heading 3"/>
    <w:aliases w:val="Nimekiri Bullet"/>
    <w:basedOn w:val="ListParagraph"/>
    <w:next w:val="Normal"/>
    <w:link w:val="Heading3Char"/>
    <w:uiPriority w:val="9"/>
    <w:unhideWhenUsed/>
    <w:qFormat/>
    <w:rsid w:val="00882C8D"/>
    <w:pPr>
      <w:ind w:hanging="36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64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239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ealkiri Suur Char"/>
    <w:basedOn w:val="DefaultParagraphFont"/>
    <w:link w:val="Heading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Heading1Char">
    <w:name w:val="Heading 1 Char"/>
    <w:aliases w:val="Nimekiri 2 sulgu Char"/>
    <w:basedOn w:val="DefaultParagraphFont"/>
    <w:link w:val="Heading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Heading3Char">
    <w:name w:val="Heading 3 Char"/>
    <w:aliases w:val="Nimekiri Bullet Char"/>
    <w:basedOn w:val="DefaultParagraphFont"/>
    <w:link w:val="Heading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1F2A41"/>
    <w:pPr>
      <w:ind w:left="720"/>
      <w:contextualSpacing/>
    </w:pPr>
  </w:style>
  <w:style w:type="paragraph" w:styleId="NoSpacing">
    <w:name w:val="No Spacing"/>
    <w:aliases w:val="Nimekiri Numbritega"/>
    <w:basedOn w:val="ListParagraph"/>
    <w:uiPriority w:val="1"/>
    <w:qFormat/>
    <w:rsid w:val="00882C8D"/>
    <w:pPr>
      <w:numPr>
        <w:numId w:val="3"/>
      </w:numPr>
      <w:tabs>
        <w:tab w:val="num" w:pos="360"/>
      </w:tabs>
      <w:ind w:firstLine="0"/>
    </w:pPr>
  </w:style>
  <w:style w:type="paragraph" w:styleId="Subtitle">
    <w:name w:val="Subtitle"/>
    <w:aliases w:val="Pealkiri Vahe"/>
    <w:basedOn w:val="Normal"/>
    <w:next w:val="Normal"/>
    <w:link w:val="SubtitleChar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SubtitleChar">
    <w:name w:val="Subtitle Char"/>
    <w:aliases w:val="Pealkiri Vahe Char"/>
    <w:basedOn w:val="DefaultParagraphFont"/>
    <w:link w:val="Subtitle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y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Footer">
    <w:name w:val="footer"/>
    <w:basedOn w:val="Normal"/>
    <w:link w:val="FooterChar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SubtleEmphasis">
    <w:name w:val="Subtle Emphasis"/>
    <w:basedOn w:val="DefaultParagraphFont"/>
    <w:uiPriority w:val="19"/>
    <w:qFormat/>
    <w:rsid w:val="004973B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973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4973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973B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SubtleReference">
    <w:name w:val="Subtle Reference"/>
    <w:basedOn w:val="DefaultParagraphFont"/>
    <w:uiPriority w:val="31"/>
    <w:qFormat/>
    <w:rsid w:val="004973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973BB"/>
    <w:rPr>
      <w:b/>
      <w:bCs/>
      <w:smallCaps/>
      <w:spacing w:val="5"/>
    </w:rPr>
  </w:style>
  <w:style w:type="paragraph" w:customStyle="1" w:styleId="xmsonormal">
    <w:name w:val="x_msonormal"/>
    <w:basedOn w:val="Normal"/>
    <w:rsid w:val="001564D9"/>
    <w:pPr>
      <w:spacing w:after="0"/>
    </w:pPr>
    <w:rPr>
      <w:rFonts w:ascii="Calibri" w:eastAsiaTheme="minorHAnsi" w:hAnsi="Calibri" w:cs="Calibri"/>
      <w:sz w:val="22"/>
      <w:szCs w:val="22"/>
      <w:lang w:eastAsia="et-EE"/>
    </w:rPr>
  </w:style>
  <w:style w:type="paragraph" w:styleId="NormalWeb">
    <w:name w:val="Normal (Web)"/>
    <w:basedOn w:val="Normal"/>
    <w:uiPriority w:val="99"/>
    <w:semiHidden/>
    <w:unhideWhenUsed/>
    <w:rsid w:val="00DE7638"/>
    <w:pPr>
      <w:spacing w:before="100" w:beforeAutospacing="1" w:after="100" w:afterAutospacing="1"/>
    </w:pPr>
    <w:rPr>
      <w:rFonts w:eastAsia="Times New Roman"/>
      <w:szCs w:val="24"/>
      <w:lang w:eastAsia="et-EE"/>
    </w:rPr>
  </w:style>
  <w:style w:type="character" w:customStyle="1" w:styleId="Heading4Char">
    <w:name w:val="Heading 4 Char"/>
    <w:basedOn w:val="DefaultParagraphFont"/>
    <w:link w:val="Heading4"/>
    <w:uiPriority w:val="9"/>
    <w:rsid w:val="00106415"/>
    <w:rPr>
      <w:rFonts w:asciiTheme="majorHAnsi" w:eastAsiaTheme="majorEastAsia" w:hAnsiTheme="majorHAnsi" w:cstheme="majorBidi"/>
      <w:i/>
      <w:iCs/>
      <w:color w:val="365F91" w:themeColor="accent1" w:themeShade="BF"/>
      <w:szCs w:val="18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2396"/>
    <w:rPr>
      <w:rFonts w:asciiTheme="majorHAnsi" w:eastAsiaTheme="majorEastAsia" w:hAnsiTheme="majorHAnsi" w:cstheme="majorBidi"/>
      <w:color w:val="365F91" w:themeColor="accent1" w:themeShade="BF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91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3496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8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2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6B9A49-9624-4996-9DD1-F392AA9E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R:\Plangid\Riigikogu_eesti_kirjaplank.dotx</Template>
  <TotalTime>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Age Minka</dc:creator>
  <cp:lastModifiedBy>Evelin Poolamets</cp:lastModifiedBy>
  <cp:revision>2</cp:revision>
  <cp:lastPrinted>2013-08-13T15:55:00Z</cp:lastPrinted>
  <dcterms:created xsi:type="dcterms:W3CDTF">2024-12-10T07:37:00Z</dcterms:created>
  <dcterms:modified xsi:type="dcterms:W3CDTF">2024-12-10T07:37:00Z</dcterms:modified>
</cp:coreProperties>
</file>