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2"/>
        <w:tblW w:w="20979" w:type="dxa"/>
        <w:tblLayout w:type="fixed"/>
        <w:tblLook w:val="04A0" w:firstRow="1" w:lastRow="0" w:firstColumn="1" w:lastColumn="0" w:noHBand="0" w:noVBand="1"/>
      </w:tblPr>
      <w:tblGrid>
        <w:gridCol w:w="10489"/>
        <w:gridCol w:w="10490"/>
      </w:tblGrid>
      <w:tr w:rsidR="002B5311" w:rsidRPr="00B04B85" w14:paraId="0927E460" w14:textId="77777777" w:rsidTr="00C55F36">
        <w:trPr>
          <w:trHeight w:val="8098"/>
        </w:trPr>
        <w:tc>
          <w:tcPr>
            <w:tcW w:w="10489" w:type="dxa"/>
            <w:tcBorders>
              <w:top w:val="nil"/>
              <w:left w:val="nil"/>
              <w:bottom w:val="nil"/>
              <w:right w:val="nil"/>
            </w:tcBorders>
          </w:tcPr>
          <w:p w14:paraId="7270BE1B" w14:textId="77777777" w:rsidR="002B5311" w:rsidRPr="00566C5B" w:rsidRDefault="002B5311" w:rsidP="001C1B1D">
            <w:pPr>
              <w:pStyle w:val="Pealkiri"/>
              <w:ind w:right="309"/>
              <w:jc w:val="right"/>
              <w:rPr>
                <w:sz w:val="40"/>
                <w:szCs w:val="144"/>
                <w:lang w:val="et-EE" w:eastAsia="fi-FI" w:bidi="fi-FI"/>
              </w:rPr>
            </w:pPr>
          </w:p>
          <w:p w14:paraId="4CA75EBE" w14:textId="77777777" w:rsidR="002B5311" w:rsidRPr="00566C5B" w:rsidRDefault="002B5311" w:rsidP="00291BFA">
            <w:pPr>
              <w:pStyle w:val="Pealkiri"/>
              <w:ind w:right="309"/>
              <w:rPr>
                <w:sz w:val="40"/>
                <w:szCs w:val="144"/>
                <w:lang w:val="et-EE" w:eastAsia="fi-FI" w:bidi="fi-FI"/>
              </w:rPr>
            </w:pPr>
          </w:p>
          <w:p w14:paraId="25C41A40" w14:textId="5DC82264" w:rsidR="002B5311" w:rsidRDefault="002B5311" w:rsidP="00291BFA">
            <w:pPr>
              <w:pStyle w:val="Pealkiri"/>
              <w:ind w:right="309"/>
              <w:rPr>
                <w:sz w:val="40"/>
                <w:szCs w:val="144"/>
                <w:lang w:val="et-EE" w:eastAsia="fi-FI" w:bidi="fi-FI"/>
              </w:rPr>
            </w:pPr>
          </w:p>
          <w:p w14:paraId="61DC47EB" w14:textId="77777777" w:rsidR="00C55F36" w:rsidRPr="00C55F36" w:rsidRDefault="00C55F36" w:rsidP="00C55F36">
            <w:pPr>
              <w:rPr>
                <w:lang w:val="et-EE" w:eastAsia="fi-FI" w:bidi="fi-FI"/>
              </w:rPr>
            </w:pPr>
          </w:p>
          <w:p w14:paraId="6F2FDF7D" w14:textId="77777777" w:rsidR="002B5311" w:rsidRPr="00566C5B" w:rsidRDefault="002B5311" w:rsidP="001C1B1D">
            <w:pPr>
              <w:pStyle w:val="Pealkiri"/>
              <w:ind w:right="309"/>
              <w:jc w:val="right"/>
              <w:rPr>
                <w:sz w:val="40"/>
                <w:szCs w:val="144"/>
                <w:lang w:val="et-EE" w:eastAsia="fi-FI" w:bidi="fi-FI"/>
              </w:rPr>
            </w:pPr>
          </w:p>
          <w:p w14:paraId="1A9DC13D" w14:textId="53B60D10" w:rsidR="002B5311" w:rsidRPr="00206869" w:rsidRDefault="006E6172" w:rsidP="001C1B1D">
            <w:pPr>
              <w:pStyle w:val="Pealkiri"/>
              <w:ind w:right="309"/>
              <w:jc w:val="right"/>
              <w:rPr>
                <w:sz w:val="52"/>
                <w:szCs w:val="52"/>
                <w:lang w:val="et-EE"/>
              </w:rPr>
            </w:pPr>
            <w:r>
              <w:rPr>
                <w:sz w:val="52"/>
                <w:szCs w:val="52"/>
                <w:lang w:val="et-EE"/>
              </w:rPr>
              <w:t>TÖÖPROJEKT</w:t>
            </w:r>
          </w:p>
          <w:p w14:paraId="0D325910" w14:textId="526CA103" w:rsidR="002B5311" w:rsidRPr="005B016B" w:rsidRDefault="003A273D" w:rsidP="00790D8F">
            <w:pPr>
              <w:pStyle w:val="Pealkiri"/>
              <w:ind w:right="309"/>
              <w:jc w:val="right"/>
              <w:rPr>
                <w:b w:val="0"/>
                <w:caps w:val="0"/>
                <w:sz w:val="40"/>
                <w:szCs w:val="144"/>
                <w:lang w:val="de-DE" w:eastAsia="fi-FI" w:bidi="fi-FI"/>
              </w:rPr>
            </w:pPr>
            <w:bookmarkStart w:id="0" w:name="_Hlk169529124"/>
            <w:r>
              <w:rPr>
                <w:sz w:val="40"/>
                <w:szCs w:val="144"/>
                <w:lang w:val="et-EE" w:eastAsia="fi-FI" w:bidi="fi-FI"/>
              </w:rPr>
              <w:t xml:space="preserve">Truup </w:t>
            </w:r>
            <w:r w:rsidR="003F5BAB">
              <w:rPr>
                <w:sz w:val="40"/>
                <w:szCs w:val="144"/>
                <w:lang w:val="et-EE" w:eastAsia="fi-FI" w:bidi="fi-FI"/>
              </w:rPr>
              <w:t>CU03708</w:t>
            </w:r>
            <w:r w:rsidR="002B012B">
              <w:rPr>
                <w:sz w:val="40"/>
                <w:szCs w:val="144"/>
                <w:lang w:val="et-EE" w:eastAsia="fi-FI" w:bidi="fi-FI"/>
              </w:rPr>
              <w:t>2</w:t>
            </w:r>
            <w:r w:rsidR="003F5BAB">
              <w:rPr>
                <w:sz w:val="40"/>
                <w:szCs w:val="144"/>
                <w:lang w:val="et-EE" w:eastAsia="fi-FI" w:bidi="fi-FI"/>
              </w:rPr>
              <w:t xml:space="preserve">. </w:t>
            </w:r>
            <w:r w:rsidR="005B016B" w:rsidRPr="005B016B">
              <w:rPr>
                <w:sz w:val="40"/>
                <w:szCs w:val="144"/>
                <w:lang w:val="de-DE" w:eastAsia="fi-FI" w:bidi="fi-FI"/>
              </w:rPr>
              <w:t>dokumentide l</w:t>
            </w:r>
            <w:r w:rsidR="005B016B">
              <w:rPr>
                <w:sz w:val="40"/>
                <w:szCs w:val="144"/>
                <w:lang w:val="de-DE" w:eastAsia="fi-FI" w:bidi="fi-FI"/>
              </w:rPr>
              <w:t>oetelu</w:t>
            </w:r>
          </w:p>
          <w:bookmarkEnd w:id="0"/>
          <w:p w14:paraId="638167E7" w14:textId="77777777" w:rsidR="002B5311" w:rsidRPr="00566C5B" w:rsidRDefault="002B5311" w:rsidP="00C55F36">
            <w:pPr>
              <w:pStyle w:val="Pealkiri"/>
              <w:ind w:right="309"/>
              <w:rPr>
                <w:sz w:val="40"/>
                <w:szCs w:val="144"/>
                <w:lang w:val="et-EE" w:eastAsia="fi-FI" w:bidi="fi-FI"/>
              </w:rPr>
            </w:pPr>
          </w:p>
          <w:p w14:paraId="767BE201" w14:textId="4434E69E" w:rsidR="002B5311" w:rsidRDefault="002B5311" w:rsidP="001C1B1D">
            <w:pPr>
              <w:pStyle w:val="Pealkiri"/>
              <w:ind w:right="309"/>
              <w:jc w:val="right"/>
              <w:rPr>
                <w:sz w:val="40"/>
                <w:szCs w:val="144"/>
                <w:lang w:val="et-EE" w:eastAsia="fi-FI" w:bidi="fi-FI"/>
              </w:rPr>
            </w:pPr>
          </w:p>
          <w:p w14:paraId="3C801AEF" w14:textId="786EFA27" w:rsidR="00C55F36" w:rsidRDefault="00C55F36" w:rsidP="00C55F36">
            <w:pPr>
              <w:rPr>
                <w:lang w:val="et-EE" w:eastAsia="fi-FI" w:bidi="fi-FI"/>
              </w:rPr>
            </w:pPr>
          </w:p>
          <w:p w14:paraId="547F9D7B" w14:textId="77777777" w:rsidR="00C55F36" w:rsidRDefault="00C55F36" w:rsidP="00C55F36">
            <w:pPr>
              <w:rPr>
                <w:lang w:val="et-EE" w:eastAsia="fi-FI" w:bidi="fi-FI"/>
              </w:rPr>
            </w:pPr>
          </w:p>
          <w:p w14:paraId="2C7DB276" w14:textId="6D341D33" w:rsidR="00C55F36" w:rsidRDefault="00C55F36" w:rsidP="00C55F36">
            <w:pPr>
              <w:rPr>
                <w:lang w:val="et-EE" w:eastAsia="fi-FI" w:bidi="fi-FI"/>
              </w:rPr>
            </w:pPr>
          </w:p>
          <w:p w14:paraId="0351208C" w14:textId="77777777" w:rsidR="00C55F36" w:rsidRPr="00C55F36" w:rsidRDefault="00C55F36" w:rsidP="00C55F36">
            <w:pPr>
              <w:rPr>
                <w:lang w:val="et-EE" w:eastAsia="fi-FI" w:bidi="fi-FI"/>
              </w:rPr>
            </w:pPr>
          </w:p>
          <w:p w14:paraId="099A3F72" w14:textId="0996159F" w:rsidR="002B5311" w:rsidRPr="00B80A94" w:rsidRDefault="00C55F36" w:rsidP="001C1B1D">
            <w:pPr>
              <w:pStyle w:val="RBmini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et-EE" w:bidi="et-EE"/>
              </w:rPr>
            </w:pPr>
            <w:r>
              <w:rPr>
                <w:lang w:val="et-EE" w:eastAsia="et-EE"/>
              </w:rPr>
              <w:drawing>
                <wp:inline distT="0" distB="0" distL="0" distR="0" wp14:anchorId="77F549E5" wp14:editId="4BC6565E">
                  <wp:extent cx="2261870" cy="536575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187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D80AE49" w14:textId="77777777" w:rsidR="002B5311" w:rsidRPr="00440059" w:rsidRDefault="002B5311" w:rsidP="001C1B1D">
            <w:pPr>
              <w:pStyle w:val="RBminitext"/>
              <w:rPr>
                <w:color w:val="10069F"/>
                <w:lang w:val="et-EE" w:bidi="et-EE"/>
              </w:rPr>
            </w:pPr>
            <w:r w:rsidRPr="00440059">
              <w:rPr>
                <w:color w:val="10069F"/>
                <w:lang w:val="et-EE" w:bidi="et-EE"/>
              </w:rPr>
              <w:t>Ainuvastutus käesoleva väljaande eest lasub autoril.</w:t>
            </w:r>
          </w:p>
          <w:p w14:paraId="4CAB175C" w14:textId="77777777" w:rsidR="002B5311" w:rsidRPr="007E03C3" w:rsidRDefault="002B5311" w:rsidP="001C1B1D">
            <w:pPr>
              <w:pStyle w:val="RBminitext"/>
              <w:rPr>
                <w:lang w:val="et-EE" w:bidi="et-EE"/>
              </w:rPr>
            </w:pPr>
            <w:r w:rsidRPr="00550297">
              <w:rPr>
                <w:color w:val="10069F"/>
                <w:lang w:val="et-EE" w:bidi="et-EE"/>
              </w:rPr>
              <w:t>Euroopa Liit ei vastuta selles sisalduva teabe mistahes kasutamise eest.</w:t>
            </w:r>
          </w:p>
        </w:tc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</w:tcPr>
          <w:p w14:paraId="5AAC138A" w14:textId="77777777" w:rsidR="002B5311" w:rsidRPr="00566C5B" w:rsidRDefault="002B5311" w:rsidP="001C1B1D">
            <w:pPr>
              <w:pStyle w:val="Pealkiri"/>
              <w:ind w:right="309"/>
              <w:jc w:val="right"/>
              <w:rPr>
                <w:sz w:val="40"/>
                <w:szCs w:val="144"/>
                <w:lang w:val="et-EE" w:eastAsia="fi-FI" w:bidi="fi-FI"/>
              </w:rPr>
            </w:pPr>
          </w:p>
          <w:p w14:paraId="16767D49" w14:textId="77777777" w:rsidR="002B5311" w:rsidRPr="00566C5B" w:rsidRDefault="002B5311" w:rsidP="001C1B1D">
            <w:pPr>
              <w:pStyle w:val="Pealkiri"/>
              <w:ind w:right="309"/>
              <w:jc w:val="right"/>
              <w:rPr>
                <w:sz w:val="40"/>
                <w:szCs w:val="144"/>
                <w:lang w:val="et-EE" w:eastAsia="fi-FI" w:bidi="fi-FI"/>
              </w:rPr>
            </w:pPr>
          </w:p>
          <w:p w14:paraId="434BC676" w14:textId="77777777" w:rsidR="002B5311" w:rsidRPr="00566C5B" w:rsidRDefault="002B5311" w:rsidP="00291BFA">
            <w:pPr>
              <w:pStyle w:val="Pealkiri"/>
              <w:ind w:right="309"/>
              <w:rPr>
                <w:sz w:val="40"/>
                <w:szCs w:val="144"/>
                <w:lang w:val="et-EE" w:eastAsia="fi-FI" w:bidi="fi-FI"/>
              </w:rPr>
            </w:pPr>
          </w:p>
          <w:p w14:paraId="4D0978A7" w14:textId="5ABFEA4C" w:rsidR="002B5311" w:rsidRDefault="002B5311" w:rsidP="00D1369E">
            <w:pPr>
              <w:pStyle w:val="Pealkiri"/>
              <w:ind w:right="309"/>
              <w:rPr>
                <w:sz w:val="40"/>
                <w:szCs w:val="144"/>
                <w:lang w:val="et-EE" w:eastAsia="fi-FI" w:bidi="fi-FI"/>
              </w:rPr>
            </w:pPr>
          </w:p>
          <w:p w14:paraId="0F8C3CFB" w14:textId="120C14B8" w:rsidR="00C55F36" w:rsidRDefault="00C55F36" w:rsidP="00C55F36">
            <w:pPr>
              <w:rPr>
                <w:lang w:val="et-EE" w:eastAsia="fi-FI" w:bidi="fi-FI"/>
              </w:rPr>
            </w:pPr>
          </w:p>
          <w:p w14:paraId="74839EC6" w14:textId="77777777" w:rsidR="00C55F36" w:rsidRPr="00C55F36" w:rsidRDefault="00C55F36" w:rsidP="00C55F36">
            <w:pPr>
              <w:rPr>
                <w:lang w:val="et-EE" w:eastAsia="fi-FI" w:bidi="fi-FI"/>
              </w:rPr>
            </w:pPr>
          </w:p>
          <w:p w14:paraId="7F668C0F" w14:textId="70C73BFA" w:rsidR="002B5311" w:rsidRDefault="00790D8F" w:rsidP="001C1B1D">
            <w:pPr>
              <w:pStyle w:val="Pealkiri"/>
              <w:ind w:right="309"/>
              <w:jc w:val="right"/>
              <w:rPr>
                <w:sz w:val="52"/>
                <w:szCs w:val="52"/>
                <w:lang w:val="en-GB"/>
              </w:rPr>
            </w:pPr>
            <w:r>
              <w:rPr>
                <w:sz w:val="52"/>
                <w:szCs w:val="52"/>
                <w:lang w:val="en-GB"/>
              </w:rPr>
              <w:t>DETAILED TECHNICAL DESIGN</w:t>
            </w:r>
          </w:p>
          <w:p w14:paraId="2949CAEF" w14:textId="735A4B46" w:rsidR="002B5311" w:rsidRPr="00566C5B" w:rsidRDefault="003A273D" w:rsidP="00790D8F">
            <w:pPr>
              <w:pStyle w:val="Pealkiri"/>
              <w:ind w:right="309"/>
              <w:jc w:val="right"/>
              <w:rPr>
                <w:sz w:val="40"/>
                <w:szCs w:val="144"/>
                <w:lang w:val="et-EE" w:eastAsia="fi-FI" w:bidi="fi-FI"/>
              </w:rPr>
            </w:pPr>
            <w:r>
              <w:rPr>
                <w:sz w:val="40"/>
                <w:szCs w:val="144"/>
                <w:lang w:val="et-EE" w:eastAsia="fi-FI" w:bidi="fi-FI"/>
              </w:rPr>
              <w:t xml:space="preserve">culvert </w:t>
            </w:r>
            <w:r w:rsidR="003F5BAB">
              <w:rPr>
                <w:sz w:val="40"/>
                <w:szCs w:val="144"/>
                <w:lang w:val="et-EE" w:eastAsia="fi-FI" w:bidi="fi-FI"/>
              </w:rPr>
              <w:t>CU03708</w:t>
            </w:r>
            <w:r w:rsidR="002B012B">
              <w:rPr>
                <w:sz w:val="40"/>
                <w:szCs w:val="144"/>
                <w:lang w:val="et-EE" w:eastAsia="fi-FI" w:bidi="fi-FI"/>
              </w:rPr>
              <w:t>2</w:t>
            </w:r>
            <w:r w:rsidR="003F5BAB">
              <w:rPr>
                <w:sz w:val="40"/>
                <w:szCs w:val="144"/>
                <w:lang w:val="et-EE" w:eastAsia="fi-FI" w:bidi="fi-FI"/>
              </w:rPr>
              <w:t xml:space="preserve">. </w:t>
            </w:r>
            <w:r w:rsidR="005B016B">
              <w:rPr>
                <w:sz w:val="40"/>
                <w:szCs w:val="144"/>
                <w:lang w:val="et-EE" w:eastAsia="fi-FI" w:bidi="fi-FI"/>
              </w:rPr>
              <w:t>index of documents</w:t>
            </w:r>
          </w:p>
          <w:p w14:paraId="30076BED" w14:textId="77777777" w:rsidR="00291BFA" w:rsidRPr="00291BFA" w:rsidRDefault="00291BFA" w:rsidP="00291BFA">
            <w:pPr>
              <w:rPr>
                <w:lang w:val="et-EE" w:eastAsia="fi-FI" w:bidi="fi-FI"/>
              </w:rPr>
            </w:pPr>
          </w:p>
          <w:p w14:paraId="4EE9BDE8" w14:textId="77777777" w:rsidR="002B5311" w:rsidRPr="00566C5B" w:rsidRDefault="002B5311" w:rsidP="001C1B1D">
            <w:pPr>
              <w:pStyle w:val="Pealkiri"/>
              <w:ind w:right="309"/>
              <w:jc w:val="right"/>
              <w:rPr>
                <w:sz w:val="40"/>
                <w:szCs w:val="144"/>
                <w:lang w:val="et-EE" w:eastAsia="fi-FI" w:bidi="fi-FI"/>
              </w:rPr>
            </w:pPr>
          </w:p>
          <w:p w14:paraId="78274791" w14:textId="5A5A4771" w:rsidR="002B5311" w:rsidRDefault="002B5311" w:rsidP="001C1B1D">
            <w:pPr>
              <w:pStyle w:val="Pealkiri"/>
              <w:ind w:right="309"/>
              <w:jc w:val="right"/>
              <w:rPr>
                <w:sz w:val="40"/>
                <w:szCs w:val="144"/>
                <w:lang w:val="et-EE" w:eastAsia="fi-FI" w:bidi="fi-FI"/>
              </w:rPr>
            </w:pPr>
          </w:p>
          <w:p w14:paraId="547396D0" w14:textId="716D9575" w:rsidR="00C55F36" w:rsidRDefault="00C55F36" w:rsidP="00C55F36">
            <w:pPr>
              <w:rPr>
                <w:lang w:val="et-EE" w:eastAsia="fi-FI" w:bidi="fi-FI"/>
              </w:rPr>
            </w:pPr>
          </w:p>
          <w:p w14:paraId="140B98ED" w14:textId="77777777" w:rsidR="00C55F36" w:rsidRPr="00C55F36" w:rsidRDefault="00C55F36" w:rsidP="00C55F36">
            <w:pPr>
              <w:rPr>
                <w:lang w:val="et-EE" w:eastAsia="fi-FI" w:bidi="fi-FI"/>
              </w:rPr>
            </w:pPr>
          </w:p>
          <w:p w14:paraId="15F18129" w14:textId="77777777" w:rsidR="002B5311" w:rsidRPr="00B80A94" w:rsidRDefault="002B5311" w:rsidP="001C1B1D">
            <w:pPr>
              <w:pStyle w:val="RBmini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>
              <w:rPr>
                <w:lang w:val="et-EE" w:eastAsia="et-EE"/>
              </w:rPr>
              <w:drawing>
                <wp:inline distT="0" distB="0" distL="0" distR="0" wp14:anchorId="350D15B6" wp14:editId="5206A562">
                  <wp:extent cx="2797478" cy="540000"/>
                  <wp:effectExtent l="0" t="0" r="3175" b="0"/>
                  <wp:docPr id="44" name="Imagen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797478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CF4C28E" w14:textId="77777777" w:rsidR="002B5311" w:rsidRPr="00550297" w:rsidRDefault="002B5311" w:rsidP="001C1B1D">
            <w:pPr>
              <w:pStyle w:val="RBminitext"/>
              <w:rPr>
                <w:color w:val="10069F"/>
              </w:rPr>
            </w:pPr>
            <w:r w:rsidRPr="00550297">
              <w:rPr>
                <w:color w:val="10069F"/>
              </w:rPr>
              <w:t>The sole responsibility of this publication lies with the author.</w:t>
            </w:r>
          </w:p>
          <w:p w14:paraId="04D8B86D" w14:textId="77777777" w:rsidR="002B5311" w:rsidRPr="002D559F" w:rsidRDefault="002B5311" w:rsidP="001C1B1D">
            <w:pPr>
              <w:pStyle w:val="RBminitext"/>
              <w:rPr>
                <w:rFonts w:eastAsia="Times New Roman"/>
                <w:color w:val="000000"/>
                <w:highlight w:val="yellow"/>
                <w:lang w:val="et-EE"/>
              </w:rPr>
            </w:pPr>
            <w:r w:rsidRPr="00550297">
              <w:rPr>
                <w:color w:val="10069F"/>
              </w:rPr>
              <w:t>The European Union is not responsible for any use that may be made of the information contained therein.</w:t>
            </w:r>
          </w:p>
        </w:tc>
      </w:tr>
    </w:tbl>
    <w:p w14:paraId="0251DC58" w14:textId="0C4A3D8B" w:rsidR="00F11D70" w:rsidRPr="00F177F3" w:rsidRDefault="00F11D70" w:rsidP="004C7347">
      <w:pPr>
        <w:spacing w:after="100" w:afterAutospacing="1" w:line="360" w:lineRule="auto"/>
        <w:rPr>
          <w:lang w:val="et-EE"/>
        </w:rPr>
        <w:sectPr w:rsidR="00F11D70" w:rsidRPr="00F177F3" w:rsidSect="00A51AAB">
          <w:headerReference w:type="default" r:id="rId13"/>
          <w:footerReference w:type="default" r:id="rId14"/>
          <w:headerReference w:type="first" r:id="rId15"/>
          <w:footerReference w:type="first" r:id="rId16"/>
          <w:pgSz w:w="23808" w:h="16840" w:orient="landscape" w:code="8"/>
          <w:pgMar w:top="1276" w:right="1418" w:bottom="1276" w:left="1418" w:header="709" w:footer="0" w:gutter="0"/>
          <w:cols w:num="2" w:space="708"/>
          <w:docGrid w:linePitch="360"/>
        </w:sectPr>
      </w:pPr>
    </w:p>
    <w:p w14:paraId="4E40A15D" w14:textId="15C09D7C" w:rsidR="008E155B" w:rsidRDefault="008E155B" w:rsidP="0094024D">
      <w:pPr>
        <w:rPr>
          <w:lang w:val="et-EE" w:bidi="et-EE"/>
        </w:rPr>
      </w:pPr>
      <w:r w:rsidRPr="00D7241E">
        <w:rPr>
          <w:b/>
          <w:bCs/>
          <w:lang w:val="et-EE"/>
        </w:rPr>
        <w:lastRenderedPageBreak/>
        <w:t>Projekti nimi:</w:t>
      </w:r>
      <w:r w:rsidRPr="00EA4475">
        <w:rPr>
          <w:lang w:val="et-EE"/>
        </w:rPr>
        <w:t xml:space="preserve"> </w:t>
      </w:r>
      <w:r w:rsidR="00B04B22">
        <w:rPr>
          <w:lang w:val="et-EE" w:bidi="et-EE"/>
        </w:rPr>
        <w:t>Rail Baltica Harjumaa põhitrassi raudteetaristu I etapi ehitustööd</w:t>
      </w:r>
    </w:p>
    <w:p w14:paraId="445819AA" w14:textId="77777777" w:rsidR="0094024D" w:rsidRDefault="0094024D" w:rsidP="0094024D">
      <w:pPr>
        <w:rPr>
          <w:lang w:val="et-EE" w:bidi="et-EE"/>
        </w:rPr>
      </w:pPr>
    </w:p>
    <w:p w14:paraId="2C855558" w14:textId="1FD9DF82" w:rsidR="0094024D" w:rsidRDefault="0094024D" w:rsidP="0094024D">
      <w:pPr>
        <w:rPr>
          <w:lang w:val="fi-FI"/>
        </w:rPr>
      </w:pPr>
      <w:proofErr w:type="spellStart"/>
      <w:r w:rsidRPr="00D2661B">
        <w:rPr>
          <w:b/>
          <w:bCs/>
          <w:lang w:val="fi-FI"/>
        </w:rPr>
        <w:t>Projekteerimisteenused</w:t>
      </w:r>
      <w:proofErr w:type="spellEnd"/>
      <w:r w:rsidRPr="00D2661B">
        <w:rPr>
          <w:b/>
          <w:bCs/>
          <w:lang w:val="fi-FI"/>
        </w:rPr>
        <w:t>:</w:t>
      </w:r>
      <w:r w:rsidRPr="00D2661B">
        <w:rPr>
          <w:lang w:val="fi-FI"/>
        </w:rPr>
        <w:t xml:space="preserve"> </w:t>
      </w:r>
      <w:proofErr w:type="spellStart"/>
      <w:r w:rsidR="00E01C89">
        <w:rPr>
          <w:lang w:val="fi-FI"/>
        </w:rPr>
        <w:t>Tööprojekt</w:t>
      </w:r>
      <w:proofErr w:type="spellEnd"/>
      <w:r w:rsidRPr="00D2661B">
        <w:rPr>
          <w:lang w:val="fi-FI"/>
        </w:rPr>
        <w:t xml:space="preserve">. </w:t>
      </w:r>
      <w:proofErr w:type="spellStart"/>
      <w:r w:rsidR="003A273D" w:rsidRPr="003A273D">
        <w:rPr>
          <w:lang w:val="fi-FI"/>
        </w:rPr>
        <w:t>Truup</w:t>
      </w:r>
      <w:proofErr w:type="spellEnd"/>
      <w:r w:rsidR="003A273D" w:rsidRPr="003A273D">
        <w:rPr>
          <w:lang w:val="fi-FI"/>
        </w:rPr>
        <w:t xml:space="preserve"> </w:t>
      </w:r>
      <w:r w:rsidR="003A273D">
        <w:rPr>
          <w:lang w:val="fi-FI"/>
        </w:rPr>
        <w:t>CU</w:t>
      </w:r>
      <w:r w:rsidR="003A273D" w:rsidRPr="003A273D">
        <w:rPr>
          <w:lang w:val="fi-FI"/>
        </w:rPr>
        <w:t>03708</w:t>
      </w:r>
      <w:r w:rsidR="002B012B">
        <w:rPr>
          <w:lang w:val="fi-FI"/>
        </w:rPr>
        <w:t>2</w:t>
      </w:r>
      <w:r w:rsidR="003A273D" w:rsidRPr="003A273D">
        <w:rPr>
          <w:lang w:val="fi-FI"/>
        </w:rPr>
        <w:t xml:space="preserve">. </w:t>
      </w:r>
      <w:proofErr w:type="spellStart"/>
      <w:r w:rsidR="003A273D" w:rsidRPr="003A273D">
        <w:rPr>
          <w:lang w:val="fi-FI"/>
        </w:rPr>
        <w:t>Dokumentide</w:t>
      </w:r>
      <w:proofErr w:type="spellEnd"/>
      <w:r w:rsidR="003A273D" w:rsidRPr="003A273D">
        <w:rPr>
          <w:lang w:val="fi-FI"/>
        </w:rPr>
        <w:t xml:space="preserve"> </w:t>
      </w:r>
      <w:proofErr w:type="spellStart"/>
      <w:r w:rsidR="003A273D" w:rsidRPr="003A273D">
        <w:rPr>
          <w:lang w:val="fi-FI"/>
        </w:rPr>
        <w:t>loetelu</w:t>
      </w:r>
      <w:proofErr w:type="spellEnd"/>
    </w:p>
    <w:p w14:paraId="00144903" w14:textId="77777777" w:rsidR="0094024D" w:rsidRPr="00D2661B" w:rsidRDefault="0094024D" w:rsidP="0094024D">
      <w:pPr>
        <w:rPr>
          <w:lang w:val="fi-FI"/>
        </w:rPr>
      </w:pPr>
    </w:p>
    <w:p w14:paraId="667BE296" w14:textId="6DF791DE" w:rsidR="0094024D" w:rsidRPr="00AC292E" w:rsidRDefault="0094024D" w:rsidP="0094024D">
      <w:pPr>
        <w:tabs>
          <w:tab w:val="left" w:pos="2127"/>
        </w:tabs>
        <w:spacing w:after="120"/>
        <w:jc w:val="left"/>
        <w:rPr>
          <w:bCs/>
          <w:color w:val="000000" w:themeColor="text1"/>
          <w:lang w:val="et-EE"/>
        </w:rPr>
      </w:pPr>
      <w:r w:rsidRPr="00AC292E">
        <w:rPr>
          <w:b/>
          <w:bCs/>
          <w:lang w:val="et-EE"/>
        </w:rPr>
        <w:t>Dokumendi pealkiri</w:t>
      </w:r>
      <w:r>
        <w:rPr>
          <w:b/>
          <w:bCs/>
          <w:lang w:val="et-EE"/>
        </w:rPr>
        <w:t xml:space="preserve">: </w:t>
      </w:r>
      <w:r w:rsidRPr="00550297">
        <w:rPr>
          <w:bCs/>
          <w:color w:val="000000" w:themeColor="text1"/>
          <w:lang w:val="et-EE"/>
        </w:rPr>
        <w:t>RBDTD-EE-DS</w:t>
      </w:r>
      <w:r w:rsidR="00396FBB">
        <w:rPr>
          <w:bCs/>
          <w:color w:val="000000" w:themeColor="text1"/>
          <w:lang w:val="et-EE"/>
        </w:rPr>
        <w:t>2</w:t>
      </w:r>
      <w:r w:rsidRPr="00550297">
        <w:rPr>
          <w:bCs/>
          <w:color w:val="000000" w:themeColor="text1"/>
          <w:lang w:val="et-EE"/>
        </w:rPr>
        <w:t>-DPS</w:t>
      </w:r>
      <w:r w:rsidR="00396FBB">
        <w:rPr>
          <w:bCs/>
          <w:color w:val="000000" w:themeColor="text1"/>
          <w:lang w:val="et-EE"/>
        </w:rPr>
        <w:t>1</w:t>
      </w:r>
      <w:r w:rsidRPr="00550297">
        <w:rPr>
          <w:bCs/>
          <w:color w:val="000000" w:themeColor="text1"/>
          <w:lang w:val="et-EE"/>
        </w:rPr>
        <w:t>_</w:t>
      </w:r>
      <w:r w:rsidR="00E01C89">
        <w:rPr>
          <w:bCs/>
          <w:color w:val="000000" w:themeColor="text1"/>
          <w:lang w:val="et-EE"/>
        </w:rPr>
        <w:t>TRE</w:t>
      </w:r>
      <w:r w:rsidRPr="00550297">
        <w:rPr>
          <w:bCs/>
          <w:color w:val="000000" w:themeColor="text1"/>
          <w:lang w:val="et-EE"/>
        </w:rPr>
        <w:t>_</w:t>
      </w:r>
      <w:r w:rsidR="003F5BAB">
        <w:rPr>
          <w:bCs/>
          <w:color w:val="000000" w:themeColor="text1"/>
          <w:lang w:val="et-EE"/>
        </w:rPr>
        <w:t>CU03708</w:t>
      </w:r>
      <w:r w:rsidR="002B012B">
        <w:rPr>
          <w:bCs/>
          <w:color w:val="000000" w:themeColor="text1"/>
          <w:lang w:val="et-EE"/>
        </w:rPr>
        <w:t>2</w:t>
      </w:r>
      <w:r w:rsidRPr="00550297">
        <w:rPr>
          <w:bCs/>
          <w:color w:val="000000" w:themeColor="text1"/>
          <w:lang w:val="et-EE"/>
        </w:rPr>
        <w:t>-</w:t>
      </w:r>
      <w:r w:rsidR="00396FBB">
        <w:rPr>
          <w:bCs/>
          <w:color w:val="000000" w:themeColor="text1"/>
          <w:lang w:val="et-EE"/>
        </w:rPr>
        <w:t>ZZ</w:t>
      </w:r>
      <w:r w:rsidRPr="00550297">
        <w:rPr>
          <w:bCs/>
          <w:color w:val="000000" w:themeColor="text1"/>
          <w:lang w:val="et-EE"/>
        </w:rPr>
        <w:t>_</w:t>
      </w:r>
      <w:r w:rsidR="00E01C89">
        <w:rPr>
          <w:bCs/>
          <w:color w:val="000000" w:themeColor="text1"/>
          <w:lang w:val="et-EE"/>
        </w:rPr>
        <w:t>ZZZZ</w:t>
      </w:r>
      <w:r w:rsidRPr="00550297">
        <w:rPr>
          <w:bCs/>
          <w:color w:val="000000" w:themeColor="text1"/>
          <w:lang w:val="et-EE"/>
        </w:rPr>
        <w:t>_</w:t>
      </w:r>
      <w:r w:rsidR="00396FBB">
        <w:rPr>
          <w:bCs/>
          <w:color w:val="000000" w:themeColor="text1"/>
          <w:lang w:val="et-EE"/>
        </w:rPr>
        <w:t>RP</w:t>
      </w:r>
      <w:r w:rsidRPr="00550297">
        <w:rPr>
          <w:bCs/>
          <w:color w:val="000000" w:themeColor="text1"/>
          <w:lang w:val="et-EE"/>
        </w:rPr>
        <w:t>_</w:t>
      </w:r>
      <w:r w:rsidR="003F5BAB">
        <w:rPr>
          <w:bCs/>
          <w:color w:val="000000" w:themeColor="text1"/>
          <w:lang w:val="et-EE"/>
        </w:rPr>
        <w:t>TU</w:t>
      </w:r>
      <w:r w:rsidRPr="00550297">
        <w:rPr>
          <w:bCs/>
          <w:color w:val="000000" w:themeColor="text1"/>
          <w:lang w:val="et-EE"/>
        </w:rPr>
        <w:t>-</w:t>
      </w:r>
      <w:r w:rsidR="003F5BAB">
        <w:rPr>
          <w:bCs/>
          <w:color w:val="000000" w:themeColor="text1"/>
          <w:lang w:val="et-EE"/>
        </w:rPr>
        <w:t>TS</w:t>
      </w:r>
      <w:r w:rsidRPr="00550297">
        <w:rPr>
          <w:bCs/>
          <w:color w:val="000000" w:themeColor="text1"/>
          <w:lang w:val="et-EE"/>
        </w:rPr>
        <w:t>_</w:t>
      </w:r>
      <w:r w:rsidR="00E01C89">
        <w:rPr>
          <w:bCs/>
          <w:color w:val="000000" w:themeColor="text1"/>
          <w:lang w:val="et-EE"/>
        </w:rPr>
        <w:t>DTD</w:t>
      </w:r>
      <w:r w:rsidRPr="00550297">
        <w:rPr>
          <w:bCs/>
          <w:color w:val="000000" w:themeColor="text1"/>
          <w:lang w:val="et-EE"/>
        </w:rPr>
        <w:t>_</w:t>
      </w:r>
      <w:r w:rsidR="00396FBB">
        <w:rPr>
          <w:bCs/>
          <w:color w:val="000000" w:themeColor="text1"/>
          <w:lang w:val="et-EE"/>
        </w:rPr>
        <w:t>000</w:t>
      </w:r>
      <w:r w:rsidR="00D1369E">
        <w:rPr>
          <w:bCs/>
          <w:color w:val="000000" w:themeColor="text1"/>
          <w:lang w:val="et-EE"/>
        </w:rPr>
        <w:t>0</w:t>
      </w:r>
      <w:r w:rsidR="001C23B3">
        <w:rPr>
          <w:bCs/>
          <w:color w:val="000000" w:themeColor="text1"/>
          <w:lang w:val="et-EE"/>
        </w:rPr>
        <w:t>01</w:t>
      </w:r>
    </w:p>
    <w:p w14:paraId="05AF844B" w14:textId="77777777" w:rsidR="008131FA" w:rsidRPr="00F177F3" w:rsidRDefault="008131FA" w:rsidP="004C7347">
      <w:pPr>
        <w:spacing w:after="100" w:afterAutospacing="1" w:line="360" w:lineRule="auto"/>
        <w:rPr>
          <w:lang w:val="et-EE"/>
        </w:rPr>
      </w:pPr>
    </w:p>
    <w:p w14:paraId="3972EB51" w14:textId="77777777" w:rsidR="00D476B0" w:rsidRPr="00F177F3" w:rsidRDefault="00D476B0" w:rsidP="004C7347">
      <w:pPr>
        <w:spacing w:after="100" w:afterAutospacing="1" w:line="360" w:lineRule="auto"/>
        <w:rPr>
          <w:lang w:val="et-EE"/>
        </w:rPr>
      </w:pPr>
    </w:p>
    <w:p w14:paraId="6F221D81" w14:textId="77777777" w:rsidR="00D476B0" w:rsidRPr="00F177F3" w:rsidRDefault="00D476B0" w:rsidP="004C7347">
      <w:pPr>
        <w:spacing w:after="100" w:afterAutospacing="1" w:line="360" w:lineRule="auto"/>
        <w:rPr>
          <w:lang w:val="et-EE"/>
        </w:rPr>
      </w:pPr>
    </w:p>
    <w:p w14:paraId="3E96900B" w14:textId="77777777" w:rsidR="00D476B0" w:rsidRPr="00F177F3" w:rsidRDefault="00D476B0" w:rsidP="004C7347">
      <w:pPr>
        <w:spacing w:after="100" w:afterAutospacing="1" w:line="360" w:lineRule="auto"/>
        <w:rPr>
          <w:lang w:val="et-EE"/>
        </w:rPr>
      </w:pPr>
    </w:p>
    <w:p w14:paraId="3120BBE8" w14:textId="77777777" w:rsidR="00D476B0" w:rsidRPr="00F177F3" w:rsidRDefault="00D476B0" w:rsidP="004C7347">
      <w:pPr>
        <w:spacing w:after="100" w:afterAutospacing="1" w:line="360" w:lineRule="auto"/>
        <w:rPr>
          <w:lang w:val="et-EE"/>
        </w:rPr>
      </w:pPr>
    </w:p>
    <w:p w14:paraId="4FD578D0" w14:textId="77777777" w:rsidR="00D476B0" w:rsidRPr="00F177F3" w:rsidRDefault="00D476B0" w:rsidP="004C7347">
      <w:pPr>
        <w:spacing w:after="100" w:afterAutospacing="1" w:line="360" w:lineRule="auto"/>
        <w:rPr>
          <w:lang w:val="et-EE"/>
        </w:rPr>
      </w:pPr>
    </w:p>
    <w:p w14:paraId="564724D8" w14:textId="5F8D93CF" w:rsidR="00D476B0" w:rsidRDefault="00D476B0" w:rsidP="004C7347">
      <w:pPr>
        <w:spacing w:after="100" w:afterAutospacing="1" w:line="360" w:lineRule="auto"/>
        <w:rPr>
          <w:lang w:val="et-EE"/>
        </w:rPr>
      </w:pPr>
    </w:p>
    <w:p w14:paraId="556C4E48" w14:textId="77777777" w:rsidR="00304C31" w:rsidRPr="00F177F3" w:rsidRDefault="00304C31" w:rsidP="004C7347">
      <w:pPr>
        <w:spacing w:after="100" w:afterAutospacing="1" w:line="360" w:lineRule="auto"/>
        <w:rPr>
          <w:lang w:val="et-EE"/>
        </w:rPr>
      </w:pPr>
    </w:p>
    <w:p w14:paraId="0BEBB2F5" w14:textId="77777777" w:rsidR="00AE0131" w:rsidRPr="00F177F3" w:rsidRDefault="00AE0131" w:rsidP="004C7347">
      <w:pPr>
        <w:spacing w:after="100" w:afterAutospacing="1" w:line="360" w:lineRule="auto"/>
        <w:rPr>
          <w:lang w:val="et-E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1363"/>
        <w:gridCol w:w="1361"/>
        <w:gridCol w:w="1363"/>
        <w:gridCol w:w="1361"/>
        <w:gridCol w:w="1361"/>
        <w:gridCol w:w="1520"/>
        <w:gridCol w:w="1197"/>
      </w:tblGrid>
      <w:tr w:rsidR="00304C31" w:rsidRPr="009162D4" w14:paraId="44295831" w14:textId="77777777" w:rsidTr="00790D8F">
        <w:trPr>
          <w:cantSplit/>
          <w:trHeight w:val="567"/>
        </w:trPr>
        <w:tc>
          <w:tcPr>
            <w:tcW w:w="295" w:type="pct"/>
            <w:tcMar>
              <w:left w:w="28" w:type="dxa"/>
              <w:right w:w="28" w:type="dxa"/>
            </w:tcMar>
            <w:vAlign w:val="center"/>
          </w:tcPr>
          <w:p w14:paraId="7D6A6C8F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bookmarkStart w:id="3" w:name="_Toc369528046"/>
            <w:bookmarkStart w:id="4" w:name="_Toc526492990"/>
            <w:r w:rsidRPr="009162D4">
              <w:rPr>
                <w:rFonts w:ascii="Arial" w:hAnsi="Arial" w:cs="Arial"/>
                <w:lang w:val="en-GB"/>
              </w:rPr>
              <w:t>Rev.</w:t>
            </w:r>
          </w:p>
        </w:tc>
        <w:tc>
          <w:tcPr>
            <w:tcW w:w="673" w:type="pct"/>
            <w:tcMar>
              <w:left w:w="28" w:type="dxa"/>
              <w:right w:w="28" w:type="dxa"/>
            </w:tcMar>
            <w:vAlign w:val="center"/>
          </w:tcPr>
          <w:p w14:paraId="76D39C49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9162D4">
              <w:rPr>
                <w:rFonts w:ascii="Arial" w:hAnsi="Arial" w:cs="Arial"/>
                <w:lang w:val="en-GB"/>
              </w:rPr>
              <w:t>Kuupäev</w:t>
            </w:r>
            <w:proofErr w:type="spellEnd"/>
          </w:p>
        </w:tc>
        <w:tc>
          <w:tcPr>
            <w:tcW w:w="672" w:type="pct"/>
            <w:vAlign w:val="center"/>
          </w:tcPr>
          <w:p w14:paraId="2F1FA3EB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9162D4">
              <w:rPr>
                <w:rFonts w:ascii="Arial" w:hAnsi="Arial" w:cs="Arial"/>
                <w:lang w:val="en-GB"/>
              </w:rPr>
              <w:t>Dokumendi</w:t>
            </w:r>
            <w:proofErr w:type="spellEnd"/>
            <w:r w:rsidRPr="009162D4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9162D4">
              <w:rPr>
                <w:rFonts w:ascii="Arial" w:hAnsi="Arial" w:cs="Arial"/>
                <w:lang w:val="en-GB"/>
              </w:rPr>
              <w:t>staatus</w:t>
            </w:r>
            <w:proofErr w:type="spellEnd"/>
          </w:p>
        </w:tc>
        <w:tc>
          <w:tcPr>
            <w:tcW w:w="673" w:type="pct"/>
            <w:tcMar>
              <w:left w:w="28" w:type="dxa"/>
              <w:right w:w="28" w:type="dxa"/>
            </w:tcMar>
            <w:vAlign w:val="center"/>
          </w:tcPr>
          <w:p w14:paraId="6BE02A89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9162D4">
              <w:rPr>
                <w:rFonts w:ascii="Arial" w:hAnsi="Arial" w:cs="Arial"/>
                <w:lang w:val="en-GB"/>
              </w:rPr>
              <w:t>Koostanud</w:t>
            </w:r>
            <w:proofErr w:type="spellEnd"/>
          </w:p>
        </w:tc>
        <w:tc>
          <w:tcPr>
            <w:tcW w:w="672" w:type="pct"/>
            <w:vAlign w:val="center"/>
          </w:tcPr>
          <w:p w14:paraId="11CCC481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9162D4">
              <w:rPr>
                <w:rFonts w:ascii="Arial" w:hAnsi="Arial" w:cs="Arial"/>
                <w:lang w:val="en-GB"/>
              </w:rPr>
              <w:t>Kontrollinud</w:t>
            </w:r>
            <w:proofErr w:type="spellEnd"/>
          </w:p>
        </w:tc>
        <w:tc>
          <w:tcPr>
            <w:tcW w:w="672" w:type="pct"/>
            <w:tcMar>
              <w:left w:w="28" w:type="dxa"/>
              <w:right w:w="28" w:type="dxa"/>
            </w:tcMar>
            <w:vAlign w:val="center"/>
          </w:tcPr>
          <w:p w14:paraId="779B50B7" w14:textId="29DF6FD8" w:rsidR="00304C31" w:rsidRPr="009162D4" w:rsidRDefault="00B41AE0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9162D4">
              <w:rPr>
                <w:rFonts w:ascii="Arial" w:hAnsi="Arial" w:cs="Arial"/>
                <w:lang w:val="en-GB"/>
              </w:rPr>
              <w:t xml:space="preserve">Heaks </w:t>
            </w:r>
            <w:proofErr w:type="spellStart"/>
            <w:r w:rsidRPr="009162D4">
              <w:rPr>
                <w:rFonts w:ascii="Arial" w:hAnsi="Arial" w:cs="Arial"/>
                <w:lang w:val="en-GB"/>
              </w:rPr>
              <w:t>kiitnud</w:t>
            </w:r>
            <w:proofErr w:type="spellEnd"/>
          </w:p>
        </w:tc>
        <w:tc>
          <w:tcPr>
            <w:tcW w:w="751" w:type="pct"/>
            <w:vAlign w:val="center"/>
          </w:tcPr>
          <w:p w14:paraId="1C74841A" w14:textId="4E476FF0" w:rsidR="00304C31" w:rsidRPr="009162D4" w:rsidRDefault="00B41AE0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Vastutav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isik</w:t>
            </w:r>
            <w:proofErr w:type="spellEnd"/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3CFCAA98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9162D4">
              <w:rPr>
                <w:rFonts w:ascii="Arial" w:hAnsi="Arial" w:cs="Arial"/>
                <w:lang w:val="en-GB"/>
              </w:rPr>
              <w:t>Vastu</w:t>
            </w:r>
            <w:proofErr w:type="spellEnd"/>
            <w:r w:rsidRPr="009162D4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9162D4">
              <w:rPr>
                <w:rFonts w:ascii="Arial" w:hAnsi="Arial" w:cs="Arial"/>
                <w:lang w:val="en-GB"/>
              </w:rPr>
              <w:t>võtnud</w:t>
            </w:r>
            <w:proofErr w:type="spellEnd"/>
          </w:p>
        </w:tc>
      </w:tr>
      <w:tr w:rsidR="00304C31" w:rsidRPr="009162D4" w14:paraId="6B883FD5" w14:textId="77777777" w:rsidTr="00790D8F">
        <w:trPr>
          <w:cantSplit/>
          <w:trHeight w:val="567"/>
        </w:trPr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293AE1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9162D4">
              <w:rPr>
                <w:rFonts w:ascii="Arial" w:hAnsi="Arial" w:cs="Arial"/>
              </w:rPr>
              <w:t>001</w:t>
            </w:r>
          </w:p>
        </w:tc>
        <w:tc>
          <w:tcPr>
            <w:tcW w:w="67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C46C82" w14:textId="0CC7C6C7" w:rsidR="00304C31" w:rsidRPr="009162D4" w:rsidRDefault="00791653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02.07.2024</w:t>
            </w:r>
          </w:p>
        </w:tc>
        <w:tc>
          <w:tcPr>
            <w:tcW w:w="672" w:type="pct"/>
            <w:shd w:val="clear" w:color="auto" w:fill="auto"/>
            <w:vAlign w:val="center"/>
          </w:tcPr>
          <w:p w14:paraId="7B83757D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9162D4">
              <w:rPr>
                <w:rFonts w:ascii="Arial" w:hAnsi="Arial" w:cs="Arial"/>
                <w:lang w:val="en-GB"/>
              </w:rPr>
              <w:t>Esitatud</w:t>
            </w:r>
            <w:proofErr w:type="spellEnd"/>
          </w:p>
        </w:tc>
        <w:tc>
          <w:tcPr>
            <w:tcW w:w="67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3F45F0" w14:textId="50698188" w:rsidR="00304C31" w:rsidRPr="009162D4" w:rsidRDefault="003F5BAB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Nadezda Tervo</w:t>
            </w:r>
          </w:p>
        </w:tc>
        <w:tc>
          <w:tcPr>
            <w:tcW w:w="672" w:type="pct"/>
            <w:vAlign w:val="center"/>
          </w:tcPr>
          <w:p w14:paraId="7F6B04A4" w14:textId="4017B018" w:rsidR="00304C31" w:rsidRPr="009162D4" w:rsidRDefault="003F5BAB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Liisa Karu</w:t>
            </w:r>
          </w:p>
        </w:tc>
        <w:tc>
          <w:tcPr>
            <w:tcW w:w="672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EE28CE" w14:textId="23112D9A" w:rsidR="00304C31" w:rsidRPr="009162D4" w:rsidRDefault="003F5BAB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Liisa Karu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55A0252D" w14:textId="7EF69240" w:rsidR="00304C31" w:rsidRPr="009162D4" w:rsidRDefault="00B41AE0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Ats </w:t>
            </w:r>
            <w:proofErr w:type="spellStart"/>
            <w:r>
              <w:rPr>
                <w:rFonts w:ascii="Arial" w:hAnsi="Arial" w:cs="Arial"/>
                <w:lang w:val="en-GB"/>
              </w:rPr>
              <w:t>Pildre</w:t>
            </w:r>
            <w:proofErr w:type="spellEnd"/>
          </w:p>
        </w:tc>
        <w:tc>
          <w:tcPr>
            <w:tcW w:w="5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BF0DFB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47306" w:rsidRPr="009162D4" w14:paraId="00D65871" w14:textId="77777777" w:rsidTr="002470B2">
        <w:trPr>
          <w:cantSplit/>
          <w:trHeight w:val="567"/>
        </w:trPr>
        <w:tc>
          <w:tcPr>
            <w:tcW w:w="295" w:type="pct"/>
            <w:tcMar>
              <w:left w:w="28" w:type="dxa"/>
              <w:right w:w="28" w:type="dxa"/>
            </w:tcMar>
            <w:vAlign w:val="center"/>
          </w:tcPr>
          <w:p w14:paraId="6505ACB6" w14:textId="77777777" w:rsidR="00647306" w:rsidRPr="009162D4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002</w:t>
            </w:r>
          </w:p>
        </w:tc>
        <w:tc>
          <w:tcPr>
            <w:tcW w:w="673" w:type="pct"/>
            <w:tcMar>
              <w:left w:w="28" w:type="dxa"/>
              <w:right w:w="28" w:type="dxa"/>
            </w:tcMar>
            <w:vAlign w:val="center"/>
          </w:tcPr>
          <w:p w14:paraId="25BFB655" w14:textId="08478DCB" w:rsidR="00647306" w:rsidRPr="009162D4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2" w:type="pct"/>
            <w:vAlign w:val="center"/>
          </w:tcPr>
          <w:p w14:paraId="46C2AA27" w14:textId="650F4343" w:rsidR="00647306" w:rsidRPr="009162D4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tcMar>
              <w:left w:w="28" w:type="dxa"/>
              <w:right w:w="28" w:type="dxa"/>
            </w:tcMar>
            <w:vAlign w:val="center"/>
          </w:tcPr>
          <w:p w14:paraId="35067AC0" w14:textId="159444C6" w:rsidR="00647306" w:rsidRPr="009162D4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2" w:type="pct"/>
            <w:vAlign w:val="center"/>
          </w:tcPr>
          <w:p w14:paraId="549FF6C2" w14:textId="741F14D4" w:rsidR="00647306" w:rsidRPr="009162D4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2" w:type="pct"/>
            <w:tcMar>
              <w:left w:w="28" w:type="dxa"/>
              <w:right w:w="28" w:type="dxa"/>
            </w:tcMar>
            <w:vAlign w:val="center"/>
          </w:tcPr>
          <w:p w14:paraId="17CA569B" w14:textId="676EEBFE" w:rsidR="00647306" w:rsidRPr="009162D4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1" w:type="pct"/>
            <w:vAlign w:val="center"/>
          </w:tcPr>
          <w:p w14:paraId="486941E3" w14:textId="25606D88" w:rsidR="00647306" w:rsidRPr="009162D4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0911898B" w14:textId="77777777" w:rsidR="00647306" w:rsidRPr="009162D4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304C31" w:rsidRPr="009162D4" w14:paraId="4CACCEA1" w14:textId="77777777" w:rsidTr="00790D8F">
        <w:trPr>
          <w:cantSplit/>
          <w:trHeight w:val="567"/>
        </w:trPr>
        <w:tc>
          <w:tcPr>
            <w:tcW w:w="295" w:type="pct"/>
            <w:tcMar>
              <w:left w:w="28" w:type="dxa"/>
              <w:right w:w="28" w:type="dxa"/>
            </w:tcMar>
            <w:vAlign w:val="center"/>
          </w:tcPr>
          <w:p w14:paraId="3A0B8A58" w14:textId="426DBC7F" w:rsidR="00304C31" w:rsidRPr="009162D4" w:rsidRDefault="00293802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003</w:t>
            </w:r>
          </w:p>
        </w:tc>
        <w:tc>
          <w:tcPr>
            <w:tcW w:w="673" w:type="pct"/>
            <w:tcMar>
              <w:left w:w="28" w:type="dxa"/>
              <w:right w:w="28" w:type="dxa"/>
            </w:tcMar>
            <w:vAlign w:val="center"/>
          </w:tcPr>
          <w:p w14:paraId="67C71AA6" w14:textId="367E9441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2" w:type="pct"/>
            <w:vAlign w:val="center"/>
          </w:tcPr>
          <w:p w14:paraId="5C563EF3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tcMar>
              <w:left w:w="28" w:type="dxa"/>
              <w:right w:w="28" w:type="dxa"/>
            </w:tcMar>
            <w:vAlign w:val="center"/>
          </w:tcPr>
          <w:p w14:paraId="73B9D8A6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2" w:type="pct"/>
          </w:tcPr>
          <w:p w14:paraId="3BB9597B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2" w:type="pct"/>
            <w:tcMar>
              <w:left w:w="28" w:type="dxa"/>
              <w:right w:w="28" w:type="dxa"/>
            </w:tcMar>
            <w:vAlign w:val="center"/>
          </w:tcPr>
          <w:p w14:paraId="50AAA337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1" w:type="pct"/>
            <w:vAlign w:val="center"/>
          </w:tcPr>
          <w:p w14:paraId="3D446586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03F798C7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304C31" w:rsidRPr="009162D4" w14:paraId="53EFEFBD" w14:textId="77777777" w:rsidTr="00790D8F">
        <w:trPr>
          <w:cantSplit/>
          <w:trHeight w:val="1304"/>
        </w:trPr>
        <w:tc>
          <w:tcPr>
            <w:tcW w:w="295" w:type="pct"/>
            <w:tcMar>
              <w:left w:w="28" w:type="dxa"/>
              <w:right w:w="28" w:type="dxa"/>
            </w:tcMar>
            <w:vAlign w:val="center"/>
          </w:tcPr>
          <w:p w14:paraId="1C7FC324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tcMar>
              <w:left w:w="28" w:type="dxa"/>
              <w:right w:w="28" w:type="dxa"/>
            </w:tcMar>
            <w:vAlign w:val="center"/>
          </w:tcPr>
          <w:p w14:paraId="6C6E0EF2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9162D4">
              <w:rPr>
                <w:rFonts w:ascii="Arial" w:hAnsi="Arial" w:cs="Arial"/>
                <w:lang w:val="en-GB"/>
              </w:rPr>
              <w:t>Allkirjad</w:t>
            </w:r>
            <w:proofErr w:type="spellEnd"/>
          </w:p>
        </w:tc>
        <w:tc>
          <w:tcPr>
            <w:tcW w:w="672" w:type="pct"/>
            <w:vAlign w:val="center"/>
          </w:tcPr>
          <w:p w14:paraId="55405612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3" w:type="pct"/>
            <w:tcMar>
              <w:left w:w="28" w:type="dxa"/>
              <w:right w:w="28" w:type="dxa"/>
            </w:tcMar>
            <w:vAlign w:val="center"/>
          </w:tcPr>
          <w:p w14:paraId="2032C9A2" w14:textId="3EC1D18F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2" w:type="pct"/>
            <w:vAlign w:val="center"/>
          </w:tcPr>
          <w:p w14:paraId="576DFE34" w14:textId="2C9134F1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72" w:type="pct"/>
            <w:tcMar>
              <w:left w:w="28" w:type="dxa"/>
              <w:right w:w="28" w:type="dxa"/>
            </w:tcMar>
            <w:vAlign w:val="center"/>
          </w:tcPr>
          <w:p w14:paraId="31BDED21" w14:textId="59A8BACB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1" w:type="pct"/>
            <w:vAlign w:val="center"/>
          </w:tcPr>
          <w:p w14:paraId="5E3ED577" w14:textId="3912F542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591" w:type="pct"/>
            <w:tcMar>
              <w:left w:w="28" w:type="dxa"/>
              <w:right w:w="28" w:type="dxa"/>
            </w:tcMar>
            <w:vAlign w:val="center"/>
          </w:tcPr>
          <w:p w14:paraId="2B902533" w14:textId="77777777" w:rsidR="00304C31" w:rsidRPr="009162D4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14:paraId="6D238922" w14:textId="77777777" w:rsidR="008535AC" w:rsidRPr="00F177F3" w:rsidRDefault="008535AC" w:rsidP="004C7347">
      <w:pPr>
        <w:spacing w:after="100" w:afterAutospacing="1" w:line="360" w:lineRule="auto"/>
        <w:rPr>
          <w:lang w:val="et-EE"/>
        </w:rPr>
      </w:pPr>
    </w:p>
    <w:p w14:paraId="347F9D23" w14:textId="77777777" w:rsidR="007A3128" w:rsidRDefault="007A3128" w:rsidP="0094024D">
      <w:pPr>
        <w:rPr>
          <w:b/>
          <w:bCs/>
          <w:lang w:val="en-US"/>
        </w:rPr>
      </w:pPr>
    </w:p>
    <w:p w14:paraId="4276025A" w14:textId="77777777" w:rsidR="001C3A28" w:rsidRDefault="001C3A28" w:rsidP="0094024D">
      <w:pPr>
        <w:rPr>
          <w:b/>
          <w:bCs/>
          <w:lang w:val="en-US"/>
        </w:rPr>
      </w:pPr>
    </w:p>
    <w:p w14:paraId="58335311" w14:textId="08E580D9" w:rsidR="0028017F" w:rsidRDefault="008E155B" w:rsidP="0094024D">
      <w:pPr>
        <w:rPr>
          <w:lang w:val="en-US"/>
        </w:rPr>
      </w:pPr>
      <w:r w:rsidRPr="00D7241E">
        <w:rPr>
          <w:b/>
          <w:bCs/>
          <w:lang w:val="en-US"/>
        </w:rPr>
        <w:t>Project title:</w:t>
      </w:r>
      <w:r w:rsidRPr="00BD3264">
        <w:rPr>
          <w:lang w:val="en-US"/>
        </w:rPr>
        <w:t xml:space="preserve"> </w:t>
      </w:r>
      <w:r w:rsidR="00E01C89">
        <w:rPr>
          <w:lang w:val="en-US"/>
        </w:rPr>
        <w:t xml:space="preserve">Rail </w:t>
      </w:r>
      <w:proofErr w:type="spellStart"/>
      <w:r w:rsidR="00E01C89">
        <w:rPr>
          <w:lang w:val="en-US"/>
        </w:rPr>
        <w:t>Baltica</w:t>
      </w:r>
      <w:proofErr w:type="spellEnd"/>
      <w:r w:rsidR="00E01C89">
        <w:rPr>
          <w:lang w:val="en-US"/>
        </w:rPr>
        <w:t xml:space="preserve"> </w:t>
      </w:r>
      <w:proofErr w:type="spellStart"/>
      <w:r w:rsidR="00E01C89">
        <w:rPr>
          <w:lang w:val="en-US"/>
        </w:rPr>
        <w:t>Harjumaa</w:t>
      </w:r>
      <w:proofErr w:type="spellEnd"/>
      <w:r w:rsidR="00E01C89">
        <w:rPr>
          <w:lang w:val="en-US"/>
        </w:rPr>
        <w:t xml:space="preserve"> main route railway I stage construction works</w:t>
      </w:r>
    </w:p>
    <w:p w14:paraId="74081C0B" w14:textId="7628CCCD" w:rsidR="0094024D" w:rsidRDefault="0094024D" w:rsidP="0094024D">
      <w:pPr>
        <w:rPr>
          <w:lang w:val="en-US"/>
        </w:rPr>
      </w:pPr>
    </w:p>
    <w:p w14:paraId="12ADCA50" w14:textId="7E8F9C4F" w:rsidR="00291BFA" w:rsidRDefault="0094024D" w:rsidP="00291BFA">
      <w:pPr>
        <w:rPr>
          <w:lang w:val="fi-FI"/>
        </w:rPr>
      </w:pPr>
      <w:r w:rsidRPr="00D7241E">
        <w:rPr>
          <w:b/>
          <w:bCs/>
        </w:rPr>
        <w:t>Design Service</w:t>
      </w:r>
      <w:r>
        <w:rPr>
          <w:b/>
          <w:bCs/>
        </w:rPr>
        <w:t xml:space="preserve">: </w:t>
      </w:r>
      <w:r w:rsidR="00E01C89">
        <w:t>Detailed technical design</w:t>
      </w:r>
      <w:r w:rsidRPr="006843FF">
        <w:t>.</w:t>
      </w:r>
      <w:r>
        <w:t xml:space="preserve"> </w:t>
      </w:r>
      <w:proofErr w:type="spellStart"/>
      <w:r w:rsidR="003A273D" w:rsidRPr="003A273D">
        <w:rPr>
          <w:lang w:val="fi-FI"/>
        </w:rPr>
        <w:t>Culvert</w:t>
      </w:r>
      <w:proofErr w:type="spellEnd"/>
      <w:r w:rsidR="003A273D" w:rsidRPr="003A273D">
        <w:rPr>
          <w:lang w:val="fi-FI"/>
        </w:rPr>
        <w:t xml:space="preserve"> </w:t>
      </w:r>
      <w:r w:rsidR="003A273D">
        <w:rPr>
          <w:lang w:val="fi-FI"/>
        </w:rPr>
        <w:t>CU</w:t>
      </w:r>
      <w:r w:rsidR="003A273D" w:rsidRPr="003A273D">
        <w:rPr>
          <w:lang w:val="fi-FI"/>
        </w:rPr>
        <w:t>03708</w:t>
      </w:r>
      <w:r w:rsidR="002B012B">
        <w:rPr>
          <w:lang w:val="fi-FI"/>
        </w:rPr>
        <w:t>2</w:t>
      </w:r>
      <w:r w:rsidR="003A273D" w:rsidRPr="003A273D">
        <w:rPr>
          <w:lang w:val="fi-FI"/>
        </w:rPr>
        <w:t xml:space="preserve">. Index of </w:t>
      </w:r>
      <w:proofErr w:type="spellStart"/>
      <w:r w:rsidR="003A273D" w:rsidRPr="003A273D">
        <w:rPr>
          <w:lang w:val="fi-FI"/>
        </w:rPr>
        <w:t>documents</w:t>
      </w:r>
      <w:proofErr w:type="spellEnd"/>
    </w:p>
    <w:p w14:paraId="1645C997" w14:textId="303711A4" w:rsidR="0094024D" w:rsidRPr="0094024D" w:rsidRDefault="0094024D" w:rsidP="0094024D">
      <w:pPr>
        <w:rPr>
          <w:lang w:val="en-US"/>
        </w:rPr>
      </w:pPr>
    </w:p>
    <w:p w14:paraId="70C4B731" w14:textId="22155177" w:rsidR="00396FBB" w:rsidRPr="00B83CA9" w:rsidRDefault="00396FBB" w:rsidP="00396FBB">
      <w:pPr>
        <w:tabs>
          <w:tab w:val="left" w:pos="2127"/>
        </w:tabs>
        <w:spacing w:after="120"/>
      </w:pPr>
      <w:r w:rsidRPr="00B83CA9">
        <w:rPr>
          <w:b/>
          <w:bCs/>
        </w:rPr>
        <w:t>Document title:</w:t>
      </w:r>
      <w:r w:rsidRPr="00B83CA9">
        <w:t xml:space="preserve"> </w:t>
      </w:r>
      <w:r w:rsidR="003F5BAB" w:rsidRPr="00550297">
        <w:rPr>
          <w:bCs/>
          <w:color w:val="000000" w:themeColor="text1"/>
          <w:lang w:val="et-EE"/>
        </w:rPr>
        <w:t>RBDTD-EE-DS</w:t>
      </w:r>
      <w:r w:rsidR="003F5BAB">
        <w:rPr>
          <w:bCs/>
          <w:color w:val="000000" w:themeColor="text1"/>
          <w:lang w:val="et-EE"/>
        </w:rPr>
        <w:t>2</w:t>
      </w:r>
      <w:r w:rsidR="003F5BAB" w:rsidRPr="00550297">
        <w:rPr>
          <w:bCs/>
          <w:color w:val="000000" w:themeColor="text1"/>
          <w:lang w:val="et-EE"/>
        </w:rPr>
        <w:t>-DPS</w:t>
      </w:r>
      <w:r w:rsidR="003F5BAB">
        <w:rPr>
          <w:bCs/>
          <w:color w:val="000000" w:themeColor="text1"/>
          <w:lang w:val="et-EE"/>
        </w:rPr>
        <w:t>1</w:t>
      </w:r>
      <w:r w:rsidR="003F5BAB" w:rsidRPr="00550297">
        <w:rPr>
          <w:bCs/>
          <w:color w:val="000000" w:themeColor="text1"/>
          <w:lang w:val="et-EE"/>
        </w:rPr>
        <w:t>_</w:t>
      </w:r>
      <w:r w:rsidR="003F5BAB">
        <w:rPr>
          <w:bCs/>
          <w:color w:val="000000" w:themeColor="text1"/>
          <w:lang w:val="et-EE"/>
        </w:rPr>
        <w:t>TRE</w:t>
      </w:r>
      <w:r w:rsidR="003F5BAB" w:rsidRPr="00550297">
        <w:rPr>
          <w:bCs/>
          <w:color w:val="000000" w:themeColor="text1"/>
          <w:lang w:val="et-EE"/>
        </w:rPr>
        <w:t>_</w:t>
      </w:r>
      <w:r w:rsidR="003F5BAB">
        <w:rPr>
          <w:bCs/>
          <w:color w:val="000000" w:themeColor="text1"/>
          <w:lang w:val="et-EE"/>
        </w:rPr>
        <w:t>CU03708</w:t>
      </w:r>
      <w:r w:rsidR="002B012B">
        <w:rPr>
          <w:bCs/>
          <w:color w:val="000000" w:themeColor="text1"/>
          <w:lang w:val="et-EE"/>
        </w:rPr>
        <w:t>2</w:t>
      </w:r>
      <w:r w:rsidR="003F5BAB" w:rsidRPr="00550297">
        <w:rPr>
          <w:bCs/>
          <w:color w:val="000000" w:themeColor="text1"/>
          <w:lang w:val="et-EE"/>
        </w:rPr>
        <w:t>-</w:t>
      </w:r>
      <w:r w:rsidR="003F5BAB">
        <w:rPr>
          <w:bCs/>
          <w:color w:val="000000" w:themeColor="text1"/>
          <w:lang w:val="et-EE"/>
        </w:rPr>
        <w:t>ZZ</w:t>
      </w:r>
      <w:r w:rsidR="003F5BAB" w:rsidRPr="00550297">
        <w:rPr>
          <w:bCs/>
          <w:color w:val="000000" w:themeColor="text1"/>
          <w:lang w:val="et-EE"/>
        </w:rPr>
        <w:t>_</w:t>
      </w:r>
      <w:r w:rsidR="003F5BAB">
        <w:rPr>
          <w:bCs/>
          <w:color w:val="000000" w:themeColor="text1"/>
          <w:lang w:val="et-EE"/>
        </w:rPr>
        <w:t>ZZZZ</w:t>
      </w:r>
      <w:r w:rsidR="003F5BAB" w:rsidRPr="00550297">
        <w:rPr>
          <w:bCs/>
          <w:color w:val="000000" w:themeColor="text1"/>
          <w:lang w:val="et-EE"/>
        </w:rPr>
        <w:t>_</w:t>
      </w:r>
      <w:r w:rsidR="003F5BAB">
        <w:rPr>
          <w:bCs/>
          <w:color w:val="000000" w:themeColor="text1"/>
          <w:lang w:val="et-EE"/>
        </w:rPr>
        <w:t>RP</w:t>
      </w:r>
      <w:r w:rsidR="003F5BAB" w:rsidRPr="00550297">
        <w:rPr>
          <w:bCs/>
          <w:color w:val="000000" w:themeColor="text1"/>
          <w:lang w:val="et-EE"/>
        </w:rPr>
        <w:t>_</w:t>
      </w:r>
      <w:r w:rsidR="003F5BAB">
        <w:rPr>
          <w:bCs/>
          <w:color w:val="000000" w:themeColor="text1"/>
          <w:lang w:val="et-EE"/>
        </w:rPr>
        <w:t>TU</w:t>
      </w:r>
      <w:r w:rsidR="003F5BAB" w:rsidRPr="00550297">
        <w:rPr>
          <w:bCs/>
          <w:color w:val="000000" w:themeColor="text1"/>
          <w:lang w:val="et-EE"/>
        </w:rPr>
        <w:t>-</w:t>
      </w:r>
      <w:r w:rsidR="003F5BAB">
        <w:rPr>
          <w:bCs/>
          <w:color w:val="000000" w:themeColor="text1"/>
          <w:lang w:val="et-EE"/>
        </w:rPr>
        <w:t>TS</w:t>
      </w:r>
      <w:r w:rsidR="003F5BAB" w:rsidRPr="00550297">
        <w:rPr>
          <w:bCs/>
          <w:color w:val="000000" w:themeColor="text1"/>
          <w:lang w:val="et-EE"/>
        </w:rPr>
        <w:t>_</w:t>
      </w:r>
      <w:r w:rsidR="003F5BAB">
        <w:rPr>
          <w:bCs/>
          <w:color w:val="000000" w:themeColor="text1"/>
          <w:lang w:val="et-EE"/>
        </w:rPr>
        <w:t>DTD</w:t>
      </w:r>
      <w:r w:rsidR="003F5BAB" w:rsidRPr="00550297">
        <w:rPr>
          <w:bCs/>
          <w:color w:val="000000" w:themeColor="text1"/>
          <w:lang w:val="et-EE"/>
        </w:rPr>
        <w:t>_</w:t>
      </w:r>
      <w:r w:rsidR="003F5BAB">
        <w:rPr>
          <w:bCs/>
          <w:color w:val="000000" w:themeColor="text1"/>
          <w:lang w:val="et-EE"/>
        </w:rPr>
        <w:t>000</w:t>
      </w:r>
      <w:r w:rsidR="00D1369E">
        <w:rPr>
          <w:bCs/>
          <w:color w:val="000000" w:themeColor="text1"/>
          <w:lang w:val="et-EE"/>
        </w:rPr>
        <w:t>00</w:t>
      </w:r>
      <w:r w:rsidR="003F5BAB">
        <w:rPr>
          <w:bCs/>
          <w:color w:val="000000" w:themeColor="text1"/>
          <w:lang w:val="et-EE"/>
        </w:rPr>
        <w:t>1</w:t>
      </w:r>
    </w:p>
    <w:p w14:paraId="0E2DBF3D" w14:textId="16EEB313" w:rsidR="00DF46AD" w:rsidRPr="00F177F3" w:rsidRDefault="00DF46AD" w:rsidP="004C7347">
      <w:pPr>
        <w:spacing w:after="100" w:afterAutospacing="1" w:line="360" w:lineRule="auto"/>
        <w:rPr>
          <w:lang w:val="et-EE"/>
        </w:rPr>
      </w:pPr>
    </w:p>
    <w:p w14:paraId="18AFF39B" w14:textId="31213E27" w:rsidR="00DF46AD" w:rsidRPr="00F177F3" w:rsidRDefault="00DF46AD" w:rsidP="004C7347">
      <w:pPr>
        <w:spacing w:after="100" w:afterAutospacing="1" w:line="360" w:lineRule="auto"/>
        <w:rPr>
          <w:lang w:val="et-EE"/>
        </w:rPr>
      </w:pPr>
    </w:p>
    <w:p w14:paraId="635A2486" w14:textId="14381807" w:rsidR="00DF46AD" w:rsidRPr="00F177F3" w:rsidRDefault="00DF46AD" w:rsidP="004C7347">
      <w:pPr>
        <w:spacing w:after="100" w:afterAutospacing="1" w:line="360" w:lineRule="auto"/>
        <w:rPr>
          <w:lang w:val="et-EE"/>
        </w:rPr>
      </w:pPr>
    </w:p>
    <w:p w14:paraId="41BD5F12" w14:textId="6A11D880" w:rsidR="00AE0131" w:rsidRDefault="00AE0131" w:rsidP="004C7347">
      <w:pPr>
        <w:spacing w:after="100" w:afterAutospacing="1" w:line="360" w:lineRule="auto"/>
        <w:rPr>
          <w:lang w:val="et-EE"/>
        </w:rPr>
      </w:pPr>
    </w:p>
    <w:p w14:paraId="49ABA847" w14:textId="59637658" w:rsidR="00304C31" w:rsidRDefault="00304C31" w:rsidP="004C7347">
      <w:pPr>
        <w:spacing w:after="100" w:afterAutospacing="1" w:line="360" w:lineRule="auto"/>
        <w:rPr>
          <w:lang w:val="et-EE"/>
        </w:rPr>
      </w:pPr>
    </w:p>
    <w:p w14:paraId="57C003E8" w14:textId="7C62B15F" w:rsidR="00304C31" w:rsidRDefault="00304C31" w:rsidP="004C7347">
      <w:pPr>
        <w:spacing w:after="100" w:afterAutospacing="1" w:line="360" w:lineRule="auto"/>
        <w:rPr>
          <w:lang w:val="et-EE"/>
        </w:rPr>
      </w:pPr>
    </w:p>
    <w:p w14:paraId="713B7E66" w14:textId="77777777" w:rsidR="00304C31" w:rsidRDefault="00304C31" w:rsidP="004C7347">
      <w:pPr>
        <w:spacing w:after="100" w:afterAutospacing="1" w:line="360" w:lineRule="auto"/>
        <w:rPr>
          <w:lang w:val="et-EE"/>
        </w:rPr>
      </w:pPr>
    </w:p>
    <w:p w14:paraId="545A0E60" w14:textId="77777777" w:rsidR="00D1369E" w:rsidRDefault="00D1369E" w:rsidP="004C7347">
      <w:pPr>
        <w:spacing w:after="100" w:afterAutospacing="1" w:line="360" w:lineRule="auto"/>
        <w:rPr>
          <w:lang w:val="et-EE"/>
        </w:rPr>
      </w:pPr>
    </w:p>
    <w:p w14:paraId="1EE9B6FA" w14:textId="77777777" w:rsidR="00445EBD" w:rsidRPr="00F177F3" w:rsidRDefault="00445EBD" w:rsidP="004C7347">
      <w:pPr>
        <w:spacing w:after="100" w:afterAutospacing="1" w:line="360" w:lineRule="auto"/>
        <w:rPr>
          <w:lang w:val="et-E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1132"/>
        <w:gridCol w:w="1383"/>
        <w:gridCol w:w="1245"/>
        <w:gridCol w:w="1529"/>
        <w:gridCol w:w="1529"/>
        <w:gridCol w:w="1537"/>
        <w:gridCol w:w="1107"/>
      </w:tblGrid>
      <w:tr w:rsidR="00304C31" w:rsidRPr="00F93D43" w14:paraId="6CDB63AF" w14:textId="77777777" w:rsidTr="00293802">
        <w:trPr>
          <w:cantSplit/>
          <w:trHeight w:val="567"/>
        </w:trPr>
        <w:tc>
          <w:tcPr>
            <w:tcW w:w="326" w:type="pct"/>
            <w:tcMar>
              <w:left w:w="28" w:type="dxa"/>
              <w:right w:w="28" w:type="dxa"/>
            </w:tcMar>
            <w:vAlign w:val="center"/>
          </w:tcPr>
          <w:p w14:paraId="54E5B8A9" w14:textId="77777777" w:rsidR="00304C31" w:rsidRPr="00F93D43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F93D43">
              <w:rPr>
                <w:rFonts w:ascii="Arial" w:hAnsi="Arial" w:cs="Arial"/>
                <w:lang w:val="en-GB"/>
              </w:rPr>
              <w:t>Rev.</w:t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0BEA2169" w14:textId="77777777" w:rsidR="00304C31" w:rsidRPr="00F93D43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F93D43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683" w:type="pct"/>
            <w:vAlign w:val="center"/>
          </w:tcPr>
          <w:p w14:paraId="30106FD8" w14:textId="77777777" w:rsidR="00304C31" w:rsidRPr="00F93D43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F93D43">
              <w:rPr>
                <w:rFonts w:ascii="Arial" w:hAnsi="Arial" w:cs="Arial"/>
                <w:lang w:val="en-GB"/>
              </w:rPr>
              <w:t>Doc Status</w:t>
            </w:r>
          </w:p>
        </w:tc>
        <w:tc>
          <w:tcPr>
            <w:tcW w:w="615" w:type="pct"/>
            <w:tcMar>
              <w:left w:w="28" w:type="dxa"/>
              <w:right w:w="28" w:type="dxa"/>
            </w:tcMar>
            <w:vAlign w:val="center"/>
          </w:tcPr>
          <w:p w14:paraId="019F7BE0" w14:textId="77777777" w:rsidR="00304C31" w:rsidRPr="00F93D43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F93D43">
              <w:rPr>
                <w:rFonts w:ascii="Arial" w:hAnsi="Arial" w:cs="Arial"/>
                <w:lang w:val="en-GB"/>
              </w:rPr>
              <w:t>Prepared</w:t>
            </w:r>
          </w:p>
        </w:tc>
        <w:tc>
          <w:tcPr>
            <w:tcW w:w="755" w:type="pct"/>
            <w:vAlign w:val="center"/>
          </w:tcPr>
          <w:p w14:paraId="5E600203" w14:textId="77777777" w:rsidR="00304C31" w:rsidRPr="00F93D43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Checked</w:t>
            </w:r>
          </w:p>
        </w:tc>
        <w:tc>
          <w:tcPr>
            <w:tcW w:w="755" w:type="pct"/>
            <w:tcMar>
              <w:left w:w="28" w:type="dxa"/>
              <w:right w:w="28" w:type="dxa"/>
            </w:tcMar>
            <w:vAlign w:val="center"/>
          </w:tcPr>
          <w:p w14:paraId="243A0B6E" w14:textId="5E855055" w:rsidR="00304C31" w:rsidRPr="00F93D43" w:rsidRDefault="00B41AE0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F93D43">
              <w:rPr>
                <w:rFonts w:ascii="Arial" w:hAnsi="Arial" w:cs="Arial"/>
                <w:lang w:val="en-GB"/>
              </w:rPr>
              <w:t>Approved</w:t>
            </w:r>
          </w:p>
        </w:tc>
        <w:tc>
          <w:tcPr>
            <w:tcW w:w="759" w:type="pct"/>
            <w:vAlign w:val="center"/>
          </w:tcPr>
          <w:p w14:paraId="61D52DD6" w14:textId="6487528D" w:rsidR="00304C31" w:rsidRPr="00F93D43" w:rsidRDefault="00B41AE0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Respon</w:t>
            </w:r>
            <w:r w:rsidR="00F467D8">
              <w:rPr>
                <w:rFonts w:ascii="Arial" w:hAnsi="Arial" w:cs="Arial"/>
                <w:lang w:val="en-GB"/>
              </w:rPr>
              <w:t>s</w:t>
            </w:r>
            <w:r>
              <w:rPr>
                <w:rFonts w:ascii="Arial" w:hAnsi="Arial" w:cs="Arial"/>
                <w:lang w:val="en-GB"/>
              </w:rPr>
              <w:t>ible</w:t>
            </w:r>
            <w:r w:rsidR="00F467D8">
              <w:rPr>
                <w:rFonts w:ascii="Arial" w:hAnsi="Arial" w:cs="Arial"/>
                <w:lang w:val="en-GB"/>
              </w:rPr>
              <w:t xml:space="preserve"> specialist</w:t>
            </w:r>
          </w:p>
        </w:tc>
        <w:tc>
          <w:tcPr>
            <w:tcW w:w="547" w:type="pct"/>
            <w:tcMar>
              <w:left w:w="28" w:type="dxa"/>
              <w:right w:w="28" w:type="dxa"/>
            </w:tcMar>
            <w:vAlign w:val="center"/>
          </w:tcPr>
          <w:p w14:paraId="4A4C5165" w14:textId="77777777" w:rsidR="00304C31" w:rsidRPr="00F93D43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F93D43">
              <w:rPr>
                <w:rFonts w:ascii="Arial" w:hAnsi="Arial" w:cs="Arial"/>
                <w:lang w:val="en-GB"/>
              </w:rPr>
              <w:t>Accepted</w:t>
            </w:r>
          </w:p>
        </w:tc>
      </w:tr>
      <w:tr w:rsidR="00304C31" w:rsidRPr="00F93D43" w14:paraId="3A34DD58" w14:textId="77777777" w:rsidTr="00293802">
        <w:trPr>
          <w:cantSplit/>
          <w:trHeight w:val="567"/>
        </w:trPr>
        <w:tc>
          <w:tcPr>
            <w:tcW w:w="3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8C222B" w14:textId="77777777" w:rsidR="00304C31" w:rsidRPr="00F93D43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9162D4">
              <w:rPr>
                <w:rFonts w:ascii="Arial" w:hAnsi="Arial" w:cs="Arial"/>
              </w:rPr>
              <w:t>001</w:t>
            </w:r>
          </w:p>
        </w:tc>
        <w:tc>
          <w:tcPr>
            <w:tcW w:w="55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6078D30" w14:textId="149641BC" w:rsidR="00304C31" w:rsidRPr="00F93D43" w:rsidRDefault="00791653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02.07.2024</w:t>
            </w:r>
          </w:p>
        </w:tc>
        <w:tc>
          <w:tcPr>
            <w:tcW w:w="683" w:type="pct"/>
            <w:shd w:val="clear" w:color="auto" w:fill="auto"/>
            <w:vAlign w:val="center"/>
          </w:tcPr>
          <w:p w14:paraId="3AC01B71" w14:textId="77777777" w:rsidR="00304C31" w:rsidRPr="00F93D43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Submitted</w:t>
            </w:r>
          </w:p>
        </w:tc>
        <w:tc>
          <w:tcPr>
            <w:tcW w:w="61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E98FF2" w14:textId="09D5FEEA" w:rsidR="00304C31" w:rsidRPr="00F93D43" w:rsidRDefault="00B41AE0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Nadezda Tervo</w:t>
            </w:r>
          </w:p>
        </w:tc>
        <w:tc>
          <w:tcPr>
            <w:tcW w:w="755" w:type="pct"/>
            <w:vAlign w:val="center"/>
          </w:tcPr>
          <w:p w14:paraId="79442535" w14:textId="626913C1" w:rsidR="00304C31" w:rsidRDefault="00B41AE0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Liisa Karu</w:t>
            </w:r>
          </w:p>
        </w:tc>
        <w:tc>
          <w:tcPr>
            <w:tcW w:w="75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BA1DA3" w14:textId="61C13D0C" w:rsidR="00304C31" w:rsidRPr="00F93D43" w:rsidRDefault="00B41AE0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Liisa Karu</w:t>
            </w:r>
          </w:p>
        </w:tc>
        <w:tc>
          <w:tcPr>
            <w:tcW w:w="759" w:type="pct"/>
            <w:shd w:val="clear" w:color="auto" w:fill="auto"/>
            <w:vAlign w:val="center"/>
          </w:tcPr>
          <w:p w14:paraId="410FBE99" w14:textId="4407EA88" w:rsidR="00304C31" w:rsidRPr="00F93D43" w:rsidRDefault="00B41AE0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Ats </w:t>
            </w:r>
            <w:proofErr w:type="spellStart"/>
            <w:r>
              <w:rPr>
                <w:rFonts w:ascii="Arial" w:hAnsi="Arial" w:cs="Arial"/>
                <w:lang w:val="en-GB"/>
              </w:rPr>
              <w:t>Pildre</w:t>
            </w:r>
            <w:proofErr w:type="spellEnd"/>
          </w:p>
        </w:tc>
        <w:tc>
          <w:tcPr>
            <w:tcW w:w="54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0FB8E5" w14:textId="77777777" w:rsidR="00304C31" w:rsidRPr="00F93D43" w:rsidRDefault="00304C31" w:rsidP="00B03D0A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647306" w:rsidRPr="00F93D43" w14:paraId="16B2CF1A" w14:textId="77777777" w:rsidTr="00002A6E">
        <w:trPr>
          <w:cantSplit/>
          <w:trHeight w:val="567"/>
        </w:trPr>
        <w:tc>
          <w:tcPr>
            <w:tcW w:w="326" w:type="pct"/>
            <w:tcMar>
              <w:left w:w="28" w:type="dxa"/>
              <w:right w:w="28" w:type="dxa"/>
            </w:tcMar>
            <w:vAlign w:val="center"/>
          </w:tcPr>
          <w:p w14:paraId="191C3CA2" w14:textId="77777777" w:rsidR="00647306" w:rsidRPr="00F93D43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002</w:t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6B4EC726" w14:textId="7F56B05A" w:rsidR="00647306" w:rsidRPr="00F93D43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83" w:type="pct"/>
            <w:vAlign w:val="center"/>
          </w:tcPr>
          <w:p w14:paraId="483AF4C4" w14:textId="60D66793" w:rsidR="00647306" w:rsidRPr="00F93D43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15" w:type="pct"/>
            <w:tcMar>
              <w:left w:w="28" w:type="dxa"/>
              <w:right w:w="28" w:type="dxa"/>
            </w:tcMar>
            <w:vAlign w:val="center"/>
          </w:tcPr>
          <w:p w14:paraId="18CCD5B4" w14:textId="2BF493CA" w:rsidR="00647306" w:rsidRPr="00F93D43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5" w:type="pct"/>
            <w:vAlign w:val="center"/>
          </w:tcPr>
          <w:p w14:paraId="052F0D59" w14:textId="1C505F47" w:rsidR="00647306" w:rsidRPr="00F93D43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5" w:type="pct"/>
            <w:tcMar>
              <w:left w:w="28" w:type="dxa"/>
              <w:right w:w="28" w:type="dxa"/>
            </w:tcMar>
            <w:vAlign w:val="center"/>
          </w:tcPr>
          <w:p w14:paraId="791FB039" w14:textId="16E52F0B" w:rsidR="00647306" w:rsidRPr="00F93D43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9" w:type="pct"/>
            <w:vAlign w:val="center"/>
          </w:tcPr>
          <w:p w14:paraId="4FB870F1" w14:textId="5B493FC8" w:rsidR="00647306" w:rsidRPr="00F93D43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47" w:type="pct"/>
            <w:tcMar>
              <w:left w:w="28" w:type="dxa"/>
              <w:right w:w="28" w:type="dxa"/>
            </w:tcMar>
            <w:vAlign w:val="center"/>
          </w:tcPr>
          <w:p w14:paraId="71D1BFAA" w14:textId="77777777" w:rsidR="00647306" w:rsidRPr="00F93D43" w:rsidRDefault="00647306" w:rsidP="00647306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293802" w:rsidRPr="00F93D43" w14:paraId="3A9B5071" w14:textId="77777777" w:rsidTr="00293802">
        <w:trPr>
          <w:cantSplit/>
          <w:trHeight w:val="567"/>
        </w:trPr>
        <w:tc>
          <w:tcPr>
            <w:tcW w:w="326" w:type="pct"/>
            <w:tcMar>
              <w:left w:w="28" w:type="dxa"/>
              <w:right w:w="28" w:type="dxa"/>
            </w:tcMar>
            <w:vAlign w:val="center"/>
          </w:tcPr>
          <w:p w14:paraId="64BFD31D" w14:textId="7EFA1921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003</w:t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2E12E1FE" w14:textId="0B67DFC3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83" w:type="pct"/>
            <w:vAlign w:val="center"/>
          </w:tcPr>
          <w:p w14:paraId="25749AAD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15" w:type="pct"/>
            <w:tcMar>
              <w:left w:w="28" w:type="dxa"/>
              <w:right w:w="28" w:type="dxa"/>
            </w:tcMar>
            <w:vAlign w:val="center"/>
          </w:tcPr>
          <w:p w14:paraId="055EAAAE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5" w:type="pct"/>
          </w:tcPr>
          <w:p w14:paraId="1BC681CC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5" w:type="pct"/>
            <w:tcMar>
              <w:left w:w="28" w:type="dxa"/>
              <w:right w:w="28" w:type="dxa"/>
            </w:tcMar>
            <w:vAlign w:val="center"/>
          </w:tcPr>
          <w:p w14:paraId="296E2582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9" w:type="pct"/>
            <w:vAlign w:val="center"/>
          </w:tcPr>
          <w:p w14:paraId="01A1C120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bCs/>
                <w:lang w:val="en-GB"/>
              </w:rPr>
            </w:pPr>
          </w:p>
        </w:tc>
        <w:tc>
          <w:tcPr>
            <w:tcW w:w="547" w:type="pct"/>
            <w:tcMar>
              <w:left w:w="28" w:type="dxa"/>
              <w:right w:w="28" w:type="dxa"/>
            </w:tcMar>
            <w:vAlign w:val="center"/>
          </w:tcPr>
          <w:p w14:paraId="357A9462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293802" w:rsidRPr="00F93D43" w14:paraId="36DC5773" w14:textId="77777777" w:rsidTr="00293802">
        <w:trPr>
          <w:cantSplit/>
          <w:trHeight w:val="1321"/>
        </w:trPr>
        <w:tc>
          <w:tcPr>
            <w:tcW w:w="326" w:type="pct"/>
            <w:tcMar>
              <w:left w:w="28" w:type="dxa"/>
              <w:right w:w="28" w:type="dxa"/>
            </w:tcMar>
            <w:vAlign w:val="center"/>
          </w:tcPr>
          <w:p w14:paraId="7369C003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3AF81F70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  <w:r w:rsidRPr="00F93D43">
              <w:rPr>
                <w:rFonts w:ascii="Arial" w:hAnsi="Arial" w:cs="Arial"/>
                <w:lang w:val="en-GB"/>
              </w:rPr>
              <w:t>Signatures</w:t>
            </w:r>
          </w:p>
        </w:tc>
        <w:tc>
          <w:tcPr>
            <w:tcW w:w="683" w:type="pct"/>
            <w:vAlign w:val="center"/>
          </w:tcPr>
          <w:p w14:paraId="5BDAD856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615" w:type="pct"/>
            <w:tcMar>
              <w:left w:w="28" w:type="dxa"/>
              <w:right w:w="28" w:type="dxa"/>
            </w:tcMar>
            <w:vAlign w:val="center"/>
          </w:tcPr>
          <w:p w14:paraId="75AA5479" w14:textId="7B7CCBF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5" w:type="pct"/>
            <w:vAlign w:val="center"/>
          </w:tcPr>
          <w:p w14:paraId="2277A21E" w14:textId="7DA9CB19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5" w:type="pct"/>
            <w:tcMar>
              <w:left w:w="28" w:type="dxa"/>
              <w:right w:w="28" w:type="dxa"/>
            </w:tcMar>
            <w:vAlign w:val="center"/>
          </w:tcPr>
          <w:p w14:paraId="62930BA0" w14:textId="75E16E66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759" w:type="pct"/>
            <w:vAlign w:val="center"/>
          </w:tcPr>
          <w:p w14:paraId="3E31D1D7" w14:textId="645523AE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547" w:type="pct"/>
            <w:tcMar>
              <w:left w:w="28" w:type="dxa"/>
              <w:right w:w="28" w:type="dxa"/>
            </w:tcMar>
            <w:vAlign w:val="center"/>
          </w:tcPr>
          <w:p w14:paraId="184C0158" w14:textId="77777777" w:rsidR="00293802" w:rsidRPr="00F93D43" w:rsidRDefault="00293802" w:rsidP="00293802">
            <w:pPr>
              <w:pStyle w:val="RBbody"/>
              <w:spacing w:after="0" w:line="240" w:lineRule="auto"/>
              <w:jc w:val="center"/>
              <w:rPr>
                <w:rFonts w:ascii="Arial" w:hAnsi="Arial" w:cs="Arial"/>
                <w:lang w:val="en-GB"/>
              </w:rPr>
            </w:pPr>
          </w:p>
        </w:tc>
      </w:tr>
    </w:tbl>
    <w:p w14:paraId="15AB6778" w14:textId="77777777" w:rsidR="00777B94" w:rsidRPr="00F177F3" w:rsidRDefault="00777B94" w:rsidP="004C7347">
      <w:pPr>
        <w:spacing w:after="100" w:afterAutospacing="1" w:line="360" w:lineRule="auto"/>
        <w:rPr>
          <w:lang w:val="et-EE"/>
        </w:rPr>
      </w:pPr>
    </w:p>
    <w:p w14:paraId="55B6159B" w14:textId="77777777" w:rsidR="00AA75A7" w:rsidRPr="00F177F3" w:rsidRDefault="00AA75A7" w:rsidP="004C7347">
      <w:pPr>
        <w:spacing w:after="100" w:afterAutospacing="1" w:line="360" w:lineRule="auto"/>
        <w:rPr>
          <w:sz w:val="2"/>
          <w:szCs w:val="2"/>
          <w:lang w:val="et-EE"/>
        </w:rPr>
      </w:pPr>
    </w:p>
    <w:p w14:paraId="6FA4BC7F" w14:textId="77777777" w:rsidR="00DF46AD" w:rsidRPr="00F177F3" w:rsidRDefault="00DF46AD" w:rsidP="004C7347">
      <w:pPr>
        <w:spacing w:after="100" w:afterAutospacing="1" w:line="360" w:lineRule="auto"/>
        <w:rPr>
          <w:lang w:val="et-EE"/>
        </w:rPr>
        <w:sectPr w:rsidR="00DF46AD" w:rsidRPr="00F177F3" w:rsidSect="00A51AAB">
          <w:headerReference w:type="default" r:id="rId17"/>
          <w:footerReference w:type="default" r:id="rId18"/>
          <w:type w:val="evenPage"/>
          <w:pgSz w:w="23811" w:h="16838" w:orient="landscape" w:code="8"/>
          <w:pgMar w:top="1276" w:right="1418" w:bottom="1276" w:left="1418" w:header="709" w:footer="709" w:gutter="0"/>
          <w:cols w:num="2" w:space="708"/>
          <w:titlePg/>
          <w:docGrid w:linePitch="360"/>
        </w:sectPr>
      </w:pPr>
    </w:p>
    <w:tbl>
      <w:tblPr>
        <w:tblStyle w:val="TableGrid2"/>
        <w:tblW w:w="20697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0206"/>
        <w:gridCol w:w="10491"/>
      </w:tblGrid>
      <w:tr w:rsidR="00075931" w:rsidRPr="00F177F3" w14:paraId="3A93DA06" w14:textId="77777777" w:rsidTr="00AD3408">
        <w:trPr>
          <w:trHeight w:val="12796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79"/>
              <w:gridCol w:w="4601"/>
            </w:tblGrid>
            <w:tr w:rsidR="00D1369E" w14:paraId="7243D7BB" w14:textId="77777777" w:rsidTr="00D1369E">
              <w:trPr>
                <w:trHeight w:val="306"/>
                <w:tblHeader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E73AB"/>
                  <w:noWrap/>
                  <w:vAlign w:val="center"/>
                  <w:hideMark/>
                </w:tcPr>
                <w:p w14:paraId="39A017F6" w14:textId="7777777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t-EE"/>
                    </w:rPr>
                  </w:pPr>
                  <w:r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t-EE" w:bidi="et-EE"/>
                    </w:rPr>
                    <w:lastRenderedPageBreak/>
                    <w:t>FAILI/DOKUMENDI NIMI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E73AB"/>
                  <w:noWrap/>
                  <w:vAlign w:val="center"/>
                  <w:hideMark/>
                </w:tcPr>
                <w:p w14:paraId="4DC3F968" w14:textId="7777777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t-EE"/>
                    </w:rPr>
                  </w:pPr>
                  <w:r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t-EE" w:bidi="et-EE"/>
                    </w:rPr>
                    <w:t>Sisu / Kirjeldus</w:t>
                  </w:r>
                </w:p>
              </w:tc>
            </w:tr>
            <w:tr w:rsidR="00D1369E" w14:paraId="433E4BAB" w14:textId="77777777" w:rsidTr="00D1369E">
              <w:trPr>
                <w:trHeight w:val="306"/>
                <w:tblHeader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398DB"/>
                  <w:noWrap/>
                  <w:vAlign w:val="center"/>
                  <w:hideMark/>
                </w:tcPr>
                <w:p w14:paraId="2FB80FAE" w14:textId="7777777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t-EE"/>
                    </w:rPr>
                  </w:pPr>
                  <w:r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n-US"/>
                    </w:rPr>
                    <w:t>RBDTDEEDS2DPS1-06 – BR0070</w:t>
                  </w:r>
                </w:p>
              </w:tc>
            </w:tr>
            <w:tr w:rsidR="00D1369E" w14:paraId="6E9A0DD1" w14:textId="77777777" w:rsidTr="00D1369E">
              <w:trPr>
                <w:trHeight w:val="30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AF7"/>
                  <w:noWrap/>
                  <w:vAlign w:val="center"/>
                  <w:hideMark/>
                </w:tcPr>
                <w:p w14:paraId="47E9C792" w14:textId="7777777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t-EE"/>
                    </w:rPr>
                  </w:pPr>
                  <w:r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t-EE" w:bidi="et-EE"/>
                    </w:rPr>
                    <w:t>01 _Aruanded</w:t>
                  </w:r>
                </w:p>
              </w:tc>
            </w:tr>
            <w:tr w:rsidR="00D1369E" w:rsidRPr="00D1369E" w14:paraId="15D3567E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27110CB4" w14:textId="387E0AB8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-ZZ_ZZZZ_RP_TU-TS_DTD_000001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4211FF2" w14:textId="54923839" w:rsidR="00D1369E" w:rsidRP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2</w:t>
                  </w:r>
                  <w:r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- </w:t>
                  </w:r>
                  <w:proofErr w:type="spellStart"/>
                  <w:r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Dokumentide</w:t>
                  </w:r>
                  <w:proofErr w:type="spellEnd"/>
                  <w:r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</w:t>
                  </w:r>
                  <w:proofErr w:type="spellStart"/>
                  <w:r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register</w:t>
                  </w:r>
                  <w:proofErr w:type="spellEnd"/>
                </w:p>
              </w:tc>
            </w:tr>
            <w:tr w:rsidR="00D1369E" w:rsidRPr="00D1369E" w14:paraId="6E20FB97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7A9CF80" w14:textId="5402E61A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-ZZ_ZZZZ_RP_TU-TS_DTD_000002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88A5663" w14:textId="402D20CF" w:rsidR="00D1369E" w:rsidRP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bCs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2</w:t>
                  </w:r>
                  <w:r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-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Seletuskiri</w:t>
                  </w:r>
                  <w:proofErr w:type="spellEnd"/>
                </w:p>
              </w:tc>
            </w:tr>
            <w:tr w:rsidR="00D1369E" w:rsidRPr="00D1369E" w14:paraId="2C87BFB3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260B1CA" w14:textId="2413F33B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-ZZ_ZZZZ_RP_TU-TS_DTD_000003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2915571" w14:textId="105D3D5C" w:rsidR="00D1369E" w:rsidRP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2</w:t>
                  </w:r>
                  <w:r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-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Hooldusjuhend</w:t>
                  </w:r>
                  <w:proofErr w:type="spellEnd"/>
                </w:p>
              </w:tc>
            </w:tr>
            <w:tr w:rsidR="00D1369E" w14:paraId="52566732" w14:textId="77777777" w:rsidTr="00D1369E">
              <w:trPr>
                <w:trHeight w:val="30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AF7"/>
                  <w:noWrap/>
                  <w:vAlign w:val="center"/>
                  <w:hideMark/>
                </w:tcPr>
                <w:p w14:paraId="536B317D" w14:textId="7777777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sz w:val="16"/>
                      <w:szCs w:val="16"/>
                      <w:highlight w:val="yellow"/>
                      <w:lang w:val="et-EE"/>
                    </w:rPr>
                  </w:pPr>
                  <w:r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t-EE" w:bidi="et-EE"/>
                    </w:rPr>
                    <w:t>02_Joonised</w:t>
                  </w:r>
                </w:p>
              </w:tc>
            </w:tr>
            <w:tr w:rsidR="00D1369E" w14:paraId="430BD43C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7C1BA63" w14:textId="6FAE634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-ZZ_ZZZZ_D3_TU-TS_DTD_000101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E183DE8" w14:textId="33807410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Drenaazi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veetruup</w:t>
                  </w:r>
                  <w:proofErr w:type="spellEnd"/>
                </w:p>
              </w:tc>
            </w:tr>
            <w:tr w:rsidR="00D1369E" w:rsidRPr="00371B51" w14:paraId="2CB02AB1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7D9CB4D" w14:textId="2DC96AAB" w:rsidR="00D1369E" w:rsidRDefault="00371B51" w:rsidP="00D1369E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9592A15" w14:textId="2EC6B12B" w:rsidR="00D1369E" w:rsidRDefault="00371B51" w:rsidP="00D1369E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CUL-001</w:t>
                  </w:r>
                </w:p>
              </w:tc>
            </w:tr>
            <w:tr w:rsidR="00371B51" w:rsidRPr="00371B51" w14:paraId="140D0561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D629194" w14:textId="76F56610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977CD55" w14:textId="6CEFC518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CUL-002</w:t>
                  </w:r>
                </w:p>
              </w:tc>
            </w:tr>
            <w:tr w:rsidR="00371B51" w:rsidRPr="00371B51" w14:paraId="3C3B0E36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294295D" w14:textId="61D95C68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3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903A76F" w14:textId="6EDEB007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CUL-003</w:t>
                  </w:r>
                </w:p>
              </w:tc>
            </w:tr>
            <w:tr w:rsidR="00371B51" w:rsidRPr="00C53727" w14:paraId="2F477BE7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09D12FF" w14:textId="225F1CB2" w:rsidR="00371B51" w:rsidRPr="00C53727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4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4EE9142" w14:textId="477B383D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CUL-004</w:t>
                  </w:r>
                </w:p>
              </w:tc>
            </w:tr>
            <w:tr w:rsidR="00371B51" w:rsidRPr="00C53727" w14:paraId="65750307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C0D74EC" w14:textId="0E29A010" w:rsidR="00371B51" w:rsidRP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5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B4B5E80" w14:textId="2EFC758C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CUL-005</w:t>
                  </w:r>
                </w:p>
              </w:tc>
            </w:tr>
            <w:tr w:rsidR="00371B51" w:rsidRPr="00C53727" w14:paraId="781EAF9F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113061A" w14:textId="68660E8D" w:rsidR="00371B51" w:rsidRP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6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1DDE172" w14:textId="08F37A36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CUL-006</w:t>
                  </w:r>
                </w:p>
              </w:tc>
            </w:tr>
            <w:tr w:rsidR="00371B51" w:rsidRPr="00C53727" w14:paraId="79D963CC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645B5CF" w14:textId="472E414F" w:rsidR="00371B51" w:rsidRP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7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B5C9554" w14:textId="53B28DC6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CUL-007</w:t>
                  </w:r>
                </w:p>
              </w:tc>
            </w:tr>
            <w:tr w:rsidR="00371B51" w:rsidRPr="00C53727" w14:paraId="6D1FD35B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DC46ED6" w14:textId="24344811" w:rsidR="00371B51" w:rsidRP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8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3DCEA93" w14:textId="051A6373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CUL-008</w:t>
                  </w:r>
                </w:p>
              </w:tc>
            </w:tr>
            <w:tr w:rsidR="00371B51" w:rsidRPr="00C53727" w14:paraId="01195F69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A4270A4" w14:textId="750F975E" w:rsidR="00371B51" w:rsidRP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9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1E81FD1" w14:textId="4113D3B7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CUL-009</w:t>
                  </w:r>
                </w:p>
              </w:tc>
            </w:tr>
            <w:tr w:rsidR="00371B51" w:rsidRPr="00C53727" w14:paraId="0AA925EA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1A55754" w14:textId="71AB0870" w:rsidR="00371B51" w:rsidRP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10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F13EE49" w14:textId="3E47B212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CUL-010</w:t>
                  </w:r>
                </w:p>
              </w:tc>
            </w:tr>
            <w:tr w:rsidR="00371B51" w:rsidRPr="00C53727" w14:paraId="4CD8B813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55CC5D3" w14:textId="7DB50887" w:rsidR="00371B51" w:rsidRP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11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31DE4A1" w14:textId="70621C0B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CUL-011</w:t>
                  </w:r>
                </w:p>
              </w:tc>
            </w:tr>
            <w:tr w:rsidR="00371B51" w:rsidRPr="00C53727" w14:paraId="4C0D098F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34DD704" w14:textId="5A37D65E" w:rsidR="00371B51" w:rsidRP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12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C3EB0AF" w14:textId="5A855E03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CUL-012</w:t>
                  </w:r>
                </w:p>
              </w:tc>
            </w:tr>
            <w:tr w:rsidR="00791653" w:rsidRPr="00791653" w14:paraId="653BB08B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4B72345" w14:textId="05687EE0" w:rsidR="00791653" w:rsidRPr="00371B51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13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0D0CC56" w14:textId="5459BB9A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Veetruup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3</w:t>
                  </w:r>
                </w:p>
              </w:tc>
            </w:tr>
            <w:tr w:rsidR="00791653" w:rsidRPr="00791653" w14:paraId="3E0A83C1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09D5E16" w14:textId="4CC8E718" w:rsidR="00791653" w:rsidRPr="00371B51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4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02F34D4" w14:textId="70DF0DBA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CU037082 –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tiibsein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ja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tugisein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,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raketis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ja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armeerimine</w:t>
                  </w:r>
                  <w:proofErr w:type="spellEnd"/>
                </w:p>
              </w:tc>
            </w:tr>
            <w:tr w:rsidR="00791653" w:rsidRPr="00061901" w14:paraId="62F5E415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3B22F88" w14:textId="5697E563" w:rsidR="00791653" w:rsidRPr="00371B51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15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5D6227C" w14:textId="45D41CE0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CU037082 –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monoliitse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plaadi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armeerimine</w:t>
                  </w:r>
                  <w:proofErr w:type="spellEnd"/>
                </w:p>
              </w:tc>
            </w:tr>
            <w:tr w:rsidR="00791653" w14:paraId="65F4772A" w14:textId="77777777" w:rsidTr="00D1369E">
              <w:trPr>
                <w:trHeight w:val="30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AF7"/>
                  <w:noWrap/>
                  <w:vAlign w:val="center"/>
                  <w:hideMark/>
                </w:tcPr>
                <w:p w14:paraId="64F35443" w14:textId="77777777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t-EE"/>
                    </w:rPr>
                  </w:pPr>
                  <w:r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t-EE" w:bidi="et-EE"/>
                    </w:rPr>
                    <w:t>03_BoQ</w:t>
                  </w:r>
                </w:p>
              </w:tc>
            </w:tr>
            <w:tr w:rsidR="00791653" w14:paraId="5EDFDD20" w14:textId="77777777" w:rsidTr="00C53727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E8C6484" w14:textId="71476548" w:rsidR="00791653" w:rsidRDefault="00791653" w:rsidP="00791653">
                  <w:pPr>
                    <w:spacing w:line="240" w:lineRule="atLeast"/>
                    <w:rPr>
                      <w:rFonts w:ascii="Calibri" w:hAnsi="Calibri" w:cs="Calibri"/>
                      <w:color w:val="000000"/>
                      <w:sz w:val="16"/>
                      <w:szCs w:val="16"/>
                      <w:lang w:val="et-EE"/>
                    </w:rPr>
                  </w:pP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AF90920" w14:textId="414438E4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t-EE"/>
                    </w:rPr>
                  </w:pPr>
                </w:p>
              </w:tc>
            </w:tr>
            <w:tr w:rsidR="00791653" w14:paraId="56C5ABE9" w14:textId="77777777" w:rsidTr="00D1369E">
              <w:trPr>
                <w:trHeight w:val="30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AF7"/>
                  <w:noWrap/>
                  <w:vAlign w:val="center"/>
                  <w:hideMark/>
                </w:tcPr>
                <w:p w14:paraId="7FC229AC" w14:textId="77777777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t-EE"/>
                    </w:rPr>
                  </w:pPr>
                  <w:r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t-EE" w:bidi="et-EE"/>
                    </w:rPr>
                    <w:t>04_Mudelid</w:t>
                  </w:r>
                </w:p>
              </w:tc>
            </w:tr>
            <w:tr w:rsidR="00791653" w14:paraId="1EACDA94" w14:textId="77777777" w:rsidTr="00D1369E">
              <w:trPr>
                <w:trHeight w:val="306"/>
                <w:jc w:val="center"/>
              </w:trPr>
              <w:tc>
                <w:tcPr>
                  <w:tcW w:w="26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860F05E" w14:textId="0DDB75D2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r w:rsidRPr="00C53727"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RBDTD-EE-DS2-DPS1_TRE_CU03708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2</w:t>
                  </w:r>
                  <w:r w:rsidRPr="00C53727"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-ZZ_ZZZZ_IF-TU-TS_DTD_000101_</w:t>
                  </w:r>
                </w:p>
              </w:tc>
              <w:tc>
                <w:tcPr>
                  <w:tcW w:w="23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9F2477A" w14:textId="6FAD851A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Truup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CU037082 BIM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mudel</w:t>
                  </w:r>
                  <w:proofErr w:type="spellEnd"/>
                </w:p>
              </w:tc>
            </w:tr>
          </w:tbl>
          <w:p w14:paraId="2E2DD0A2" w14:textId="484FD7CC" w:rsidR="00BC3C4F" w:rsidRPr="00BC3C4F" w:rsidRDefault="00BC3C4F" w:rsidP="00D1369E">
            <w:pPr>
              <w:spacing w:line="360" w:lineRule="auto"/>
            </w:pPr>
          </w:p>
        </w:tc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04"/>
              <w:gridCol w:w="4761"/>
            </w:tblGrid>
            <w:tr w:rsidR="00D1369E" w14:paraId="64472225" w14:textId="77777777" w:rsidTr="00D1369E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E73AB"/>
                  <w:noWrap/>
                  <w:vAlign w:val="center"/>
                  <w:hideMark/>
                </w:tcPr>
                <w:p w14:paraId="201A68A8" w14:textId="7777777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n-US"/>
                    </w:rPr>
                    <w:t>NAME OF THE FILE/DOCUMENT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E73AB"/>
                  <w:noWrap/>
                  <w:vAlign w:val="center"/>
                  <w:hideMark/>
                </w:tcPr>
                <w:p w14:paraId="302DB35F" w14:textId="7777777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n-US"/>
                    </w:rPr>
                    <w:t>Content / Description</w:t>
                  </w:r>
                </w:p>
              </w:tc>
            </w:tr>
            <w:tr w:rsidR="00D1369E" w14:paraId="4C16838A" w14:textId="77777777" w:rsidTr="00D1369E">
              <w:trPr>
                <w:trHeight w:val="30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398DB"/>
                  <w:noWrap/>
                  <w:vAlign w:val="center"/>
                  <w:hideMark/>
                </w:tcPr>
                <w:p w14:paraId="17F5CF18" w14:textId="7777777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sz w:val="16"/>
                      <w:szCs w:val="16"/>
                      <w:highlight w:val="yellow"/>
                      <w:lang w:val="en-US"/>
                    </w:rPr>
                  </w:pPr>
                  <w:r>
                    <w:rPr>
                      <w:rFonts w:asciiTheme="minorHAnsi" w:hAnsiTheme="minorHAnsi" w:cs="Calibri"/>
                      <w:b/>
                      <w:color w:val="FFFFFF" w:themeColor="background1"/>
                      <w:sz w:val="16"/>
                      <w:szCs w:val="16"/>
                      <w:lang w:val="en-US"/>
                    </w:rPr>
                    <w:t>RBDTDEEDS2DPS1-06 – BR0070</w:t>
                  </w:r>
                </w:p>
              </w:tc>
            </w:tr>
            <w:tr w:rsidR="00D1369E" w14:paraId="0BA852CB" w14:textId="77777777" w:rsidTr="00D1369E">
              <w:trPr>
                <w:trHeight w:val="30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AF7"/>
                  <w:noWrap/>
                  <w:vAlign w:val="center"/>
                  <w:hideMark/>
                </w:tcPr>
                <w:p w14:paraId="16C12B56" w14:textId="77777777" w:rsidR="00D1369E" w:rsidRDefault="00D1369E" w:rsidP="00D1369E">
                  <w:pPr>
                    <w:spacing w:line="240" w:lineRule="atLeast"/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n-US"/>
                    </w:rPr>
                    <w:t>01 _Reports</w:t>
                  </w:r>
                </w:p>
              </w:tc>
            </w:tr>
            <w:tr w:rsidR="00400604" w14:paraId="60BF96DE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37CF356" w14:textId="042194AF" w:rsidR="00400604" w:rsidRDefault="00400604" w:rsidP="00400604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-ZZ_ZZZZ_RP_TU-TS_DTD_000001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B900FEB" w14:textId="175F989B" w:rsidR="00400604" w:rsidRPr="003A273D" w:rsidRDefault="00A57835" w:rsidP="00400604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="Calibri"/>
                      <w:sz w:val="16"/>
                      <w:szCs w:val="16"/>
                    </w:rPr>
                    <w:t>Culvert</w:t>
                  </w:r>
                  <w:r w:rsidR="00400604" w:rsidRPr="003A273D">
                    <w:rPr>
                      <w:rFonts w:asciiTheme="minorHAnsi" w:hAnsiTheme="minorHAnsi" w:cs="Calibri"/>
                      <w:sz w:val="16"/>
                      <w:szCs w:val="16"/>
                    </w:rPr>
                    <w:t xml:space="preserve"> 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</w:rPr>
                    <w:t>2</w:t>
                  </w:r>
                  <w:r w:rsidR="00400604" w:rsidRPr="003A273D">
                    <w:rPr>
                      <w:rFonts w:asciiTheme="minorHAnsi" w:hAnsiTheme="minorHAnsi" w:cs="Calibri"/>
                      <w:sz w:val="16"/>
                      <w:szCs w:val="16"/>
                    </w:rPr>
                    <w:t xml:space="preserve"> </w:t>
                  </w:r>
                  <w:r w:rsidR="003A273D" w:rsidRPr="003A273D">
                    <w:rPr>
                      <w:rFonts w:asciiTheme="minorHAnsi" w:hAnsiTheme="minorHAnsi" w:cs="Calibri"/>
                      <w:sz w:val="16"/>
                      <w:szCs w:val="16"/>
                    </w:rPr>
                    <w:t>–</w:t>
                  </w:r>
                  <w:r w:rsidR="00400604" w:rsidRPr="003A273D">
                    <w:rPr>
                      <w:rFonts w:asciiTheme="minorHAnsi" w:hAnsiTheme="minorHAnsi" w:cs="Calibri"/>
                      <w:sz w:val="16"/>
                      <w:szCs w:val="16"/>
                    </w:rPr>
                    <w:t xml:space="preserve"> </w:t>
                  </w:r>
                  <w:r w:rsidR="003A273D" w:rsidRPr="003A273D">
                    <w:rPr>
                      <w:rFonts w:asciiTheme="minorHAnsi" w:hAnsiTheme="minorHAnsi" w:cs="Calibri"/>
                      <w:sz w:val="16"/>
                      <w:szCs w:val="16"/>
                    </w:rPr>
                    <w:t>Index of d</w:t>
                  </w:r>
                  <w:r w:rsidR="003A273D">
                    <w:rPr>
                      <w:rFonts w:asciiTheme="minorHAnsi" w:hAnsiTheme="minorHAnsi" w:cs="Calibri"/>
                      <w:sz w:val="16"/>
                      <w:szCs w:val="16"/>
                    </w:rPr>
                    <w:t>ocuments</w:t>
                  </w:r>
                </w:p>
              </w:tc>
            </w:tr>
            <w:tr w:rsidR="00400604" w14:paraId="0EF10326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10B9D17" w14:textId="358BDFAE" w:rsidR="00400604" w:rsidRDefault="00400604" w:rsidP="00400604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-ZZ_ZZZZ_RP_TU-TS_DTD_000002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596380D" w14:textId="22029DD0" w:rsidR="00400604" w:rsidRDefault="00A57835" w:rsidP="00400604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Culvert</w:t>
                  </w:r>
                  <w:proofErr w:type="spellEnd"/>
                  <w:r w:rsidR="00400604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2</w:t>
                  </w:r>
                  <w:r w:rsidR="00400604"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</w:t>
                  </w:r>
                  <w:r w:rsidR="003A273D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–</w:t>
                  </w:r>
                  <w:r w:rsidR="00400604"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</w:t>
                  </w:r>
                  <w:proofErr w:type="spellStart"/>
                  <w:r w:rsidR="003A273D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Explanatory</w:t>
                  </w:r>
                  <w:proofErr w:type="spellEnd"/>
                  <w:r w:rsidR="003A273D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</w:t>
                  </w:r>
                  <w:proofErr w:type="spellStart"/>
                  <w:r w:rsidR="003A273D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letter</w:t>
                  </w:r>
                  <w:proofErr w:type="spellEnd"/>
                </w:p>
              </w:tc>
            </w:tr>
            <w:tr w:rsidR="00400604" w14:paraId="292FB7FB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F1273AA" w14:textId="6AA5C4A1" w:rsidR="00400604" w:rsidRDefault="00400604" w:rsidP="00400604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-ZZ_ZZZZ_RP_TU-TS_DTD_000003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1EC16B4" w14:textId="4675669C" w:rsidR="00400604" w:rsidRDefault="00A57835" w:rsidP="00400604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Culvert</w:t>
                  </w:r>
                  <w:proofErr w:type="spellEnd"/>
                  <w:r w:rsidR="00400604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2</w:t>
                  </w:r>
                  <w:r w:rsidR="00400604"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</w:t>
                  </w:r>
                  <w:r w:rsidR="003A273D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–</w:t>
                  </w:r>
                  <w:r w:rsidR="00400604" w:rsidRPr="00D1369E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 </w:t>
                  </w:r>
                  <w:r w:rsidR="003A273D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 xml:space="preserve">Maintenance </w:t>
                  </w:r>
                  <w:proofErr w:type="spellStart"/>
                  <w:r w:rsidR="003A273D">
                    <w:rPr>
                      <w:rFonts w:asciiTheme="minorHAnsi" w:hAnsiTheme="minorHAnsi" w:cs="Calibri"/>
                      <w:sz w:val="16"/>
                      <w:szCs w:val="16"/>
                      <w:lang w:val="de-DE"/>
                    </w:rPr>
                    <w:t>guide</w:t>
                  </w:r>
                  <w:proofErr w:type="spellEnd"/>
                </w:p>
              </w:tc>
            </w:tr>
            <w:tr w:rsidR="00400604" w14:paraId="1320A21E" w14:textId="77777777" w:rsidTr="00D1369E">
              <w:trPr>
                <w:trHeight w:val="30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AF7"/>
                  <w:noWrap/>
                  <w:vAlign w:val="center"/>
                  <w:hideMark/>
                </w:tcPr>
                <w:p w14:paraId="2C67547A" w14:textId="77777777" w:rsidR="00400604" w:rsidRDefault="00400604" w:rsidP="00400604">
                  <w:pPr>
                    <w:spacing w:line="240" w:lineRule="atLeast"/>
                    <w:rPr>
                      <w:rFonts w:asciiTheme="minorHAnsi" w:hAnsiTheme="minorHAnsi" w:cs="Calibri"/>
                      <w:b/>
                      <w:sz w:val="16"/>
                      <w:szCs w:val="16"/>
                      <w:highlight w:val="yellow"/>
                      <w:lang w:val="en-US"/>
                    </w:rPr>
                  </w:pPr>
                  <w:r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n-US"/>
                    </w:rPr>
                    <w:t>02_Drawings</w:t>
                  </w:r>
                </w:p>
              </w:tc>
            </w:tr>
            <w:tr w:rsidR="00400604" w14:paraId="65529773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5F80B8C" w14:textId="3EF891AA" w:rsidR="00400604" w:rsidRDefault="00400604" w:rsidP="00400604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</w:t>
                  </w:r>
                  <w:r w:rsidR="002B012B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-ZZ_ZZZZ_D3_TU-TS_DTD_000101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7DFF1F7" w14:textId="05E00E54" w:rsidR="00400604" w:rsidRDefault="00400604" w:rsidP="00400604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Dranage</w:t>
                  </w:r>
                  <w:proofErr w:type="spellEnd"/>
                  <w:r w:rsidR="003A273D"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. Water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 xml:space="preserve"> culvert</w:t>
                  </w:r>
                </w:p>
              </w:tc>
            </w:tr>
            <w:tr w:rsidR="00371B51" w:rsidRPr="00A57835" w14:paraId="767DDDB0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C890765" w14:textId="099193B8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FED87C2" w14:textId="1CAB0EBB" w:rsidR="00371B51" w:rsidRPr="00A57835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CUL-001</w:t>
                  </w:r>
                </w:p>
              </w:tc>
            </w:tr>
            <w:tr w:rsidR="00371B51" w:rsidRPr="00A57835" w14:paraId="4BAA32D6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5AE9C53" w14:textId="1F0E5C26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2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6B011DE" w14:textId="64159B04" w:rsidR="00371B51" w:rsidRPr="00A57835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CUL-002</w:t>
                  </w:r>
                </w:p>
              </w:tc>
            </w:tr>
            <w:tr w:rsidR="00371B51" w:rsidRPr="00A57835" w14:paraId="326E4A55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B6D16A1" w14:textId="50859452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3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30A04FF" w14:textId="4E7E336D" w:rsidR="00371B51" w:rsidRPr="00A57835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CUL-003</w:t>
                  </w:r>
                </w:p>
              </w:tc>
            </w:tr>
            <w:tr w:rsidR="00371B51" w14:paraId="16827CF0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C26725A" w14:textId="73C5C454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4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9FDBE82" w14:textId="606C21A3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CUL-004</w:t>
                  </w:r>
                </w:p>
              </w:tc>
            </w:tr>
            <w:tr w:rsidR="00371B51" w14:paraId="39D1D91B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D277009" w14:textId="6009B0C0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5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D01D194" w14:textId="054504E6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CUL-005</w:t>
                  </w:r>
                </w:p>
              </w:tc>
            </w:tr>
            <w:tr w:rsidR="00371B51" w14:paraId="661D51D6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3BA2037" w14:textId="067E38FD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6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6729DD2" w14:textId="16A68E9F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CUL-006</w:t>
                  </w:r>
                </w:p>
              </w:tc>
            </w:tr>
            <w:tr w:rsidR="00371B51" w14:paraId="355B2628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32DF21A" w14:textId="0DC64517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7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4ADA9E3" w14:textId="68F07CEA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CUL-007</w:t>
                  </w:r>
                </w:p>
              </w:tc>
            </w:tr>
            <w:tr w:rsidR="00371B51" w14:paraId="51E6E19C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4BDE9D3F" w14:textId="05B771EE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8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64360D7" w14:textId="1F764F58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CUL-008</w:t>
                  </w:r>
                </w:p>
              </w:tc>
            </w:tr>
            <w:tr w:rsidR="00371B51" w14:paraId="0744702F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02EB91F" w14:textId="6308563D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RBDTD-EE-DS2-DPS1_TRE_CU037082-ZZ_ZZZZ_D4_TU_TS-DTD_00010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9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B80CCFA" w14:textId="50ED845F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CUL-009</w:t>
                  </w:r>
                </w:p>
              </w:tc>
            </w:tr>
            <w:tr w:rsidR="00371B51" w14:paraId="6624F210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5B51C6F" w14:textId="4B514072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10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0108E04" w14:textId="73603D13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CUL-010</w:t>
                  </w:r>
                </w:p>
              </w:tc>
            </w:tr>
            <w:tr w:rsidR="00371B51" w14:paraId="509D9E84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290E334" w14:textId="43D2356D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11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B69458A" w14:textId="787F40B8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CUL-011</w:t>
                  </w:r>
                </w:p>
              </w:tc>
            </w:tr>
            <w:tr w:rsidR="00371B51" w14:paraId="5B66C699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E0DEF78" w14:textId="453791DC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12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7A8A24A" w14:textId="18ED0EFB" w:rsidR="00371B51" w:rsidRDefault="00371B51" w:rsidP="00371B51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CUL-012</w:t>
                  </w:r>
                </w:p>
              </w:tc>
            </w:tr>
            <w:tr w:rsidR="00791653" w14:paraId="76981F12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F9041AC" w14:textId="6DCC0AE3" w:rsidR="00791653" w:rsidRPr="00371B51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3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7C341F0D" w14:textId="420A3B15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element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CUL-01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3</w:t>
                  </w:r>
                </w:p>
              </w:tc>
            </w:tr>
            <w:tr w:rsidR="00791653" w14:paraId="50B88232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E3A39A4" w14:textId="3A62FA28" w:rsidR="00791653" w:rsidRPr="00371B51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14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0AC207F9" w14:textId="295F8133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CU037082 –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retaining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wall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and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wing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wall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fromwork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and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reinforcement</w:t>
                  </w:r>
                  <w:proofErr w:type="spellEnd"/>
                </w:p>
              </w:tc>
            </w:tr>
            <w:tr w:rsidR="00791653" w14:paraId="62B95E3F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BC27BCC" w14:textId="2D4EB00E" w:rsidR="00791653" w:rsidRPr="00371B51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r w:rsidRPr="00371B51"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RBDTD-EE-DS2-DPS1_TRE_CU037082-ZZ_ZZZZ_D4_TU_TS-DTD_0001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15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1F142418" w14:textId="0849E0DB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CU037082 –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cast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in place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plate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reinforcement</w:t>
                  </w:r>
                  <w:proofErr w:type="spellEnd"/>
                </w:p>
              </w:tc>
            </w:tr>
            <w:tr w:rsidR="00791653" w14:paraId="0EE07EF0" w14:textId="77777777" w:rsidTr="00D1369E">
              <w:trPr>
                <w:trHeight w:val="30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AF7"/>
                  <w:noWrap/>
                  <w:vAlign w:val="center"/>
                  <w:hideMark/>
                </w:tcPr>
                <w:p w14:paraId="73F8123C" w14:textId="77777777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highlight w:val="yellow"/>
                      <w:lang w:val="en-US"/>
                    </w:rPr>
                  </w:pPr>
                  <w:r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n-US"/>
                    </w:rPr>
                    <w:t>03_BoQ</w:t>
                  </w:r>
                </w:p>
              </w:tc>
            </w:tr>
            <w:tr w:rsidR="00791653" w14:paraId="704ACED8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55726978" w14:textId="1A1F7383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</w:pP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214507D9" w14:textId="46252594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highlight w:val="yellow"/>
                      <w:lang w:val="en-US"/>
                    </w:rPr>
                  </w:pPr>
                </w:p>
              </w:tc>
            </w:tr>
            <w:tr w:rsidR="00791653" w14:paraId="67DEC25F" w14:textId="77777777" w:rsidTr="00D1369E">
              <w:trPr>
                <w:trHeight w:val="306"/>
                <w:jc w:val="center"/>
              </w:trPr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6EAF7"/>
                  <w:noWrap/>
                  <w:vAlign w:val="center"/>
                  <w:hideMark/>
                </w:tcPr>
                <w:p w14:paraId="5FFC29DC" w14:textId="77777777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Theme="minorHAnsi" w:hAnsiTheme="minorHAnsi" w:cs="Calibri"/>
                      <w:b/>
                      <w:sz w:val="16"/>
                      <w:szCs w:val="16"/>
                      <w:lang w:val="en-US"/>
                    </w:rPr>
                    <w:t>04_Models</w:t>
                  </w:r>
                </w:p>
              </w:tc>
            </w:tr>
            <w:tr w:rsidR="00791653" w14:paraId="223CB4D7" w14:textId="77777777" w:rsidTr="00400604">
              <w:trPr>
                <w:trHeight w:val="306"/>
                <w:jc w:val="center"/>
              </w:trPr>
              <w:tc>
                <w:tcPr>
                  <w:tcW w:w="2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67D3B477" w14:textId="38286551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r w:rsidRPr="00C53727"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RBDTD-EE-DS2-DPS1_TRE_CU03708</w:t>
                  </w:r>
                  <w:r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2</w:t>
                  </w:r>
                  <w:r w:rsidRPr="00C53727"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  <w:t>-ZZ_ZZZZ_IF-TU-TS_DTD_000101_</w:t>
                  </w:r>
                </w:p>
              </w:tc>
              <w:tc>
                <w:tcPr>
                  <w:tcW w:w="23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14:paraId="3FBF2008" w14:textId="779B7CAD" w:rsidR="00791653" w:rsidRDefault="00791653" w:rsidP="00791653">
                  <w:pPr>
                    <w:spacing w:line="240" w:lineRule="atLeast"/>
                    <w:rPr>
                      <w:rFonts w:asciiTheme="minorHAnsi" w:hAnsiTheme="minorHAnsi" w:cs="Calibri"/>
                      <w:sz w:val="16"/>
                      <w:szCs w:val="16"/>
                      <w:lang w:val="en-US"/>
                    </w:rPr>
                  </w:pP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Culvert</w:t>
                  </w:r>
                  <w:proofErr w:type="spellEnd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 xml:space="preserve"> CU037082 BIM </w:t>
                  </w:r>
                  <w:proofErr w:type="spellStart"/>
                  <w:r>
                    <w:rPr>
                      <w:rFonts w:asciiTheme="minorHAnsi" w:hAnsiTheme="minorHAnsi" w:cs="Calibri"/>
                      <w:sz w:val="16"/>
                      <w:szCs w:val="16"/>
                      <w:lang w:val="es-ES"/>
                    </w:rPr>
                    <w:t>model</w:t>
                  </w:r>
                  <w:proofErr w:type="spellEnd"/>
                </w:p>
              </w:tc>
            </w:tr>
          </w:tbl>
          <w:p w14:paraId="2EA993B2" w14:textId="19801B9E" w:rsidR="00D1369E" w:rsidRPr="00D1369E" w:rsidRDefault="00D1369E" w:rsidP="00D1369E">
            <w:pPr>
              <w:tabs>
                <w:tab w:val="left" w:pos="2475"/>
              </w:tabs>
              <w:rPr>
                <w:lang w:val="en-US" w:eastAsia="es-ES"/>
              </w:rPr>
            </w:pPr>
          </w:p>
        </w:tc>
      </w:tr>
      <w:bookmarkEnd w:id="3"/>
      <w:bookmarkEnd w:id="4"/>
    </w:tbl>
    <w:p w14:paraId="3B0CD9B3" w14:textId="1BF238C1" w:rsidR="009F22C6" w:rsidRPr="009F22C6" w:rsidRDefault="009F22C6" w:rsidP="008E6CA3">
      <w:pPr>
        <w:tabs>
          <w:tab w:val="left" w:pos="13110"/>
        </w:tabs>
        <w:rPr>
          <w:lang w:val="et-EE"/>
        </w:rPr>
      </w:pPr>
    </w:p>
    <w:sectPr w:rsidR="009F22C6" w:rsidRPr="009F22C6" w:rsidSect="003A273D">
      <w:footerReference w:type="default" r:id="rId19"/>
      <w:pgSz w:w="23811" w:h="16838" w:orient="landscape" w:code="8"/>
      <w:pgMar w:top="1843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27C7A" w14:textId="77777777" w:rsidR="00A51AAB" w:rsidRDefault="00A51AAB" w:rsidP="00B04B85">
      <w:r>
        <w:separator/>
      </w:r>
    </w:p>
  </w:endnote>
  <w:endnote w:type="continuationSeparator" w:id="0">
    <w:p w14:paraId="61A1AA8D" w14:textId="77777777" w:rsidR="00A51AAB" w:rsidRDefault="00A51AAB" w:rsidP="00B0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egrita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5000" w:type="pct"/>
      <w:jc w:val="center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4074"/>
      <w:gridCol w:w="1860"/>
      <w:gridCol w:w="1860"/>
      <w:gridCol w:w="981"/>
      <w:gridCol w:w="694"/>
      <w:gridCol w:w="158"/>
      <w:gridCol w:w="879"/>
      <w:gridCol w:w="1025"/>
      <w:gridCol w:w="1071"/>
      <w:gridCol w:w="1071"/>
      <w:gridCol w:w="1072"/>
      <w:gridCol w:w="1072"/>
      <w:gridCol w:w="1119"/>
      <w:gridCol w:w="1072"/>
      <w:gridCol w:w="1072"/>
      <w:gridCol w:w="1060"/>
      <w:gridCol w:w="822"/>
    </w:tblGrid>
    <w:tr w:rsidR="00B03D0A" w:rsidRPr="003A273D" w14:paraId="189499A1" w14:textId="77777777" w:rsidTr="00B04B22">
      <w:trPr>
        <w:gridAfter w:val="1"/>
        <w:trHeight w:val="340"/>
        <w:jc w:val="center"/>
      </w:trPr>
      <w:tc>
        <w:tcPr>
          <w:tcW w:w="1002" w:type="pct"/>
          <w:vMerge w:val="restart"/>
          <w:vAlign w:val="center"/>
        </w:tcPr>
        <w:p w14:paraId="0BCA9F0D" w14:textId="275AA191" w:rsidR="00B03D0A" w:rsidRPr="006E6172" w:rsidRDefault="00B03D0A" w:rsidP="00C55F36">
          <w:pPr>
            <w:tabs>
              <w:tab w:val="left" w:pos="2849"/>
            </w:tabs>
            <w:autoSpaceDE w:val="0"/>
            <w:autoSpaceDN w:val="0"/>
            <w:adjustRightInd w:val="0"/>
            <w:snapToGrid w:val="0"/>
            <w:jc w:val="center"/>
            <w:rPr>
              <w:rFonts w:eastAsia="Times New Roman"/>
              <w:sz w:val="16"/>
              <w:szCs w:val="16"/>
            </w:rPr>
          </w:pPr>
          <w:bookmarkStart w:id="2" w:name="_Hlk55223042"/>
          <w:r w:rsidRPr="00B27AFF">
            <w:rPr>
              <w:rFonts w:eastAsia="Times New Roman"/>
              <w:sz w:val="16"/>
              <w:szCs w:val="16"/>
            </w:rPr>
            <w:t>LEPING</w:t>
          </w:r>
          <w:r w:rsidRPr="00B27AFF">
            <w:rPr>
              <w:rFonts w:eastAsia="Times New Roman"/>
              <w:sz w:val="16"/>
              <w:szCs w:val="16"/>
              <w:lang w:val="x-none"/>
            </w:rPr>
            <w:t xml:space="preserve"> Nr. / CONTRACT N</w:t>
          </w:r>
          <w:r w:rsidRPr="00B27AFF">
            <w:rPr>
              <w:rFonts w:eastAsia="Times New Roman"/>
              <w:sz w:val="16"/>
              <w:szCs w:val="16"/>
              <w:lang w:val="en-US"/>
            </w:rPr>
            <w:t>o</w:t>
          </w:r>
          <w:r w:rsidRPr="00B27AFF">
            <w:rPr>
              <w:rFonts w:eastAsia="Times New Roman"/>
              <w:sz w:val="16"/>
              <w:szCs w:val="16"/>
              <w:lang w:val="x-none"/>
            </w:rPr>
            <w:t>.</w:t>
          </w:r>
          <w:r w:rsidRPr="006E6172">
            <w:rPr>
              <w:sz w:val="16"/>
              <w:szCs w:val="16"/>
            </w:rPr>
            <w:t xml:space="preserve"> </w:t>
          </w:r>
        </w:p>
        <w:p w14:paraId="774479E8" w14:textId="376D3502" w:rsidR="00B03D0A" w:rsidRPr="00C55F36" w:rsidRDefault="00B03D0A" w:rsidP="00C55F36">
          <w:pPr>
            <w:tabs>
              <w:tab w:val="left" w:pos="2849"/>
            </w:tabs>
            <w:autoSpaceDE w:val="0"/>
            <w:autoSpaceDN w:val="0"/>
            <w:adjustRightInd w:val="0"/>
            <w:snapToGrid w:val="0"/>
            <w:spacing w:after="120"/>
            <w:jc w:val="center"/>
            <w:rPr>
              <w:rFonts w:eastAsia="Times New Roman"/>
              <w:sz w:val="16"/>
              <w:szCs w:val="16"/>
              <w:lang w:val="es-ES"/>
            </w:rPr>
          </w:pPr>
          <w:r w:rsidRPr="006E6172">
            <w:rPr>
              <w:rFonts w:eastAsia="Times New Roman"/>
              <w:sz w:val="16"/>
              <w:szCs w:val="16"/>
              <w:lang w:val="x-none"/>
            </w:rPr>
            <w:t>PROJEKTI Nr. / PROJECT N</w:t>
          </w:r>
          <w:r w:rsidRPr="006E6172">
            <w:rPr>
              <w:rFonts w:eastAsia="Times New Roman"/>
              <w:sz w:val="16"/>
              <w:szCs w:val="16"/>
              <w:lang w:val="en-US"/>
            </w:rPr>
            <w:t>o</w:t>
          </w:r>
          <w:r w:rsidRPr="006E6172">
            <w:rPr>
              <w:rFonts w:eastAsia="Times New Roman"/>
              <w:sz w:val="16"/>
              <w:szCs w:val="16"/>
              <w:lang w:val="x-none"/>
            </w:rPr>
            <w:t>.</w:t>
          </w:r>
          <w:r w:rsidRPr="006E6172">
            <w:rPr>
              <w:rFonts w:eastAsia="Times New Roman"/>
              <w:sz w:val="16"/>
              <w:szCs w:val="16"/>
              <w:lang w:val="en-US"/>
            </w:rPr>
            <w:t xml:space="preserve"> </w:t>
          </w:r>
          <w:r w:rsidRPr="006E6172">
            <w:rPr>
              <w:rFonts w:eastAsia="Times New Roman"/>
              <w:sz w:val="16"/>
              <w:szCs w:val="16"/>
            </w:rPr>
            <w:t>RBDTDEEDS2DPS1</w:t>
          </w:r>
        </w:p>
        <w:p w14:paraId="19059E5D" w14:textId="77777777" w:rsidR="00B03D0A" w:rsidRPr="00304ACF" w:rsidRDefault="00B03D0A" w:rsidP="00C55F36">
          <w:pPr>
            <w:autoSpaceDE w:val="0"/>
            <w:autoSpaceDN w:val="0"/>
            <w:adjustRightInd w:val="0"/>
            <w:snapToGrid w:val="0"/>
            <w:spacing w:after="120"/>
            <w:jc w:val="center"/>
            <w:rPr>
              <w:rFonts w:eastAsia="Times New Roman"/>
              <w:sz w:val="14"/>
              <w:szCs w:val="14"/>
              <w:lang w:val="x-none"/>
            </w:rPr>
          </w:pPr>
          <w:r w:rsidRPr="00304ACF">
            <w:rPr>
              <w:rFonts w:eastAsia="Times New Roman"/>
              <w:noProof/>
              <w:sz w:val="14"/>
              <w:szCs w:val="14"/>
              <w:lang w:val="et-EE" w:eastAsia="et-EE"/>
            </w:rPr>
            <w:drawing>
              <wp:inline distT="0" distB="0" distL="0" distR="0" wp14:anchorId="5FBABA77" wp14:editId="1990415F">
                <wp:extent cx="2509411" cy="711200"/>
                <wp:effectExtent l="0" t="0" r="5715" b="0"/>
                <wp:docPr id="35" name="Imagen 17" descr="IMAGEN LOGO RAIL BÁLT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MAGEN LOGO RAIL BÁLT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11915" cy="711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7990A9D" w14:textId="77777777" w:rsidR="00B03D0A" w:rsidRPr="00B90320" w:rsidRDefault="00B03D0A" w:rsidP="00C55F36">
          <w:pPr>
            <w:pStyle w:val="Jalus"/>
            <w:spacing w:after="120"/>
            <w:jc w:val="center"/>
            <w:rPr>
              <w:sz w:val="14"/>
              <w:szCs w:val="14"/>
              <w:lang w:val="fi-FI"/>
            </w:rPr>
          </w:pPr>
          <w:r w:rsidRPr="00B90320">
            <w:rPr>
              <w:sz w:val="14"/>
              <w:szCs w:val="14"/>
              <w:lang w:val="fi-FI"/>
            </w:rPr>
            <w:t>KUJUNDUSE NIMI / DESIGN NAME</w:t>
          </w:r>
        </w:p>
        <w:p w14:paraId="1538DEB0" w14:textId="3E2BFB6A" w:rsidR="00B03D0A" w:rsidRPr="006E6172" w:rsidRDefault="00B03D0A" w:rsidP="00C55F36">
          <w:pPr>
            <w:autoSpaceDE w:val="0"/>
            <w:autoSpaceDN w:val="0"/>
            <w:adjustRightInd w:val="0"/>
            <w:snapToGrid w:val="0"/>
            <w:spacing w:after="120"/>
            <w:jc w:val="center"/>
            <w:rPr>
              <w:rFonts w:eastAsia="Times New Roman"/>
              <w:sz w:val="16"/>
              <w:szCs w:val="16"/>
              <w:lang w:val="fi-FI"/>
            </w:rPr>
          </w:pPr>
          <w:r w:rsidRPr="006E6172">
            <w:rPr>
              <w:rFonts w:eastAsia="Times New Roman"/>
              <w:sz w:val="16"/>
              <w:szCs w:val="16"/>
              <w:lang w:val="fi-FI"/>
            </w:rPr>
            <w:t>RAIL BALTICA HARJUMAA PÕHITRASSI RAUDTEETARISTU I ETAPI EHITUSTÖÖD</w:t>
          </w:r>
        </w:p>
        <w:p w14:paraId="09526185" w14:textId="597BC7EE" w:rsidR="00B03D0A" w:rsidRPr="006E6172" w:rsidRDefault="00B03D0A" w:rsidP="00C55F36">
          <w:pPr>
            <w:autoSpaceDE w:val="0"/>
            <w:autoSpaceDN w:val="0"/>
            <w:adjustRightInd w:val="0"/>
            <w:snapToGrid w:val="0"/>
            <w:spacing w:after="120"/>
            <w:jc w:val="center"/>
            <w:rPr>
              <w:rFonts w:eastAsia="Times New Roman"/>
              <w:sz w:val="16"/>
              <w:szCs w:val="16"/>
              <w:lang w:val="fi-FI"/>
            </w:rPr>
          </w:pPr>
          <w:r w:rsidRPr="006E6172">
            <w:rPr>
              <w:rFonts w:eastAsia="Times New Roman"/>
              <w:sz w:val="16"/>
              <w:szCs w:val="16"/>
              <w:lang w:val="fi-FI"/>
            </w:rPr>
            <w:t>RAIL BALTICA HARJUMAA MAIN ROUTE RAILWAY I STAGE CONSTRUCTION WORKS</w:t>
          </w:r>
        </w:p>
        <w:p w14:paraId="0CFD6590" w14:textId="77777777" w:rsidR="00B03D0A" w:rsidRPr="00DD3D20" w:rsidRDefault="00B03D0A" w:rsidP="00C55F36">
          <w:pPr>
            <w:autoSpaceDE w:val="0"/>
            <w:autoSpaceDN w:val="0"/>
            <w:adjustRightInd w:val="0"/>
            <w:snapToGrid w:val="0"/>
            <w:jc w:val="center"/>
            <w:rPr>
              <w:rFonts w:eastAsia="Times New Roman"/>
              <w:sz w:val="16"/>
              <w:szCs w:val="16"/>
              <w:highlight w:val="yellow"/>
              <w:lang w:val="en-US"/>
            </w:rPr>
          </w:pPr>
        </w:p>
        <w:p w14:paraId="702DF809" w14:textId="585D6374" w:rsidR="00B03D0A" w:rsidRPr="001658C2" w:rsidRDefault="00B03D0A" w:rsidP="00C55F36">
          <w:pPr>
            <w:autoSpaceDE w:val="0"/>
            <w:autoSpaceDN w:val="0"/>
            <w:adjustRightInd w:val="0"/>
            <w:snapToGrid w:val="0"/>
            <w:jc w:val="center"/>
            <w:rPr>
              <w:sz w:val="14"/>
              <w:szCs w:val="14"/>
              <w:highlight w:val="yellow"/>
              <w:lang w:val="en-US"/>
            </w:rPr>
          </w:pPr>
          <w:r w:rsidRPr="00B27AFF">
            <w:rPr>
              <w:rFonts w:eastAsia="Times New Roman"/>
              <w:sz w:val="16"/>
              <w:szCs w:val="16"/>
              <w:lang w:val="x-none"/>
            </w:rPr>
            <w:t>ARHIIV</w:t>
          </w:r>
          <w:r w:rsidRPr="00B27AFF">
            <w:rPr>
              <w:rFonts w:eastAsia="Times New Roman"/>
              <w:sz w:val="16"/>
              <w:szCs w:val="16"/>
            </w:rPr>
            <w:t xml:space="preserve"> </w:t>
          </w:r>
          <w:r w:rsidRPr="00B27AFF">
            <w:rPr>
              <w:rFonts w:eastAsia="Times New Roman"/>
              <w:sz w:val="16"/>
              <w:szCs w:val="16"/>
              <w:lang w:val="x-none"/>
            </w:rPr>
            <w:t>Nr. / ARCHIVE N</w:t>
          </w:r>
          <w:r w:rsidRPr="00B27AFF">
            <w:rPr>
              <w:rFonts w:eastAsia="Times New Roman"/>
              <w:sz w:val="16"/>
              <w:szCs w:val="16"/>
            </w:rPr>
            <w:t>o</w:t>
          </w:r>
          <w:r w:rsidRPr="00B27AFF">
            <w:rPr>
              <w:rFonts w:eastAsia="Times New Roman"/>
              <w:sz w:val="16"/>
              <w:szCs w:val="16"/>
              <w:lang w:val="x-none"/>
            </w:rPr>
            <w:t>.</w:t>
          </w:r>
          <w:r w:rsidRPr="00B27AFF">
            <w:rPr>
              <w:rFonts w:eastAsia="Times New Roman"/>
              <w:sz w:val="16"/>
              <w:szCs w:val="16"/>
              <w:lang w:val="en-US"/>
            </w:rPr>
            <w:t xml:space="preserve"> </w:t>
          </w:r>
          <w:r w:rsidRPr="00B27AFF">
            <w:rPr>
              <w:rFonts w:eastAsia="Times New Roman"/>
              <w:sz w:val="16"/>
              <w:szCs w:val="16"/>
              <w:lang w:val="x-none"/>
            </w:rPr>
            <w:t>XXXXX</w:t>
          </w:r>
        </w:p>
      </w:tc>
      <w:tc>
        <w:tcPr>
          <w:tcW w:w="463" w:type="pct"/>
          <w:vAlign w:val="center"/>
        </w:tcPr>
        <w:p w14:paraId="2E917059" w14:textId="77777777" w:rsidR="00B03D0A" w:rsidRPr="001C6655" w:rsidRDefault="00B03D0A" w:rsidP="00C55F36">
          <w:pPr>
            <w:pStyle w:val="Jalus"/>
            <w:jc w:val="center"/>
            <w:rPr>
              <w:rFonts w:eastAsia="Times New Roman"/>
              <w:sz w:val="14"/>
              <w:szCs w:val="14"/>
              <w:lang w:val="x-none"/>
            </w:rPr>
          </w:pPr>
          <w:r w:rsidRPr="001C6655">
            <w:rPr>
              <w:rFonts w:eastAsia="Times New Roman"/>
              <w:sz w:val="14"/>
              <w:szCs w:val="14"/>
              <w:lang w:val="x-none"/>
            </w:rPr>
            <w:t xml:space="preserve">TELLIJA / </w:t>
          </w:r>
        </w:p>
        <w:p w14:paraId="1C8FE292" w14:textId="77777777" w:rsidR="00B03D0A" w:rsidRPr="001C6655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  <w:r w:rsidRPr="001C6655">
            <w:rPr>
              <w:rFonts w:eastAsia="Times New Roman"/>
              <w:sz w:val="14"/>
              <w:szCs w:val="14"/>
              <w:lang w:val="x-none"/>
            </w:rPr>
            <w:t>CLIENT</w:t>
          </w:r>
        </w:p>
      </w:tc>
      <w:tc>
        <w:tcPr>
          <w:tcW w:w="463" w:type="pct"/>
          <w:vAlign w:val="center"/>
        </w:tcPr>
        <w:p w14:paraId="56F3C584" w14:textId="430C3D03" w:rsidR="00B03D0A" w:rsidRDefault="00B03D0A" w:rsidP="00C55F36">
          <w:pPr>
            <w:pStyle w:val="Jalus"/>
            <w:jc w:val="center"/>
            <w:rPr>
              <w:rFonts w:eastAsia="Arial"/>
              <w:sz w:val="14"/>
              <w:szCs w:val="14"/>
              <w:lang w:val="es-ES"/>
            </w:rPr>
          </w:pPr>
          <w:r>
            <w:rPr>
              <w:rFonts w:eastAsia="Arial"/>
              <w:sz w:val="14"/>
              <w:szCs w:val="14"/>
              <w:lang w:val="es-ES"/>
            </w:rPr>
            <w:t>PEATÖÖVÕTJA</w:t>
          </w:r>
          <w:r w:rsidRPr="001C6655">
            <w:rPr>
              <w:rFonts w:eastAsia="Arial"/>
              <w:sz w:val="14"/>
              <w:szCs w:val="14"/>
              <w:lang w:val="es-ES"/>
            </w:rPr>
            <w:t xml:space="preserve"> / </w:t>
          </w:r>
        </w:p>
        <w:p w14:paraId="60ED47EC" w14:textId="290DF8A6" w:rsidR="00B03D0A" w:rsidRPr="001C6655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  <w:r>
            <w:rPr>
              <w:rFonts w:eastAsia="Arial"/>
              <w:sz w:val="14"/>
              <w:szCs w:val="14"/>
              <w:lang w:val="es-ES"/>
            </w:rPr>
            <w:t>MAIN CONTRACTOR</w:t>
          </w:r>
        </w:p>
      </w:tc>
      <w:tc>
        <w:tcPr>
          <w:tcW w:w="408" w:type="pct"/>
          <w:gridSpan w:val="2"/>
          <w:vAlign w:val="center"/>
        </w:tcPr>
        <w:p w14:paraId="09ED02F4" w14:textId="77777777" w:rsidR="00B03D0A" w:rsidRDefault="00B03D0A" w:rsidP="00C55F36">
          <w:pPr>
            <w:jc w:val="center"/>
            <w:textAlignment w:val="baseline"/>
            <w:rPr>
              <w:rFonts w:eastAsia="Arial"/>
              <w:sz w:val="14"/>
              <w:szCs w:val="14"/>
              <w:lang w:val="es-ES"/>
            </w:rPr>
          </w:pPr>
          <w:r w:rsidRPr="001C6655">
            <w:rPr>
              <w:rFonts w:eastAsia="Arial"/>
              <w:sz w:val="14"/>
              <w:szCs w:val="14"/>
              <w:lang w:val="es-ES"/>
            </w:rPr>
            <w:t xml:space="preserve">DATA / </w:t>
          </w:r>
        </w:p>
        <w:p w14:paraId="6496F26D" w14:textId="77777777" w:rsidR="00B03D0A" w:rsidRPr="001C6655" w:rsidRDefault="00B03D0A" w:rsidP="00C55F36">
          <w:pPr>
            <w:jc w:val="center"/>
            <w:textAlignment w:val="baseline"/>
            <w:rPr>
              <w:rFonts w:eastAsia="Arial"/>
              <w:sz w:val="14"/>
              <w:szCs w:val="14"/>
              <w:lang w:val="es-ES"/>
            </w:rPr>
          </w:pPr>
          <w:r w:rsidRPr="001C6655">
            <w:rPr>
              <w:rFonts w:eastAsia="Arial"/>
              <w:sz w:val="14"/>
              <w:szCs w:val="14"/>
              <w:lang w:val="es-ES"/>
            </w:rPr>
            <w:t>DATE</w:t>
          </w:r>
        </w:p>
      </w:tc>
      <w:tc>
        <w:tcPr>
          <w:tcW w:w="261" w:type="pct"/>
          <w:gridSpan w:val="2"/>
          <w:vAlign w:val="center"/>
        </w:tcPr>
        <w:p w14:paraId="0DDF2AC0" w14:textId="055DC984" w:rsidR="00B03D0A" w:rsidRPr="00B02D8F" w:rsidRDefault="00B03D0A" w:rsidP="00C55F36">
          <w:pPr>
            <w:pStyle w:val="Jalus"/>
            <w:jc w:val="center"/>
            <w:rPr>
              <w:sz w:val="16"/>
              <w:szCs w:val="16"/>
              <w:lang w:val="en-US"/>
            </w:rPr>
          </w:pPr>
          <w:r w:rsidRPr="007A3128">
            <w:rPr>
              <w:rFonts w:eastAsia="Arial"/>
              <w:sz w:val="14"/>
              <w:szCs w:val="14"/>
              <w:lang w:val="es-ES"/>
            </w:rPr>
            <w:t>20</w:t>
          </w:r>
          <w:r>
            <w:rPr>
              <w:rFonts w:eastAsia="Arial"/>
              <w:sz w:val="14"/>
              <w:szCs w:val="14"/>
              <w:lang w:val="es-ES"/>
            </w:rPr>
            <w:t>24</w:t>
          </w:r>
          <w:r w:rsidRPr="007A3128">
            <w:rPr>
              <w:rFonts w:eastAsia="Arial"/>
              <w:sz w:val="14"/>
              <w:szCs w:val="14"/>
              <w:lang w:val="es-ES"/>
            </w:rPr>
            <w:t>-</w:t>
          </w:r>
          <w:r w:rsidR="00647306">
            <w:rPr>
              <w:rFonts w:eastAsia="Arial"/>
              <w:sz w:val="14"/>
              <w:szCs w:val="14"/>
              <w:lang w:val="es-ES"/>
            </w:rPr>
            <w:t>04</w:t>
          </w:r>
        </w:p>
      </w:tc>
      <w:tc>
        <w:tcPr>
          <w:tcW w:w="2403" w:type="pct"/>
          <w:gridSpan w:val="9"/>
          <w:vMerge w:val="restart"/>
          <w:vAlign w:val="center"/>
        </w:tcPr>
        <w:p w14:paraId="21E10892" w14:textId="77777777" w:rsidR="00B03D0A" w:rsidRPr="00D52B66" w:rsidRDefault="00B03D0A" w:rsidP="00857B1B">
          <w:pPr>
            <w:tabs>
              <w:tab w:val="center" w:pos="4252"/>
              <w:tab w:val="right" w:pos="8504"/>
            </w:tabs>
            <w:spacing w:after="120"/>
            <w:jc w:val="center"/>
            <w:rPr>
              <w:sz w:val="16"/>
              <w:szCs w:val="16"/>
              <w:lang w:val="de-DE"/>
            </w:rPr>
          </w:pPr>
          <w:r w:rsidRPr="00D52B66">
            <w:rPr>
              <w:sz w:val="16"/>
              <w:szCs w:val="16"/>
              <w:lang w:val="de-DE"/>
            </w:rPr>
            <w:t xml:space="preserve">DOKUMENDI NIMI / DOCUMENT </w:t>
          </w:r>
        </w:p>
        <w:p w14:paraId="744ED248" w14:textId="538906AC" w:rsidR="00B03D0A" w:rsidRPr="003A273D" w:rsidRDefault="003A273D" w:rsidP="00857B1B">
          <w:pPr>
            <w:tabs>
              <w:tab w:val="center" w:pos="4252"/>
              <w:tab w:val="right" w:pos="8504"/>
            </w:tabs>
            <w:spacing w:after="120"/>
            <w:jc w:val="center"/>
            <w:rPr>
              <w:sz w:val="20"/>
              <w:szCs w:val="20"/>
            </w:rPr>
          </w:pPr>
          <w:r w:rsidRPr="008508A8">
            <w:rPr>
              <w:sz w:val="20"/>
              <w:szCs w:val="20"/>
              <w:lang w:val="de-DE"/>
            </w:rPr>
            <w:t xml:space="preserve">TRUUP </w:t>
          </w:r>
          <w:r w:rsidR="003F5BAB" w:rsidRPr="008508A8">
            <w:rPr>
              <w:sz w:val="20"/>
              <w:szCs w:val="20"/>
              <w:lang w:val="de-DE"/>
            </w:rPr>
            <w:t>CU03708</w:t>
          </w:r>
          <w:r w:rsidR="002B012B">
            <w:rPr>
              <w:sz w:val="20"/>
              <w:szCs w:val="20"/>
              <w:lang w:val="de-DE"/>
            </w:rPr>
            <w:t>2</w:t>
          </w:r>
          <w:r w:rsidR="00B03D0A" w:rsidRPr="008508A8">
            <w:rPr>
              <w:sz w:val="20"/>
              <w:szCs w:val="20"/>
              <w:lang w:val="de-DE"/>
            </w:rPr>
            <w:t xml:space="preserve">. </w:t>
          </w:r>
          <w:r w:rsidR="00D1369E" w:rsidRPr="003A273D">
            <w:rPr>
              <w:sz w:val="20"/>
              <w:szCs w:val="20"/>
            </w:rPr>
            <w:t>DOKUMENTIDE LOETELU</w:t>
          </w:r>
        </w:p>
        <w:p w14:paraId="1BE0C28F" w14:textId="4673120A" w:rsidR="00B03D0A" w:rsidRPr="003A273D" w:rsidRDefault="003A273D" w:rsidP="00647306">
          <w:pPr>
            <w:tabs>
              <w:tab w:val="center" w:pos="4252"/>
              <w:tab w:val="right" w:pos="8504"/>
            </w:tabs>
            <w:spacing w:after="120"/>
            <w:jc w:val="center"/>
            <w:rPr>
              <w:sz w:val="16"/>
              <w:szCs w:val="16"/>
            </w:rPr>
          </w:pPr>
          <w:r w:rsidRPr="003A273D">
            <w:rPr>
              <w:sz w:val="20"/>
              <w:szCs w:val="20"/>
            </w:rPr>
            <w:t xml:space="preserve">CULVERT </w:t>
          </w:r>
          <w:r w:rsidR="003F5BAB" w:rsidRPr="003A273D">
            <w:rPr>
              <w:sz w:val="20"/>
              <w:szCs w:val="20"/>
            </w:rPr>
            <w:t>CU03708</w:t>
          </w:r>
          <w:r w:rsidR="002B012B">
            <w:rPr>
              <w:sz w:val="20"/>
              <w:szCs w:val="20"/>
            </w:rPr>
            <w:t>2</w:t>
          </w:r>
          <w:r w:rsidR="003F5BAB" w:rsidRPr="003A273D">
            <w:rPr>
              <w:sz w:val="20"/>
              <w:szCs w:val="20"/>
            </w:rPr>
            <w:t>.</w:t>
          </w:r>
          <w:r w:rsidR="00D1369E" w:rsidRPr="003A273D">
            <w:rPr>
              <w:sz w:val="20"/>
              <w:szCs w:val="20"/>
            </w:rPr>
            <w:t>INDEX OF DOCUMENTS</w:t>
          </w:r>
        </w:p>
      </w:tc>
    </w:tr>
    <w:tr w:rsidR="00B03D0A" w:rsidRPr="00304ACF" w14:paraId="12CFF1EE" w14:textId="77777777" w:rsidTr="00B04B22">
      <w:trPr>
        <w:gridAfter w:val="1"/>
        <w:trHeight w:val="1484"/>
        <w:jc w:val="center"/>
      </w:trPr>
      <w:tc>
        <w:tcPr>
          <w:tcW w:w="1002" w:type="pct"/>
          <w:vMerge/>
          <w:vAlign w:val="center"/>
        </w:tcPr>
        <w:p w14:paraId="17D67960" w14:textId="77777777" w:rsidR="00B03D0A" w:rsidRPr="003A273D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</w:rPr>
          </w:pPr>
        </w:p>
      </w:tc>
      <w:tc>
        <w:tcPr>
          <w:tcW w:w="463" w:type="pct"/>
          <w:vMerge w:val="restart"/>
          <w:vAlign w:val="center"/>
        </w:tcPr>
        <w:p w14:paraId="19FB2115" w14:textId="6BE4C9AE" w:rsidR="00B03D0A" w:rsidRPr="002F6F59" w:rsidRDefault="00B03D0A" w:rsidP="00C55F36">
          <w:pPr>
            <w:jc w:val="left"/>
            <w:textAlignment w:val="baseline"/>
            <w:rPr>
              <w:rFonts w:eastAsia="Arial"/>
              <w:sz w:val="16"/>
              <w:szCs w:val="16"/>
              <w:lang w:val="fr-FR"/>
            </w:rPr>
          </w:pPr>
          <w:r>
            <w:rPr>
              <w:rFonts w:eastAsia="Arial"/>
              <w:sz w:val="16"/>
              <w:szCs w:val="16"/>
              <w:lang w:val="fr-FR"/>
            </w:rPr>
            <w:t xml:space="preserve">Rail Baltic </w:t>
          </w:r>
          <w:proofErr w:type="spellStart"/>
          <w:r>
            <w:rPr>
              <w:rFonts w:eastAsia="Arial"/>
              <w:sz w:val="16"/>
              <w:szCs w:val="16"/>
              <w:lang w:val="fr-FR"/>
            </w:rPr>
            <w:t>Estonia</w:t>
          </w:r>
          <w:proofErr w:type="spellEnd"/>
          <w:r>
            <w:rPr>
              <w:rFonts w:eastAsia="Arial"/>
              <w:sz w:val="16"/>
              <w:szCs w:val="16"/>
              <w:lang w:val="fr-FR"/>
            </w:rPr>
            <w:t xml:space="preserve"> OÜ</w:t>
          </w:r>
        </w:p>
        <w:p w14:paraId="579916CE" w14:textId="4885E71D" w:rsidR="00B03D0A" w:rsidRPr="002F6F59" w:rsidRDefault="00B03D0A" w:rsidP="00293802">
          <w:pPr>
            <w:textAlignment w:val="baseline"/>
            <w:rPr>
              <w:rFonts w:eastAsia="Arial"/>
              <w:sz w:val="16"/>
              <w:szCs w:val="16"/>
              <w:lang w:val="fr-FR"/>
            </w:rPr>
          </w:pPr>
          <w:proofErr w:type="spellStart"/>
          <w:r>
            <w:rPr>
              <w:rFonts w:eastAsia="Arial"/>
              <w:sz w:val="16"/>
              <w:szCs w:val="16"/>
              <w:lang w:val="fr-FR"/>
            </w:rPr>
            <w:t>Veskiposti</w:t>
          </w:r>
          <w:proofErr w:type="spellEnd"/>
          <w:r>
            <w:rPr>
              <w:rFonts w:eastAsia="Arial"/>
              <w:sz w:val="16"/>
              <w:szCs w:val="16"/>
              <w:lang w:val="fr-FR"/>
            </w:rPr>
            <w:t xml:space="preserve"> 2/1, </w:t>
          </w:r>
        </w:p>
        <w:p w14:paraId="5230E7DD" w14:textId="64958B60" w:rsidR="00B03D0A" w:rsidRDefault="00B03D0A" w:rsidP="00293802">
          <w:pPr>
            <w:textAlignment w:val="baseline"/>
            <w:rPr>
              <w:rFonts w:eastAsia="Arial"/>
              <w:sz w:val="16"/>
              <w:szCs w:val="16"/>
              <w:lang w:val="fr-FR"/>
            </w:rPr>
          </w:pPr>
          <w:r>
            <w:rPr>
              <w:rFonts w:eastAsia="Arial"/>
              <w:sz w:val="16"/>
              <w:szCs w:val="16"/>
              <w:lang w:val="fr-FR"/>
            </w:rPr>
            <w:t xml:space="preserve">Tallinn </w:t>
          </w:r>
          <w:proofErr w:type="spellStart"/>
          <w:r>
            <w:rPr>
              <w:rFonts w:eastAsia="Arial"/>
              <w:sz w:val="16"/>
              <w:szCs w:val="16"/>
              <w:lang w:val="fr-FR"/>
            </w:rPr>
            <w:t>Eesti</w:t>
          </w:r>
          <w:proofErr w:type="spellEnd"/>
        </w:p>
        <w:p w14:paraId="5810CBF9" w14:textId="741C6087" w:rsidR="00B03D0A" w:rsidRPr="002F6F59" w:rsidRDefault="00B03D0A" w:rsidP="00293802">
          <w:pPr>
            <w:textAlignment w:val="baseline"/>
            <w:rPr>
              <w:rFonts w:eastAsia="Arial"/>
              <w:sz w:val="16"/>
              <w:szCs w:val="16"/>
              <w:lang w:val="fr-FR"/>
            </w:rPr>
          </w:pPr>
          <w:r>
            <w:rPr>
              <w:rFonts w:eastAsia="Arial"/>
              <w:sz w:val="16"/>
              <w:szCs w:val="16"/>
              <w:lang w:val="fr-FR"/>
            </w:rPr>
            <w:t>10138</w:t>
          </w:r>
        </w:p>
        <w:p w14:paraId="393BDCD5" w14:textId="7CAD6F11" w:rsidR="00B03D0A" w:rsidRPr="002F6F59" w:rsidRDefault="00B03D0A" w:rsidP="00C55F36">
          <w:pPr>
            <w:jc w:val="left"/>
            <w:textAlignment w:val="baseline"/>
            <w:rPr>
              <w:rFonts w:eastAsia="Arial"/>
              <w:sz w:val="16"/>
              <w:szCs w:val="16"/>
              <w:lang w:val="fr-FR"/>
            </w:rPr>
          </w:pPr>
          <w:r>
            <w:rPr>
              <w:rFonts w:eastAsia="Arial"/>
              <w:sz w:val="16"/>
              <w:szCs w:val="16"/>
              <w:lang w:val="fr-FR"/>
            </w:rPr>
            <w:t>Reg. Nr. 12734109</w:t>
          </w:r>
        </w:p>
        <w:p w14:paraId="5C1F5A31" w14:textId="03B2B2BA" w:rsidR="00B03D0A" w:rsidRPr="0026660B" w:rsidRDefault="00B03D0A" w:rsidP="0026660B">
          <w:pPr>
            <w:jc w:val="left"/>
            <w:textAlignment w:val="baseline"/>
            <w:rPr>
              <w:rFonts w:eastAsia="Arial"/>
              <w:sz w:val="16"/>
              <w:szCs w:val="16"/>
              <w:lang w:val="fr-FR"/>
            </w:rPr>
          </w:pPr>
        </w:p>
      </w:tc>
      <w:tc>
        <w:tcPr>
          <w:tcW w:w="463" w:type="pct"/>
          <w:vMerge w:val="restart"/>
          <w:vAlign w:val="center"/>
        </w:tcPr>
        <w:p w14:paraId="6BFB5473" w14:textId="78DB6DA1" w:rsidR="00B03D0A" w:rsidRPr="006E6172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r>
            <w:rPr>
              <w:rFonts w:eastAsia="Arial"/>
              <w:sz w:val="14"/>
              <w:szCs w:val="14"/>
              <w:lang w:val="fr-FR"/>
            </w:rPr>
            <w:t>T</w:t>
          </w:r>
          <w:r w:rsidRPr="006E6172">
            <w:rPr>
              <w:rFonts w:eastAsia="Arial"/>
              <w:sz w:val="14"/>
              <w:szCs w:val="14"/>
              <w:lang w:val="fr-FR"/>
            </w:rPr>
            <w:t xml:space="preserve">rev-2 </w:t>
          </w:r>
          <w:proofErr w:type="spellStart"/>
          <w:r w:rsidRPr="006E6172">
            <w:rPr>
              <w:rFonts w:eastAsia="Arial"/>
              <w:sz w:val="14"/>
              <w:szCs w:val="14"/>
              <w:lang w:val="fr-FR"/>
            </w:rPr>
            <w:t>Grupp</w:t>
          </w:r>
          <w:proofErr w:type="spellEnd"/>
          <w:r w:rsidRPr="006E6172">
            <w:rPr>
              <w:rFonts w:eastAsia="Arial"/>
              <w:sz w:val="14"/>
              <w:szCs w:val="14"/>
              <w:lang w:val="fr-FR"/>
            </w:rPr>
            <w:t xml:space="preserve"> AS</w:t>
          </w:r>
        </w:p>
        <w:p w14:paraId="3C8CE33D" w14:textId="77777777" w:rsidR="00B03D0A" w:rsidRPr="006E6172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proofErr w:type="spellStart"/>
          <w:r w:rsidRPr="006E6172">
            <w:rPr>
              <w:rFonts w:eastAsia="Arial"/>
              <w:sz w:val="14"/>
              <w:szCs w:val="14"/>
              <w:lang w:val="fr-FR"/>
            </w:rPr>
            <w:t>Teemeistri</w:t>
          </w:r>
          <w:proofErr w:type="spellEnd"/>
          <w:r w:rsidRPr="006E6172">
            <w:rPr>
              <w:rFonts w:eastAsia="Arial"/>
              <w:sz w:val="14"/>
              <w:szCs w:val="14"/>
              <w:lang w:val="fr-FR"/>
            </w:rPr>
            <w:t xml:space="preserve"> 2</w:t>
          </w:r>
        </w:p>
        <w:p w14:paraId="2D72322E" w14:textId="77777777" w:rsidR="00B03D0A" w:rsidRPr="006E6172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r w:rsidRPr="006E6172">
            <w:rPr>
              <w:rFonts w:eastAsia="Arial"/>
              <w:sz w:val="14"/>
              <w:szCs w:val="14"/>
              <w:lang w:val="fr-FR"/>
            </w:rPr>
            <w:t>Tallinn</w:t>
          </w:r>
        </w:p>
        <w:p w14:paraId="1EE525EB" w14:textId="77777777" w:rsidR="00B03D0A" w:rsidRPr="006E6172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proofErr w:type="spellStart"/>
          <w:r w:rsidRPr="006E6172">
            <w:rPr>
              <w:rFonts w:eastAsia="Arial"/>
              <w:sz w:val="14"/>
              <w:szCs w:val="14"/>
              <w:lang w:val="fr-FR"/>
            </w:rPr>
            <w:t>Estonia</w:t>
          </w:r>
          <w:proofErr w:type="spellEnd"/>
        </w:p>
        <w:p w14:paraId="380D70DC" w14:textId="77777777" w:rsidR="00B03D0A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r w:rsidRPr="006E6172">
            <w:rPr>
              <w:rFonts w:eastAsia="Arial"/>
              <w:sz w:val="14"/>
              <w:szCs w:val="14"/>
              <w:lang w:val="fr-FR"/>
            </w:rPr>
            <w:t>Reg.NO : 10047382</w:t>
          </w:r>
        </w:p>
        <w:p w14:paraId="06D5F3CB" w14:textId="70887973" w:rsidR="00B03D0A" w:rsidRDefault="00B03D0A" w:rsidP="00C55F36">
          <w:pPr>
            <w:spacing w:after="60"/>
            <w:jc w:val="left"/>
            <w:textAlignment w:val="baseline"/>
            <w:rPr>
              <w:noProof/>
            </w:rPr>
          </w:pPr>
          <w:r>
            <w:rPr>
              <w:noProof/>
              <w:lang w:val="et-EE" w:eastAsia="et-EE"/>
            </w:rPr>
            <w:drawing>
              <wp:inline distT="0" distB="0" distL="0" distR="0" wp14:anchorId="50D6A482" wp14:editId="0167F243">
                <wp:extent cx="1075267" cy="234096"/>
                <wp:effectExtent l="0" t="0" r="0" b="0"/>
                <wp:docPr id="9514536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6585056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6047" cy="2495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7EEE11" w14:textId="6B3E15A4" w:rsidR="00B03D0A" w:rsidRPr="006E6172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proofErr w:type="spellStart"/>
          <w:r>
            <w:rPr>
              <w:rFonts w:eastAsia="Arial"/>
              <w:sz w:val="14"/>
              <w:szCs w:val="14"/>
              <w:lang w:val="fr-FR"/>
            </w:rPr>
            <w:t>AllSpark</w:t>
          </w:r>
          <w:proofErr w:type="spellEnd"/>
          <w:r>
            <w:rPr>
              <w:rFonts w:eastAsia="Arial"/>
              <w:sz w:val="14"/>
              <w:szCs w:val="14"/>
              <w:lang w:val="fr-FR"/>
            </w:rPr>
            <w:t xml:space="preserve"> OÜ</w:t>
          </w:r>
        </w:p>
        <w:p w14:paraId="027FCF48" w14:textId="3186AA2B" w:rsidR="00B03D0A" w:rsidRPr="006E6172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proofErr w:type="spellStart"/>
          <w:r>
            <w:rPr>
              <w:rFonts w:eastAsia="Arial"/>
              <w:sz w:val="14"/>
              <w:szCs w:val="14"/>
              <w:lang w:val="fr-FR"/>
            </w:rPr>
            <w:t>Suur-Sõjamäe</w:t>
          </w:r>
          <w:proofErr w:type="spellEnd"/>
          <w:r>
            <w:rPr>
              <w:rFonts w:eastAsia="Arial"/>
              <w:sz w:val="14"/>
              <w:szCs w:val="14"/>
              <w:lang w:val="fr-FR"/>
            </w:rPr>
            <w:t xml:space="preserve"> 50a</w:t>
          </w:r>
        </w:p>
        <w:p w14:paraId="7C3FAD1B" w14:textId="77777777" w:rsidR="00B03D0A" w:rsidRPr="006E6172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r w:rsidRPr="006E6172">
            <w:rPr>
              <w:rFonts w:eastAsia="Arial"/>
              <w:sz w:val="14"/>
              <w:szCs w:val="14"/>
              <w:lang w:val="fr-FR"/>
            </w:rPr>
            <w:t>Tallinn</w:t>
          </w:r>
        </w:p>
        <w:p w14:paraId="31E0EE9B" w14:textId="77777777" w:rsidR="00B03D0A" w:rsidRPr="006E6172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proofErr w:type="spellStart"/>
          <w:r w:rsidRPr="006E6172">
            <w:rPr>
              <w:rFonts w:eastAsia="Arial"/>
              <w:sz w:val="14"/>
              <w:szCs w:val="14"/>
              <w:lang w:val="fr-FR"/>
            </w:rPr>
            <w:t>Estonia</w:t>
          </w:r>
          <w:proofErr w:type="spellEnd"/>
        </w:p>
        <w:p w14:paraId="10CC0D43" w14:textId="25CA1BD7" w:rsidR="00B03D0A" w:rsidRPr="0026660B" w:rsidRDefault="00B03D0A" w:rsidP="0026660B">
          <w:pPr>
            <w:jc w:val="left"/>
            <w:textAlignment w:val="baseline"/>
            <w:rPr>
              <w:rFonts w:eastAsia="Arial"/>
              <w:sz w:val="14"/>
              <w:szCs w:val="14"/>
              <w:lang w:val="fr-FR"/>
            </w:rPr>
          </w:pPr>
          <w:r>
            <w:rPr>
              <w:rFonts w:eastAsia="Arial"/>
              <w:sz w:val="14"/>
              <w:szCs w:val="14"/>
              <w:lang w:val="fr-FR"/>
            </w:rPr>
            <w:t>Reg.NO : 12989482</w:t>
          </w:r>
        </w:p>
        <w:p w14:paraId="2C585854" w14:textId="18FA1B8B" w:rsidR="00B03D0A" w:rsidRPr="00DD3D20" w:rsidRDefault="00B03D0A" w:rsidP="00C55F36">
          <w:pPr>
            <w:spacing w:after="60"/>
            <w:jc w:val="left"/>
            <w:textAlignment w:val="baseline"/>
            <w:rPr>
              <w:rFonts w:eastAsia="Arial"/>
              <w:sz w:val="14"/>
              <w:szCs w:val="14"/>
              <w:highlight w:val="yellow"/>
              <w:lang w:val="fr-FR"/>
            </w:rPr>
          </w:pPr>
          <w:r w:rsidRPr="0026660B">
            <w:rPr>
              <w:rFonts w:eastAsia="Arial"/>
              <w:noProof/>
              <w:sz w:val="14"/>
              <w:szCs w:val="14"/>
              <w:lang w:val="et-EE" w:eastAsia="et-EE"/>
            </w:rPr>
            <w:drawing>
              <wp:inline distT="0" distB="0" distL="0" distR="0" wp14:anchorId="4DFF5B51" wp14:editId="3A6EE0F6">
                <wp:extent cx="1092200" cy="257710"/>
                <wp:effectExtent l="0" t="0" r="0" b="9525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4161" cy="2628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9" w:type="pct"/>
          <w:gridSpan w:val="4"/>
          <w:vAlign w:val="center"/>
        </w:tcPr>
        <w:p w14:paraId="54414AFB" w14:textId="77777777" w:rsidR="00B03D0A" w:rsidRPr="00DD3D20" w:rsidRDefault="00B03D0A" w:rsidP="00C55F36">
          <w:pPr>
            <w:jc w:val="center"/>
            <w:textAlignment w:val="baseline"/>
            <w:rPr>
              <w:rFonts w:eastAsia="Arial"/>
              <w:sz w:val="14"/>
              <w:szCs w:val="14"/>
              <w:lang w:val="sv-SE"/>
            </w:rPr>
          </w:pPr>
          <w:r w:rsidRPr="00DD3D20">
            <w:rPr>
              <w:sz w:val="14"/>
              <w:szCs w:val="14"/>
              <w:lang w:val="sv-SE"/>
            </w:rPr>
            <w:t xml:space="preserve">DOKUMENDI STATUS </w:t>
          </w:r>
          <w:r w:rsidRPr="00DD3D20">
            <w:rPr>
              <w:rFonts w:eastAsia="Arial"/>
              <w:sz w:val="14"/>
              <w:szCs w:val="14"/>
              <w:lang w:val="sv-SE"/>
            </w:rPr>
            <w:t xml:space="preserve">/ </w:t>
          </w:r>
        </w:p>
        <w:p w14:paraId="67E66F6D" w14:textId="77777777" w:rsidR="00B03D0A" w:rsidRPr="00DD3D20" w:rsidRDefault="00B03D0A" w:rsidP="00C55F36">
          <w:pPr>
            <w:spacing w:after="60"/>
            <w:jc w:val="center"/>
            <w:textAlignment w:val="baseline"/>
            <w:rPr>
              <w:rFonts w:eastAsia="Arial"/>
              <w:sz w:val="14"/>
              <w:szCs w:val="14"/>
              <w:lang w:val="sv-SE"/>
            </w:rPr>
          </w:pPr>
          <w:r w:rsidRPr="00DD3D20">
            <w:rPr>
              <w:sz w:val="14"/>
              <w:szCs w:val="14"/>
              <w:lang w:val="sv-SE"/>
            </w:rPr>
            <w:t>DOCUMENT</w:t>
          </w:r>
          <w:r w:rsidRPr="00DD3D20">
            <w:rPr>
              <w:rFonts w:eastAsia="Arial"/>
              <w:sz w:val="14"/>
              <w:szCs w:val="14"/>
              <w:lang w:val="sv-SE"/>
            </w:rPr>
            <w:t xml:space="preserve"> STATUS</w:t>
          </w:r>
        </w:p>
        <w:p w14:paraId="0E4D8630" w14:textId="77777777" w:rsidR="00B03D0A" w:rsidRPr="00DD3D20" w:rsidRDefault="00B03D0A" w:rsidP="00C55F36">
          <w:pPr>
            <w:pStyle w:val="Jalus"/>
            <w:jc w:val="center"/>
            <w:rPr>
              <w:rFonts w:eastAsia="Arial"/>
              <w:sz w:val="16"/>
              <w:szCs w:val="16"/>
              <w:lang w:val="sv-SE"/>
            </w:rPr>
          </w:pPr>
          <w:r w:rsidRPr="00DD3D20">
            <w:rPr>
              <w:rFonts w:eastAsia="Arial"/>
              <w:sz w:val="16"/>
              <w:szCs w:val="16"/>
              <w:lang w:val="sv-SE"/>
            </w:rPr>
            <w:t xml:space="preserve">ESITATUD KINNITAMISEKS / </w:t>
          </w:r>
        </w:p>
        <w:p w14:paraId="4F218DE4" w14:textId="77777777" w:rsidR="00B03D0A" w:rsidRPr="00DD3D20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  <w:r w:rsidRPr="00DD3D20">
            <w:rPr>
              <w:rFonts w:eastAsia="Arial"/>
              <w:sz w:val="16"/>
              <w:szCs w:val="16"/>
              <w:lang w:val="en-US"/>
            </w:rPr>
            <w:t>ISSUED FOR APPROVAL</w:t>
          </w:r>
        </w:p>
      </w:tc>
      <w:tc>
        <w:tcPr>
          <w:tcW w:w="2403" w:type="pct"/>
          <w:gridSpan w:val="9"/>
          <w:vMerge/>
          <w:vAlign w:val="center"/>
        </w:tcPr>
        <w:p w14:paraId="554D5558" w14:textId="77777777" w:rsidR="00B03D0A" w:rsidRPr="00304ACF" w:rsidRDefault="00B03D0A" w:rsidP="00C55F36">
          <w:pPr>
            <w:jc w:val="center"/>
            <w:textAlignment w:val="baseline"/>
            <w:rPr>
              <w:rFonts w:eastAsia="Arial"/>
              <w:sz w:val="14"/>
              <w:szCs w:val="14"/>
              <w:highlight w:val="yellow"/>
              <w:lang w:val="en-US"/>
            </w:rPr>
          </w:pPr>
        </w:p>
      </w:tc>
    </w:tr>
    <w:tr w:rsidR="00B03D0A" w:rsidRPr="00304ACF" w14:paraId="3551345B" w14:textId="77777777" w:rsidTr="00B04B22">
      <w:trPr>
        <w:gridAfter w:val="1"/>
        <w:trHeight w:val="1134"/>
        <w:jc w:val="center"/>
      </w:trPr>
      <w:tc>
        <w:tcPr>
          <w:tcW w:w="1002" w:type="pct"/>
          <w:vMerge/>
          <w:vAlign w:val="center"/>
        </w:tcPr>
        <w:p w14:paraId="4E80EC96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43010804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tcBorders>
            <w:bottom w:val="single" w:sz="4" w:space="0" w:color="auto"/>
          </w:tcBorders>
          <w:vAlign w:val="center"/>
        </w:tcPr>
        <w:p w14:paraId="199D4CE9" w14:textId="77777777" w:rsidR="00B03D0A" w:rsidRPr="00DD3D20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234" w:type="pct"/>
          <w:tcBorders>
            <w:bottom w:val="single" w:sz="4" w:space="0" w:color="auto"/>
          </w:tcBorders>
          <w:vAlign w:val="center"/>
        </w:tcPr>
        <w:p w14:paraId="429C36C0" w14:textId="77777777" w:rsidR="00B03D0A" w:rsidRPr="00B04B22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  <w:r w:rsidRPr="00B04B22">
            <w:rPr>
              <w:sz w:val="14"/>
              <w:szCs w:val="14"/>
              <w:lang w:val="en-US"/>
            </w:rPr>
            <w:t>KUTSE. / QUALIF.</w:t>
          </w:r>
        </w:p>
      </w:tc>
      <w:tc>
        <w:tcPr>
          <w:tcW w:w="215" w:type="pct"/>
          <w:gridSpan w:val="2"/>
          <w:tcBorders>
            <w:bottom w:val="single" w:sz="4" w:space="0" w:color="auto"/>
          </w:tcBorders>
          <w:vAlign w:val="center"/>
        </w:tcPr>
        <w:p w14:paraId="7DED2EC0" w14:textId="77777777" w:rsidR="00B03D0A" w:rsidRPr="00B04B22" w:rsidRDefault="00B03D0A" w:rsidP="00C55F36">
          <w:pPr>
            <w:pStyle w:val="Jalus"/>
            <w:jc w:val="center"/>
            <w:rPr>
              <w:rFonts w:eastAsia="Arial"/>
              <w:sz w:val="14"/>
              <w:szCs w:val="14"/>
              <w:lang w:val="es-ES"/>
            </w:rPr>
          </w:pPr>
          <w:r w:rsidRPr="00B04B22">
            <w:rPr>
              <w:rFonts w:eastAsia="Arial"/>
              <w:sz w:val="14"/>
              <w:szCs w:val="14"/>
              <w:lang w:val="es-ES"/>
            </w:rPr>
            <w:t xml:space="preserve">NIMI / </w:t>
          </w:r>
        </w:p>
        <w:p w14:paraId="0F277523" w14:textId="77777777" w:rsidR="00B03D0A" w:rsidRPr="00B04B22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  <w:r w:rsidRPr="00B04B22">
            <w:rPr>
              <w:rFonts w:eastAsia="Arial"/>
              <w:sz w:val="14"/>
              <w:szCs w:val="14"/>
              <w:lang w:val="es-ES"/>
            </w:rPr>
            <w:t>NAME</w:t>
          </w:r>
        </w:p>
      </w:tc>
      <w:tc>
        <w:tcPr>
          <w:tcW w:w="220" w:type="pct"/>
          <w:tcBorders>
            <w:bottom w:val="single" w:sz="4" w:space="0" w:color="auto"/>
          </w:tcBorders>
          <w:vAlign w:val="center"/>
        </w:tcPr>
        <w:p w14:paraId="77C57D14" w14:textId="77777777" w:rsidR="00B03D0A" w:rsidRPr="00B04B22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  <w:r w:rsidRPr="00B04B22">
            <w:rPr>
              <w:rFonts w:eastAsia="Arial"/>
              <w:sz w:val="14"/>
              <w:szCs w:val="14"/>
              <w:lang w:val="es-ES"/>
            </w:rPr>
            <w:t>ALLKIRI / SIGN.</w:t>
          </w:r>
        </w:p>
      </w:tc>
      <w:tc>
        <w:tcPr>
          <w:tcW w:w="791" w:type="pct"/>
          <w:gridSpan w:val="3"/>
          <w:tcBorders>
            <w:bottom w:val="single" w:sz="4" w:space="0" w:color="auto"/>
          </w:tcBorders>
          <w:vAlign w:val="center"/>
        </w:tcPr>
        <w:p w14:paraId="6E5C5F66" w14:textId="77777777" w:rsidR="00B03D0A" w:rsidRPr="00A20C3A" w:rsidRDefault="00B03D0A" w:rsidP="00C55F36">
          <w:pPr>
            <w:pStyle w:val="Jalus"/>
            <w:jc w:val="center"/>
            <w:rPr>
              <w:sz w:val="14"/>
              <w:szCs w:val="14"/>
              <w:lang w:val="es-ES"/>
            </w:rPr>
          </w:pPr>
          <w:r w:rsidRPr="00A20C3A">
            <w:rPr>
              <w:sz w:val="14"/>
              <w:szCs w:val="14"/>
              <w:lang w:val="es-ES"/>
            </w:rPr>
            <w:t xml:space="preserve">PROJEKTI KOOD / </w:t>
          </w:r>
        </w:p>
        <w:p w14:paraId="68C4C510" w14:textId="77777777" w:rsidR="00B03D0A" w:rsidRPr="00304ACF" w:rsidRDefault="00B03D0A" w:rsidP="00C55F36">
          <w:pPr>
            <w:pStyle w:val="Jalus"/>
            <w:jc w:val="center"/>
            <w:rPr>
              <w:rFonts w:eastAsia="Arial"/>
              <w:sz w:val="14"/>
              <w:szCs w:val="14"/>
              <w:highlight w:val="yellow"/>
              <w:lang w:val="es-ES"/>
            </w:rPr>
          </w:pPr>
          <w:r w:rsidRPr="00A20C3A">
            <w:rPr>
              <w:sz w:val="14"/>
              <w:szCs w:val="14"/>
              <w:lang w:val="es-ES"/>
            </w:rPr>
            <w:t>PROJECT CODE</w:t>
          </w:r>
        </w:p>
      </w:tc>
      <w:tc>
        <w:tcPr>
          <w:tcW w:w="813" w:type="pct"/>
          <w:gridSpan w:val="3"/>
          <w:tcBorders>
            <w:bottom w:val="single" w:sz="4" w:space="0" w:color="auto"/>
          </w:tcBorders>
          <w:vAlign w:val="center"/>
        </w:tcPr>
        <w:p w14:paraId="5FC8DE23" w14:textId="77777777" w:rsidR="00B03D0A" w:rsidRPr="00A20C3A" w:rsidRDefault="00B03D0A" w:rsidP="00C55F36">
          <w:pPr>
            <w:pStyle w:val="Jalus"/>
            <w:jc w:val="center"/>
            <w:rPr>
              <w:sz w:val="14"/>
              <w:szCs w:val="14"/>
              <w:lang w:val="es-ES"/>
            </w:rPr>
          </w:pPr>
          <w:r w:rsidRPr="00A20C3A">
            <w:rPr>
              <w:sz w:val="14"/>
              <w:szCs w:val="14"/>
              <w:lang w:val="es-ES"/>
            </w:rPr>
            <w:t xml:space="preserve">ASUKOHT / </w:t>
          </w:r>
        </w:p>
        <w:p w14:paraId="37FED110" w14:textId="77777777" w:rsidR="00B03D0A" w:rsidRPr="00D83320" w:rsidRDefault="00B03D0A" w:rsidP="00C55F36">
          <w:pPr>
            <w:pStyle w:val="Jalus"/>
            <w:jc w:val="center"/>
            <w:rPr>
              <w:sz w:val="14"/>
              <w:szCs w:val="14"/>
              <w:lang w:val="es-ES"/>
            </w:rPr>
          </w:pPr>
          <w:r w:rsidRPr="00A20C3A">
            <w:rPr>
              <w:sz w:val="14"/>
              <w:szCs w:val="14"/>
              <w:lang w:val="es-ES"/>
            </w:rPr>
            <w:t>LOCATION</w:t>
          </w:r>
        </w:p>
      </w:tc>
      <w:tc>
        <w:tcPr>
          <w:tcW w:w="535" w:type="pct"/>
          <w:gridSpan w:val="2"/>
          <w:tcBorders>
            <w:bottom w:val="single" w:sz="4" w:space="0" w:color="auto"/>
          </w:tcBorders>
          <w:vAlign w:val="center"/>
        </w:tcPr>
        <w:p w14:paraId="45A71F50" w14:textId="77777777" w:rsidR="00B03D0A" w:rsidRPr="00A20C3A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s-ES"/>
            </w:rPr>
          </w:pPr>
          <w:r w:rsidRPr="00A20C3A">
            <w:rPr>
              <w:sz w:val="14"/>
              <w:szCs w:val="14"/>
              <w:lang w:val="es-ES"/>
            </w:rPr>
            <w:t>DISTSIPLIINI KOOD</w:t>
          </w:r>
          <w:r>
            <w:rPr>
              <w:sz w:val="14"/>
              <w:szCs w:val="14"/>
              <w:lang w:val="es-ES"/>
            </w:rPr>
            <w:t xml:space="preserve"> </w:t>
          </w:r>
          <w:r w:rsidRPr="00A20C3A">
            <w:rPr>
              <w:sz w:val="14"/>
              <w:szCs w:val="14"/>
              <w:lang w:val="es-ES"/>
            </w:rPr>
            <w:t xml:space="preserve">/ </w:t>
          </w:r>
        </w:p>
        <w:p w14:paraId="37692B5C" w14:textId="77777777" w:rsidR="00B03D0A" w:rsidRPr="00304ACF" w:rsidRDefault="00B03D0A" w:rsidP="00C55F36">
          <w:pPr>
            <w:pStyle w:val="Jalus"/>
            <w:jc w:val="center"/>
            <w:rPr>
              <w:rFonts w:eastAsia="Arial"/>
              <w:sz w:val="14"/>
              <w:szCs w:val="14"/>
              <w:highlight w:val="yellow"/>
              <w:lang w:val="es-ES"/>
            </w:rPr>
          </w:pPr>
          <w:r w:rsidRPr="00A20C3A">
            <w:rPr>
              <w:sz w:val="14"/>
              <w:szCs w:val="14"/>
              <w:lang w:val="es-ES"/>
            </w:rPr>
            <w:t>DISCIPLINE CODE</w:t>
          </w:r>
        </w:p>
      </w:tc>
      <w:tc>
        <w:tcPr>
          <w:tcW w:w="264" w:type="pct"/>
          <w:vAlign w:val="center"/>
        </w:tcPr>
        <w:p w14:paraId="58B14675" w14:textId="77777777" w:rsidR="00B03D0A" w:rsidRPr="00495B4B" w:rsidRDefault="00B03D0A" w:rsidP="00C55F36">
          <w:pPr>
            <w:pStyle w:val="Jalus"/>
            <w:jc w:val="center"/>
            <w:rPr>
              <w:rFonts w:eastAsia="Arial"/>
              <w:sz w:val="14"/>
              <w:szCs w:val="14"/>
              <w:lang w:val="es-ES"/>
            </w:rPr>
          </w:pPr>
          <w:r w:rsidRPr="00495B4B">
            <w:rPr>
              <w:rFonts w:eastAsia="Arial"/>
              <w:sz w:val="14"/>
              <w:szCs w:val="14"/>
              <w:lang w:val="es-ES"/>
            </w:rPr>
            <w:t xml:space="preserve">EST / </w:t>
          </w:r>
        </w:p>
        <w:p w14:paraId="23E8CEC5" w14:textId="77777777" w:rsidR="00B03D0A" w:rsidRPr="00304ACF" w:rsidRDefault="00B03D0A" w:rsidP="00C55F36">
          <w:pPr>
            <w:pStyle w:val="Jalus"/>
            <w:jc w:val="center"/>
            <w:rPr>
              <w:rFonts w:eastAsia="Arial"/>
              <w:sz w:val="14"/>
              <w:szCs w:val="14"/>
              <w:highlight w:val="yellow"/>
              <w:lang w:val="es-ES"/>
            </w:rPr>
          </w:pPr>
          <w:r w:rsidRPr="00495B4B">
            <w:rPr>
              <w:rFonts w:eastAsia="Arial"/>
              <w:sz w:val="14"/>
              <w:szCs w:val="14"/>
              <w:lang w:val="es-ES"/>
            </w:rPr>
            <w:t>EN</w:t>
          </w:r>
          <w:r>
            <w:rPr>
              <w:rFonts w:eastAsia="Arial"/>
              <w:sz w:val="14"/>
              <w:szCs w:val="14"/>
              <w:lang w:val="es-ES"/>
            </w:rPr>
            <w:t>G</w:t>
          </w:r>
        </w:p>
      </w:tc>
    </w:tr>
    <w:tr w:rsidR="00B03D0A" w:rsidRPr="00304ACF" w14:paraId="707E4BBD" w14:textId="77777777" w:rsidTr="00B04B22">
      <w:trPr>
        <w:gridAfter w:val="1"/>
        <w:trHeight w:val="96"/>
        <w:jc w:val="center"/>
      </w:trPr>
      <w:tc>
        <w:tcPr>
          <w:tcW w:w="1002" w:type="pct"/>
          <w:vMerge/>
          <w:vAlign w:val="center"/>
        </w:tcPr>
        <w:p w14:paraId="07526A44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7FC3790F" w14:textId="77777777" w:rsidR="00B03D0A" w:rsidRPr="00304ACF" w:rsidRDefault="00B03D0A" w:rsidP="00C55F36">
          <w:pPr>
            <w:pStyle w:val="Jalus"/>
            <w:jc w:val="left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 w:val="restart"/>
          <w:vAlign w:val="center"/>
        </w:tcPr>
        <w:p w14:paraId="090823CC" w14:textId="77777777" w:rsidR="00B03D0A" w:rsidRPr="006E6172" w:rsidRDefault="00B03D0A" w:rsidP="00C55F36">
          <w:pPr>
            <w:pStyle w:val="Jalus"/>
            <w:jc w:val="center"/>
            <w:rPr>
              <w:rFonts w:eastAsia="Arial"/>
              <w:sz w:val="14"/>
              <w:szCs w:val="14"/>
              <w:lang w:val="es-ES"/>
            </w:rPr>
          </w:pPr>
          <w:r w:rsidRPr="006E6172">
            <w:rPr>
              <w:rFonts w:eastAsia="Arial"/>
              <w:sz w:val="14"/>
              <w:szCs w:val="14"/>
              <w:lang w:val="es-ES"/>
            </w:rPr>
            <w:t xml:space="preserve">ALLTÖÖVÕTJA / </w:t>
          </w:r>
        </w:p>
        <w:p w14:paraId="1851F997" w14:textId="77777777" w:rsidR="00B03D0A" w:rsidRPr="006E6172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  <w:r w:rsidRPr="006E6172">
            <w:rPr>
              <w:rFonts w:eastAsia="Arial"/>
              <w:sz w:val="14"/>
              <w:szCs w:val="14"/>
              <w:lang w:val="es-ES"/>
            </w:rPr>
            <w:t>SUB-CONTRACTOR</w:t>
          </w:r>
        </w:p>
      </w:tc>
      <w:tc>
        <w:tcPr>
          <w:tcW w:w="234" w:type="pct"/>
          <w:vAlign w:val="center"/>
        </w:tcPr>
        <w:p w14:paraId="1BE0DD57" w14:textId="77777777" w:rsidR="00B03D0A" w:rsidRPr="00B04B22" w:rsidRDefault="00B03D0A" w:rsidP="00C55F36">
          <w:pPr>
            <w:pStyle w:val="Jalus"/>
            <w:jc w:val="center"/>
            <w:rPr>
              <w:rFonts w:eastAsia="Arial"/>
              <w:sz w:val="10"/>
              <w:szCs w:val="10"/>
              <w:lang w:val="es-ES"/>
            </w:rPr>
          </w:pPr>
          <w:r w:rsidRPr="00B04B22">
            <w:rPr>
              <w:rFonts w:eastAsia="Arial"/>
              <w:sz w:val="10"/>
              <w:szCs w:val="10"/>
              <w:lang w:val="es-ES"/>
            </w:rPr>
            <w:t>KOOSTAJA</w:t>
          </w:r>
        </w:p>
        <w:p w14:paraId="1C981106" w14:textId="77777777" w:rsidR="00B03D0A" w:rsidRPr="00B04B22" w:rsidRDefault="00B03D0A" w:rsidP="00C55F36">
          <w:pPr>
            <w:pStyle w:val="Jalus"/>
            <w:jc w:val="center"/>
            <w:rPr>
              <w:sz w:val="6"/>
              <w:szCs w:val="6"/>
              <w:lang w:val="en-US"/>
            </w:rPr>
          </w:pPr>
          <w:r w:rsidRPr="00B04B22">
            <w:rPr>
              <w:rFonts w:eastAsia="Arial"/>
              <w:sz w:val="10"/>
              <w:szCs w:val="10"/>
              <w:lang w:val="es-ES"/>
            </w:rPr>
            <w:t>ORIGINATOR</w:t>
          </w:r>
        </w:p>
      </w:tc>
      <w:tc>
        <w:tcPr>
          <w:tcW w:w="215" w:type="pct"/>
          <w:gridSpan w:val="2"/>
          <w:vAlign w:val="center"/>
        </w:tcPr>
        <w:p w14:paraId="10D1D26C" w14:textId="71E0D9E8" w:rsidR="00B03D0A" w:rsidRPr="00B04B22" w:rsidRDefault="00B03D0A" w:rsidP="00C55F36">
          <w:pPr>
            <w:pStyle w:val="Jalus"/>
            <w:jc w:val="center"/>
            <w:rPr>
              <w:sz w:val="12"/>
              <w:szCs w:val="12"/>
              <w:lang w:val="en-US"/>
            </w:rPr>
          </w:pPr>
          <w:proofErr w:type="spellStart"/>
          <w:proofErr w:type="gramStart"/>
          <w:r w:rsidRPr="00B04B22">
            <w:rPr>
              <w:sz w:val="12"/>
              <w:szCs w:val="12"/>
              <w:lang w:val="en-US"/>
            </w:rPr>
            <w:t>K.Vodja</w:t>
          </w:r>
          <w:proofErr w:type="spellEnd"/>
          <w:proofErr w:type="gramEnd"/>
        </w:p>
      </w:tc>
      <w:tc>
        <w:tcPr>
          <w:tcW w:w="220" w:type="pct"/>
          <w:vMerge w:val="restart"/>
          <w:vAlign w:val="center"/>
        </w:tcPr>
        <w:p w14:paraId="5C823866" w14:textId="2213D2B6" w:rsidR="00B03D0A" w:rsidRPr="00B04B22" w:rsidRDefault="00B03D0A" w:rsidP="00C55F36">
          <w:pPr>
            <w:pStyle w:val="Jalus"/>
            <w:jc w:val="center"/>
            <w:rPr>
              <w:sz w:val="14"/>
              <w:szCs w:val="14"/>
              <w:lang w:val="es-ES"/>
            </w:rPr>
          </w:pPr>
        </w:p>
      </w:tc>
      <w:tc>
        <w:tcPr>
          <w:tcW w:w="256" w:type="pct"/>
          <w:vMerge w:val="restart"/>
          <w:vAlign w:val="center"/>
        </w:tcPr>
        <w:p w14:paraId="0ABA7F9E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  <w:r w:rsidRPr="00C55F36">
            <w:rPr>
              <w:sz w:val="14"/>
              <w:szCs w:val="14"/>
              <w:lang w:val="es-ES"/>
            </w:rPr>
            <w:t>PROJEKT ID</w:t>
          </w:r>
        </w:p>
        <w:p w14:paraId="2FBE8CB8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noProof/>
              <w:sz w:val="14"/>
              <w:szCs w:val="14"/>
              <w:lang w:val="es-ES" w:eastAsia="es-ES"/>
            </w:rPr>
          </w:pPr>
          <w:r w:rsidRPr="00C55F36">
            <w:rPr>
              <w:sz w:val="14"/>
              <w:szCs w:val="14"/>
              <w:lang w:val="es-ES"/>
            </w:rPr>
            <w:t xml:space="preserve"> PROJECT ID</w:t>
          </w:r>
        </w:p>
      </w:tc>
      <w:tc>
        <w:tcPr>
          <w:tcW w:w="267" w:type="pct"/>
          <w:vMerge w:val="restart"/>
          <w:vAlign w:val="center"/>
        </w:tcPr>
        <w:p w14:paraId="3C292AC9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  <w:r w:rsidRPr="00C55F36">
            <w:rPr>
              <w:sz w:val="14"/>
              <w:szCs w:val="14"/>
              <w:lang w:val="es-ES"/>
            </w:rPr>
            <w:t>LÕIGU ID</w:t>
          </w:r>
        </w:p>
        <w:p w14:paraId="125B46DA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noProof/>
              <w:sz w:val="14"/>
              <w:szCs w:val="14"/>
              <w:lang w:val="es-ES" w:eastAsia="es-ES"/>
            </w:rPr>
          </w:pPr>
          <w:r w:rsidRPr="00C55F36">
            <w:rPr>
              <w:sz w:val="14"/>
              <w:szCs w:val="14"/>
              <w:lang w:val="es-ES"/>
            </w:rPr>
            <w:t>SECTION ID</w:t>
          </w:r>
        </w:p>
      </w:tc>
      <w:tc>
        <w:tcPr>
          <w:tcW w:w="268" w:type="pct"/>
          <w:vMerge w:val="restart"/>
          <w:vAlign w:val="center"/>
        </w:tcPr>
        <w:p w14:paraId="52B9C6E7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n-US"/>
            </w:rPr>
          </w:pPr>
          <w:r w:rsidRPr="00C55F36">
            <w:rPr>
              <w:sz w:val="14"/>
              <w:szCs w:val="14"/>
              <w:lang w:val="en-US"/>
            </w:rPr>
            <w:t>ALALÕIGU ID</w:t>
          </w:r>
        </w:p>
        <w:p w14:paraId="3C105E1D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noProof/>
              <w:sz w:val="14"/>
              <w:szCs w:val="14"/>
              <w:lang w:eastAsia="es-ES"/>
            </w:rPr>
          </w:pPr>
          <w:r w:rsidRPr="00C55F36">
            <w:rPr>
              <w:sz w:val="14"/>
              <w:szCs w:val="14"/>
              <w:lang w:val="en-US"/>
            </w:rPr>
            <w:t>SUB-SECT. ID</w:t>
          </w:r>
        </w:p>
      </w:tc>
      <w:tc>
        <w:tcPr>
          <w:tcW w:w="267" w:type="pct"/>
          <w:vMerge w:val="restart"/>
          <w:vAlign w:val="center"/>
        </w:tcPr>
        <w:p w14:paraId="5AF76257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  <w:r w:rsidRPr="00C55F36">
            <w:rPr>
              <w:sz w:val="14"/>
              <w:szCs w:val="14"/>
              <w:lang w:val="es-ES"/>
            </w:rPr>
            <w:t>OSA SÜSTEEM</w:t>
          </w:r>
        </w:p>
        <w:p w14:paraId="5F847B58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noProof/>
              <w:sz w:val="14"/>
              <w:szCs w:val="14"/>
              <w:lang w:val="es-ES" w:eastAsia="es-ES"/>
            </w:rPr>
          </w:pPr>
          <w:r w:rsidRPr="00C55F36">
            <w:rPr>
              <w:sz w:val="14"/>
              <w:szCs w:val="14"/>
              <w:lang w:val="es-ES"/>
            </w:rPr>
            <w:t>VOL. SYST.</w:t>
          </w:r>
        </w:p>
      </w:tc>
      <w:tc>
        <w:tcPr>
          <w:tcW w:w="267" w:type="pct"/>
          <w:vMerge w:val="restart"/>
          <w:vAlign w:val="center"/>
        </w:tcPr>
        <w:p w14:paraId="787CD3B4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  <w:r w:rsidRPr="00C55F36">
            <w:rPr>
              <w:sz w:val="14"/>
              <w:szCs w:val="14"/>
              <w:lang w:val="es-ES"/>
            </w:rPr>
            <w:t>TSOON</w:t>
          </w:r>
        </w:p>
        <w:p w14:paraId="67D2A071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noProof/>
              <w:sz w:val="14"/>
              <w:szCs w:val="14"/>
              <w:lang w:val="es-ES" w:eastAsia="es-ES"/>
            </w:rPr>
          </w:pPr>
          <w:r w:rsidRPr="00C55F36">
            <w:rPr>
              <w:sz w:val="14"/>
              <w:szCs w:val="14"/>
              <w:lang w:val="es-ES"/>
            </w:rPr>
            <w:t>ZONE</w:t>
          </w:r>
        </w:p>
      </w:tc>
      <w:tc>
        <w:tcPr>
          <w:tcW w:w="279" w:type="pct"/>
          <w:vMerge w:val="restart"/>
          <w:vAlign w:val="center"/>
        </w:tcPr>
        <w:p w14:paraId="1661F93A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  <w:r w:rsidRPr="00C55F36">
            <w:rPr>
              <w:sz w:val="14"/>
              <w:szCs w:val="14"/>
              <w:lang w:val="es-ES"/>
            </w:rPr>
            <w:t>ASUKOHT</w:t>
          </w:r>
        </w:p>
        <w:p w14:paraId="47A2E84F" w14:textId="77777777" w:rsidR="00B03D0A" w:rsidRPr="00C55F36" w:rsidRDefault="00B03D0A" w:rsidP="00C55F36">
          <w:pPr>
            <w:pStyle w:val="Jalus"/>
            <w:jc w:val="center"/>
            <w:rPr>
              <w:noProof/>
              <w:sz w:val="14"/>
              <w:szCs w:val="14"/>
              <w:lang w:val="es-ES" w:eastAsia="es-ES"/>
            </w:rPr>
          </w:pPr>
          <w:r w:rsidRPr="00C55F36">
            <w:rPr>
              <w:sz w:val="14"/>
              <w:szCs w:val="14"/>
              <w:lang w:val="es-ES"/>
            </w:rPr>
            <w:t>LOCATION</w:t>
          </w:r>
        </w:p>
      </w:tc>
      <w:tc>
        <w:tcPr>
          <w:tcW w:w="267" w:type="pct"/>
          <w:vMerge w:val="restart"/>
          <w:vAlign w:val="center"/>
        </w:tcPr>
        <w:p w14:paraId="4FB6E80E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  <w:r w:rsidRPr="00C55F36">
            <w:rPr>
              <w:sz w:val="14"/>
              <w:szCs w:val="14"/>
              <w:lang w:val="es-ES"/>
            </w:rPr>
            <w:t>RBR KOOD</w:t>
          </w:r>
        </w:p>
        <w:p w14:paraId="36F13442" w14:textId="77777777" w:rsidR="00B03D0A" w:rsidRPr="00C55F36" w:rsidRDefault="00B03D0A" w:rsidP="00C55F36">
          <w:pPr>
            <w:pStyle w:val="Jalus"/>
            <w:jc w:val="center"/>
            <w:rPr>
              <w:noProof/>
              <w:sz w:val="14"/>
              <w:szCs w:val="14"/>
              <w:lang w:val="es-ES" w:eastAsia="es-ES"/>
            </w:rPr>
          </w:pPr>
          <w:r w:rsidRPr="00C55F36">
            <w:rPr>
              <w:sz w:val="14"/>
              <w:szCs w:val="14"/>
              <w:lang w:val="es-ES"/>
            </w:rPr>
            <w:t>RBR CODE</w:t>
          </w:r>
        </w:p>
      </w:tc>
      <w:tc>
        <w:tcPr>
          <w:tcW w:w="268" w:type="pct"/>
          <w:vMerge w:val="restart"/>
          <w:vAlign w:val="center"/>
        </w:tcPr>
        <w:p w14:paraId="5E6E9347" w14:textId="77777777" w:rsidR="00B03D0A" w:rsidRPr="007A3128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n-US"/>
            </w:rPr>
          </w:pPr>
          <w:r w:rsidRPr="007A3128">
            <w:rPr>
              <w:sz w:val="14"/>
              <w:szCs w:val="14"/>
              <w:lang w:val="en-US"/>
            </w:rPr>
            <w:t>KOHALIK KOOD</w:t>
          </w:r>
        </w:p>
        <w:p w14:paraId="5314F9B0" w14:textId="77777777" w:rsidR="00B03D0A" w:rsidRPr="007A3128" w:rsidRDefault="00B03D0A" w:rsidP="00C55F36">
          <w:pPr>
            <w:pStyle w:val="Jalus"/>
            <w:jc w:val="center"/>
            <w:rPr>
              <w:noProof/>
              <w:sz w:val="14"/>
              <w:szCs w:val="14"/>
              <w:lang w:val="es-ES" w:eastAsia="es-ES"/>
            </w:rPr>
          </w:pPr>
          <w:r w:rsidRPr="007A3128">
            <w:rPr>
              <w:sz w:val="14"/>
              <w:szCs w:val="14"/>
              <w:lang w:val="en-US"/>
            </w:rPr>
            <w:t>LOCAL CODE</w:t>
          </w:r>
        </w:p>
      </w:tc>
      <w:tc>
        <w:tcPr>
          <w:tcW w:w="264" w:type="pct"/>
          <w:vMerge w:val="restart"/>
          <w:vAlign w:val="center"/>
        </w:tcPr>
        <w:p w14:paraId="66BBA82E" w14:textId="77777777" w:rsidR="00B03D0A" w:rsidRPr="007A3128" w:rsidRDefault="00B03D0A" w:rsidP="00C55F36">
          <w:pPr>
            <w:pStyle w:val="Jalus"/>
            <w:spacing w:after="40"/>
            <w:jc w:val="center"/>
            <w:rPr>
              <w:sz w:val="14"/>
              <w:szCs w:val="14"/>
              <w:lang w:val="en-US"/>
            </w:rPr>
          </w:pPr>
          <w:r w:rsidRPr="007A3128">
            <w:rPr>
              <w:sz w:val="14"/>
              <w:szCs w:val="14"/>
              <w:lang w:val="en-US"/>
            </w:rPr>
            <w:t>PROJEKTI ETAPP</w:t>
          </w:r>
        </w:p>
        <w:p w14:paraId="482FE558" w14:textId="77777777" w:rsidR="00B03D0A" w:rsidRPr="007A3128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  <w:r w:rsidRPr="007A3128">
            <w:rPr>
              <w:sz w:val="14"/>
              <w:szCs w:val="14"/>
              <w:lang w:val="en-US"/>
            </w:rPr>
            <w:t>PROJECT STAGE</w:t>
          </w:r>
        </w:p>
      </w:tc>
    </w:tr>
    <w:tr w:rsidR="00B03D0A" w:rsidRPr="00304ACF" w14:paraId="6EC6EF0D" w14:textId="77777777" w:rsidTr="00B04B22">
      <w:trPr>
        <w:gridAfter w:val="1"/>
        <w:trHeight w:val="95"/>
        <w:jc w:val="center"/>
      </w:trPr>
      <w:tc>
        <w:tcPr>
          <w:tcW w:w="1002" w:type="pct"/>
          <w:vMerge/>
          <w:vAlign w:val="center"/>
        </w:tcPr>
        <w:p w14:paraId="382C8BA5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1FF607B1" w14:textId="77777777" w:rsidR="00B03D0A" w:rsidRPr="00304ACF" w:rsidRDefault="00B03D0A" w:rsidP="00C55F36">
          <w:pPr>
            <w:pStyle w:val="Jalus"/>
            <w:jc w:val="left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3C91E778" w14:textId="77777777" w:rsidR="00B03D0A" w:rsidRPr="00DD3D20" w:rsidRDefault="00B03D0A" w:rsidP="00C55F36">
          <w:pPr>
            <w:pStyle w:val="Jalus"/>
            <w:jc w:val="center"/>
            <w:rPr>
              <w:rFonts w:eastAsia="Arial"/>
              <w:sz w:val="14"/>
              <w:szCs w:val="14"/>
              <w:highlight w:val="yellow"/>
              <w:lang w:val="es-ES"/>
            </w:rPr>
          </w:pPr>
        </w:p>
      </w:tc>
      <w:tc>
        <w:tcPr>
          <w:tcW w:w="449" w:type="pct"/>
          <w:gridSpan w:val="3"/>
          <w:vAlign w:val="center"/>
        </w:tcPr>
        <w:p w14:paraId="4CC76485" w14:textId="55FBCDF1" w:rsidR="00B03D0A" w:rsidRPr="00B04B22" w:rsidRDefault="00B03D0A" w:rsidP="00F93C9F">
          <w:pPr>
            <w:tabs>
              <w:tab w:val="center" w:pos="4252"/>
              <w:tab w:val="right" w:pos="8504"/>
            </w:tabs>
            <w:jc w:val="center"/>
            <w:rPr>
              <w:rFonts w:eastAsia="Arial"/>
              <w:sz w:val="10"/>
              <w:szCs w:val="10"/>
              <w:lang w:val="et-EE"/>
            </w:rPr>
          </w:pPr>
          <w:r w:rsidRPr="00B04B22">
            <w:rPr>
              <w:rFonts w:eastAsia="Arial"/>
              <w:sz w:val="10"/>
              <w:szCs w:val="10"/>
              <w:lang w:val="et-EE"/>
            </w:rPr>
            <w:t>Diplomeeritud veevarustuse- ja kanalisatsiooniinsener, tase 7</w:t>
          </w:r>
        </w:p>
        <w:p w14:paraId="27617B80" w14:textId="324735A5" w:rsidR="00B03D0A" w:rsidRPr="00B04B22" w:rsidRDefault="00B03D0A" w:rsidP="00F93C9F">
          <w:pPr>
            <w:pStyle w:val="Jalus"/>
            <w:jc w:val="center"/>
            <w:rPr>
              <w:rFonts w:eastAsia="Arial"/>
              <w:sz w:val="10"/>
              <w:szCs w:val="10"/>
            </w:rPr>
          </w:pPr>
          <w:r w:rsidRPr="00B04B22">
            <w:rPr>
              <w:rFonts w:eastAsia="Arial"/>
              <w:sz w:val="10"/>
              <w:szCs w:val="10"/>
            </w:rPr>
            <w:t xml:space="preserve">Diploma </w:t>
          </w:r>
          <w:proofErr w:type="spellStart"/>
          <w:r w:rsidRPr="00B04B22">
            <w:rPr>
              <w:rFonts w:eastAsia="Arial"/>
              <w:sz w:val="10"/>
              <w:szCs w:val="10"/>
            </w:rPr>
            <w:t>Engineeri</w:t>
          </w:r>
          <w:proofErr w:type="spellEnd"/>
          <w:r w:rsidRPr="00B04B22">
            <w:rPr>
              <w:rFonts w:eastAsia="Arial"/>
              <w:sz w:val="10"/>
              <w:szCs w:val="10"/>
            </w:rPr>
            <w:t xml:space="preserve"> in water supply and sewerage, level 7</w:t>
          </w:r>
        </w:p>
      </w:tc>
      <w:tc>
        <w:tcPr>
          <w:tcW w:w="220" w:type="pct"/>
          <w:vMerge/>
          <w:vAlign w:val="center"/>
        </w:tcPr>
        <w:p w14:paraId="61CB995E" w14:textId="77777777" w:rsidR="00B03D0A" w:rsidRPr="00B04B22" w:rsidRDefault="00B03D0A" w:rsidP="00C55F36">
          <w:pPr>
            <w:pStyle w:val="Jalus"/>
            <w:jc w:val="center"/>
            <w:rPr>
              <w:noProof/>
            </w:rPr>
          </w:pPr>
        </w:p>
      </w:tc>
      <w:tc>
        <w:tcPr>
          <w:tcW w:w="256" w:type="pct"/>
          <w:vMerge/>
          <w:vAlign w:val="center"/>
        </w:tcPr>
        <w:p w14:paraId="5AC78A02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</w:p>
      </w:tc>
      <w:tc>
        <w:tcPr>
          <w:tcW w:w="267" w:type="pct"/>
          <w:vMerge/>
          <w:vAlign w:val="center"/>
        </w:tcPr>
        <w:p w14:paraId="340646EB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</w:p>
      </w:tc>
      <w:tc>
        <w:tcPr>
          <w:tcW w:w="268" w:type="pct"/>
          <w:vMerge/>
          <w:vAlign w:val="center"/>
        </w:tcPr>
        <w:p w14:paraId="6FDB7731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7" w:type="pct"/>
          <w:vMerge/>
          <w:vAlign w:val="center"/>
        </w:tcPr>
        <w:p w14:paraId="51787A20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</w:p>
      </w:tc>
      <w:tc>
        <w:tcPr>
          <w:tcW w:w="267" w:type="pct"/>
          <w:vMerge/>
          <w:vAlign w:val="center"/>
        </w:tcPr>
        <w:p w14:paraId="15F20A0D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</w:p>
      </w:tc>
      <w:tc>
        <w:tcPr>
          <w:tcW w:w="279" w:type="pct"/>
          <w:vMerge/>
          <w:vAlign w:val="center"/>
        </w:tcPr>
        <w:p w14:paraId="017841D5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</w:p>
      </w:tc>
      <w:tc>
        <w:tcPr>
          <w:tcW w:w="267" w:type="pct"/>
          <w:vMerge/>
          <w:vAlign w:val="center"/>
        </w:tcPr>
        <w:p w14:paraId="7D824930" w14:textId="77777777" w:rsidR="00B03D0A" w:rsidRPr="00C55F36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s-ES"/>
            </w:rPr>
          </w:pPr>
        </w:p>
      </w:tc>
      <w:tc>
        <w:tcPr>
          <w:tcW w:w="268" w:type="pct"/>
          <w:vMerge/>
          <w:vAlign w:val="center"/>
        </w:tcPr>
        <w:p w14:paraId="0A3EBB37" w14:textId="77777777" w:rsidR="00B03D0A" w:rsidRPr="007A3128" w:rsidRDefault="00B03D0A" w:rsidP="00C55F36">
          <w:pPr>
            <w:autoSpaceDE w:val="0"/>
            <w:autoSpaceDN w:val="0"/>
            <w:adjustRightInd w:val="0"/>
            <w:spacing w:after="4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4" w:type="pct"/>
          <w:vMerge/>
          <w:vAlign w:val="center"/>
        </w:tcPr>
        <w:p w14:paraId="23A0E6E7" w14:textId="77777777" w:rsidR="00B03D0A" w:rsidRPr="007A3128" w:rsidRDefault="00B03D0A" w:rsidP="00C55F36">
          <w:pPr>
            <w:pStyle w:val="Jalus"/>
            <w:spacing w:after="40"/>
            <w:jc w:val="center"/>
            <w:rPr>
              <w:sz w:val="14"/>
              <w:szCs w:val="14"/>
              <w:lang w:val="en-US"/>
            </w:rPr>
          </w:pPr>
        </w:p>
      </w:tc>
    </w:tr>
    <w:tr w:rsidR="00B03D0A" w:rsidRPr="00304ACF" w14:paraId="633FB64B" w14:textId="77777777" w:rsidTr="00B04B22">
      <w:trPr>
        <w:trHeight w:val="96"/>
        <w:jc w:val="center"/>
      </w:trPr>
      <w:tc>
        <w:tcPr>
          <w:tcW w:w="1002" w:type="pct"/>
          <w:vMerge/>
          <w:vAlign w:val="center"/>
        </w:tcPr>
        <w:p w14:paraId="60CDBC55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s-ES"/>
            </w:rPr>
          </w:pPr>
        </w:p>
      </w:tc>
      <w:tc>
        <w:tcPr>
          <w:tcW w:w="463" w:type="pct"/>
          <w:vMerge/>
          <w:vAlign w:val="center"/>
        </w:tcPr>
        <w:p w14:paraId="4FBEF766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 w:val="restart"/>
          <w:vAlign w:val="center"/>
        </w:tcPr>
        <w:p w14:paraId="6C25DAD2" w14:textId="652AC071" w:rsidR="00B03D0A" w:rsidRPr="00DD3D20" w:rsidRDefault="00B03D0A" w:rsidP="00C55F36">
          <w:pPr>
            <w:jc w:val="center"/>
            <w:textAlignment w:val="baseline"/>
            <w:rPr>
              <w:rFonts w:eastAsia="Arial"/>
              <w:color w:val="000000"/>
              <w:sz w:val="16"/>
              <w:szCs w:val="16"/>
              <w:highlight w:val="yellow"/>
              <w:lang w:val="en-US"/>
            </w:rPr>
          </w:pPr>
          <w:r>
            <w:rPr>
              <w:noProof/>
              <w:lang w:val="et-EE" w:eastAsia="et-EE"/>
            </w:rPr>
            <w:drawing>
              <wp:inline distT="0" distB="0" distL="0" distR="0" wp14:anchorId="3425A3CA" wp14:editId="0D1EB29B">
                <wp:extent cx="772524" cy="755374"/>
                <wp:effectExtent l="0" t="0" r="8890" b="6985"/>
                <wp:docPr id="1957384424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2524" cy="7553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348912B" w14:textId="7A2342B6" w:rsidR="00B03D0A" w:rsidRPr="00E15C58" w:rsidRDefault="00B03D0A" w:rsidP="00C55F36">
          <w:pPr>
            <w:textAlignment w:val="baseline"/>
            <w:rPr>
              <w:rFonts w:eastAsia="Arial"/>
              <w:color w:val="000000"/>
              <w:sz w:val="16"/>
              <w:szCs w:val="16"/>
              <w:lang w:val="de-DE"/>
            </w:rPr>
          </w:pPr>
          <w:proofErr w:type="spellStart"/>
          <w:r w:rsidRPr="00E15C58">
            <w:rPr>
              <w:rFonts w:eastAsia="Arial"/>
              <w:color w:val="000000"/>
              <w:sz w:val="16"/>
              <w:szCs w:val="16"/>
              <w:lang w:val="de-DE"/>
            </w:rPr>
            <w:t>Keskkonnaprojekt</w:t>
          </w:r>
          <w:proofErr w:type="spellEnd"/>
          <w:r w:rsidRPr="00E15C58">
            <w:rPr>
              <w:rFonts w:eastAsia="Arial"/>
              <w:color w:val="000000"/>
              <w:sz w:val="16"/>
              <w:szCs w:val="16"/>
              <w:lang w:val="de-DE"/>
            </w:rPr>
            <w:t xml:space="preserve"> OÜ</w:t>
          </w:r>
        </w:p>
        <w:p w14:paraId="11F5E13C" w14:textId="49235041" w:rsidR="00B03D0A" w:rsidRPr="00E15C58" w:rsidRDefault="00B03D0A" w:rsidP="00C55F36">
          <w:pPr>
            <w:textAlignment w:val="baseline"/>
            <w:rPr>
              <w:rFonts w:eastAsia="Arial"/>
              <w:color w:val="000000"/>
              <w:sz w:val="16"/>
              <w:szCs w:val="16"/>
              <w:lang w:val="de-DE"/>
            </w:rPr>
          </w:pPr>
          <w:proofErr w:type="spellStart"/>
          <w:r w:rsidRPr="00E15C58">
            <w:rPr>
              <w:rFonts w:eastAsia="Arial"/>
              <w:color w:val="000000"/>
              <w:sz w:val="16"/>
              <w:szCs w:val="16"/>
              <w:lang w:val="de-DE"/>
            </w:rPr>
            <w:t>Ringtee</w:t>
          </w:r>
          <w:proofErr w:type="spellEnd"/>
          <w:r w:rsidRPr="00E15C58">
            <w:rPr>
              <w:rFonts w:eastAsia="Arial"/>
              <w:color w:val="000000"/>
              <w:sz w:val="16"/>
              <w:szCs w:val="16"/>
              <w:lang w:val="de-DE"/>
            </w:rPr>
            <w:t xml:space="preserve"> 12</w:t>
          </w:r>
        </w:p>
        <w:p w14:paraId="20CE80A2" w14:textId="56BB903E" w:rsidR="00B03D0A" w:rsidRPr="00E15C58" w:rsidRDefault="00B03D0A" w:rsidP="00C55F36">
          <w:pPr>
            <w:textAlignment w:val="baseline"/>
            <w:rPr>
              <w:rFonts w:eastAsia="Arial"/>
              <w:color w:val="000000"/>
              <w:sz w:val="16"/>
              <w:szCs w:val="16"/>
              <w:lang w:val="de-DE"/>
            </w:rPr>
          </w:pPr>
          <w:r w:rsidRPr="00E15C58">
            <w:rPr>
              <w:rFonts w:eastAsia="Arial"/>
              <w:color w:val="000000"/>
              <w:sz w:val="16"/>
              <w:szCs w:val="16"/>
              <w:lang w:val="de-DE"/>
            </w:rPr>
            <w:t>51013 Tartu Estonia</w:t>
          </w:r>
        </w:p>
        <w:p w14:paraId="2D299C6C" w14:textId="7AF1579C" w:rsidR="00B03D0A" w:rsidRPr="00E15C58" w:rsidRDefault="00B03D0A" w:rsidP="00C55F36">
          <w:pPr>
            <w:spacing w:after="60"/>
            <w:jc w:val="left"/>
            <w:textAlignment w:val="baseline"/>
            <w:rPr>
              <w:sz w:val="14"/>
              <w:szCs w:val="14"/>
              <w:highlight w:val="yellow"/>
              <w:lang w:val="de-DE"/>
            </w:rPr>
          </w:pPr>
          <w:r w:rsidRPr="00E15C58">
            <w:rPr>
              <w:rFonts w:eastAsia="Arial"/>
              <w:color w:val="000000"/>
              <w:sz w:val="16"/>
              <w:szCs w:val="16"/>
              <w:lang w:val="de-DE"/>
            </w:rPr>
            <w:t>Register code:  10769210</w:t>
          </w:r>
        </w:p>
      </w:tc>
      <w:tc>
        <w:tcPr>
          <w:tcW w:w="234" w:type="pct"/>
          <w:vAlign w:val="center"/>
        </w:tcPr>
        <w:p w14:paraId="30629F58" w14:textId="77777777" w:rsidR="00B03D0A" w:rsidRPr="00B04B22" w:rsidRDefault="00B03D0A" w:rsidP="00C55F36">
          <w:pPr>
            <w:pStyle w:val="Jalus"/>
            <w:jc w:val="center"/>
            <w:rPr>
              <w:rFonts w:eastAsia="Arial"/>
              <w:sz w:val="10"/>
              <w:szCs w:val="10"/>
              <w:lang w:val="es-ES"/>
            </w:rPr>
          </w:pPr>
          <w:r w:rsidRPr="00B04B22">
            <w:rPr>
              <w:rFonts w:eastAsia="Arial"/>
              <w:sz w:val="10"/>
              <w:szCs w:val="10"/>
              <w:lang w:val="es-ES"/>
            </w:rPr>
            <w:t>KONTROLLIJA</w:t>
          </w:r>
        </w:p>
        <w:p w14:paraId="5287D114" w14:textId="77777777" w:rsidR="00B03D0A" w:rsidRPr="00B04B22" w:rsidRDefault="00B03D0A" w:rsidP="00C55F36">
          <w:pPr>
            <w:pStyle w:val="Jalus"/>
            <w:jc w:val="center"/>
            <w:rPr>
              <w:sz w:val="6"/>
              <w:szCs w:val="6"/>
              <w:lang w:val="en-US"/>
            </w:rPr>
          </w:pPr>
          <w:r w:rsidRPr="00B04B22">
            <w:rPr>
              <w:rFonts w:eastAsia="Arial"/>
              <w:sz w:val="10"/>
              <w:szCs w:val="10"/>
              <w:lang w:val="es-ES"/>
            </w:rPr>
            <w:t>CHECKER</w:t>
          </w:r>
        </w:p>
      </w:tc>
      <w:tc>
        <w:tcPr>
          <w:tcW w:w="215" w:type="pct"/>
          <w:gridSpan w:val="2"/>
          <w:vAlign w:val="center"/>
        </w:tcPr>
        <w:p w14:paraId="3F6CCB80" w14:textId="77B010D4" w:rsidR="00B03D0A" w:rsidRPr="00B04B22" w:rsidRDefault="00B03D0A" w:rsidP="00C55F36">
          <w:pPr>
            <w:pStyle w:val="Jalus"/>
            <w:jc w:val="center"/>
            <w:rPr>
              <w:sz w:val="12"/>
              <w:szCs w:val="12"/>
              <w:lang w:val="en-US"/>
            </w:rPr>
          </w:pPr>
          <w:proofErr w:type="spellStart"/>
          <w:proofErr w:type="gramStart"/>
          <w:r w:rsidRPr="00B04B22">
            <w:rPr>
              <w:sz w:val="12"/>
              <w:szCs w:val="12"/>
              <w:lang w:val="en-US"/>
            </w:rPr>
            <w:t>J.Erm</w:t>
          </w:r>
          <w:proofErr w:type="spellEnd"/>
          <w:proofErr w:type="gramEnd"/>
        </w:p>
      </w:tc>
      <w:tc>
        <w:tcPr>
          <w:tcW w:w="220" w:type="pct"/>
          <w:vMerge w:val="restart"/>
          <w:vAlign w:val="center"/>
        </w:tcPr>
        <w:p w14:paraId="4BC7C22B" w14:textId="64DB72FD" w:rsidR="00B03D0A" w:rsidRPr="00B04B22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56" w:type="pct"/>
          <w:vMerge/>
          <w:vAlign w:val="center"/>
        </w:tcPr>
        <w:p w14:paraId="4970CF33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7" w:type="pct"/>
          <w:vMerge/>
          <w:vAlign w:val="center"/>
        </w:tcPr>
        <w:p w14:paraId="07C9C0BB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8" w:type="pct"/>
          <w:vMerge/>
          <w:vAlign w:val="center"/>
        </w:tcPr>
        <w:p w14:paraId="61F37A4F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7" w:type="pct"/>
          <w:vMerge/>
          <w:vAlign w:val="center"/>
        </w:tcPr>
        <w:p w14:paraId="54A80143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7" w:type="pct"/>
          <w:vMerge/>
          <w:vAlign w:val="center"/>
        </w:tcPr>
        <w:p w14:paraId="4C455C01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79" w:type="pct"/>
          <w:vMerge/>
          <w:vAlign w:val="center"/>
        </w:tcPr>
        <w:p w14:paraId="1BE76516" w14:textId="77777777" w:rsidR="00B03D0A" w:rsidRPr="00C55F36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7" w:type="pct"/>
          <w:vMerge/>
          <w:vAlign w:val="center"/>
        </w:tcPr>
        <w:p w14:paraId="171DC4DA" w14:textId="77777777" w:rsidR="00B03D0A" w:rsidRPr="00C55F36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8" w:type="pct"/>
          <w:vMerge/>
          <w:vAlign w:val="center"/>
        </w:tcPr>
        <w:p w14:paraId="6C159A16" w14:textId="77777777" w:rsidR="00B03D0A" w:rsidRPr="007A3128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4" w:type="pct"/>
          <w:vMerge/>
          <w:vAlign w:val="center"/>
        </w:tcPr>
        <w:p w14:paraId="13C5355B" w14:textId="77777777" w:rsidR="00B03D0A" w:rsidRPr="007A3128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0" w:type="auto"/>
        </w:tcPr>
        <w:p w14:paraId="0F9CA52D" w14:textId="2F027AA5" w:rsidR="00B03D0A" w:rsidRPr="00304ACF" w:rsidRDefault="005D224B">
          <w:pPr>
            <w:jc w:val="left"/>
          </w:pPr>
          <w:r>
            <w:tab/>
          </w:r>
        </w:p>
      </w:tc>
    </w:tr>
    <w:tr w:rsidR="00B03D0A" w:rsidRPr="00304ACF" w14:paraId="3C1D8211" w14:textId="77777777" w:rsidTr="00B04B22">
      <w:trPr>
        <w:gridAfter w:val="1"/>
        <w:trHeight w:val="95"/>
        <w:jc w:val="center"/>
      </w:trPr>
      <w:tc>
        <w:tcPr>
          <w:tcW w:w="1002" w:type="pct"/>
          <w:vMerge/>
          <w:vAlign w:val="center"/>
        </w:tcPr>
        <w:p w14:paraId="07795CE8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s-ES"/>
            </w:rPr>
          </w:pPr>
        </w:p>
      </w:tc>
      <w:tc>
        <w:tcPr>
          <w:tcW w:w="463" w:type="pct"/>
          <w:vMerge/>
          <w:vAlign w:val="center"/>
        </w:tcPr>
        <w:p w14:paraId="55EDF48A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24CB3E2E" w14:textId="77777777" w:rsidR="00B03D0A" w:rsidRPr="00DD3D20" w:rsidRDefault="00B03D0A" w:rsidP="00C55F36">
          <w:pPr>
            <w:jc w:val="center"/>
            <w:textAlignment w:val="baseline"/>
            <w:rPr>
              <w:noProof/>
              <w:highlight w:val="yellow"/>
              <w:lang w:val="sv-SE" w:eastAsia="sv-SE"/>
            </w:rPr>
          </w:pPr>
        </w:p>
      </w:tc>
      <w:tc>
        <w:tcPr>
          <w:tcW w:w="449" w:type="pct"/>
          <w:gridSpan w:val="3"/>
          <w:vAlign w:val="center"/>
        </w:tcPr>
        <w:p w14:paraId="79580041" w14:textId="77777777" w:rsidR="00B03D0A" w:rsidRPr="00B04B22" w:rsidRDefault="00B03D0A" w:rsidP="00B04B22">
          <w:pPr>
            <w:tabs>
              <w:tab w:val="center" w:pos="4252"/>
              <w:tab w:val="right" w:pos="8504"/>
            </w:tabs>
            <w:jc w:val="center"/>
            <w:rPr>
              <w:rFonts w:eastAsia="Arial"/>
              <w:sz w:val="10"/>
              <w:szCs w:val="10"/>
              <w:lang w:val="et-EE"/>
            </w:rPr>
          </w:pPr>
          <w:r w:rsidRPr="00B04B22">
            <w:rPr>
              <w:rFonts w:eastAsia="Arial"/>
              <w:sz w:val="10"/>
              <w:szCs w:val="10"/>
              <w:lang w:val="et-EE"/>
            </w:rPr>
            <w:t>Diplomeeritud veevarustuse- ja kanalisatsiooniinsener, tase 7</w:t>
          </w:r>
        </w:p>
        <w:p w14:paraId="116E6BD0" w14:textId="400EBF2A" w:rsidR="00B03D0A" w:rsidRPr="00B04B22" w:rsidRDefault="00B03D0A" w:rsidP="00B04B22">
          <w:pPr>
            <w:pStyle w:val="Jalus"/>
            <w:jc w:val="center"/>
            <w:rPr>
              <w:rFonts w:eastAsia="Arial"/>
              <w:sz w:val="10"/>
              <w:szCs w:val="10"/>
            </w:rPr>
          </w:pPr>
          <w:r w:rsidRPr="00B04B22">
            <w:rPr>
              <w:rFonts w:eastAsia="Arial"/>
              <w:sz w:val="10"/>
              <w:szCs w:val="10"/>
            </w:rPr>
            <w:t xml:space="preserve">Diploma </w:t>
          </w:r>
          <w:proofErr w:type="spellStart"/>
          <w:r w:rsidRPr="00B04B22">
            <w:rPr>
              <w:rFonts w:eastAsia="Arial"/>
              <w:sz w:val="10"/>
              <w:szCs w:val="10"/>
            </w:rPr>
            <w:t>Engineeri</w:t>
          </w:r>
          <w:proofErr w:type="spellEnd"/>
          <w:r w:rsidRPr="00B04B22">
            <w:rPr>
              <w:rFonts w:eastAsia="Arial"/>
              <w:sz w:val="10"/>
              <w:szCs w:val="10"/>
            </w:rPr>
            <w:t xml:space="preserve"> in water supply and sewerage, level 7</w:t>
          </w:r>
        </w:p>
      </w:tc>
      <w:tc>
        <w:tcPr>
          <w:tcW w:w="220" w:type="pct"/>
          <w:vMerge/>
          <w:vAlign w:val="center"/>
        </w:tcPr>
        <w:p w14:paraId="542AC0BC" w14:textId="77777777" w:rsidR="00B03D0A" w:rsidRPr="00B04B22" w:rsidRDefault="00B03D0A" w:rsidP="00C55F36">
          <w:pPr>
            <w:pStyle w:val="Jalus"/>
            <w:jc w:val="center"/>
            <w:rPr>
              <w:noProof/>
            </w:rPr>
          </w:pPr>
        </w:p>
      </w:tc>
      <w:tc>
        <w:tcPr>
          <w:tcW w:w="256" w:type="pct"/>
          <w:vMerge/>
          <w:vAlign w:val="center"/>
        </w:tcPr>
        <w:p w14:paraId="0730D2A7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7" w:type="pct"/>
          <w:vMerge/>
          <w:vAlign w:val="center"/>
        </w:tcPr>
        <w:p w14:paraId="770E08C9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8" w:type="pct"/>
          <w:vMerge/>
          <w:vAlign w:val="center"/>
        </w:tcPr>
        <w:p w14:paraId="70740918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7" w:type="pct"/>
          <w:vMerge/>
          <w:vAlign w:val="center"/>
        </w:tcPr>
        <w:p w14:paraId="2E8DC426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7" w:type="pct"/>
          <w:vMerge/>
          <w:vAlign w:val="center"/>
        </w:tcPr>
        <w:p w14:paraId="0FAAA4F9" w14:textId="77777777" w:rsidR="00B03D0A" w:rsidRPr="00C55F36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79" w:type="pct"/>
          <w:vMerge/>
          <w:vAlign w:val="center"/>
        </w:tcPr>
        <w:p w14:paraId="20879CA8" w14:textId="77777777" w:rsidR="00B03D0A" w:rsidRPr="00C55F36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7" w:type="pct"/>
          <w:vMerge/>
          <w:vAlign w:val="center"/>
        </w:tcPr>
        <w:p w14:paraId="0D91955A" w14:textId="77777777" w:rsidR="00B03D0A" w:rsidRPr="00C55F36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8" w:type="pct"/>
          <w:vMerge/>
          <w:vAlign w:val="center"/>
        </w:tcPr>
        <w:p w14:paraId="251B59A4" w14:textId="77777777" w:rsidR="00B03D0A" w:rsidRPr="007A3128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64" w:type="pct"/>
          <w:vMerge/>
          <w:vAlign w:val="center"/>
        </w:tcPr>
        <w:p w14:paraId="254AA80B" w14:textId="77777777" w:rsidR="00B03D0A" w:rsidRPr="007A3128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</w:tr>
    <w:tr w:rsidR="00B03D0A" w:rsidRPr="00304ACF" w14:paraId="362615C5" w14:textId="77777777" w:rsidTr="00B04B22">
      <w:trPr>
        <w:gridAfter w:val="1"/>
        <w:trHeight w:val="96"/>
        <w:jc w:val="center"/>
      </w:trPr>
      <w:tc>
        <w:tcPr>
          <w:tcW w:w="1002" w:type="pct"/>
          <w:vMerge/>
          <w:vAlign w:val="center"/>
        </w:tcPr>
        <w:p w14:paraId="5313985F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31C95851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144DF32B" w14:textId="77777777" w:rsidR="00B03D0A" w:rsidRPr="00DD3D20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234" w:type="pct"/>
          <w:vAlign w:val="center"/>
        </w:tcPr>
        <w:p w14:paraId="0D768700" w14:textId="77777777" w:rsidR="00B03D0A" w:rsidRPr="00B04B22" w:rsidRDefault="00B03D0A" w:rsidP="00C55F36">
          <w:pPr>
            <w:pStyle w:val="Jalus"/>
            <w:jc w:val="center"/>
            <w:rPr>
              <w:sz w:val="10"/>
              <w:szCs w:val="10"/>
              <w:lang w:val="en-US"/>
            </w:rPr>
          </w:pPr>
          <w:r w:rsidRPr="00B04B22">
            <w:rPr>
              <w:rFonts w:eastAsia="Arial"/>
              <w:sz w:val="10"/>
              <w:szCs w:val="10"/>
              <w:lang w:val="es-ES"/>
            </w:rPr>
            <w:t>ÜLEVAATAJA REVIEWER</w:t>
          </w:r>
        </w:p>
      </w:tc>
      <w:tc>
        <w:tcPr>
          <w:tcW w:w="215" w:type="pct"/>
          <w:gridSpan w:val="2"/>
          <w:vAlign w:val="center"/>
        </w:tcPr>
        <w:p w14:paraId="1725BE54" w14:textId="4C34B28C" w:rsidR="00B03D0A" w:rsidRPr="00B04B22" w:rsidRDefault="00B03D0A" w:rsidP="00C55F36">
          <w:pPr>
            <w:pStyle w:val="Jalus"/>
            <w:jc w:val="center"/>
            <w:rPr>
              <w:sz w:val="12"/>
              <w:szCs w:val="12"/>
              <w:lang w:val="en-US"/>
            </w:rPr>
          </w:pPr>
          <w:proofErr w:type="spellStart"/>
          <w:proofErr w:type="gramStart"/>
          <w:r w:rsidRPr="00B04B22">
            <w:rPr>
              <w:sz w:val="12"/>
              <w:szCs w:val="12"/>
              <w:lang w:val="en-US"/>
            </w:rPr>
            <w:t>T.Vaher</w:t>
          </w:r>
          <w:proofErr w:type="spellEnd"/>
          <w:proofErr w:type="gramEnd"/>
        </w:p>
      </w:tc>
      <w:tc>
        <w:tcPr>
          <w:tcW w:w="220" w:type="pct"/>
          <w:vMerge w:val="restart"/>
          <w:vAlign w:val="center"/>
        </w:tcPr>
        <w:p w14:paraId="1E036041" w14:textId="5498A88B" w:rsidR="00B03D0A" w:rsidRPr="00B04B22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256" w:type="pct"/>
          <w:vMerge w:val="restart"/>
          <w:vAlign w:val="center"/>
        </w:tcPr>
        <w:p w14:paraId="029058E3" w14:textId="77777777" w:rsidR="00B03D0A" w:rsidRPr="00C55F36" w:rsidRDefault="00B03D0A" w:rsidP="00C55F36">
          <w:pPr>
            <w:pStyle w:val="Jalus"/>
            <w:jc w:val="center"/>
            <w:rPr>
              <w:noProof/>
              <w:sz w:val="16"/>
              <w:szCs w:val="16"/>
              <w:lang w:val="es-ES" w:eastAsia="es-ES"/>
            </w:rPr>
          </w:pPr>
          <w:r w:rsidRPr="00C55F36">
            <w:rPr>
              <w:sz w:val="16"/>
              <w:szCs w:val="16"/>
              <w:lang w:val="es-ES"/>
            </w:rPr>
            <w:t>RBDTD-EE</w:t>
          </w:r>
        </w:p>
      </w:tc>
      <w:tc>
        <w:tcPr>
          <w:tcW w:w="267" w:type="pct"/>
          <w:vMerge w:val="restart"/>
          <w:vAlign w:val="center"/>
        </w:tcPr>
        <w:p w14:paraId="76AEA393" w14:textId="56B61F97" w:rsidR="00B03D0A" w:rsidRPr="00C55F36" w:rsidRDefault="00B03D0A" w:rsidP="00C55F36">
          <w:pPr>
            <w:pStyle w:val="Jalus"/>
            <w:jc w:val="center"/>
            <w:rPr>
              <w:noProof/>
              <w:sz w:val="16"/>
              <w:szCs w:val="16"/>
              <w:lang w:val="es-ES" w:eastAsia="es-ES"/>
            </w:rPr>
          </w:pPr>
          <w:r w:rsidRPr="00C55F36">
            <w:rPr>
              <w:sz w:val="16"/>
              <w:szCs w:val="16"/>
              <w:lang w:val="es-ES"/>
            </w:rPr>
            <w:t>DS2</w:t>
          </w:r>
        </w:p>
      </w:tc>
      <w:tc>
        <w:tcPr>
          <w:tcW w:w="268" w:type="pct"/>
          <w:vMerge w:val="restart"/>
          <w:vAlign w:val="center"/>
        </w:tcPr>
        <w:p w14:paraId="24C63791" w14:textId="395611A7" w:rsidR="00B03D0A" w:rsidRPr="00C55F36" w:rsidRDefault="00B03D0A" w:rsidP="00C55F36">
          <w:pPr>
            <w:pStyle w:val="Jalus"/>
            <w:jc w:val="center"/>
            <w:rPr>
              <w:noProof/>
              <w:sz w:val="16"/>
              <w:szCs w:val="16"/>
              <w:lang w:val="es-ES" w:eastAsia="es-ES"/>
            </w:rPr>
          </w:pPr>
          <w:r w:rsidRPr="00C55F36">
            <w:rPr>
              <w:sz w:val="16"/>
              <w:szCs w:val="16"/>
              <w:lang w:val="es-ES"/>
            </w:rPr>
            <w:t>DPS1</w:t>
          </w:r>
        </w:p>
      </w:tc>
      <w:tc>
        <w:tcPr>
          <w:tcW w:w="267" w:type="pct"/>
          <w:vMerge w:val="restart"/>
          <w:vAlign w:val="center"/>
        </w:tcPr>
        <w:p w14:paraId="634E7523" w14:textId="25452FCA" w:rsidR="00B03D0A" w:rsidRPr="00C55F36" w:rsidRDefault="003F5BAB" w:rsidP="00C55F36">
          <w:pPr>
            <w:pStyle w:val="Jalus"/>
            <w:jc w:val="center"/>
            <w:rPr>
              <w:noProof/>
              <w:sz w:val="16"/>
              <w:szCs w:val="16"/>
              <w:lang w:val="es-ES" w:eastAsia="es-ES"/>
            </w:rPr>
          </w:pPr>
          <w:r>
            <w:rPr>
              <w:sz w:val="16"/>
              <w:szCs w:val="16"/>
              <w:lang w:val="es-ES"/>
            </w:rPr>
            <w:t>CU03708</w:t>
          </w:r>
          <w:r w:rsidR="002B012B">
            <w:rPr>
              <w:sz w:val="16"/>
              <w:szCs w:val="16"/>
              <w:lang w:val="es-ES"/>
            </w:rPr>
            <w:t>2</w:t>
          </w:r>
        </w:p>
      </w:tc>
      <w:tc>
        <w:tcPr>
          <w:tcW w:w="267" w:type="pct"/>
          <w:vMerge w:val="restart"/>
          <w:vAlign w:val="center"/>
        </w:tcPr>
        <w:p w14:paraId="53F0BA26" w14:textId="331B6988" w:rsidR="00B03D0A" w:rsidRPr="00C55F36" w:rsidRDefault="00B03D0A" w:rsidP="00C55F36">
          <w:pPr>
            <w:pStyle w:val="Jalus"/>
            <w:jc w:val="center"/>
            <w:rPr>
              <w:noProof/>
              <w:sz w:val="16"/>
              <w:szCs w:val="16"/>
              <w:lang w:val="es-ES" w:eastAsia="es-ES"/>
            </w:rPr>
          </w:pPr>
          <w:r w:rsidRPr="00C55F36">
            <w:rPr>
              <w:noProof/>
              <w:sz w:val="16"/>
              <w:szCs w:val="16"/>
              <w:lang w:val="es-ES" w:eastAsia="es-ES"/>
            </w:rPr>
            <w:t>ZZ</w:t>
          </w:r>
        </w:p>
      </w:tc>
      <w:tc>
        <w:tcPr>
          <w:tcW w:w="279" w:type="pct"/>
          <w:vMerge w:val="restart"/>
          <w:vAlign w:val="center"/>
        </w:tcPr>
        <w:p w14:paraId="55221600" w14:textId="58B5A2D5" w:rsidR="00B03D0A" w:rsidRPr="00C55F36" w:rsidRDefault="00B03D0A" w:rsidP="00C55F36">
          <w:pPr>
            <w:pStyle w:val="Jalus"/>
            <w:jc w:val="center"/>
            <w:rPr>
              <w:noProof/>
              <w:sz w:val="16"/>
              <w:szCs w:val="16"/>
              <w:lang w:val="es-ES" w:eastAsia="es-ES"/>
            </w:rPr>
          </w:pPr>
          <w:r>
            <w:rPr>
              <w:noProof/>
              <w:sz w:val="16"/>
              <w:szCs w:val="16"/>
              <w:lang w:val="es-ES" w:eastAsia="es-ES"/>
            </w:rPr>
            <w:t>ZZZZ</w:t>
          </w:r>
        </w:p>
      </w:tc>
      <w:tc>
        <w:tcPr>
          <w:tcW w:w="267" w:type="pct"/>
          <w:vMerge w:val="restart"/>
          <w:vAlign w:val="center"/>
        </w:tcPr>
        <w:p w14:paraId="17B2E1CF" w14:textId="6AF65183" w:rsidR="00B03D0A" w:rsidRPr="00C55F36" w:rsidRDefault="003F5BAB" w:rsidP="00C55F36">
          <w:pPr>
            <w:pStyle w:val="Jalus"/>
            <w:jc w:val="center"/>
            <w:rPr>
              <w:noProof/>
              <w:sz w:val="16"/>
              <w:szCs w:val="16"/>
              <w:lang w:val="es-ES" w:eastAsia="es-ES"/>
            </w:rPr>
          </w:pPr>
          <w:r>
            <w:rPr>
              <w:noProof/>
              <w:sz w:val="16"/>
              <w:szCs w:val="16"/>
              <w:lang w:val="es-ES" w:eastAsia="es-ES"/>
            </w:rPr>
            <w:t>TU</w:t>
          </w:r>
        </w:p>
      </w:tc>
      <w:tc>
        <w:tcPr>
          <w:tcW w:w="268" w:type="pct"/>
          <w:vMerge w:val="restart"/>
          <w:vAlign w:val="center"/>
        </w:tcPr>
        <w:p w14:paraId="448D7394" w14:textId="026E1BC7" w:rsidR="00B03D0A" w:rsidRPr="007A3128" w:rsidRDefault="003F5BAB" w:rsidP="00C55F36">
          <w:pPr>
            <w:pStyle w:val="Jalus"/>
            <w:jc w:val="center"/>
            <w:rPr>
              <w:noProof/>
              <w:sz w:val="16"/>
              <w:szCs w:val="16"/>
              <w:lang w:val="es-ES" w:eastAsia="es-ES"/>
            </w:rPr>
          </w:pPr>
          <w:r>
            <w:rPr>
              <w:noProof/>
              <w:sz w:val="16"/>
              <w:szCs w:val="16"/>
              <w:lang w:val="es-ES" w:eastAsia="es-ES"/>
            </w:rPr>
            <w:t>TS</w:t>
          </w:r>
        </w:p>
      </w:tc>
      <w:tc>
        <w:tcPr>
          <w:tcW w:w="264" w:type="pct"/>
          <w:vMerge w:val="restart"/>
          <w:vAlign w:val="center"/>
        </w:tcPr>
        <w:p w14:paraId="0197C325" w14:textId="337EEB0E" w:rsidR="00B03D0A" w:rsidRPr="007A3128" w:rsidRDefault="00B03D0A" w:rsidP="00C55F36">
          <w:pPr>
            <w:pStyle w:val="Jalus"/>
            <w:jc w:val="center"/>
            <w:rPr>
              <w:noProof/>
              <w:sz w:val="16"/>
              <w:szCs w:val="16"/>
              <w:lang w:val="es-ES" w:eastAsia="es-ES"/>
            </w:rPr>
          </w:pPr>
          <w:r>
            <w:rPr>
              <w:sz w:val="16"/>
              <w:szCs w:val="16"/>
              <w:lang w:val="es-ES"/>
            </w:rPr>
            <w:t>DTD</w:t>
          </w:r>
        </w:p>
      </w:tc>
    </w:tr>
    <w:tr w:rsidR="00B03D0A" w:rsidRPr="00304ACF" w14:paraId="68D9F822" w14:textId="77777777" w:rsidTr="00B04B22">
      <w:trPr>
        <w:gridAfter w:val="1"/>
        <w:trHeight w:val="95"/>
        <w:jc w:val="center"/>
      </w:trPr>
      <w:tc>
        <w:tcPr>
          <w:tcW w:w="1002" w:type="pct"/>
          <w:vMerge/>
          <w:vAlign w:val="center"/>
        </w:tcPr>
        <w:p w14:paraId="6E1DEA4D" w14:textId="77777777" w:rsidR="00B03D0A" w:rsidRPr="00304ACF" w:rsidRDefault="00B03D0A" w:rsidP="00B04B22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0CB27912" w14:textId="77777777" w:rsidR="00B03D0A" w:rsidRPr="00304ACF" w:rsidRDefault="00B03D0A" w:rsidP="00B04B22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35DB6D00" w14:textId="77777777" w:rsidR="00B03D0A" w:rsidRPr="00DD3D20" w:rsidRDefault="00B03D0A" w:rsidP="00B04B22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49" w:type="pct"/>
          <w:gridSpan w:val="3"/>
          <w:vAlign w:val="center"/>
        </w:tcPr>
        <w:p w14:paraId="3EFFF620" w14:textId="77777777" w:rsidR="00B03D0A" w:rsidRPr="00B04B22" w:rsidRDefault="00B03D0A" w:rsidP="00B04B22">
          <w:pPr>
            <w:tabs>
              <w:tab w:val="center" w:pos="4252"/>
              <w:tab w:val="right" w:pos="8504"/>
            </w:tabs>
            <w:jc w:val="center"/>
            <w:rPr>
              <w:rFonts w:eastAsia="Arial"/>
              <w:sz w:val="10"/>
              <w:szCs w:val="10"/>
              <w:lang w:val="et-EE"/>
            </w:rPr>
          </w:pPr>
          <w:r w:rsidRPr="00B04B22">
            <w:rPr>
              <w:rFonts w:eastAsia="Arial"/>
              <w:sz w:val="10"/>
              <w:szCs w:val="10"/>
              <w:lang w:val="et-EE"/>
            </w:rPr>
            <w:t>Diplomeeritud veevarustuse- ja kanalisatsiooniinsener, tase 7</w:t>
          </w:r>
        </w:p>
        <w:p w14:paraId="6F403CC5" w14:textId="7C920855" w:rsidR="00B03D0A" w:rsidRPr="00B04B22" w:rsidRDefault="00B03D0A" w:rsidP="00B04B22">
          <w:pPr>
            <w:pStyle w:val="Jalus"/>
            <w:jc w:val="center"/>
            <w:rPr>
              <w:rFonts w:eastAsia="Arial"/>
              <w:sz w:val="12"/>
              <w:szCs w:val="12"/>
              <w:lang w:val="es-ES"/>
            </w:rPr>
          </w:pPr>
          <w:r w:rsidRPr="00B04B22">
            <w:rPr>
              <w:rFonts w:eastAsia="Arial"/>
              <w:sz w:val="10"/>
              <w:szCs w:val="10"/>
            </w:rPr>
            <w:t>Diploma engineer in hydrotechnical engineering, level 7</w:t>
          </w:r>
        </w:p>
      </w:tc>
      <w:tc>
        <w:tcPr>
          <w:tcW w:w="220" w:type="pct"/>
          <w:vMerge/>
          <w:vAlign w:val="center"/>
        </w:tcPr>
        <w:p w14:paraId="0E685358" w14:textId="77777777" w:rsidR="00B03D0A" w:rsidRPr="00B04B22" w:rsidRDefault="00B03D0A" w:rsidP="00B04B22">
          <w:pPr>
            <w:pStyle w:val="Jalus"/>
            <w:jc w:val="center"/>
            <w:rPr>
              <w:noProof/>
            </w:rPr>
          </w:pPr>
        </w:p>
      </w:tc>
      <w:tc>
        <w:tcPr>
          <w:tcW w:w="256" w:type="pct"/>
          <w:vMerge/>
          <w:vAlign w:val="center"/>
        </w:tcPr>
        <w:p w14:paraId="53522186" w14:textId="77777777" w:rsidR="00B03D0A" w:rsidRPr="00C55F36" w:rsidRDefault="00B03D0A" w:rsidP="00B04B22">
          <w:pPr>
            <w:pStyle w:val="Jalus"/>
            <w:jc w:val="center"/>
            <w:rPr>
              <w:sz w:val="16"/>
              <w:szCs w:val="16"/>
              <w:lang w:val="es-ES"/>
            </w:rPr>
          </w:pPr>
        </w:p>
      </w:tc>
      <w:tc>
        <w:tcPr>
          <w:tcW w:w="267" w:type="pct"/>
          <w:vMerge/>
          <w:vAlign w:val="center"/>
        </w:tcPr>
        <w:p w14:paraId="10DCE142" w14:textId="77777777" w:rsidR="00B03D0A" w:rsidRPr="00C55F36" w:rsidRDefault="00B03D0A" w:rsidP="00B04B22">
          <w:pPr>
            <w:pStyle w:val="Jalus"/>
            <w:jc w:val="center"/>
            <w:rPr>
              <w:sz w:val="16"/>
              <w:szCs w:val="16"/>
              <w:lang w:val="es-ES"/>
            </w:rPr>
          </w:pPr>
        </w:p>
      </w:tc>
      <w:tc>
        <w:tcPr>
          <w:tcW w:w="268" w:type="pct"/>
          <w:vMerge/>
          <w:vAlign w:val="center"/>
        </w:tcPr>
        <w:p w14:paraId="04BA50B6" w14:textId="77777777" w:rsidR="00B03D0A" w:rsidRPr="00C55F36" w:rsidRDefault="00B03D0A" w:rsidP="00B04B22">
          <w:pPr>
            <w:pStyle w:val="Jalus"/>
            <w:jc w:val="center"/>
            <w:rPr>
              <w:sz w:val="16"/>
              <w:szCs w:val="16"/>
              <w:lang w:val="es-ES"/>
            </w:rPr>
          </w:pPr>
        </w:p>
      </w:tc>
      <w:tc>
        <w:tcPr>
          <w:tcW w:w="267" w:type="pct"/>
          <w:vMerge/>
          <w:vAlign w:val="center"/>
        </w:tcPr>
        <w:p w14:paraId="7AB6FE47" w14:textId="77777777" w:rsidR="00B03D0A" w:rsidRPr="00C55F36" w:rsidRDefault="00B03D0A" w:rsidP="00B04B22">
          <w:pPr>
            <w:pStyle w:val="Jalus"/>
            <w:jc w:val="center"/>
            <w:rPr>
              <w:sz w:val="16"/>
              <w:szCs w:val="16"/>
              <w:lang w:val="es-ES"/>
            </w:rPr>
          </w:pPr>
        </w:p>
      </w:tc>
      <w:tc>
        <w:tcPr>
          <w:tcW w:w="267" w:type="pct"/>
          <w:vMerge/>
          <w:vAlign w:val="center"/>
        </w:tcPr>
        <w:p w14:paraId="5945D16B" w14:textId="77777777" w:rsidR="00B03D0A" w:rsidRPr="00C55F36" w:rsidRDefault="00B03D0A" w:rsidP="00B04B22">
          <w:pPr>
            <w:pStyle w:val="Jalus"/>
            <w:jc w:val="center"/>
            <w:rPr>
              <w:sz w:val="16"/>
              <w:szCs w:val="16"/>
              <w:lang w:val="es-ES"/>
            </w:rPr>
          </w:pPr>
        </w:p>
      </w:tc>
      <w:tc>
        <w:tcPr>
          <w:tcW w:w="279" w:type="pct"/>
          <w:vMerge/>
          <w:vAlign w:val="center"/>
        </w:tcPr>
        <w:p w14:paraId="667FD7CD" w14:textId="77777777" w:rsidR="00B03D0A" w:rsidRPr="00C55F36" w:rsidRDefault="00B03D0A" w:rsidP="00B04B22">
          <w:pPr>
            <w:pStyle w:val="Jalus"/>
            <w:jc w:val="center"/>
            <w:rPr>
              <w:sz w:val="16"/>
              <w:szCs w:val="16"/>
              <w:lang w:val="es-ES"/>
            </w:rPr>
          </w:pPr>
        </w:p>
      </w:tc>
      <w:tc>
        <w:tcPr>
          <w:tcW w:w="267" w:type="pct"/>
          <w:vMerge/>
          <w:vAlign w:val="center"/>
        </w:tcPr>
        <w:p w14:paraId="5186BCD2" w14:textId="77777777" w:rsidR="00B03D0A" w:rsidRPr="00C55F36" w:rsidRDefault="00B03D0A" w:rsidP="00B04B22">
          <w:pPr>
            <w:pStyle w:val="Jalus"/>
            <w:jc w:val="center"/>
            <w:rPr>
              <w:sz w:val="16"/>
              <w:szCs w:val="16"/>
              <w:lang w:val="es-ES"/>
            </w:rPr>
          </w:pPr>
        </w:p>
      </w:tc>
      <w:tc>
        <w:tcPr>
          <w:tcW w:w="268" w:type="pct"/>
          <w:vMerge/>
          <w:vAlign w:val="center"/>
        </w:tcPr>
        <w:p w14:paraId="3906ACF7" w14:textId="77777777" w:rsidR="00B03D0A" w:rsidRPr="00C55F36" w:rsidRDefault="00B03D0A" w:rsidP="00B04B22">
          <w:pPr>
            <w:pStyle w:val="Jalus"/>
            <w:jc w:val="center"/>
            <w:rPr>
              <w:sz w:val="16"/>
              <w:szCs w:val="16"/>
              <w:lang w:val="es-ES"/>
            </w:rPr>
          </w:pPr>
        </w:p>
      </w:tc>
      <w:tc>
        <w:tcPr>
          <w:tcW w:w="264" w:type="pct"/>
          <w:vMerge/>
          <w:vAlign w:val="center"/>
        </w:tcPr>
        <w:p w14:paraId="5026500E" w14:textId="77777777" w:rsidR="00B03D0A" w:rsidRPr="00347981" w:rsidRDefault="00B03D0A" w:rsidP="00B04B22">
          <w:pPr>
            <w:pStyle w:val="Jalus"/>
            <w:jc w:val="center"/>
            <w:rPr>
              <w:sz w:val="16"/>
              <w:szCs w:val="16"/>
              <w:highlight w:val="yellow"/>
              <w:lang w:val="es-ES"/>
            </w:rPr>
          </w:pPr>
        </w:p>
      </w:tc>
    </w:tr>
    <w:tr w:rsidR="00B03D0A" w:rsidRPr="00304ACF" w14:paraId="3CF7A565" w14:textId="77777777" w:rsidTr="00B04B22">
      <w:trPr>
        <w:gridAfter w:val="1"/>
        <w:trHeight w:val="129"/>
        <w:jc w:val="center"/>
      </w:trPr>
      <w:tc>
        <w:tcPr>
          <w:tcW w:w="1002" w:type="pct"/>
          <w:vMerge/>
          <w:vAlign w:val="center"/>
        </w:tcPr>
        <w:p w14:paraId="0D112265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656141B3" w14:textId="77777777" w:rsidR="00B03D0A" w:rsidRPr="00304ACF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5F225507" w14:textId="77777777" w:rsidR="00B03D0A" w:rsidRPr="00DD3D20" w:rsidRDefault="00B03D0A" w:rsidP="00C55F36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234" w:type="pct"/>
          <w:vAlign w:val="center"/>
        </w:tcPr>
        <w:p w14:paraId="4324E80D" w14:textId="77777777" w:rsidR="00B03D0A" w:rsidRPr="00B04B22" w:rsidRDefault="00B03D0A" w:rsidP="00C55F36">
          <w:pPr>
            <w:pStyle w:val="Jalus"/>
            <w:jc w:val="center"/>
            <w:rPr>
              <w:rFonts w:eastAsia="Arial"/>
              <w:sz w:val="10"/>
              <w:szCs w:val="10"/>
              <w:lang w:val="es-ES"/>
            </w:rPr>
          </w:pPr>
          <w:r w:rsidRPr="00B04B22">
            <w:rPr>
              <w:rFonts w:eastAsia="Arial"/>
              <w:sz w:val="10"/>
              <w:szCs w:val="10"/>
              <w:lang w:val="es-ES"/>
            </w:rPr>
            <w:t>KOOSKÕLASTAJA</w:t>
          </w:r>
        </w:p>
        <w:p w14:paraId="79E713E2" w14:textId="77777777" w:rsidR="00B03D0A" w:rsidRPr="00B04B22" w:rsidRDefault="00B03D0A" w:rsidP="00C55F36">
          <w:pPr>
            <w:pStyle w:val="Jalus"/>
            <w:jc w:val="center"/>
            <w:rPr>
              <w:sz w:val="6"/>
              <w:szCs w:val="6"/>
              <w:lang w:val="en-US"/>
            </w:rPr>
          </w:pPr>
          <w:r w:rsidRPr="00B04B22">
            <w:rPr>
              <w:rFonts w:eastAsia="Arial"/>
              <w:sz w:val="10"/>
              <w:szCs w:val="10"/>
              <w:lang w:val="es-ES"/>
            </w:rPr>
            <w:t>APPROVER</w:t>
          </w:r>
        </w:p>
      </w:tc>
      <w:tc>
        <w:tcPr>
          <w:tcW w:w="215" w:type="pct"/>
          <w:gridSpan w:val="2"/>
          <w:vAlign w:val="center"/>
        </w:tcPr>
        <w:p w14:paraId="30F2CB26" w14:textId="02CA4A42" w:rsidR="00B03D0A" w:rsidRPr="00B04B22" w:rsidRDefault="00B03D0A" w:rsidP="00C55F36">
          <w:pPr>
            <w:pStyle w:val="Jalus"/>
            <w:jc w:val="center"/>
            <w:rPr>
              <w:sz w:val="12"/>
              <w:szCs w:val="12"/>
              <w:lang w:val="en-US"/>
            </w:rPr>
          </w:pPr>
          <w:proofErr w:type="spellStart"/>
          <w:proofErr w:type="gramStart"/>
          <w:r w:rsidRPr="00B04B22">
            <w:rPr>
              <w:sz w:val="12"/>
              <w:szCs w:val="12"/>
              <w:lang w:val="en-US"/>
            </w:rPr>
            <w:t>T.Vaher</w:t>
          </w:r>
          <w:proofErr w:type="spellEnd"/>
          <w:proofErr w:type="gramEnd"/>
        </w:p>
      </w:tc>
      <w:tc>
        <w:tcPr>
          <w:tcW w:w="220" w:type="pct"/>
          <w:vMerge w:val="restart"/>
          <w:vAlign w:val="center"/>
        </w:tcPr>
        <w:p w14:paraId="6D6848FE" w14:textId="1E35D526" w:rsidR="00B03D0A" w:rsidRPr="00B04B22" w:rsidRDefault="00B03D0A" w:rsidP="00C55F36">
          <w:pPr>
            <w:pStyle w:val="Jalus"/>
            <w:jc w:val="center"/>
            <w:rPr>
              <w:sz w:val="14"/>
              <w:szCs w:val="14"/>
              <w:lang w:val="en-US"/>
            </w:rPr>
          </w:pPr>
        </w:p>
      </w:tc>
      <w:tc>
        <w:tcPr>
          <w:tcW w:w="1604" w:type="pct"/>
          <w:gridSpan w:val="6"/>
          <w:vMerge w:val="restart"/>
          <w:vAlign w:val="center"/>
        </w:tcPr>
        <w:p w14:paraId="54C53075" w14:textId="77777777" w:rsidR="00B03D0A" w:rsidRPr="00C55F36" w:rsidRDefault="00B03D0A" w:rsidP="00C55F36">
          <w:pPr>
            <w:pStyle w:val="Jalus"/>
            <w:spacing w:after="120"/>
            <w:jc w:val="center"/>
            <w:rPr>
              <w:sz w:val="14"/>
              <w:szCs w:val="14"/>
            </w:rPr>
          </w:pPr>
          <w:r w:rsidRPr="00C55F36">
            <w:rPr>
              <w:sz w:val="14"/>
              <w:szCs w:val="14"/>
            </w:rPr>
            <w:t>DOKUMENDI KOOD / DOCUMENT CODE</w:t>
          </w:r>
        </w:p>
        <w:p w14:paraId="2BE0DFD5" w14:textId="44AC8800" w:rsidR="00B03D0A" w:rsidRPr="00C55F36" w:rsidRDefault="00B03D0A" w:rsidP="00C55F36">
          <w:pPr>
            <w:pStyle w:val="Jalus"/>
            <w:jc w:val="center"/>
            <w:rPr>
              <w:sz w:val="14"/>
              <w:szCs w:val="14"/>
              <w:lang w:val="lt-LT"/>
            </w:rPr>
          </w:pPr>
          <w:r w:rsidRPr="00C55F36">
            <w:rPr>
              <w:sz w:val="16"/>
              <w:szCs w:val="16"/>
              <w:lang w:val="lt-LT"/>
            </w:rPr>
            <w:t>RBDTD-EE-DS2-DPS1_</w:t>
          </w:r>
          <w:r>
            <w:rPr>
              <w:sz w:val="16"/>
              <w:szCs w:val="16"/>
              <w:lang w:val="lt-LT"/>
            </w:rPr>
            <w:t>TRE</w:t>
          </w:r>
          <w:r w:rsidRPr="00C55F36">
            <w:rPr>
              <w:sz w:val="16"/>
              <w:szCs w:val="16"/>
              <w:lang w:val="lt-LT"/>
            </w:rPr>
            <w:t>_</w:t>
          </w:r>
          <w:r w:rsidR="003F5BAB">
            <w:rPr>
              <w:sz w:val="16"/>
              <w:szCs w:val="16"/>
              <w:lang w:val="lt-LT"/>
            </w:rPr>
            <w:t>CU03708</w:t>
          </w:r>
          <w:r w:rsidR="002B012B">
            <w:rPr>
              <w:sz w:val="16"/>
              <w:szCs w:val="16"/>
              <w:lang w:val="lt-LT"/>
            </w:rPr>
            <w:t>2</w:t>
          </w:r>
          <w:r w:rsidRPr="00C55F36">
            <w:rPr>
              <w:sz w:val="16"/>
              <w:szCs w:val="16"/>
              <w:lang w:val="lt-LT"/>
            </w:rPr>
            <w:t>-ZZ_</w:t>
          </w:r>
          <w:r>
            <w:rPr>
              <w:sz w:val="16"/>
              <w:szCs w:val="16"/>
              <w:lang w:val="lt-LT"/>
            </w:rPr>
            <w:t>ZZZZ_RP_</w:t>
          </w:r>
          <w:r w:rsidR="003F5BAB">
            <w:rPr>
              <w:sz w:val="16"/>
              <w:szCs w:val="16"/>
              <w:lang w:val="lt-LT"/>
            </w:rPr>
            <w:t>TU</w:t>
          </w:r>
          <w:r>
            <w:rPr>
              <w:sz w:val="16"/>
              <w:szCs w:val="16"/>
              <w:lang w:val="lt-LT"/>
            </w:rPr>
            <w:t>-</w:t>
          </w:r>
          <w:r w:rsidR="003F5BAB">
            <w:rPr>
              <w:sz w:val="16"/>
              <w:szCs w:val="16"/>
              <w:lang w:val="lt-LT"/>
            </w:rPr>
            <w:t>TS</w:t>
          </w:r>
          <w:r w:rsidRPr="00C55F36">
            <w:rPr>
              <w:sz w:val="16"/>
              <w:szCs w:val="16"/>
              <w:lang w:val="lt-LT"/>
            </w:rPr>
            <w:t xml:space="preserve"> _</w:t>
          </w:r>
          <w:r>
            <w:rPr>
              <w:sz w:val="16"/>
              <w:szCs w:val="16"/>
              <w:lang w:val="lt-LT"/>
            </w:rPr>
            <w:t>DT</w:t>
          </w:r>
          <w:r w:rsidRPr="00C55F36">
            <w:rPr>
              <w:sz w:val="16"/>
              <w:szCs w:val="16"/>
              <w:lang w:val="lt-LT"/>
            </w:rPr>
            <w:t>D_000</w:t>
          </w:r>
          <w:r w:rsidR="00D1369E">
            <w:rPr>
              <w:sz w:val="16"/>
              <w:szCs w:val="16"/>
              <w:lang w:val="lt-LT"/>
            </w:rPr>
            <w:t>0</w:t>
          </w:r>
          <w:r>
            <w:rPr>
              <w:sz w:val="16"/>
              <w:szCs w:val="16"/>
              <w:lang w:val="lt-LT"/>
            </w:rPr>
            <w:t>01</w:t>
          </w:r>
        </w:p>
      </w:tc>
      <w:tc>
        <w:tcPr>
          <w:tcW w:w="267" w:type="pct"/>
          <w:vAlign w:val="center"/>
        </w:tcPr>
        <w:p w14:paraId="6CF7B45C" w14:textId="77777777" w:rsidR="00B03D0A" w:rsidRPr="00C55F36" w:rsidRDefault="00B03D0A" w:rsidP="00C55F36">
          <w:pPr>
            <w:jc w:val="center"/>
            <w:rPr>
              <w:sz w:val="14"/>
              <w:szCs w:val="14"/>
            </w:rPr>
          </w:pPr>
          <w:r w:rsidRPr="00C55F36">
            <w:rPr>
              <w:sz w:val="14"/>
              <w:szCs w:val="14"/>
            </w:rPr>
            <w:t>LEHEKÜLG / PAGE</w:t>
          </w:r>
        </w:p>
      </w:tc>
      <w:tc>
        <w:tcPr>
          <w:tcW w:w="268" w:type="pct"/>
          <w:vAlign w:val="center"/>
        </w:tcPr>
        <w:p w14:paraId="75CF2049" w14:textId="77777777" w:rsidR="00B03D0A" w:rsidRPr="00C55F36" w:rsidRDefault="00B03D0A" w:rsidP="00C55F36">
          <w:pPr>
            <w:pStyle w:val="Jalus"/>
            <w:jc w:val="center"/>
            <w:rPr>
              <w:sz w:val="14"/>
              <w:szCs w:val="14"/>
            </w:rPr>
          </w:pPr>
          <w:r w:rsidRPr="00C55F36">
            <w:rPr>
              <w:sz w:val="14"/>
              <w:szCs w:val="14"/>
            </w:rPr>
            <w:t xml:space="preserve">LEHED / </w:t>
          </w:r>
        </w:p>
        <w:p w14:paraId="26167BE5" w14:textId="77777777" w:rsidR="00B03D0A" w:rsidRPr="00C55F36" w:rsidRDefault="00B03D0A" w:rsidP="00C55F36">
          <w:pPr>
            <w:jc w:val="center"/>
            <w:rPr>
              <w:sz w:val="14"/>
              <w:szCs w:val="14"/>
            </w:rPr>
          </w:pPr>
          <w:r w:rsidRPr="00C55F36">
            <w:rPr>
              <w:sz w:val="14"/>
              <w:szCs w:val="14"/>
            </w:rPr>
            <w:t>PAGES</w:t>
          </w:r>
        </w:p>
      </w:tc>
      <w:tc>
        <w:tcPr>
          <w:tcW w:w="264" w:type="pct"/>
          <w:vAlign w:val="center"/>
        </w:tcPr>
        <w:p w14:paraId="479BBEE8" w14:textId="77777777" w:rsidR="00B03D0A" w:rsidRPr="00A20C3A" w:rsidRDefault="00B03D0A" w:rsidP="00C55F36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n-US"/>
            </w:rPr>
          </w:pPr>
          <w:r w:rsidRPr="00A20C3A">
            <w:rPr>
              <w:sz w:val="14"/>
              <w:szCs w:val="14"/>
              <w:lang w:val="es-ES"/>
            </w:rPr>
            <w:t>REVISIOON / REVISION</w:t>
          </w:r>
        </w:p>
      </w:tc>
    </w:tr>
    <w:tr w:rsidR="00B03D0A" w:rsidRPr="00304ACF" w14:paraId="2775729D" w14:textId="77777777" w:rsidTr="00B03D0A">
      <w:trPr>
        <w:gridAfter w:val="1"/>
        <w:trHeight w:val="60"/>
        <w:jc w:val="center"/>
      </w:trPr>
      <w:tc>
        <w:tcPr>
          <w:tcW w:w="1002" w:type="pct"/>
          <w:vMerge/>
          <w:vAlign w:val="center"/>
        </w:tcPr>
        <w:p w14:paraId="0390E8BD" w14:textId="77777777" w:rsidR="00B03D0A" w:rsidRPr="00304ACF" w:rsidRDefault="00B03D0A" w:rsidP="00B04B22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693D545A" w14:textId="77777777" w:rsidR="00B03D0A" w:rsidRPr="00304ACF" w:rsidRDefault="00B03D0A" w:rsidP="00B04B22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63" w:type="pct"/>
          <w:vMerge/>
          <w:vAlign w:val="center"/>
        </w:tcPr>
        <w:p w14:paraId="70D9FBA6" w14:textId="77777777" w:rsidR="00B03D0A" w:rsidRPr="00304ACF" w:rsidRDefault="00B03D0A" w:rsidP="00B04B22">
          <w:pPr>
            <w:pStyle w:val="Jalus"/>
            <w:jc w:val="center"/>
            <w:rPr>
              <w:sz w:val="14"/>
              <w:szCs w:val="14"/>
              <w:highlight w:val="yellow"/>
              <w:lang w:val="en-US"/>
            </w:rPr>
          </w:pPr>
        </w:p>
      </w:tc>
      <w:tc>
        <w:tcPr>
          <w:tcW w:w="449" w:type="pct"/>
          <w:gridSpan w:val="3"/>
          <w:vAlign w:val="center"/>
        </w:tcPr>
        <w:p w14:paraId="476AE42C" w14:textId="77777777" w:rsidR="00B03D0A" w:rsidRPr="00B04B22" w:rsidRDefault="00B03D0A" w:rsidP="00B04B22">
          <w:pPr>
            <w:tabs>
              <w:tab w:val="center" w:pos="4252"/>
              <w:tab w:val="right" w:pos="8504"/>
            </w:tabs>
            <w:jc w:val="center"/>
            <w:rPr>
              <w:rFonts w:eastAsia="Arial"/>
              <w:sz w:val="10"/>
              <w:szCs w:val="10"/>
              <w:lang w:val="et-EE"/>
            </w:rPr>
          </w:pPr>
          <w:r w:rsidRPr="00B04B22">
            <w:rPr>
              <w:rFonts w:eastAsia="Arial"/>
              <w:sz w:val="10"/>
              <w:szCs w:val="10"/>
              <w:lang w:val="et-EE"/>
            </w:rPr>
            <w:t>Diplomeeritud veevarustuse- ja kanalisatsiooniinsener, tase 7</w:t>
          </w:r>
        </w:p>
        <w:p w14:paraId="66021B1D" w14:textId="6AC03C28" w:rsidR="00B03D0A" w:rsidRPr="00B04B22" w:rsidRDefault="00B03D0A" w:rsidP="00B04B22">
          <w:pPr>
            <w:pStyle w:val="Jalus"/>
            <w:jc w:val="center"/>
            <w:rPr>
              <w:rFonts w:eastAsia="Arial"/>
              <w:sz w:val="12"/>
              <w:szCs w:val="12"/>
              <w:lang w:val="es-ES"/>
            </w:rPr>
          </w:pPr>
          <w:r w:rsidRPr="00B04B22">
            <w:rPr>
              <w:rFonts w:eastAsia="Arial"/>
              <w:sz w:val="10"/>
              <w:szCs w:val="10"/>
            </w:rPr>
            <w:t>Diploma engineer in hydrotechnical engineering, level 7</w:t>
          </w:r>
        </w:p>
      </w:tc>
      <w:tc>
        <w:tcPr>
          <w:tcW w:w="220" w:type="pct"/>
          <w:vMerge/>
          <w:vAlign w:val="center"/>
        </w:tcPr>
        <w:p w14:paraId="79D701F8" w14:textId="77777777" w:rsidR="00B03D0A" w:rsidRPr="00B04B22" w:rsidRDefault="00B03D0A" w:rsidP="00B04B22">
          <w:pPr>
            <w:pStyle w:val="Jalus"/>
            <w:jc w:val="center"/>
            <w:rPr>
              <w:noProof/>
            </w:rPr>
          </w:pPr>
        </w:p>
      </w:tc>
      <w:tc>
        <w:tcPr>
          <w:tcW w:w="1604" w:type="pct"/>
          <w:gridSpan w:val="6"/>
          <w:vMerge/>
          <w:vAlign w:val="center"/>
        </w:tcPr>
        <w:p w14:paraId="48739083" w14:textId="77777777" w:rsidR="00B03D0A" w:rsidRPr="00C55F36" w:rsidRDefault="00B03D0A" w:rsidP="00B04B22">
          <w:pPr>
            <w:pStyle w:val="Jalus"/>
            <w:spacing w:after="120"/>
            <w:jc w:val="center"/>
            <w:rPr>
              <w:sz w:val="14"/>
              <w:szCs w:val="14"/>
            </w:rPr>
          </w:pPr>
        </w:p>
      </w:tc>
      <w:tc>
        <w:tcPr>
          <w:tcW w:w="267" w:type="pct"/>
          <w:vAlign w:val="center"/>
        </w:tcPr>
        <w:p w14:paraId="147BD087" w14:textId="5CD9DC52" w:rsidR="00B03D0A" w:rsidRPr="00C55F36" w:rsidRDefault="00B03D0A" w:rsidP="00B04B22">
          <w:pPr>
            <w:jc w:val="center"/>
            <w:rPr>
              <w:sz w:val="14"/>
              <w:szCs w:val="14"/>
            </w:rPr>
          </w:pPr>
          <w:r w:rsidRPr="00C55F36">
            <w:rPr>
              <w:sz w:val="16"/>
              <w:szCs w:val="16"/>
            </w:rPr>
            <w:fldChar w:fldCharType="begin"/>
          </w:r>
          <w:r w:rsidRPr="00C55F36">
            <w:rPr>
              <w:sz w:val="16"/>
              <w:szCs w:val="16"/>
            </w:rPr>
            <w:instrText>PAGE   \* MERGEFORMAT</w:instrText>
          </w:r>
          <w:r w:rsidRPr="00C55F36">
            <w:rPr>
              <w:sz w:val="16"/>
              <w:szCs w:val="16"/>
            </w:rPr>
            <w:fldChar w:fldCharType="separate"/>
          </w:r>
          <w:r w:rsidR="007C751C">
            <w:rPr>
              <w:noProof/>
              <w:sz w:val="16"/>
              <w:szCs w:val="16"/>
            </w:rPr>
            <w:t>1</w:t>
          </w:r>
          <w:r w:rsidRPr="00C55F36">
            <w:rPr>
              <w:sz w:val="16"/>
              <w:szCs w:val="16"/>
            </w:rPr>
            <w:fldChar w:fldCharType="end"/>
          </w:r>
        </w:p>
      </w:tc>
      <w:tc>
        <w:tcPr>
          <w:tcW w:w="268" w:type="pct"/>
          <w:vAlign w:val="center"/>
        </w:tcPr>
        <w:p w14:paraId="6CFB83D6" w14:textId="0535B2A5" w:rsidR="00B03D0A" w:rsidRPr="00C55F36" w:rsidRDefault="002B012B" w:rsidP="00B04B22">
          <w:pPr>
            <w:pStyle w:val="Jalus"/>
            <w:jc w:val="center"/>
            <w:rPr>
              <w:sz w:val="14"/>
              <w:szCs w:val="14"/>
            </w:rPr>
          </w:pPr>
          <w:r>
            <w:rPr>
              <w:sz w:val="14"/>
              <w:szCs w:val="14"/>
            </w:rPr>
            <w:t>3</w:t>
          </w:r>
        </w:p>
      </w:tc>
      <w:tc>
        <w:tcPr>
          <w:tcW w:w="264" w:type="pct"/>
          <w:vAlign w:val="center"/>
        </w:tcPr>
        <w:p w14:paraId="07FD9CCF" w14:textId="7303EDED" w:rsidR="00B03D0A" w:rsidRPr="00A20C3A" w:rsidRDefault="00647306" w:rsidP="00B04B22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s-ES"/>
            </w:rPr>
          </w:pPr>
          <w:r>
            <w:rPr>
              <w:sz w:val="14"/>
              <w:szCs w:val="14"/>
              <w:lang w:val="es-ES"/>
            </w:rPr>
            <w:t>00</w:t>
          </w:r>
          <w:r w:rsidR="003F5BAB">
            <w:rPr>
              <w:sz w:val="14"/>
              <w:szCs w:val="14"/>
              <w:lang w:val="es-ES"/>
            </w:rPr>
            <w:t>1</w:t>
          </w:r>
        </w:p>
      </w:tc>
    </w:tr>
    <w:bookmarkEnd w:id="2"/>
  </w:tbl>
  <w:p w14:paraId="546CB5C4" w14:textId="77777777" w:rsidR="00B03D0A" w:rsidRDefault="00B03D0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4673"/>
      <w:gridCol w:w="6170"/>
      <w:gridCol w:w="6690"/>
      <w:gridCol w:w="1134"/>
      <w:gridCol w:w="1134"/>
      <w:gridCol w:w="1134"/>
    </w:tblGrid>
    <w:tr w:rsidR="00B03D0A" w:rsidRPr="00C00B78" w14:paraId="043D750D" w14:textId="77777777" w:rsidTr="003220D0">
      <w:trPr>
        <w:trHeight w:val="340"/>
        <w:jc w:val="right"/>
      </w:trPr>
      <w:tc>
        <w:tcPr>
          <w:tcW w:w="4673" w:type="dxa"/>
          <w:vMerge w:val="restart"/>
          <w:vAlign w:val="center"/>
        </w:tcPr>
        <w:p w14:paraId="66F512D5" w14:textId="6D17502E" w:rsidR="00B03D0A" w:rsidRPr="00886B3E" w:rsidRDefault="00B03D0A" w:rsidP="00D55092">
          <w:pPr>
            <w:pStyle w:val="Jalus"/>
            <w:spacing w:after="120"/>
            <w:jc w:val="left"/>
            <w:rPr>
              <w:sz w:val="14"/>
              <w:szCs w:val="14"/>
              <w:highlight w:val="yellow"/>
            </w:rPr>
          </w:pPr>
          <w:r w:rsidRPr="00886B3E">
            <w:rPr>
              <w:sz w:val="14"/>
              <w:szCs w:val="14"/>
            </w:rPr>
            <w:t xml:space="preserve">PROJEKTI Nr. / PROJECT No. </w:t>
          </w:r>
          <w:r w:rsidRPr="00D55092">
            <w:rPr>
              <w:sz w:val="14"/>
              <w:szCs w:val="14"/>
            </w:rPr>
            <w:t>RBDTDEEDS2DPS1</w:t>
          </w:r>
        </w:p>
        <w:p w14:paraId="62E06266" w14:textId="4B70E174" w:rsidR="00B03D0A" w:rsidRPr="00886B3E" w:rsidRDefault="00B03D0A" w:rsidP="00D55092">
          <w:pPr>
            <w:jc w:val="left"/>
            <w:rPr>
              <w:sz w:val="16"/>
              <w:szCs w:val="16"/>
              <w:lang w:val="lt-LT"/>
            </w:rPr>
          </w:pPr>
          <w:r>
            <w:rPr>
              <w:sz w:val="14"/>
              <w:szCs w:val="14"/>
              <w:lang w:val="lt-LT"/>
            </w:rPr>
            <w:t>TÖÖPROJEKT</w:t>
          </w:r>
          <w:r w:rsidRPr="00886B3E">
            <w:rPr>
              <w:sz w:val="14"/>
              <w:szCs w:val="14"/>
              <w:lang w:val="lt-LT"/>
            </w:rPr>
            <w:t xml:space="preserve"> / </w:t>
          </w:r>
          <w:r>
            <w:rPr>
              <w:sz w:val="14"/>
              <w:szCs w:val="14"/>
              <w:lang w:val="lt-LT"/>
            </w:rPr>
            <w:t>DETAILED TECNICAL DESIGN</w:t>
          </w:r>
        </w:p>
      </w:tc>
      <w:tc>
        <w:tcPr>
          <w:tcW w:w="6170" w:type="dxa"/>
          <w:vMerge w:val="restart"/>
          <w:tcBorders>
            <w:top w:val="single" w:sz="4" w:space="0" w:color="FFFFFF"/>
          </w:tcBorders>
        </w:tcPr>
        <w:p w14:paraId="552BC7E8" w14:textId="77777777" w:rsidR="00B03D0A" w:rsidRPr="00B02D8F" w:rsidRDefault="00B03D0A" w:rsidP="00D55092">
          <w:pPr>
            <w:pStyle w:val="Jalus"/>
            <w:spacing w:after="120"/>
            <w:jc w:val="center"/>
            <w:rPr>
              <w:sz w:val="14"/>
              <w:szCs w:val="14"/>
              <w:highlight w:val="yellow"/>
            </w:rPr>
          </w:pPr>
        </w:p>
      </w:tc>
      <w:tc>
        <w:tcPr>
          <w:tcW w:w="6690" w:type="dxa"/>
          <w:vMerge w:val="restart"/>
          <w:vAlign w:val="center"/>
        </w:tcPr>
        <w:p w14:paraId="0BA0FBDB" w14:textId="77777777" w:rsidR="00B03D0A" w:rsidRPr="00D55092" w:rsidRDefault="00B03D0A" w:rsidP="00D55092">
          <w:pPr>
            <w:pStyle w:val="Jalus"/>
            <w:spacing w:after="120"/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>DOKUMENDI KOOD / DOCUMENT CODE</w:t>
          </w:r>
        </w:p>
        <w:p w14:paraId="39EABB9A" w14:textId="2F81C50D" w:rsidR="00B03D0A" w:rsidRPr="00D55092" w:rsidRDefault="00B03D0A" w:rsidP="00D55092">
          <w:pPr>
            <w:jc w:val="center"/>
            <w:rPr>
              <w:sz w:val="16"/>
              <w:szCs w:val="16"/>
              <w:lang w:val="lt-LT"/>
            </w:rPr>
          </w:pPr>
          <w:r w:rsidRPr="00D55092">
            <w:rPr>
              <w:sz w:val="16"/>
              <w:szCs w:val="16"/>
              <w:lang w:val="lt-LT"/>
            </w:rPr>
            <w:t>RBDTD-EE-DS2-DPS1_</w:t>
          </w:r>
          <w:r>
            <w:rPr>
              <w:sz w:val="16"/>
              <w:szCs w:val="16"/>
              <w:lang w:val="lt-LT"/>
            </w:rPr>
            <w:t>TRE</w:t>
          </w:r>
          <w:r w:rsidRPr="00D55092">
            <w:rPr>
              <w:sz w:val="16"/>
              <w:szCs w:val="16"/>
              <w:lang w:val="lt-LT"/>
            </w:rPr>
            <w:t>_</w:t>
          </w:r>
          <w:r w:rsidR="00EA5B71">
            <w:rPr>
              <w:sz w:val="16"/>
              <w:szCs w:val="16"/>
              <w:lang w:val="lt-LT"/>
            </w:rPr>
            <w:t>CU03708</w:t>
          </w:r>
          <w:r w:rsidR="002B012B">
            <w:rPr>
              <w:sz w:val="16"/>
              <w:szCs w:val="16"/>
              <w:lang w:val="lt-LT"/>
            </w:rPr>
            <w:t>2</w:t>
          </w:r>
          <w:r w:rsidRPr="00D55092">
            <w:rPr>
              <w:sz w:val="16"/>
              <w:szCs w:val="16"/>
              <w:lang w:val="lt-LT"/>
            </w:rPr>
            <w:t>-ZZ_</w:t>
          </w:r>
          <w:r>
            <w:rPr>
              <w:sz w:val="16"/>
              <w:szCs w:val="16"/>
              <w:lang w:val="lt-LT"/>
            </w:rPr>
            <w:t>ZZZZ</w:t>
          </w:r>
          <w:r w:rsidRPr="00D55092">
            <w:rPr>
              <w:sz w:val="16"/>
              <w:szCs w:val="16"/>
              <w:lang w:val="lt-LT"/>
            </w:rPr>
            <w:t>_RP_</w:t>
          </w:r>
          <w:r w:rsidR="00EA5B71">
            <w:rPr>
              <w:sz w:val="16"/>
              <w:szCs w:val="16"/>
              <w:lang w:val="et-EE"/>
            </w:rPr>
            <w:t>TU</w:t>
          </w:r>
          <w:r w:rsidRPr="00D55092">
            <w:rPr>
              <w:sz w:val="16"/>
              <w:szCs w:val="16"/>
              <w:lang w:val="lt-LT"/>
            </w:rPr>
            <w:t>-</w:t>
          </w:r>
          <w:r>
            <w:rPr>
              <w:sz w:val="16"/>
              <w:szCs w:val="16"/>
              <w:lang w:val="lt-LT"/>
            </w:rPr>
            <w:t>T</w:t>
          </w:r>
          <w:r w:rsidRPr="00D55092">
            <w:rPr>
              <w:sz w:val="16"/>
              <w:szCs w:val="16"/>
              <w:lang w:val="lt-LT"/>
            </w:rPr>
            <w:t>_</w:t>
          </w:r>
          <w:r>
            <w:rPr>
              <w:sz w:val="16"/>
              <w:szCs w:val="16"/>
              <w:lang w:val="lt-LT"/>
            </w:rPr>
            <w:t>DTD</w:t>
          </w:r>
          <w:r w:rsidRPr="00D55092">
            <w:rPr>
              <w:sz w:val="16"/>
              <w:szCs w:val="16"/>
              <w:lang w:val="lt-LT"/>
            </w:rPr>
            <w:t>_000</w:t>
          </w:r>
          <w:r w:rsidR="003A273D">
            <w:rPr>
              <w:sz w:val="16"/>
              <w:szCs w:val="16"/>
              <w:lang w:val="lt-LT"/>
            </w:rPr>
            <w:t>0</w:t>
          </w:r>
          <w:r>
            <w:rPr>
              <w:sz w:val="16"/>
              <w:szCs w:val="16"/>
              <w:lang w:val="lt-LT"/>
            </w:rPr>
            <w:t>01</w:t>
          </w:r>
        </w:p>
      </w:tc>
      <w:tc>
        <w:tcPr>
          <w:tcW w:w="1134" w:type="dxa"/>
          <w:vAlign w:val="center"/>
        </w:tcPr>
        <w:p w14:paraId="7D2BE1E0" w14:textId="77777777" w:rsidR="00B03D0A" w:rsidRPr="00D55092" w:rsidRDefault="00B03D0A" w:rsidP="00D55092">
          <w:pPr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 xml:space="preserve">LEHEKÜLG / </w:t>
          </w:r>
        </w:p>
        <w:p w14:paraId="178553E6" w14:textId="77777777" w:rsidR="00B03D0A" w:rsidRPr="00D55092" w:rsidRDefault="00B03D0A" w:rsidP="00D55092">
          <w:pPr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>PAGE</w:t>
          </w:r>
        </w:p>
      </w:tc>
      <w:tc>
        <w:tcPr>
          <w:tcW w:w="1134" w:type="dxa"/>
          <w:vAlign w:val="center"/>
        </w:tcPr>
        <w:p w14:paraId="70F06C67" w14:textId="77777777" w:rsidR="00B03D0A" w:rsidRPr="00D55092" w:rsidRDefault="00B03D0A" w:rsidP="00D55092">
          <w:pPr>
            <w:pStyle w:val="Jalus"/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 xml:space="preserve">LEHED / </w:t>
          </w:r>
        </w:p>
        <w:p w14:paraId="527BA10E" w14:textId="77777777" w:rsidR="00B03D0A" w:rsidRPr="00D55092" w:rsidRDefault="00B03D0A" w:rsidP="00D55092">
          <w:pPr>
            <w:pStyle w:val="Jalus"/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>PAGES</w:t>
          </w:r>
        </w:p>
      </w:tc>
      <w:tc>
        <w:tcPr>
          <w:tcW w:w="1134" w:type="dxa"/>
          <w:vAlign w:val="center"/>
        </w:tcPr>
        <w:p w14:paraId="6BDE76D1" w14:textId="77777777" w:rsidR="00B03D0A" w:rsidRPr="00D55092" w:rsidRDefault="00B03D0A" w:rsidP="00D55092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s-ES"/>
            </w:rPr>
          </w:pPr>
          <w:r w:rsidRPr="00D55092">
            <w:rPr>
              <w:sz w:val="14"/>
              <w:szCs w:val="14"/>
              <w:lang w:val="es-ES"/>
            </w:rPr>
            <w:t xml:space="preserve">REVISIOON / </w:t>
          </w:r>
        </w:p>
        <w:p w14:paraId="50811CDF" w14:textId="77777777" w:rsidR="00B03D0A" w:rsidRPr="00D55092" w:rsidRDefault="00B03D0A" w:rsidP="00D55092">
          <w:pPr>
            <w:autoSpaceDE w:val="0"/>
            <w:autoSpaceDN w:val="0"/>
            <w:adjustRightInd w:val="0"/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  <w:lang w:val="es-ES"/>
            </w:rPr>
            <w:t>REVISION</w:t>
          </w:r>
        </w:p>
      </w:tc>
    </w:tr>
    <w:tr w:rsidR="00B03D0A" w:rsidRPr="00C00B78" w14:paraId="6B3B88FB" w14:textId="77777777" w:rsidTr="003220D0">
      <w:trPr>
        <w:trHeight w:val="340"/>
        <w:jc w:val="right"/>
      </w:trPr>
      <w:tc>
        <w:tcPr>
          <w:tcW w:w="4673" w:type="dxa"/>
          <w:vMerge/>
        </w:tcPr>
        <w:p w14:paraId="44C025A0" w14:textId="77777777" w:rsidR="00B03D0A" w:rsidRPr="00C00B78" w:rsidRDefault="00B03D0A" w:rsidP="00D55092">
          <w:pPr>
            <w:jc w:val="center"/>
            <w:rPr>
              <w:sz w:val="16"/>
              <w:szCs w:val="16"/>
            </w:rPr>
          </w:pPr>
        </w:p>
      </w:tc>
      <w:tc>
        <w:tcPr>
          <w:tcW w:w="6170" w:type="dxa"/>
          <w:vMerge/>
          <w:tcBorders>
            <w:bottom w:val="single" w:sz="4" w:space="0" w:color="FFFFFF"/>
          </w:tcBorders>
        </w:tcPr>
        <w:p w14:paraId="1A7043EB" w14:textId="77777777" w:rsidR="00B03D0A" w:rsidRPr="00C00B78" w:rsidRDefault="00B03D0A" w:rsidP="00D55092">
          <w:pPr>
            <w:jc w:val="center"/>
            <w:rPr>
              <w:sz w:val="16"/>
              <w:szCs w:val="16"/>
            </w:rPr>
          </w:pPr>
        </w:p>
      </w:tc>
      <w:tc>
        <w:tcPr>
          <w:tcW w:w="6690" w:type="dxa"/>
          <w:vMerge/>
          <w:vAlign w:val="center"/>
        </w:tcPr>
        <w:p w14:paraId="5FEA4B36" w14:textId="77777777" w:rsidR="00B03D0A" w:rsidRPr="00D55092" w:rsidRDefault="00B03D0A" w:rsidP="00D55092">
          <w:pPr>
            <w:jc w:val="center"/>
            <w:rPr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3A544357" w14:textId="028D6219" w:rsidR="00B03D0A" w:rsidRPr="00D55092" w:rsidRDefault="00B03D0A" w:rsidP="00D55092">
          <w:pPr>
            <w:jc w:val="center"/>
            <w:rPr>
              <w:sz w:val="16"/>
              <w:szCs w:val="16"/>
            </w:rPr>
          </w:pPr>
          <w:r w:rsidRPr="00D55092">
            <w:rPr>
              <w:sz w:val="16"/>
              <w:szCs w:val="16"/>
            </w:rPr>
            <w:fldChar w:fldCharType="begin"/>
          </w:r>
          <w:r w:rsidRPr="00D55092">
            <w:rPr>
              <w:sz w:val="16"/>
              <w:szCs w:val="16"/>
            </w:rPr>
            <w:instrText>PAGE   \* MERGEFORMAT</w:instrText>
          </w:r>
          <w:r w:rsidRPr="00D55092">
            <w:rPr>
              <w:sz w:val="16"/>
              <w:szCs w:val="16"/>
            </w:rPr>
            <w:fldChar w:fldCharType="separate"/>
          </w:r>
          <w:r w:rsidR="007C751C">
            <w:rPr>
              <w:noProof/>
              <w:sz w:val="16"/>
              <w:szCs w:val="16"/>
            </w:rPr>
            <w:t>3</w:t>
          </w:r>
          <w:r w:rsidRPr="00D55092">
            <w:rPr>
              <w:sz w:val="16"/>
              <w:szCs w:val="16"/>
            </w:rPr>
            <w:fldChar w:fldCharType="end"/>
          </w:r>
        </w:p>
      </w:tc>
      <w:tc>
        <w:tcPr>
          <w:tcW w:w="1134" w:type="dxa"/>
          <w:vAlign w:val="center"/>
        </w:tcPr>
        <w:p w14:paraId="4DA82996" w14:textId="61411D2C" w:rsidR="00B03D0A" w:rsidRPr="00D55092" w:rsidRDefault="00B03D0A" w:rsidP="00D55092">
          <w:pPr>
            <w:jc w:val="center"/>
            <w:rPr>
              <w:sz w:val="16"/>
              <w:szCs w:val="16"/>
            </w:rPr>
          </w:pPr>
          <w:r w:rsidRPr="00D55092">
            <w:rPr>
              <w:sz w:val="16"/>
              <w:szCs w:val="16"/>
            </w:rPr>
            <w:fldChar w:fldCharType="begin"/>
          </w:r>
          <w:r w:rsidRPr="00D55092">
            <w:rPr>
              <w:sz w:val="16"/>
              <w:szCs w:val="16"/>
            </w:rPr>
            <w:instrText xml:space="preserve"> NUMPAGES   \* MERGEFORMAT </w:instrText>
          </w:r>
          <w:r w:rsidRPr="00D55092">
            <w:rPr>
              <w:sz w:val="16"/>
              <w:szCs w:val="16"/>
            </w:rPr>
            <w:fldChar w:fldCharType="separate"/>
          </w:r>
          <w:r w:rsidR="007C751C">
            <w:rPr>
              <w:noProof/>
              <w:sz w:val="16"/>
              <w:szCs w:val="16"/>
            </w:rPr>
            <w:t>28</w:t>
          </w:r>
          <w:r w:rsidRPr="00D55092">
            <w:rPr>
              <w:sz w:val="16"/>
              <w:szCs w:val="16"/>
            </w:rPr>
            <w:fldChar w:fldCharType="end"/>
          </w:r>
        </w:p>
      </w:tc>
      <w:tc>
        <w:tcPr>
          <w:tcW w:w="1134" w:type="dxa"/>
          <w:vAlign w:val="center"/>
        </w:tcPr>
        <w:p w14:paraId="4750362F" w14:textId="5A8736B3" w:rsidR="00B03D0A" w:rsidRPr="00D55092" w:rsidRDefault="00B03D0A" w:rsidP="00D55092">
          <w:pPr>
            <w:jc w:val="center"/>
            <w:rPr>
              <w:sz w:val="16"/>
              <w:szCs w:val="16"/>
            </w:rPr>
          </w:pPr>
          <w:r w:rsidRPr="00D55092">
            <w:rPr>
              <w:sz w:val="16"/>
              <w:szCs w:val="16"/>
              <w:lang w:val="en-US"/>
            </w:rPr>
            <w:t>00</w:t>
          </w:r>
          <w:r w:rsidR="0095500C">
            <w:rPr>
              <w:sz w:val="16"/>
              <w:szCs w:val="16"/>
              <w:lang w:val="en-US"/>
            </w:rPr>
            <w:t>1</w:t>
          </w:r>
        </w:p>
      </w:tc>
    </w:tr>
  </w:tbl>
  <w:p w14:paraId="0918979E" w14:textId="5999AE7F" w:rsidR="00B03D0A" w:rsidRDefault="00B03D0A" w:rsidP="0045320D">
    <w:pPr>
      <w:pStyle w:val="Jalus"/>
      <w:tabs>
        <w:tab w:val="clear" w:pos="4252"/>
        <w:tab w:val="clear" w:pos="8504"/>
        <w:tab w:val="left" w:pos="1473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6690"/>
      <w:gridCol w:w="1134"/>
      <w:gridCol w:w="1134"/>
      <w:gridCol w:w="1134"/>
    </w:tblGrid>
    <w:tr w:rsidR="00B03D0A" w:rsidRPr="00C00B78" w14:paraId="0E988CFB" w14:textId="77777777" w:rsidTr="001C1B1D">
      <w:trPr>
        <w:trHeight w:val="340"/>
        <w:jc w:val="right"/>
      </w:trPr>
      <w:tc>
        <w:tcPr>
          <w:tcW w:w="6690" w:type="dxa"/>
          <w:vMerge w:val="restart"/>
          <w:vAlign w:val="center"/>
        </w:tcPr>
        <w:p w14:paraId="0AD0375F" w14:textId="577D52F8" w:rsidR="00B03D0A" w:rsidRPr="00DA7741" w:rsidRDefault="00B03D0A" w:rsidP="00445EBD">
          <w:pPr>
            <w:pStyle w:val="Jalus"/>
            <w:spacing w:after="120"/>
            <w:jc w:val="center"/>
            <w:rPr>
              <w:sz w:val="14"/>
              <w:szCs w:val="14"/>
            </w:rPr>
          </w:pPr>
          <w:r w:rsidRPr="00DA7741">
            <w:rPr>
              <w:sz w:val="14"/>
              <w:szCs w:val="14"/>
            </w:rPr>
            <w:t>DOKUMENDI KOOD / DOCUMENT CODE</w:t>
          </w:r>
        </w:p>
        <w:p w14:paraId="70E8FA92" w14:textId="720324D4" w:rsidR="00B03D0A" w:rsidRPr="00DA7741" w:rsidRDefault="00B03D0A" w:rsidP="00445EBD">
          <w:pPr>
            <w:jc w:val="center"/>
            <w:rPr>
              <w:strike/>
              <w:sz w:val="16"/>
              <w:szCs w:val="16"/>
              <w:lang w:val="lt-LT"/>
            </w:rPr>
          </w:pPr>
          <w:r w:rsidRPr="00DA7741">
            <w:rPr>
              <w:sz w:val="16"/>
              <w:szCs w:val="16"/>
              <w:lang w:val="lt-LT"/>
            </w:rPr>
            <w:t>RBDTD-EE-DS2-DPS1_IDO_RW0500-</w:t>
          </w:r>
          <w:r>
            <w:rPr>
              <w:sz w:val="16"/>
              <w:szCs w:val="16"/>
              <w:lang w:val="lt-LT"/>
            </w:rPr>
            <w:t>ZZ</w:t>
          </w:r>
          <w:r w:rsidRPr="00DA7741">
            <w:rPr>
              <w:sz w:val="16"/>
              <w:szCs w:val="16"/>
              <w:lang w:val="lt-LT"/>
            </w:rPr>
            <w:t>_0009_RP_WDR-VK_MD_00002</w:t>
          </w:r>
        </w:p>
      </w:tc>
      <w:tc>
        <w:tcPr>
          <w:tcW w:w="1134" w:type="dxa"/>
          <w:vAlign w:val="center"/>
        </w:tcPr>
        <w:p w14:paraId="34E1A2AF" w14:textId="77777777" w:rsidR="00B03D0A" w:rsidRPr="00DA7741" w:rsidRDefault="00B03D0A" w:rsidP="00445EBD">
          <w:pPr>
            <w:jc w:val="center"/>
            <w:rPr>
              <w:sz w:val="14"/>
              <w:szCs w:val="14"/>
            </w:rPr>
          </w:pPr>
          <w:r w:rsidRPr="00DA7741">
            <w:rPr>
              <w:sz w:val="14"/>
              <w:szCs w:val="14"/>
            </w:rPr>
            <w:t xml:space="preserve">LEHEKÜLG / </w:t>
          </w:r>
        </w:p>
        <w:p w14:paraId="4F2ADFED" w14:textId="77777777" w:rsidR="00B03D0A" w:rsidRPr="00DA7741" w:rsidRDefault="00B03D0A" w:rsidP="00445EBD">
          <w:pPr>
            <w:jc w:val="center"/>
            <w:rPr>
              <w:sz w:val="14"/>
              <w:szCs w:val="14"/>
            </w:rPr>
          </w:pPr>
          <w:r w:rsidRPr="00DA7741">
            <w:rPr>
              <w:sz w:val="14"/>
              <w:szCs w:val="14"/>
            </w:rPr>
            <w:t>PAGE</w:t>
          </w:r>
        </w:p>
      </w:tc>
      <w:tc>
        <w:tcPr>
          <w:tcW w:w="1134" w:type="dxa"/>
          <w:vAlign w:val="center"/>
        </w:tcPr>
        <w:p w14:paraId="3ADD6475" w14:textId="77777777" w:rsidR="00B03D0A" w:rsidRPr="00DA7741" w:rsidRDefault="00B03D0A" w:rsidP="00445EBD">
          <w:pPr>
            <w:pStyle w:val="Jalus"/>
            <w:jc w:val="center"/>
            <w:rPr>
              <w:sz w:val="14"/>
              <w:szCs w:val="14"/>
            </w:rPr>
          </w:pPr>
          <w:r w:rsidRPr="00DA7741">
            <w:rPr>
              <w:sz w:val="14"/>
              <w:szCs w:val="14"/>
            </w:rPr>
            <w:t xml:space="preserve">LEHED / </w:t>
          </w:r>
        </w:p>
        <w:p w14:paraId="5A63C2C8" w14:textId="77777777" w:rsidR="00B03D0A" w:rsidRPr="00DA7741" w:rsidRDefault="00B03D0A" w:rsidP="00445EBD">
          <w:pPr>
            <w:pStyle w:val="Jalus"/>
            <w:jc w:val="center"/>
            <w:rPr>
              <w:sz w:val="14"/>
              <w:szCs w:val="14"/>
            </w:rPr>
          </w:pPr>
          <w:r w:rsidRPr="00DA7741">
            <w:rPr>
              <w:sz w:val="14"/>
              <w:szCs w:val="14"/>
            </w:rPr>
            <w:t>PAGES</w:t>
          </w:r>
        </w:p>
      </w:tc>
      <w:tc>
        <w:tcPr>
          <w:tcW w:w="1134" w:type="dxa"/>
          <w:vAlign w:val="center"/>
        </w:tcPr>
        <w:p w14:paraId="40344A2C" w14:textId="77777777" w:rsidR="00B03D0A" w:rsidRPr="00DA7741" w:rsidRDefault="00B03D0A" w:rsidP="00445EBD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s-ES"/>
            </w:rPr>
          </w:pPr>
          <w:r w:rsidRPr="00DA7741">
            <w:rPr>
              <w:sz w:val="14"/>
              <w:szCs w:val="14"/>
              <w:lang w:val="es-ES"/>
            </w:rPr>
            <w:t xml:space="preserve">REVISIOON / </w:t>
          </w:r>
        </w:p>
        <w:p w14:paraId="310E59D2" w14:textId="77777777" w:rsidR="00B03D0A" w:rsidRPr="00DA7741" w:rsidRDefault="00B03D0A" w:rsidP="00445EBD">
          <w:pPr>
            <w:autoSpaceDE w:val="0"/>
            <w:autoSpaceDN w:val="0"/>
            <w:adjustRightInd w:val="0"/>
            <w:jc w:val="center"/>
            <w:rPr>
              <w:sz w:val="14"/>
              <w:szCs w:val="14"/>
            </w:rPr>
          </w:pPr>
          <w:r w:rsidRPr="00DA7741">
            <w:rPr>
              <w:sz w:val="14"/>
              <w:szCs w:val="14"/>
              <w:lang w:val="es-ES"/>
            </w:rPr>
            <w:t>REVISION</w:t>
          </w:r>
        </w:p>
      </w:tc>
    </w:tr>
    <w:tr w:rsidR="00B03D0A" w:rsidRPr="00C00B78" w14:paraId="41729414" w14:textId="77777777" w:rsidTr="001C1B1D">
      <w:trPr>
        <w:trHeight w:val="340"/>
        <w:jc w:val="right"/>
      </w:trPr>
      <w:tc>
        <w:tcPr>
          <w:tcW w:w="6690" w:type="dxa"/>
          <w:vMerge/>
          <w:vAlign w:val="center"/>
        </w:tcPr>
        <w:p w14:paraId="0D653BCC" w14:textId="77777777" w:rsidR="00B03D0A" w:rsidRPr="00DA7741" w:rsidRDefault="00B03D0A" w:rsidP="00445EBD">
          <w:pPr>
            <w:jc w:val="center"/>
            <w:rPr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7FB3C6F0" w14:textId="77777777" w:rsidR="00B03D0A" w:rsidRPr="00DA7741" w:rsidRDefault="00B03D0A" w:rsidP="00445EBD">
          <w:pPr>
            <w:jc w:val="center"/>
            <w:rPr>
              <w:sz w:val="16"/>
              <w:szCs w:val="16"/>
            </w:rPr>
          </w:pPr>
          <w:r w:rsidRPr="00DA7741">
            <w:rPr>
              <w:sz w:val="16"/>
              <w:szCs w:val="16"/>
            </w:rPr>
            <w:fldChar w:fldCharType="begin"/>
          </w:r>
          <w:r w:rsidRPr="00DA7741">
            <w:rPr>
              <w:sz w:val="16"/>
              <w:szCs w:val="16"/>
            </w:rPr>
            <w:instrText>PAGE   \* MERGEFORMAT</w:instrText>
          </w:r>
          <w:r w:rsidRPr="00DA7741">
            <w:rPr>
              <w:sz w:val="16"/>
              <w:szCs w:val="16"/>
            </w:rPr>
            <w:fldChar w:fldCharType="separate"/>
          </w:r>
          <w:r w:rsidRPr="00DA7741">
            <w:rPr>
              <w:noProof/>
              <w:sz w:val="16"/>
              <w:szCs w:val="16"/>
            </w:rPr>
            <w:t>1</w:t>
          </w:r>
          <w:r w:rsidRPr="00DA7741">
            <w:rPr>
              <w:sz w:val="16"/>
              <w:szCs w:val="16"/>
            </w:rPr>
            <w:fldChar w:fldCharType="end"/>
          </w:r>
        </w:p>
      </w:tc>
      <w:tc>
        <w:tcPr>
          <w:tcW w:w="1134" w:type="dxa"/>
          <w:vAlign w:val="center"/>
        </w:tcPr>
        <w:p w14:paraId="2EE3F07B" w14:textId="77ABEE40" w:rsidR="00B03D0A" w:rsidRPr="00DA7741" w:rsidRDefault="00B03D0A" w:rsidP="00445EBD">
          <w:pPr>
            <w:jc w:val="center"/>
            <w:rPr>
              <w:sz w:val="16"/>
              <w:szCs w:val="16"/>
            </w:rPr>
          </w:pPr>
          <w:r w:rsidRPr="00DA7741">
            <w:rPr>
              <w:sz w:val="16"/>
              <w:szCs w:val="16"/>
            </w:rPr>
            <w:fldChar w:fldCharType="begin"/>
          </w:r>
          <w:r w:rsidRPr="00DA7741">
            <w:rPr>
              <w:sz w:val="16"/>
              <w:szCs w:val="16"/>
            </w:rPr>
            <w:instrText xml:space="preserve"> NUMPAGES   \* MERGEFORMAT </w:instrText>
          </w:r>
          <w:r w:rsidRPr="00DA7741">
            <w:rPr>
              <w:sz w:val="16"/>
              <w:szCs w:val="16"/>
            </w:rPr>
            <w:fldChar w:fldCharType="separate"/>
          </w:r>
          <w:r w:rsidR="00827427">
            <w:rPr>
              <w:noProof/>
              <w:sz w:val="16"/>
              <w:szCs w:val="16"/>
            </w:rPr>
            <w:t>28</w:t>
          </w:r>
          <w:r w:rsidRPr="00DA7741">
            <w:rPr>
              <w:sz w:val="16"/>
              <w:szCs w:val="16"/>
            </w:rPr>
            <w:fldChar w:fldCharType="end"/>
          </w:r>
        </w:p>
      </w:tc>
      <w:tc>
        <w:tcPr>
          <w:tcW w:w="1134" w:type="dxa"/>
          <w:vAlign w:val="center"/>
        </w:tcPr>
        <w:p w14:paraId="798D6BEE" w14:textId="77777777" w:rsidR="00B03D0A" w:rsidRPr="00DA7741" w:rsidRDefault="00B03D0A" w:rsidP="00445EBD">
          <w:pPr>
            <w:jc w:val="center"/>
            <w:rPr>
              <w:sz w:val="16"/>
              <w:szCs w:val="16"/>
            </w:rPr>
          </w:pPr>
          <w:r w:rsidRPr="00DA7741">
            <w:rPr>
              <w:sz w:val="16"/>
              <w:szCs w:val="16"/>
              <w:lang w:val="en-US"/>
            </w:rPr>
            <w:t>001</w:t>
          </w:r>
        </w:p>
      </w:tc>
    </w:tr>
  </w:tbl>
  <w:p w14:paraId="43CF8472" w14:textId="458EE831" w:rsidR="00B03D0A" w:rsidRPr="00445EBD" w:rsidRDefault="00B03D0A" w:rsidP="00445EBD">
    <w:pPr>
      <w:pStyle w:val="Jalus"/>
      <w:jc w:val="right"/>
      <w:rPr>
        <w:rFonts w:ascii="Arial Negrita" w:hAnsi="Arial Negrita"/>
        <w:b/>
        <w:caps/>
        <w:color w:val="808080" w:themeColor="background1" w:themeShade="8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0" w:type="auto"/>
      <w:jc w:val="right"/>
      <w:tblLayout w:type="fixed"/>
      <w:tblLook w:val="04A0" w:firstRow="1" w:lastRow="0" w:firstColumn="1" w:lastColumn="0" w:noHBand="0" w:noVBand="1"/>
    </w:tblPr>
    <w:tblGrid>
      <w:gridCol w:w="4673"/>
      <w:gridCol w:w="6170"/>
      <w:gridCol w:w="6690"/>
      <w:gridCol w:w="1134"/>
      <w:gridCol w:w="1134"/>
      <w:gridCol w:w="1134"/>
    </w:tblGrid>
    <w:tr w:rsidR="00B03D0A" w:rsidRPr="00C00B78" w14:paraId="50BD1B93" w14:textId="77777777" w:rsidTr="003220D0">
      <w:trPr>
        <w:trHeight w:val="340"/>
        <w:jc w:val="right"/>
      </w:trPr>
      <w:tc>
        <w:tcPr>
          <w:tcW w:w="4673" w:type="dxa"/>
          <w:vMerge w:val="restart"/>
          <w:vAlign w:val="center"/>
        </w:tcPr>
        <w:p w14:paraId="13F5175D" w14:textId="77777777" w:rsidR="00B03D0A" w:rsidRPr="00886B3E" w:rsidRDefault="00B03D0A" w:rsidP="00500A47">
          <w:pPr>
            <w:pStyle w:val="Jalus"/>
            <w:spacing w:after="120"/>
            <w:jc w:val="left"/>
            <w:rPr>
              <w:sz w:val="14"/>
              <w:szCs w:val="14"/>
              <w:highlight w:val="yellow"/>
            </w:rPr>
          </w:pPr>
          <w:r w:rsidRPr="00886B3E">
            <w:rPr>
              <w:sz w:val="14"/>
              <w:szCs w:val="14"/>
            </w:rPr>
            <w:t xml:space="preserve">PROJEKTI Nr. / PROJECT No. </w:t>
          </w:r>
          <w:r w:rsidRPr="00D55092">
            <w:rPr>
              <w:sz w:val="14"/>
              <w:szCs w:val="14"/>
            </w:rPr>
            <w:t>RBDTDEEDS2DPS1</w:t>
          </w:r>
        </w:p>
        <w:p w14:paraId="3C8DF532" w14:textId="11E6D926" w:rsidR="00B03D0A" w:rsidRPr="00886B3E" w:rsidRDefault="00B03D0A" w:rsidP="00500A47">
          <w:pPr>
            <w:jc w:val="left"/>
            <w:rPr>
              <w:sz w:val="16"/>
              <w:szCs w:val="16"/>
              <w:lang w:val="lt-LT"/>
            </w:rPr>
          </w:pPr>
          <w:r>
            <w:rPr>
              <w:sz w:val="14"/>
              <w:szCs w:val="14"/>
              <w:lang w:val="lt-LT"/>
            </w:rPr>
            <w:t>TÖÖPROJEKT</w:t>
          </w:r>
          <w:r w:rsidRPr="00886B3E">
            <w:rPr>
              <w:sz w:val="14"/>
              <w:szCs w:val="14"/>
              <w:lang w:val="lt-LT"/>
            </w:rPr>
            <w:t xml:space="preserve"> / </w:t>
          </w:r>
          <w:r>
            <w:rPr>
              <w:sz w:val="14"/>
              <w:szCs w:val="14"/>
              <w:lang w:val="lt-LT"/>
            </w:rPr>
            <w:t>DETAILED TECHNICAL DESIGN</w:t>
          </w:r>
        </w:p>
      </w:tc>
      <w:tc>
        <w:tcPr>
          <w:tcW w:w="6170" w:type="dxa"/>
          <w:vMerge w:val="restart"/>
          <w:tcBorders>
            <w:top w:val="single" w:sz="4" w:space="0" w:color="FFFFFF"/>
          </w:tcBorders>
        </w:tcPr>
        <w:p w14:paraId="2D0451A9" w14:textId="77777777" w:rsidR="00B03D0A" w:rsidRPr="00B02D8F" w:rsidRDefault="00B03D0A" w:rsidP="00500A47">
          <w:pPr>
            <w:pStyle w:val="Jalus"/>
            <w:spacing w:after="120"/>
            <w:jc w:val="center"/>
            <w:rPr>
              <w:sz w:val="14"/>
              <w:szCs w:val="14"/>
              <w:highlight w:val="yellow"/>
            </w:rPr>
          </w:pPr>
        </w:p>
      </w:tc>
      <w:tc>
        <w:tcPr>
          <w:tcW w:w="6690" w:type="dxa"/>
          <w:vMerge w:val="restart"/>
          <w:vAlign w:val="center"/>
        </w:tcPr>
        <w:p w14:paraId="19BD99B6" w14:textId="77777777" w:rsidR="00B03D0A" w:rsidRPr="00D55092" w:rsidRDefault="00B03D0A" w:rsidP="00500A47">
          <w:pPr>
            <w:pStyle w:val="Jalus"/>
            <w:spacing w:after="120"/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>DOKUMENDI KOOD / DOCUMENT CODE</w:t>
          </w:r>
        </w:p>
        <w:p w14:paraId="19BEA260" w14:textId="30F00027" w:rsidR="00B03D0A" w:rsidRPr="00D55092" w:rsidRDefault="00B03D0A" w:rsidP="00500A47">
          <w:pPr>
            <w:jc w:val="center"/>
            <w:rPr>
              <w:sz w:val="16"/>
              <w:szCs w:val="16"/>
              <w:lang w:val="lt-LT"/>
            </w:rPr>
          </w:pPr>
          <w:r w:rsidRPr="00D55092">
            <w:rPr>
              <w:sz w:val="16"/>
              <w:szCs w:val="16"/>
              <w:lang w:val="lt-LT"/>
            </w:rPr>
            <w:t>RBDTD-EE-DS2-DPS1_</w:t>
          </w:r>
          <w:r>
            <w:rPr>
              <w:sz w:val="16"/>
              <w:szCs w:val="16"/>
              <w:lang w:val="lt-LT"/>
            </w:rPr>
            <w:t>TRE</w:t>
          </w:r>
          <w:r w:rsidRPr="00D55092">
            <w:rPr>
              <w:sz w:val="16"/>
              <w:szCs w:val="16"/>
              <w:lang w:val="lt-LT"/>
            </w:rPr>
            <w:t>_RW04</w:t>
          </w:r>
          <w:r w:rsidR="003E70C9">
            <w:rPr>
              <w:sz w:val="16"/>
              <w:szCs w:val="16"/>
              <w:lang w:val="lt-LT"/>
            </w:rPr>
            <w:t>4</w:t>
          </w:r>
          <w:r w:rsidRPr="00D55092">
            <w:rPr>
              <w:sz w:val="16"/>
              <w:szCs w:val="16"/>
              <w:lang w:val="lt-LT"/>
            </w:rPr>
            <w:t>0-ZZ_</w:t>
          </w:r>
          <w:r>
            <w:rPr>
              <w:sz w:val="16"/>
              <w:szCs w:val="16"/>
              <w:lang w:val="lt-LT"/>
            </w:rPr>
            <w:t>ZZZZ</w:t>
          </w:r>
          <w:r w:rsidRPr="00D55092">
            <w:rPr>
              <w:sz w:val="16"/>
              <w:szCs w:val="16"/>
              <w:lang w:val="lt-LT"/>
            </w:rPr>
            <w:t>_RP_</w:t>
          </w:r>
          <w:r>
            <w:rPr>
              <w:sz w:val="16"/>
              <w:szCs w:val="16"/>
              <w:lang w:val="lt-LT"/>
            </w:rPr>
            <w:t>DR</w:t>
          </w:r>
          <w:r w:rsidRPr="00D55092">
            <w:rPr>
              <w:sz w:val="16"/>
              <w:szCs w:val="16"/>
              <w:lang w:val="lt-LT"/>
            </w:rPr>
            <w:t>-</w:t>
          </w:r>
          <w:r>
            <w:rPr>
              <w:sz w:val="16"/>
              <w:szCs w:val="16"/>
              <w:lang w:val="lt-LT"/>
            </w:rPr>
            <w:t>TL</w:t>
          </w:r>
          <w:r w:rsidRPr="00D55092">
            <w:rPr>
              <w:sz w:val="16"/>
              <w:szCs w:val="16"/>
              <w:lang w:val="lt-LT"/>
            </w:rPr>
            <w:t>_</w:t>
          </w:r>
          <w:r>
            <w:rPr>
              <w:sz w:val="16"/>
              <w:szCs w:val="16"/>
              <w:lang w:val="lt-LT"/>
            </w:rPr>
            <w:t>DTD</w:t>
          </w:r>
          <w:r w:rsidRPr="00D55092">
            <w:rPr>
              <w:sz w:val="16"/>
              <w:szCs w:val="16"/>
              <w:lang w:val="lt-LT"/>
            </w:rPr>
            <w:t>_000</w:t>
          </w:r>
          <w:r w:rsidR="003E70C9">
            <w:rPr>
              <w:sz w:val="16"/>
              <w:szCs w:val="16"/>
              <w:lang w:val="lt-LT"/>
            </w:rPr>
            <w:t>101</w:t>
          </w:r>
        </w:p>
      </w:tc>
      <w:tc>
        <w:tcPr>
          <w:tcW w:w="1134" w:type="dxa"/>
          <w:vAlign w:val="center"/>
        </w:tcPr>
        <w:p w14:paraId="41680CC0" w14:textId="77777777" w:rsidR="00B03D0A" w:rsidRPr="00D55092" w:rsidRDefault="00B03D0A" w:rsidP="00500A47">
          <w:pPr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 xml:space="preserve">LEHEKÜLG / </w:t>
          </w:r>
        </w:p>
        <w:p w14:paraId="4FBDED5A" w14:textId="77777777" w:rsidR="00B03D0A" w:rsidRPr="00D55092" w:rsidRDefault="00B03D0A" w:rsidP="00500A47">
          <w:pPr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>PAGE</w:t>
          </w:r>
        </w:p>
      </w:tc>
      <w:tc>
        <w:tcPr>
          <w:tcW w:w="1134" w:type="dxa"/>
          <w:vAlign w:val="center"/>
        </w:tcPr>
        <w:p w14:paraId="44477A19" w14:textId="77777777" w:rsidR="00B03D0A" w:rsidRPr="00D55092" w:rsidRDefault="00B03D0A" w:rsidP="00500A47">
          <w:pPr>
            <w:pStyle w:val="Jalus"/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 xml:space="preserve">LEHED / </w:t>
          </w:r>
        </w:p>
        <w:p w14:paraId="0523FA36" w14:textId="77777777" w:rsidR="00B03D0A" w:rsidRPr="00D55092" w:rsidRDefault="00B03D0A" w:rsidP="00500A47">
          <w:pPr>
            <w:pStyle w:val="Jalus"/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</w:rPr>
            <w:t>PAGES</w:t>
          </w:r>
        </w:p>
      </w:tc>
      <w:tc>
        <w:tcPr>
          <w:tcW w:w="1134" w:type="dxa"/>
          <w:vAlign w:val="center"/>
        </w:tcPr>
        <w:p w14:paraId="50429706" w14:textId="77777777" w:rsidR="00B03D0A" w:rsidRPr="00D55092" w:rsidRDefault="00B03D0A" w:rsidP="00500A47">
          <w:pPr>
            <w:autoSpaceDE w:val="0"/>
            <w:autoSpaceDN w:val="0"/>
            <w:adjustRightInd w:val="0"/>
            <w:jc w:val="center"/>
            <w:rPr>
              <w:sz w:val="14"/>
              <w:szCs w:val="14"/>
              <w:lang w:val="es-ES"/>
            </w:rPr>
          </w:pPr>
          <w:r w:rsidRPr="00D55092">
            <w:rPr>
              <w:sz w:val="14"/>
              <w:szCs w:val="14"/>
              <w:lang w:val="es-ES"/>
            </w:rPr>
            <w:t xml:space="preserve">REVISIOON / </w:t>
          </w:r>
        </w:p>
        <w:p w14:paraId="25A89DDE" w14:textId="77777777" w:rsidR="00B03D0A" w:rsidRPr="00D55092" w:rsidRDefault="00B03D0A" w:rsidP="00500A47">
          <w:pPr>
            <w:autoSpaceDE w:val="0"/>
            <w:autoSpaceDN w:val="0"/>
            <w:adjustRightInd w:val="0"/>
            <w:jc w:val="center"/>
            <w:rPr>
              <w:sz w:val="14"/>
              <w:szCs w:val="14"/>
            </w:rPr>
          </w:pPr>
          <w:r w:rsidRPr="00D55092">
            <w:rPr>
              <w:sz w:val="14"/>
              <w:szCs w:val="14"/>
              <w:lang w:val="es-ES"/>
            </w:rPr>
            <w:t>REVISION</w:t>
          </w:r>
        </w:p>
      </w:tc>
    </w:tr>
    <w:tr w:rsidR="00B03D0A" w:rsidRPr="00C00B78" w14:paraId="71F184E0" w14:textId="77777777" w:rsidTr="003220D0">
      <w:trPr>
        <w:trHeight w:val="340"/>
        <w:jc w:val="right"/>
      </w:trPr>
      <w:tc>
        <w:tcPr>
          <w:tcW w:w="4673" w:type="dxa"/>
          <w:vMerge/>
        </w:tcPr>
        <w:p w14:paraId="01D7ACA6" w14:textId="77777777" w:rsidR="00B03D0A" w:rsidRPr="00C00B78" w:rsidRDefault="00B03D0A" w:rsidP="00500A47">
          <w:pPr>
            <w:jc w:val="center"/>
            <w:rPr>
              <w:sz w:val="16"/>
              <w:szCs w:val="16"/>
            </w:rPr>
          </w:pPr>
        </w:p>
      </w:tc>
      <w:tc>
        <w:tcPr>
          <w:tcW w:w="6170" w:type="dxa"/>
          <w:vMerge/>
          <w:tcBorders>
            <w:bottom w:val="single" w:sz="4" w:space="0" w:color="FFFFFF"/>
          </w:tcBorders>
        </w:tcPr>
        <w:p w14:paraId="4A071267" w14:textId="77777777" w:rsidR="00B03D0A" w:rsidRPr="00C00B78" w:rsidRDefault="00B03D0A" w:rsidP="00500A47">
          <w:pPr>
            <w:jc w:val="center"/>
            <w:rPr>
              <w:sz w:val="16"/>
              <w:szCs w:val="16"/>
            </w:rPr>
          </w:pPr>
        </w:p>
      </w:tc>
      <w:tc>
        <w:tcPr>
          <w:tcW w:w="6690" w:type="dxa"/>
          <w:vMerge/>
          <w:vAlign w:val="center"/>
        </w:tcPr>
        <w:p w14:paraId="0C59D8CF" w14:textId="77777777" w:rsidR="00B03D0A" w:rsidRPr="00D55092" w:rsidRDefault="00B03D0A" w:rsidP="00500A47">
          <w:pPr>
            <w:jc w:val="center"/>
            <w:rPr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6DDF2A14" w14:textId="0D63AD4D" w:rsidR="00B03D0A" w:rsidRPr="00D55092" w:rsidRDefault="00B03D0A" w:rsidP="00500A47">
          <w:pPr>
            <w:jc w:val="center"/>
            <w:rPr>
              <w:sz w:val="16"/>
              <w:szCs w:val="16"/>
            </w:rPr>
          </w:pPr>
          <w:r w:rsidRPr="00D55092">
            <w:rPr>
              <w:sz w:val="16"/>
              <w:szCs w:val="16"/>
            </w:rPr>
            <w:fldChar w:fldCharType="begin"/>
          </w:r>
          <w:r w:rsidRPr="00D55092">
            <w:rPr>
              <w:sz w:val="16"/>
              <w:szCs w:val="16"/>
            </w:rPr>
            <w:instrText>PAGE   \* MERGEFORMAT</w:instrText>
          </w:r>
          <w:r w:rsidRPr="00D55092">
            <w:rPr>
              <w:sz w:val="16"/>
              <w:szCs w:val="16"/>
            </w:rPr>
            <w:fldChar w:fldCharType="separate"/>
          </w:r>
          <w:r w:rsidR="007C751C">
            <w:rPr>
              <w:noProof/>
              <w:sz w:val="16"/>
              <w:szCs w:val="16"/>
            </w:rPr>
            <w:t>7</w:t>
          </w:r>
          <w:r w:rsidRPr="00D55092">
            <w:rPr>
              <w:sz w:val="16"/>
              <w:szCs w:val="16"/>
            </w:rPr>
            <w:fldChar w:fldCharType="end"/>
          </w:r>
        </w:p>
      </w:tc>
      <w:tc>
        <w:tcPr>
          <w:tcW w:w="1134" w:type="dxa"/>
          <w:vAlign w:val="center"/>
        </w:tcPr>
        <w:p w14:paraId="255E39E7" w14:textId="390FEA49" w:rsidR="00B03D0A" w:rsidRPr="00D55092" w:rsidRDefault="00B03D0A" w:rsidP="00500A47">
          <w:pPr>
            <w:jc w:val="center"/>
            <w:rPr>
              <w:sz w:val="16"/>
              <w:szCs w:val="16"/>
            </w:rPr>
          </w:pPr>
          <w:r w:rsidRPr="00D55092">
            <w:rPr>
              <w:sz w:val="16"/>
              <w:szCs w:val="16"/>
            </w:rPr>
            <w:fldChar w:fldCharType="begin"/>
          </w:r>
          <w:r w:rsidRPr="00D55092">
            <w:rPr>
              <w:sz w:val="16"/>
              <w:szCs w:val="16"/>
            </w:rPr>
            <w:instrText xml:space="preserve"> NUMPAGES   \* MERGEFORMAT </w:instrText>
          </w:r>
          <w:r w:rsidRPr="00D55092">
            <w:rPr>
              <w:sz w:val="16"/>
              <w:szCs w:val="16"/>
            </w:rPr>
            <w:fldChar w:fldCharType="separate"/>
          </w:r>
          <w:r w:rsidR="007C751C">
            <w:rPr>
              <w:noProof/>
              <w:sz w:val="16"/>
              <w:szCs w:val="16"/>
            </w:rPr>
            <w:t>28</w:t>
          </w:r>
          <w:r w:rsidRPr="00D55092">
            <w:rPr>
              <w:sz w:val="16"/>
              <w:szCs w:val="16"/>
            </w:rPr>
            <w:fldChar w:fldCharType="end"/>
          </w:r>
        </w:p>
      </w:tc>
      <w:tc>
        <w:tcPr>
          <w:tcW w:w="1134" w:type="dxa"/>
          <w:vAlign w:val="center"/>
        </w:tcPr>
        <w:p w14:paraId="2AE0177B" w14:textId="759EC112" w:rsidR="00B03D0A" w:rsidRPr="006E3690" w:rsidRDefault="00B03D0A" w:rsidP="006E3690">
          <w:pPr>
            <w:jc w:val="center"/>
            <w:rPr>
              <w:sz w:val="16"/>
              <w:szCs w:val="16"/>
              <w:lang w:val="en-US"/>
            </w:rPr>
          </w:pPr>
          <w:r w:rsidRPr="00D55092">
            <w:rPr>
              <w:sz w:val="16"/>
              <w:szCs w:val="16"/>
              <w:lang w:val="en-US"/>
            </w:rPr>
            <w:t>00</w:t>
          </w:r>
          <w:r w:rsidR="0095500C">
            <w:rPr>
              <w:sz w:val="16"/>
              <w:szCs w:val="16"/>
              <w:lang w:val="en-US"/>
            </w:rPr>
            <w:t>1</w:t>
          </w:r>
        </w:p>
      </w:tc>
    </w:tr>
  </w:tbl>
  <w:p w14:paraId="6C4F8CAD" w14:textId="51262B87" w:rsidR="00B03D0A" w:rsidRDefault="00B03D0A" w:rsidP="00500A47">
    <w:pPr>
      <w:pStyle w:val="Jalus"/>
      <w:tabs>
        <w:tab w:val="clear" w:pos="4252"/>
        <w:tab w:val="clear" w:pos="8504"/>
        <w:tab w:val="left" w:pos="147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8F2C9" w14:textId="77777777" w:rsidR="00A51AAB" w:rsidRDefault="00A51AAB" w:rsidP="00B04B85">
      <w:r>
        <w:separator/>
      </w:r>
    </w:p>
  </w:footnote>
  <w:footnote w:type="continuationSeparator" w:id="0">
    <w:p w14:paraId="765F41E9" w14:textId="77777777" w:rsidR="00A51AAB" w:rsidRDefault="00A51AAB" w:rsidP="00B04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5001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15329"/>
      <w:gridCol w:w="2836"/>
    </w:tblGrid>
    <w:tr w:rsidR="00B03D0A" w:rsidRPr="00F07D02" w14:paraId="000B4690" w14:textId="77777777" w:rsidTr="003220D0">
      <w:tc>
        <w:tcPr>
          <w:tcW w:w="670" w:type="pct"/>
        </w:tcPr>
        <w:p w14:paraId="1BF7DEAC" w14:textId="77777777" w:rsidR="00B03D0A" w:rsidRDefault="00B03D0A" w:rsidP="000B4889">
          <w:pPr>
            <w:pStyle w:val="Pis"/>
          </w:pPr>
          <w:bookmarkStart w:id="1" w:name="_Hlk55222959"/>
          <w:r>
            <w:rPr>
              <w:noProof/>
              <w:lang w:val="et-EE" w:eastAsia="et-EE"/>
            </w:rPr>
            <w:drawing>
              <wp:inline distT="0" distB="0" distL="0" distR="0" wp14:anchorId="204C939B" wp14:editId="34C75D67">
                <wp:extent cx="1369757" cy="468000"/>
                <wp:effectExtent l="0" t="0" r="1905" b="8255"/>
                <wp:docPr id="46" name="Picture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247" t="37800" r="16505" b="31673"/>
                        <a:stretch/>
                      </pic:blipFill>
                      <pic:spPr bwMode="auto">
                        <a:xfrm>
                          <a:off x="0" y="0"/>
                          <a:ext cx="1369757" cy="46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4" w:type="pct"/>
          <w:vAlign w:val="center"/>
        </w:tcPr>
        <w:p w14:paraId="0F262416" w14:textId="55C5FFFD" w:rsidR="00B03D0A" w:rsidRPr="00A7552C" w:rsidRDefault="00B03D0A" w:rsidP="000B4889">
          <w:pPr>
            <w:pStyle w:val="Pis"/>
            <w:spacing w:after="120"/>
            <w:jc w:val="center"/>
            <w:rPr>
              <w:noProof/>
              <w:lang w:val="fi-FI"/>
            </w:rPr>
          </w:pPr>
          <w:r>
            <w:rPr>
              <w:noProof/>
              <w:lang w:val="et-EE" w:eastAsia="et-EE"/>
            </w:rPr>
            <w:drawing>
              <wp:anchor distT="0" distB="0" distL="114300" distR="114300" simplePos="0" relativeHeight="251658240" behindDoc="0" locked="0" layoutInCell="1" allowOverlap="1" wp14:anchorId="14460AED" wp14:editId="0A7D62B8">
                <wp:simplePos x="0" y="0"/>
                <wp:positionH relativeFrom="column">
                  <wp:posOffset>7822565</wp:posOffset>
                </wp:positionH>
                <wp:positionV relativeFrom="paragraph">
                  <wp:posOffset>-103505</wp:posOffset>
                </wp:positionV>
                <wp:extent cx="1948180" cy="424180"/>
                <wp:effectExtent l="0" t="0" r="0" b="0"/>
                <wp:wrapNone/>
                <wp:docPr id="162658505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6585056" name="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8180" cy="424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val="fi-FI"/>
            </w:rPr>
            <w:t>RAIL BALTICA HARJUMAA PÕHITRASSI RAUDTEETARISTU I ETAPI EHITUSTÖÖD</w:t>
          </w:r>
        </w:p>
        <w:p w14:paraId="45430AED" w14:textId="5DC6EA29" w:rsidR="00B03D0A" w:rsidRPr="00A26D48" w:rsidRDefault="00B03D0A" w:rsidP="000B4889">
          <w:pPr>
            <w:pStyle w:val="Pis"/>
            <w:spacing w:after="120"/>
            <w:jc w:val="center"/>
            <w:rPr>
              <w:noProof/>
            </w:rPr>
          </w:pPr>
          <w:r>
            <w:rPr>
              <w:noProof/>
            </w:rPr>
            <w:t>RAIL BALTICA HARJUMAA MAIN ROUTE RAILWAY I STAGE CONSTRUCTION WORKS</w:t>
          </w:r>
        </w:p>
      </w:tc>
      <w:tc>
        <w:tcPr>
          <w:tcW w:w="676" w:type="pct"/>
          <w:vAlign w:val="center"/>
        </w:tcPr>
        <w:p w14:paraId="38070302" w14:textId="5252160E" w:rsidR="00B03D0A" w:rsidRPr="00F07D02" w:rsidRDefault="00B03D0A" w:rsidP="004366AA">
          <w:pPr>
            <w:pStyle w:val="Pis"/>
            <w:rPr>
              <w:b/>
              <w:bCs/>
              <w:sz w:val="16"/>
              <w:szCs w:val="16"/>
              <w:lang w:val="es-ES"/>
            </w:rPr>
          </w:pPr>
          <w:r w:rsidRPr="004366AA">
            <w:rPr>
              <w:b/>
              <w:bCs/>
              <w:noProof/>
              <w:sz w:val="16"/>
              <w:szCs w:val="16"/>
              <w:lang w:val="et-EE" w:eastAsia="et-EE"/>
            </w:rPr>
            <w:drawing>
              <wp:anchor distT="0" distB="0" distL="114300" distR="114300" simplePos="0" relativeHeight="251659264" behindDoc="0" locked="0" layoutInCell="1" allowOverlap="1" wp14:anchorId="15680825" wp14:editId="1BBAB8BA">
                <wp:simplePos x="0" y="0"/>
                <wp:positionH relativeFrom="column">
                  <wp:posOffset>78740</wp:posOffset>
                </wp:positionH>
                <wp:positionV relativeFrom="paragraph">
                  <wp:posOffset>-292735</wp:posOffset>
                </wp:positionV>
                <wp:extent cx="1791970" cy="42291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1970" cy="422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/>
              <w:bCs/>
              <w:sz w:val="16"/>
              <w:szCs w:val="16"/>
              <w:lang w:val="es-ES"/>
            </w:rPr>
            <w:t xml:space="preserve">            </w:t>
          </w:r>
        </w:p>
      </w:tc>
    </w:tr>
    <w:bookmarkEnd w:id="1"/>
  </w:tbl>
  <w:p w14:paraId="2ABEA8D2" w14:textId="08DE46E3" w:rsidR="00B03D0A" w:rsidRPr="000B4889" w:rsidRDefault="00B03D0A" w:rsidP="000B488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5001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09"/>
      <w:gridCol w:w="14773"/>
      <w:gridCol w:w="2733"/>
    </w:tblGrid>
    <w:tr w:rsidR="00B03D0A" w:rsidRPr="00F07D02" w14:paraId="6C29BA32" w14:textId="77777777" w:rsidTr="003220D0">
      <w:tc>
        <w:tcPr>
          <w:tcW w:w="670" w:type="pct"/>
        </w:tcPr>
        <w:p w14:paraId="6BECD1AE" w14:textId="77777777" w:rsidR="00B03D0A" w:rsidRDefault="00B03D0A" w:rsidP="00FD118C">
          <w:pPr>
            <w:pStyle w:val="Pis"/>
          </w:pPr>
          <w:r>
            <w:rPr>
              <w:noProof/>
              <w:lang w:val="et-EE" w:eastAsia="et-EE"/>
            </w:rPr>
            <w:drawing>
              <wp:inline distT="0" distB="0" distL="0" distR="0" wp14:anchorId="79116909" wp14:editId="2BF77E19">
                <wp:extent cx="1369757" cy="468000"/>
                <wp:effectExtent l="0" t="0" r="1905" b="8255"/>
                <wp:docPr id="47" name="Pictur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247" t="37800" r="16505" b="31673"/>
                        <a:stretch/>
                      </pic:blipFill>
                      <pic:spPr bwMode="auto">
                        <a:xfrm>
                          <a:off x="0" y="0"/>
                          <a:ext cx="1369757" cy="46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4" w:type="pct"/>
          <w:vAlign w:val="center"/>
        </w:tcPr>
        <w:p w14:paraId="22C475E0" w14:textId="0E2FF519" w:rsidR="00B03D0A" w:rsidRPr="00A7552C" w:rsidRDefault="00B03D0A" w:rsidP="003E70C9">
          <w:pPr>
            <w:pStyle w:val="Pis"/>
            <w:spacing w:after="120"/>
            <w:rPr>
              <w:noProof/>
              <w:lang w:val="fi-FI"/>
            </w:rPr>
          </w:pPr>
          <w:r w:rsidRPr="004366AA">
            <w:rPr>
              <w:noProof/>
              <w:lang w:val="et-EE" w:eastAsia="et-EE"/>
            </w:rPr>
            <w:drawing>
              <wp:anchor distT="0" distB="0" distL="114300" distR="114300" simplePos="0" relativeHeight="251662336" behindDoc="0" locked="0" layoutInCell="1" allowOverlap="1" wp14:anchorId="4AF18974" wp14:editId="362B2706">
                <wp:simplePos x="0" y="0"/>
                <wp:positionH relativeFrom="column">
                  <wp:posOffset>9290685</wp:posOffset>
                </wp:positionH>
                <wp:positionV relativeFrom="paragraph">
                  <wp:posOffset>-88265</wp:posOffset>
                </wp:positionV>
                <wp:extent cx="1791970" cy="422910"/>
                <wp:effectExtent l="0" t="0" r="0" b="0"/>
                <wp:wrapNone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1970" cy="422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366AA">
            <w:rPr>
              <w:noProof/>
              <w:lang w:val="et-EE" w:eastAsia="et-EE"/>
            </w:rPr>
            <w:drawing>
              <wp:anchor distT="0" distB="0" distL="114300" distR="114300" simplePos="0" relativeHeight="251661312" behindDoc="0" locked="0" layoutInCell="1" allowOverlap="1" wp14:anchorId="713EB54B" wp14:editId="1CAD27F2">
                <wp:simplePos x="0" y="0"/>
                <wp:positionH relativeFrom="column">
                  <wp:posOffset>7300595</wp:posOffset>
                </wp:positionH>
                <wp:positionV relativeFrom="paragraph">
                  <wp:posOffset>-70485</wp:posOffset>
                </wp:positionV>
                <wp:extent cx="1948180" cy="424180"/>
                <wp:effectExtent l="0" t="0" r="0" b="0"/>
                <wp:wrapNone/>
                <wp:docPr id="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26585056" name="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8180" cy="4241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val="fi-FI"/>
            </w:rPr>
            <w:t>RAIL BALTICA HARJUMAA PÕHITRASSI RAUDTEETARISTU I ETAPI EHITUSTÖÖD</w:t>
          </w:r>
        </w:p>
        <w:p w14:paraId="43F99B50" w14:textId="65EAD775" w:rsidR="00B03D0A" w:rsidRPr="00A26D48" w:rsidRDefault="00B03D0A" w:rsidP="003E70C9">
          <w:pPr>
            <w:pStyle w:val="Pis"/>
            <w:spacing w:after="120"/>
            <w:rPr>
              <w:noProof/>
            </w:rPr>
          </w:pPr>
          <w:r>
            <w:rPr>
              <w:noProof/>
            </w:rPr>
            <w:t>RAIL BALTICA HARJUMAA MAIN ROUTE RAILWAY I STAGE CONSTRUCTION WORKS</w:t>
          </w:r>
        </w:p>
      </w:tc>
      <w:tc>
        <w:tcPr>
          <w:tcW w:w="676" w:type="pct"/>
          <w:vAlign w:val="center"/>
        </w:tcPr>
        <w:p w14:paraId="59C81711" w14:textId="05083803" w:rsidR="00B03D0A" w:rsidRPr="00F07D02" w:rsidRDefault="00B03D0A" w:rsidP="00FD118C">
          <w:pPr>
            <w:pStyle w:val="Pis"/>
            <w:jc w:val="right"/>
            <w:rPr>
              <w:b/>
              <w:bCs/>
              <w:sz w:val="16"/>
              <w:szCs w:val="16"/>
              <w:lang w:val="es-ES"/>
            </w:rPr>
          </w:pPr>
        </w:p>
      </w:tc>
    </w:tr>
  </w:tbl>
  <w:p w14:paraId="0AA022A1" w14:textId="750728A7" w:rsidR="00B03D0A" w:rsidRPr="00FD118C" w:rsidRDefault="00B03D0A" w:rsidP="00FD118C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5001" w:type="pct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76"/>
      <w:gridCol w:w="14427"/>
      <w:gridCol w:w="4176"/>
    </w:tblGrid>
    <w:tr w:rsidR="00B03D0A" w:rsidRPr="00F07D02" w14:paraId="3AEEFD3F" w14:textId="77777777" w:rsidTr="003220D0">
      <w:tc>
        <w:tcPr>
          <w:tcW w:w="670" w:type="pct"/>
        </w:tcPr>
        <w:p w14:paraId="74473D52" w14:textId="77777777" w:rsidR="00B03D0A" w:rsidRDefault="00B03D0A" w:rsidP="009F22C6">
          <w:pPr>
            <w:pStyle w:val="Pis"/>
          </w:pPr>
          <w:r>
            <w:rPr>
              <w:noProof/>
              <w:lang w:val="et-EE" w:eastAsia="et-EE"/>
            </w:rPr>
            <w:drawing>
              <wp:inline distT="0" distB="0" distL="0" distR="0" wp14:anchorId="37C5999C" wp14:editId="32A2C41F">
                <wp:extent cx="1369757" cy="468000"/>
                <wp:effectExtent l="0" t="0" r="1905" b="8255"/>
                <wp:docPr id="293348489" name="Picture 6067699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6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247" t="37800" r="16505" b="31673"/>
                        <a:stretch/>
                      </pic:blipFill>
                      <pic:spPr bwMode="auto">
                        <a:xfrm>
                          <a:off x="0" y="0"/>
                          <a:ext cx="1369757" cy="46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4" w:type="pct"/>
          <w:vAlign w:val="center"/>
        </w:tcPr>
        <w:p w14:paraId="35DAB20C" w14:textId="77777777" w:rsidR="00B03D0A" w:rsidRPr="00A7552C" w:rsidRDefault="00B03D0A" w:rsidP="00790D8F">
          <w:pPr>
            <w:pStyle w:val="Pis"/>
            <w:spacing w:after="120"/>
            <w:jc w:val="center"/>
            <w:rPr>
              <w:noProof/>
              <w:lang w:val="fi-FI"/>
            </w:rPr>
          </w:pPr>
          <w:r>
            <w:rPr>
              <w:noProof/>
              <w:lang w:val="fi-FI"/>
            </w:rPr>
            <w:t>RAIL BALTICA HARJUMAA PÕHITRASSI RAUDTEETARISTU I ETAPI EHITUSTÖÖD</w:t>
          </w:r>
        </w:p>
        <w:p w14:paraId="1BAEC655" w14:textId="21ED34DA" w:rsidR="00B03D0A" w:rsidRPr="00A26D48" w:rsidRDefault="00B03D0A" w:rsidP="00790D8F">
          <w:pPr>
            <w:pStyle w:val="Pis"/>
            <w:spacing w:after="120"/>
            <w:jc w:val="center"/>
            <w:rPr>
              <w:noProof/>
            </w:rPr>
          </w:pPr>
          <w:r>
            <w:rPr>
              <w:noProof/>
            </w:rPr>
            <w:t>RAIL BALTICA HARJUMAA MAIN ROUTE RAILWAY I STAGE CONSTRUCTION WORKS</w:t>
          </w:r>
        </w:p>
      </w:tc>
      <w:tc>
        <w:tcPr>
          <w:tcW w:w="676" w:type="pct"/>
          <w:vAlign w:val="center"/>
        </w:tcPr>
        <w:p w14:paraId="1AFB6F71" w14:textId="3A0A1E2E" w:rsidR="00B03D0A" w:rsidRPr="00F07D02" w:rsidRDefault="00B03D0A" w:rsidP="009F22C6">
          <w:pPr>
            <w:pStyle w:val="Pis"/>
            <w:jc w:val="right"/>
            <w:rPr>
              <w:b/>
              <w:bCs/>
              <w:sz w:val="16"/>
              <w:szCs w:val="16"/>
              <w:lang w:val="es-ES"/>
            </w:rPr>
          </w:pPr>
          <w:r>
            <w:rPr>
              <w:noProof/>
              <w:lang w:val="et-EE" w:eastAsia="et-EE"/>
            </w:rPr>
            <w:drawing>
              <wp:inline distT="0" distB="0" distL="0" distR="0" wp14:anchorId="3134A8D2" wp14:editId="4C3D5F86">
                <wp:extent cx="2513272" cy="547162"/>
                <wp:effectExtent l="0" t="0" r="1905" b="5715"/>
                <wp:docPr id="125784369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61823422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30970" cy="551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8CC7819" w14:textId="77777777" w:rsidR="00B03D0A" w:rsidRPr="009F22C6" w:rsidRDefault="00B03D0A" w:rsidP="009F22C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2E6D388"/>
    <w:lvl w:ilvl="0">
      <w:start w:val="1"/>
      <w:numFmt w:val="decimal"/>
      <w:pStyle w:val="Loendi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D00E64A"/>
    <w:lvl w:ilvl="0">
      <w:start w:val="1"/>
      <w:numFmt w:val="decimal"/>
      <w:pStyle w:val="Loendi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1C14AE"/>
    <w:lvl w:ilvl="0">
      <w:start w:val="1"/>
      <w:numFmt w:val="decimal"/>
      <w:pStyle w:val="Loendi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98C996"/>
    <w:lvl w:ilvl="0">
      <w:start w:val="1"/>
      <w:numFmt w:val="decimal"/>
      <w:pStyle w:val="Loendi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6909120"/>
    <w:lvl w:ilvl="0">
      <w:start w:val="1"/>
      <w:numFmt w:val="bullet"/>
      <w:pStyle w:val="Loenditpp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9C1D52"/>
    <w:lvl w:ilvl="0">
      <w:start w:val="1"/>
      <w:numFmt w:val="bullet"/>
      <w:pStyle w:val="Loenditpp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4E714C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C9054"/>
    <w:lvl w:ilvl="0">
      <w:start w:val="1"/>
      <w:numFmt w:val="bullet"/>
      <w:pStyle w:val="Loenditpp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0A6E70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D8B7EC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8B0A1B"/>
    <w:multiLevelType w:val="hybridMultilevel"/>
    <w:tmpl w:val="B3F2F7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625769"/>
    <w:multiLevelType w:val="hybridMultilevel"/>
    <w:tmpl w:val="2EDACE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1B0AD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46172D"/>
    <w:multiLevelType w:val="hybridMultilevel"/>
    <w:tmpl w:val="1D0A80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F3803"/>
    <w:multiLevelType w:val="hybridMultilevel"/>
    <w:tmpl w:val="FE94FA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16FF3"/>
    <w:multiLevelType w:val="hybridMultilevel"/>
    <w:tmpl w:val="714AC59C"/>
    <w:lvl w:ilvl="0" w:tplc="A7F4DE82">
      <w:start w:val="1"/>
      <w:numFmt w:val="bullet"/>
      <w:pStyle w:val="Tppideg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556FD"/>
    <w:multiLevelType w:val="hybridMultilevel"/>
    <w:tmpl w:val="06B224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714C"/>
    <w:multiLevelType w:val="hybridMultilevel"/>
    <w:tmpl w:val="6B8A1FE6"/>
    <w:lvl w:ilvl="0" w:tplc="5C5211F8">
      <w:start w:val="1"/>
      <w:numFmt w:val="decimal"/>
      <w:lvlText w:val="[%1]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637A1"/>
    <w:multiLevelType w:val="multilevel"/>
    <w:tmpl w:val="95DCACAC"/>
    <w:lvl w:ilvl="0">
      <w:start w:val="1"/>
      <w:numFmt w:val="decimal"/>
      <w:pStyle w:val="X"/>
      <w:lvlText w:val="%1.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4"/>
        <w:u w:val="none"/>
      </w:rPr>
    </w:lvl>
    <w:lvl w:ilvl="1">
      <w:start w:val="1"/>
      <w:numFmt w:val="decimal"/>
      <w:pStyle w:val="XXu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XXX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4822A19"/>
    <w:multiLevelType w:val="hybridMultilevel"/>
    <w:tmpl w:val="8FCC29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934DA"/>
    <w:multiLevelType w:val="hybridMultilevel"/>
    <w:tmpl w:val="C728E1EC"/>
    <w:lvl w:ilvl="0" w:tplc="AD460AD0">
      <w:start w:val="1"/>
      <w:numFmt w:val="decimal"/>
      <w:pStyle w:val="Figure"/>
      <w:lvlText w:val="Figure 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2084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10069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7560B20"/>
    <w:multiLevelType w:val="hybridMultilevel"/>
    <w:tmpl w:val="601457EE"/>
    <w:lvl w:ilvl="0" w:tplc="C9568874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ED712">
      <w:numFmt w:val="bullet"/>
      <w:lvlText w:val="•"/>
      <w:lvlJc w:val="left"/>
      <w:pPr>
        <w:ind w:left="1788" w:hanging="708"/>
      </w:pPr>
      <w:rPr>
        <w:rFonts w:ascii="Calibri" w:eastAsiaTheme="minorHAnsi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DC1F33"/>
    <w:multiLevelType w:val="hybridMultilevel"/>
    <w:tmpl w:val="1D0A80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A4206"/>
    <w:multiLevelType w:val="hybridMultilevel"/>
    <w:tmpl w:val="A9826C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C56F3"/>
    <w:multiLevelType w:val="multilevel"/>
    <w:tmpl w:val="AEE63368"/>
    <w:lvl w:ilvl="0">
      <w:start w:val="1"/>
      <w:numFmt w:val="decimal"/>
      <w:pStyle w:val="Title1en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10069F"/>
      </w:rPr>
    </w:lvl>
    <w:lvl w:ilvl="1">
      <w:start w:val="1"/>
      <w:numFmt w:val="decimal"/>
      <w:pStyle w:val="Title2en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le3en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le4en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le5en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47CD4903"/>
    <w:multiLevelType w:val="hybridMultilevel"/>
    <w:tmpl w:val="B3F2F7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3C7686"/>
    <w:multiLevelType w:val="multilevel"/>
    <w:tmpl w:val="F83A6B0C"/>
    <w:styleLink w:val="SP-List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‒"/>
      <w:lvlJc w:val="left"/>
      <w:pPr>
        <w:ind w:left="2160" w:hanging="360"/>
      </w:pPr>
      <w:rPr>
        <w:rFonts w:ascii="Verdana" w:hAnsi="Verdana" w:hint="default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‒"/>
      <w:lvlJc w:val="left"/>
      <w:pPr>
        <w:ind w:left="4320" w:hanging="360"/>
      </w:pPr>
      <w:rPr>
        <w:rFonts w:ascii="Verdana" w:hAnsi="Verdana" w:hint="default"/>
      </w:rPr>
    </w:lvl>
    <w:lvl w:ilvl="6">
      <w:start w:val="1"/>
      <w:numFmt w:val="bullet"/>
      <w:lvlText w:val="‒"/>
      <w:lvlJc w:val="left"/>
      <w:pPr>
        <w:ind w:left="5040" w:hanging="360"/>
      </w:pPr>
      <w:rPr>
        <w:rFonts w:ascii="Verdana" w:hAnsi="Verdana" w:hint="default"/>
      </w:rPr>
    </w:lvl>
    <w:lvl w:ilvl="7">
      <w:start w:val="1"/>
      <w:numFmt w:val="bullet"/>
      <w:lvlText w:val="‒"/>
      <w:lvlJc w:val="left"/>
      <w:pPr>
        <w:ind w:left="5760" w:hanging="360"/>
      </w:pPr>
      <w:rPr>
        <w:rFonts w:ascii="Verdana" w:hAnsi="Verdana" w:hint="default"/>
      </w:rPr>
    </w:lvl>
    <w:lvl w:ilvl="8">
      <w:start w:val="1"/>
      <w:numFmt w:val="bullet"/>
      <w:lvlText w:val="‒"/>
      <w:lvlJc w:val="left"/>
      <w:pPr>
        <w:ind w:left="6480" w:hanging="360"/>
      </w:pPr>
      <w:rPr>
        <w:rFonts w:ascii="Verdana" w:hAnsi="Verdana" w:hint="default"/>
      </w:rPr>
    </w:lvl>
  </w:abstractNum>
  <w:abstractNum w:abstractNumId="28" w15:restartNumberingAfterBreak="0">
    <w:nsid w:val="4BBB0C7E"/>
    <w:multiLevelType w:val="multilevel"/>
    <w:tmpl w:val="47B69DCA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right"/>
      <w:pPr>
        <w:tabs>
          <w:tab w:val="num" w:pos="1588"/>
        </w:tabs>
        <w:ind w:left="1588" w:hanging="51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4FA23504"/>
    <w:multiLevelType w:val="multilevel"/>
    <w:tmpl w:val="1AD8488E"/>
    <w:lvl w:ilvl="0">
      <w:start w:val="1"/>
      <w:numFmt w:val="lowerRoman"/>
      <w:pStyle w:val="Para4roman"/>
      <w:lvlText w:val="%1."/>
      <w:lvlJc w:val="left"/>
      <w:pPr>
        <w:ind w:left="2126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649069F"/>
    <w:multiLevelType w:val="multilevel"/>
    <w:tmpl w:val="F37C9E2A"/>
    <w:styleLink w:val="Estilo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10069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A0094E"/>
    <w:multiLevelType w:val="hybridMultilevel"/>
    <w:tmpl w:val="6B8A1FE6"/>
    <w:lvl w:ilvl="0" w:tplc="5C5211F8">
      <w:start w:val="1"/>
      <w:numFmt w:val="decimal"/>
      <w:lvlText w:val="[%1]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AB0AA6"/>
    <w:multiLevelType w:val="hybridMultilevel"/>
    <w:tmpl w:val="FE94FA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E2551"/>
    <w:multiLevelType w:val="hybridMultilevel"/>
    <w:tmpl w:val="CB6452C0"/>
    <w:lvl w:ilvl="0" w:tplc="0B561E2E">
      <w:start w:val="1"/>
      <w:numFmt w:val="upperRoman"/>
      <w:pStyle w:val="AppendixRB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264320">
    <w:abstractNumId w:val="22"/>
  </w:num>
  <w:num w:numId="2" w16cid:durableId="332149337">
    <w:abstractNumId w:val="29"/>
  </w:num>
  <w:num w:numId="3" w16cid:durableId="1078942873">
    <w:abstractNumId w:val="21"/>
  </w:num>
  <w:num w:numId="4" w16cid:durableId="2064793941">
    <w:abstractNumId w:val="30"/>
  </w:num>
  <w:num w:numId="5" w16cid:durableId="833648171">
    <w:abstractNumId w:val="28"/>
  </w:num>
  <w:num w:numId="6" w16cid:durableId="556672453">
    <w:abstractNumId w:val="33"/>
  </w:num>
  <w:num w:numId="7" w16cid:durableId="148140183">
    <w:abstractNumId w:val="20"/>
  </w:num>
  <w:num w:numId="8" w16cid:durableId="681904394">
    <w:abstractNumId w:val="27"/>
  </w:num>
  <w:num w:numId="9" w16cid:durableId="1884125661">
    <w:abstractNumId w:val="21"/>
  </w:num>
  <w:num w:numId="10" w16cid:durableId="1154102120">
    <w:abstractNumId w:val="8"/>
  </w:num>
  <w:num w:numId="11" w16cid:durableId="1930191684">
    <w:abstractNumId w:val="15"/>
  </w:num>
  <w:num w:numId="12" w16cid:durableId="714548332">
    <w:abstractNumId w:val="3"/>
  </w:num>
  <w:num w:numId="13" w16cid:durableId="1923568002">
    <w:abstractNumId w:val="2"/>
  </w:num>
  <w:num w:numId="14" w16cid:durableId="1665083515">
    <w:abstractNumId w:val="1"/>
  </w:num>
  <w:num w:numId="15" w16cid:durableId="1751267063">
    <w:abstractNumId w:val="0"/>
  </w:num>
  <w:num w:numId="16" w16cid:durableId="1703089991">
    <w:abstractNumId w:val="9"/>
  </w:num>
  <w:num w:numId="17" w16cid:durableId="338000787">
    <w:abstractNumId w:val="7"/>
  </w:num>
  <w:num w:numId="18" w16cid:durableId="2011252309">
    <w:abstractNumId w:val="6"/>
  </w:num>
  <w:num w:numId="19" w16cid:durableId="1027297332">
    <w:abstractNumId w:val="5"/>
  </w:num>
  <w:num w:numId="20" w16cid:durableId="252127318">
    <w:abstractNumId w:val="4"/>
  </w:num>
  <w:num w:numId="21" w16cid:durableId="258177531">
    <w:abstractNumId w:val="18"/>
  </w:num>
  <w:num w:numId="22" w16cid:durableId="1484929702">
    <w:abstractNumId w:val="25"/>
  </w:num>
  <w:num w:numId="23" w16cid:durableId="184512110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40741329">
    <w:abstractNumId w:val="19"/>
  </w:num>
  <w:num w:numId="25" w16cid:durableId="544023308">
    <w:abstractNumId w:val="24"/>
  </w:num>
  <w:num w:numId="26" w16cid:durableId="25239459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615219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389949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2143214">
    <w:abstractNumId w:val="16"/>
  </w:num>
  <w:num w:numId="30" w16cid:durableId="9990433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194813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075406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285583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605438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868990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9905256">
    <w:abstractNumId w:val="11"/>
  </w:num>
  <w:num w:numId="37" w16cid:durableId="809709904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440"/>
    <w:rsid w:val="0000314B"/>
    <w:rsid w:val="000038AF"/>
    <w:rsid w:val="00006528"/>
    <w:rsid w:val="000072AE"/>
    <w:rsid w:val="00010DB7"/>
    <w:rsid w:val="00010EFF"/>
    <w:rsid w:val="0001220B"/>
    <w:rsid w:val="0001437E"/>
    <w:rsid w:val="00017E58"/>
    <w:rsid w:val="000218D5"/>
    <w:rsid w:val="00021B13"/>
    <w:rsid w:val="0002306F"/>
    <w:rsid w:val="0002611F"/>
    <w:rsid w:val="00026A26"/>
    <w:rsid w:val="000272F9"/>
    <w:rsid w:val="0002737D"/>
    <w:rsid w:val="000278F6"/>
    <w:rsid w:val="00032D52"/>
    <w:rsid w:val="000354F3"/>
    <w:rsid w:val="00035BF6"/>
    <w:rsid w:val="000365A0"/>
    <w:rsid w:val="00036853"/>
    <w:rsid w:val="00037585"/>
    <w:rsid w:val="000403BC"/>
    <w:rsid w:val="00040650"/>
    <w:rsid w:val="000419FF"/>
    <w:rsid w:val="0004216E"/>
    <w:rsid w:val="00045A81"/>
    <w:rsid w:val="000472AD"/>
    <w:rsid w:val="000507D2"/>
    <w:rsid w:val="00050E50"/>
    <w:rsid w:val="00051ADF"/>
    <w:rsid w:val="00052146"/>
    <w:rsid w:val="00055F8A"/>
    <w:rsid w:val="000605F7"/>
    <w:rsid w:val="00061901"/>
    <w:rsid w:val="000645FE"/>
    <w:rsid w:val="0007051F"/>
    <w:rsid w:val="000714B8"/>
    <w:rsid w:val="0007349F"/>
    <w:rsid w:val="00075931"/>
    <w:rsid w:val="00076815"/>
    <w:rsid w:val="0008416D"/>
    <w:rsid w:val="00084C48"/>
    <w:rsid w:val="0009165C"/>
    <w:rsid w:val="00092BE9"/>
    <w:rsid w:val="0009342F"/>
    <w:rsid w:val="00096BFE"/>
    <w:rsid w:val="0009782C"/>
    <w:rsid w:val="000A05ED"/>
    <w:rsid w:val="000A0C8D"/>
    <w:rsid w:val="000A0FA8"/>
    <w:rsid w:val="000A112A"/>
    <w:rsid w:val="000A46E2"/>
    <w:rsid w:val="000A67F0"/>
    <w:rsid w:val="000B0810"/>
    <w:rsid w:val="000B0BC3"/>
    <w:rsid w:val="000B1CFE"/>
    <w:rsid w:val="000B20D8"/>
    <w:rsid w:val="000B2BAC"/>
    <w:rsid w:val="000B44E7"/>
    <w:rsid w:val="000B4889"/>
    <w:rsid w:val="000B588C"/>
    <w:rsid w:val="000C120E"/>
    <w:rsid w:val="000C205E"/>
    <w:rsid w:val="000C2284"/>
    <w:rsid w:val="000C3C69"/>
    <w:rsid w:val="000C5F28"/>
    <w:rsid w:val="000D073F"/>
    <w:rsid w:val="000D0B8E"/>
    <w:rsid w:val="000D2970"/>
    <w:rsid w:val="000D30D9"/>
    <w:rsid w:val="000D3B89"/>
    <w:rsid w:val="000D3F6C"/>
    <w:rsid w:val="000D507B"/>
    <w:rsid w:val="000D6280"/>
    <w:rsid w:val="000D691F"/>
    <w:rsid w:val="000D7D28"/>
    <w:rsid w:val="000E06DB"/>
    <w:rsid w:val="000E4F46"/>
    <w:rsid w:val="000F0B62"/>
    <w:rsid w:val="000F1272"/>
    <w:rsid w:val="000F15A3"/>
    <w:rsid w:val="000F1886"/>
    <w:rsid w:val="000F1E80"/>
    <w:rsid w:val="000F7FC6"/>
    <w:rsid w:val="001021C0"/>
    <w:rsid w:val="00103CDC"/>
    <w:rsid w:val="00103D74"/>
    <w:rsid w:val="00104BEE"/>
    <w:rsid w:val="001058A1"/>
    <w:rsid w:val="00105AF4"/>
    <w:rsid w:val="00105E89"/>
    <w:rsid w:val="001060F8"/>
    <w:rsid w:val="0010772F"/>
    <w:rsid w:val="0011133D"/>
    <w:rsid w:val="001115BB"/>
    <w:rsid w:val="00111EAA"/>
    <w:rsid w:val="0011276B"/>
    <w:rsid w:val="00113369"/>
    <w:rsid w:val="00113F61"/>
    <w:rsid w:val="00114440"/>
    <w:rsid w:val="00115757"/>
    <w:rsid w:val="00115CD1"/>
    <w:rsid w:val="0011623A"/>
    <w:rsid w:val="001179DA"/>
    <w:rsid w:val="001204A7"/>
    <w:rsid w:val="0012105F"/>
    <w:rsid w:val="00122D2E"/>
    <w:rsid w:val="001241AB"/>
    <w:rsid w:val="001245DE"/>
    <w:rsid w:val="0012510D"/>
    <w:rsid w:val="00130775"/>
    <w:rsid w:val="00130D98"/>
    <w:rsid w:val="0013213C"/>
    <w:rsid w:val="0013247C"/>
    <w:rsid w:val="001348D7"/>
    <w:rsid w:val="001349F6"/>
    <w:rsid w:val="00134F7D"/>
    <w:rsid w:val="00135DCF"/>
    <w:rsid w:val="0013727C"/>
    <w:rsid w:val="0014017A"/>
    <w:rsid w:val="00141D6C"/>
    <w:rsid w:val="00142C6B"/>
    <w:rsid w:val="00143228"/>
    <w:rsid w:val="00144F31"/>
    <w:rsid w:val="00145E81"/>
    <w:rsid w:val="001468EE"/>
    <w:rsid w:val="00147284"/>
    <w:rsid w:val="001503F4"/>
    <w:rsid w:val="00150737"/>
    <w:rsid w:val="00151457"/>
    <w:rsid w:val="00153C8D"/>
    <w:rsid w:val="001546D5"/>
    <w:rsid w:val="00157DBA"/>
    <w:rsid w:val="001643A8"/>
    <w:rsid w:val="00164FE4"/>
    <w:rsid w:val="00166E52"/>
    <w:rsid w:val="001671AD"/>
    <w:rsid w:val="00170468"/>
    <w:rsid w:val="001708DE"/>
    <w:rsid w:val="00171E17"/>
    <w:rsid w:val="001733C2"/>
    <w:rsid w:val="00174250"/>
    <w:rsid w:val="00177090"/>
    <w:rsid w:val="00177252"/>
    <w:rsid w:val="00177A4C"/>
    <w:rsid w:val="00177D7C"/>
    <w:rsid w:val="00177E10"/>
    <w:rsid w:val="00180E0A"/>
    <w:rsid w:val="00182509"/>
    <w:rsid w:val="00182556"/>
    <w:rsid w:val="0018388A"/>
    <w:rsid w:val="00183FF3"/>
    <w:rsid w:val="00184062"/>
    <w:rsid w:val="00185165"/>
    <w:rsid w:val="00185379"/>
    <w:rsid w:val="00185925"/>
    <w:rsid w:val="001861B3"/>
    <w:rsid w:val="0018681B"/>
    <w:rsid w:val="00186DE6"/>
    <w:rsid w:val="001872B6"/>
    <w:rsid w:val="001915FC"/>
    <w:rsid w:val="0019208E"/>
    <w:rsid w:val="00193653"/>
    <w:rsid w:val="00194A68"/>
    <w:rsid w:val="00194EED"/>
    <w:rsid w:val="001958C0"/>
    <w:rsid w:val="00195AF3"/>
    <w:rsid w:val="00197EF1"/>
    <w:rsid w:val="001A106E"/>
    <w:rsid w:val="001A3EB0"/>
    <w:rsid w:val="001A4E84"/>
    <w:rsid w:val="001A566E"/>
    <w:rsid w:val="001A78FA"/>
    <w:rsid w:val="001B0533"/>
    <w:rsid w:val="001B1AAC"/>
    <w:rsid w:val="001B29F6"/>
    <w:rsid w:val="001B6126"/>
    <w:rsid w:val="001B73E0"/>
    <w:rsid w:val="001C1B1D"/>
    <w:rsid w:val="001C23B3"/>
    <w:rsid w:val="001C242E"/>
    <w:rsid w:val="001C2888"/>
    <w:rsid w:val="001C37A7"/>
    <w:rsid w:val="001C3A28"/>
    <w:rsid w:val="001C3C41"/>
    <w:rsid w:val="001C3D31"/>
    <w:rsid w:val="001C4D5C"/>
    <w:rsid w:val="001C6228"/>
    <w:rsid w:val="001C6C72"/>
    <w:rsid w:val="001C7806"/>
    <w:rsid w:val="001D02CA"/>
    <w:rsid w:val="001D15CB"/>
    <w:rsid w:val="001D3BE7"/>
    <w:rsid w:val="001D48A9"/>
    <w:rsid w:val="001D59B6"/>
    <w:rsid w:val="001E02C4"/>
    <w:rsid w:val="001E2C26"/>
    <w:rsid w:val="001E521D"/>
    <w:rsid w:val="001E5C3C"/>
    <w:rsid w:val="001F2675"/>
    <w:rsid w:val="001F6327"/>
    <w:rsid w:val="00202252"/>
    <w:rsid w:val="00202FF9"/>
    <w:rsid w:val="0020429E"/>
    <w:rsid w:val="00205E52"/>
    <w:rsid w:val="00206869"/>
    <w:rsid w:val="00210269"/>
    <w:rsid w:val="002133F9"/>
    <w:rsid w:val="00213458"/>
    <w:rsid w:val="002147C0"/>
    <w:rsid w:val="00216B5E"/>
    <w:rsid w:val="0022094D"/>
    <w:rsid w:val="002215D7"/>
    <w:rsid w:val="00221C5A"/>
    <w:rsid w:val="00221ECE"/>
    <w:rsid w:val="002228E2"/>
    <w:rsid w:val="0022332A"/>
    <w:rsid w:val="00225657"/>
    <w:rsid w:val="00226DED"/>
    <w:rsid w:val="00230254"/>
    <w:rsid w:val="00230826"/>
    <w:rsid w:val="00230AB7"/>
    <w:rsid w:val="00231043"/>
    <w:rsid w:val="002339AB"/>
    <w:rsid w:val="00233A16"/>
    <w:rsid w:val="0023686E"/>
    <w:rsid w:val="00240F88"/>
    <w:rsid w:val="002425FA"/>
    <w:rsid w:val="002438D1"/>
    <w:rsid w:val="00244668"/>
    <w:rsid w:val="00246086"/>
    <w:rsid w:val="0024702B"/>
    <w:rsid w:val="00250C0F"/>
    <w:rsid w:val="002520B2"/>
    <w:rsid w:val="00253CB9"/>
    <w:rsid w:val="002540F2"/>
    <w:rsid w:val="00254211"/>
    <w:rsid w:val="00255F37"/>
    <w:rsid w:val="002564F5"/>
    <w:rsid w:val="00266363"/>
    <w:rsid w:val="0026660B"/>
    <w:rsid w:val="00271115"/>
    <w:rsid w:val="002723B5"/>
    <w:rsid w:val="00273AC9"/>
    <w:rsid w:val="0027443F"/>
    <w:rsid w:val="0027600D"/>
    <w:rsid w:val="0028017F"/>
    <w:rsid w:val="00282859"/>
    <w:rsid w:val="00283F4C"/>
    <w:rsid w:val="00284DB0"/>
    <w:rsid w:val="0028572F"/>
    <w:rsid w:val="00285BD3"/>
    <w:rsid w:val="00286A5B"/>
    <w:rsid w:val="00291008"/>
    <w:rsid w:val="00291BFA"/>
    <w:rsid w:val="00291D31"/>
    <w:rsid w:val="0029221B"/>
    <w:rsid w:val="00293802"/>
    <w:rsid w:val="00293F13"/>
    <w:rsid w:val="00294F41"/>
    <w:rsid w:val="00296EDA"/>
    <w:rsid w:val="00297255"/>
    <w:rsid w:val="002A1658"/>
    <w:rsid w:val="002A2B80"/>
    <w:rsid w:val="002A2F44"/>
    <w:rsid w:val="002A36C1"/>
    <w:rsid w:val="002A56E1"/>
    <w:rsid w:val="002A5BBF"/>
    <w:rsid w:val="002A6B5F"/>
    <w:rsid w:val="002B012B"/>
    <w:rsid w:val="002B3758"/>
    <w:rsid w:val="002B43D0"/>
    <w:rsid w:val="002B5311"/>
    <w:rsid w:val="002C1CDC"/>
    <w:rsid w:val="002C419D"/>
    <w:rsid w:val="002C45C7"/>
    <w:rsid w:val="002C73DF"/>
    <w:rsid w:val="002C76EE"/>
    <w:rsid w:val="002D11B9"/>
    <w:rsid w:val="002D1807"/>
    <w:rsid w:val="002D2723"/>
    <w:rsid w:val="002D4415"/>
    <w:rsid w:val="002D5323"/>
    <w:rsid w:val="002D6A4D"/>
    <w:rsid w:val="002E20BF"/>
    <w:rsid w:val="002E2A52"/>
    <w:rsid w:val="002E437E"/>
    <w:rsid w:val="002E53B3"/>
    <w:rsid w:val="002E5770"/>
    <w:rsid w:val="002E7CA9"/>
    <w:rsid w:val="002F04E2"/>
    <w:rsid w:val="002F1899"/>
    <w:rsid w:val="002F29AC"/>
    <w:rsid w:val="002F2E12"/>
    <w:rsid w:val="002F2E81"/>
    <w:rsid w:val="002F6283"/>
    <w:rsid w:val="002F6F59"/>
    <w:rsid w:val="002F7611"/>
    <w:rsid w:val="002F76EE"/>
    <w:rsid w:val="00300161"/>
    <w:rsid w:val="00301CB8"/>
    <w:rsid w:val="00304C31"/>
    <w:rsid w:val="00304F93"/>
    <w:rsid w:val="00305896"/>
    <w:rsid w:val="00307157"/>
    <w:rsid w:val="00307394"/>
    <w:rsid w:val="003076D8"/>
    <w:rsid w:val="00307E36"/>
    <w:rsid w:val="00310177"/>
    <w:rsid w:val="003109FF"/>
    <w:rsid w:val="003111C6"/>
    <w:rsid w:val="00313907"/>
    <w:rsid w:val="003214CA"/>
    <w:rsid w:val="00321F4D"/>
    <w:rsid w:val="003220D0"/>
    <w:rsid w:val="003223E4"/>
    <w:rsid w:val="003248BD"/>
    <w:rsid w:val="00324A6A"/>
    <w:rsid w:val="00324F53"/>
    <w:rsid w:val="00325C0A"/>
    <w:rsid w:val="0032710B"/>
    <w:rsid w:val="00327720"/>
    <w:rsid w:val="003304E7"/>
    <w:rsid w:val="003314C8"/>
    <w:rsid w:val="003324D2"/>
    <w:rsid w:val="00333EAB"/>
    <w:rsid w:val="00336A47"/>
    <w:rsid w:val="00337A11"/>
    <w:rsid w:val="00341991"/>
    <w:rsid w:val="00344762"/>
    <w:rsid w:val="00345253"/>
    <w:rsid w:val="003501F5"/>
    <w:rsid w:val="00351156"/>
    <w:rsid w:val="00352929"/>
    <w:rsid w:val="00353748"/>
    <w:rsid w:val="00355499"/>
    <w:rsid w:val="0035643C"/>
    <w:rsid w:val="00356708"/>
    <w:rsid w:val="0035671F"/>
    <w:rsid w:val="00357166"/>
    <w:rsid w:val="00360AD6"/>
    <w:rsid w:val="003638A8"/>
    <w:rsid w:val="00363FA7"/>
    <w:rsid w:val="00366484"/>
    <w:rsid w:val="00371362"/>
    <w:rsid w:val="00371B51"/>
    <w:rsid w:val="00373D22"/>
    <w:rsid w:val="00383171"/>
    <w:rsid w:val="00384DF4"/>
    <w:rsid w:val="003857B3"/>
    <w:rsid w:val="00386747"/>
    <w:rsid w:val="00386EAA"/>
    <w:rsid w:val="0038700C"/>
    <w:rsid w:val="00387942"/>
    <w:rsid w:val="00392EA4"/>
    <w:rsid w:val="003930AE"/>
    <w:rsid w:val="00395023"/>
    <w:rsid w:val="00395751"/>
    <w:rsid w:val="00396FBB"/>
    <w:rsid w:val="003A0A94"/>
    <w:rsid w:val="003A273D"/>
    <w:rsid w:val="003A2C99"/>
    <w:rsid w:val="003A3A32"/>
    <w:rsid w:val="003A4458"/>
    <w:rsid w:val="003A5105"/>
    <w:rsid w:val="003A5415"/>
    <w:rsid w:val="003A756E"/>
    <w:rsid w:val="003B01C6"/>
    <w:rsid w:val="003B0683"/>
    <w:rsid w:val="003B0BDB"/>
    <w:rsid w:val="003B459F"/>
    <w:rsid w:val="003B4959"/>
    <w:rsid w:val="003B4E07"/>
    <w:rsid w:val="003B5B1F"/>
    <w:rsid w:val="003B5EDD"/>
    <w:rsid w:val="003B5F1E"/>
    <w:rsid w:val="003B7BB3"/>
    <w:rsid w:val="003C370B"/>
    <w:rsid w:val="003C7D02"/>
    <w:rsid w:val="003D166A"/>
    <w:rsid w:val="003D2AD2"/>
    <w:rsid w:val="003D43E7"/>
    <w:rsid w:val="003D57E5"/>
    <w:rsid w:val="003E4900"/>
    <w:rsid w:val="003E565D"/>
    <w:rsid w:val="003E5787"/>
    <w:rsid w:val="003E70C9"/>
    <w:rsid w:val="003E790F"/>
    <w:rsid w:val="003F2B8F"/>
    <w:rsid w:val="003F3BE6"/>
    <w:rsid w:val="003F4957"/>
    <w:rsid w:val="003F5BAB"/>
    <w:rsid w:val="00400604"/>
    <w:rsid w:val="004010C1"/>
    <w:rsid w:val="0040141F"/>
    <w:rsid w:val="00401E77"/>
    <w:rsid w:val="00402149"/>
    <w:rsid w:val="00402F94"/>
    <w:rsid w:val="004031C3"/>
    <w:rsid w:val="004034FF"/>
    <w:rsid w:val="004046D8"/>
    <w:rsid w:val="00404C31"/>
    <w:rsid w:val="004070E6"/>
    <w:rsid w:val="00407F3F"/>
    <w:rsid w:val="00410F54"/>
    <w:rsid w:val="0041181A"/>
    <w:rsid w:val="00412043"/>
    <w:rsid w:val="00412B7F"/>
    <w:rsid w:val="004134A2"/>
    <w:rsid w:val="00413D36"/>
    <w:rsid w:val="00414452"/>
    <w:rsid w:val="00416CB8"/>
    <w:rsid w:val="004175B4"/>
    <w:rsid w:val="00420C22"/>
    <w:rsid w:val="0042344C"/>
    <w:rsid w:val="0042426E"/>
    <w:rsid w:val="004245A8"/>
    <w:rsid w:val="00425F6B"/>
    <w:rsid w:val="00426DC2"/>
    <w:rsid w:val="00427784"/>
    <w:rsid w:val="004314F1"/>
    <w:rsid w:val="004366AA"/>
    <w:rsid w:val="00440646"/>
    <w:rsid w:val="00442239"/>
    <w:rsid w:val="0044229F"/>
    <w:rsid w:val="004427B5"/>
    <w:rsid w:val="00442E54"/>
    <w:rsid w:val="00444DE5"/>
    <w:rsid w:val="00445EBD"/>
    <w:rsid w:val="00446A0A"/>
    <w:rsid w:val="00447E9D"/>
    <w:rsid w:val="00450600"/>
    <w:rsid w:val="00450A7F"/>
    <w:rsid w:val="0045320D"/>
    <w:rsid w:val="004539FF"/>
    <w:rsid w:val="00453BE4"/>
    <w:rsid w:val="004560D8"/>
    <w:rsid w:val="0045679F"/>
    <w:rsid w:val="00457F37"/>
    <w:rsid w:val="004603B2"/>
    <w:rsid w:val="00461109"/>
    <w:rsid w:val="00463A4F"/>
    <w:rsid w:val="00465954"/>
    <w:rsid w:val="00472865"/>
    <w:rsid w:val="004728BF"/>
    <w:rsid w:val="0047383A"/>
    <w:rsid w:val="00473B92"/>
    <w:rsid w:val="00473F58"/>
    <w:rsid w:val="00474974"/>
    <w:rsid w:val="00476B69"/>
    <w:rsid w:val="00476F91"/>
    <w:rsid w:val="00477849"/>
    <w:rsid w:val="00480847"/>
    <w:rsid w:val="0048094E"/>
    <w:rsid w:val="004819E7"/>
    <w:rsid w:val="0048326D"/>
    <w:rsid w:val="0048332E"/>
    <w:rsid w:val="004837E8"/>
    <w:rsid w:val="00484491"/>
    <w:rsid w:val="0048569A"/>
    <w:rsid w:val="00487B61"/>
    <w:rsid w:val="00490D3B"/>
    <w:rsid w:val="00491909"/>
    <w:rsid w:val="00491C48"/>
    <w:rsid w:val="004945F0"/>
    <w:rsid w:val="004A1107"/>
    <w:rsid w:val="004A23BB"/>
    <w:rsid w:val="004A332D"/>
    <w:rsid w:val="004A3578"/>
    <w:rsid w:val="004A5DB0"/>
    <w:rsid w:val="004A6246"/>
    <w:rsid w:val="004A7FC5"/>
    <w:rsid w:val="004B2742"/>
    <w:rsid w:val="004B298B"/>
    <w:rsid w:val="004B5EDE"/>
    <w:rsid w:val="004B6602"/>
    <w:rsid w:val="004C0E07"/>
    <w:rsid w:val="004C10BA"/>
    <w:rsid w:val="004C19A2"/>
    <w:rsid w:val="004C3097"/>
    <w:rsid w:val="004C48D3"/>
    <w:rsid w:val="004C7347"/>
    <w:rsid w:val="004D007A"/>
    <w:rsid w:val="004D3B5E"/>
    <w:rsid w:val="004D4B24"/>
    <w:rsid w:val="004D6F25"/>
    <w:rsid w:val="004E146F"/>
    <w:rsid w:val="004E4655"/>
    <w:rsid w:val="004E4C4B"/>
    <w:rsid w:val="004E549F"/>
    <w:rsid w:val="004E7F27"/>
    <w:rsid w:val="004F0268"/>
    <w:rsid w:val="004F0E47"/>
    <w:rsid w:val="004F4A12"/>
    <w:rsid w:val="004F62E9"/>
    <w:rsid w:val="004F724F"/>
    <w:rsid w:val="00500A47"/>
    <w:rsid w:val="0050584F"/>
    <w:rsid w:val="00506813"/>
    <w:rsid w:val="005118E1"/>
    <w:rsid w:val="005154EE"/>
    <w:rsid w:val="00516C21"/>
    <w:rsid w:val="00516F91"/>
    <w:rsid w:val="0052045F"/>
    <w:rsid w:val="00520BF4"/>
    <w:rsid w:val="00520DE9"/>
    <w:rsid w:val="005238CE"/>
    <w:rsid w:val="00523D25"/>
    <w:rsid w:val="00524A81"/>
    <w:rsid w:val="00530360"/>
    <w:rsid w:val="0053221D"/>
    <w:rsid w:val="0053354C"/>
    <w:rsid w:val="00533B82"/>
    <w:rsid w:val="00535BD4"/>
    <w:rsid w:val="0053632A"/>
    <w:rsid w:val="00536AEE"/>
    <w:rsid w:val="00537079"/>
    <w:rsid w:val="005435F2"/>
    <w:rsid w:val="00551AD4"/>
    <w:rsid w:val="00551DEB"/>
    <w:rsid w:val="0055343E"/>
    <w:rsid w:val="00553D3A"/>
    <w:rsid w:val="00556CEA"/>
    <w:rsid w:val="00557389"/>
    <w:rsid w:val="00561181"/>
    <w:rsid w:val="00561913"/>
    <w:rsid w:val="005634D2"/>
    <w:rsid w:val="005660CD"/>
    <w:rsid w:val="005663BC"/>
    <w:rsid w:val="00570AC0"/>
    <w:rsid w:val="00570C6C"/>
    <w:rsid w:val="00572021"/>
    <w:rsid w:val="0057303C"/>
    <w:rsid w:val="00573691"/>
    <w:rsid w:val="00575557"/>
    <w:rsid w:val="005763B7"/>
    <w:rsid w:val="00581915"/>
    <w:rsid w:val="005829B4"/>
    <w:rsid w:val="00582A7F"/>
    <w:rsid w:val="005861C6"/>
    <w:rsid w:val="005875FC"/>
    <w:rsid w:val="00587699"/>
    <w:rsid w:val="005903CB"/>
    <w:rsid w:val="00591A8C"/>
    <w:rsid w:val="005934A5"/>
    <w:rsid w:val="005939B5"/>
    <w:rsid w:val="0059437C"/>
    <w:rsid w:val="00594460"/>
    <w:rsid w:val="00596C15"/>
    <w:rsid w:val="00597FFA"/>
    <w:rsid w:val="005A3168"/>
    <w:rsid w:val="005A56EC"/>
    <w:rsid w:val="005A58F4"/>
    <w:rsid w:val="005A5F58"/>
    <w:rsid w:val="005B016B"/>
    <w:rsid w:val="005B1697"/>
    <w:rsid w:val="005B1E36"/>
    <w:rsid w:val="005B215D"/>
    <w:rsid w:val="005B2870"/>
    <w:rsid w:val="005C0FE3"/>
    <w:rsid w:val="005C36F7"/>
    <w:rsid w:val="005C442A"/>
    <w:rsid w:val="005C4C06"/>
    <w:rsid w:val="005C5E42"/>
    <w:rsid w:val="005C66C8"/>
    <w:rsid w:val="005C75B7"/>
    <w:rsid w:val="005D224B"/>
    <w:rsid w:val="005D7BDB"/>
    <w:rsid w:val="005D7DA8"/>
    <w:rsid w:val="005E0287"/>
    <w:rsid w:val="005E1B4F"/>
    <w:rsid w:val="005E4C19"/>
    <w:rsid w:val="005E4D4E"/>
    <w:rsid w:val="005E4F4E"/>
    <w:rsid w:val="005E60DD"/>
    <w:rsid w:val="005E726E"/>
    <w:rsid w:val="005E7C9F"/>
    <w:rsid w:val="005F13DD"/>
    <w:rsid w:val="005F1EB1"/>
    <w:rsid w:val="005F481C"/>
    <w:rsid w:val="005F5C7F"/>
    <w:rsid w:val="005F5DC0"/>
    <w:rsid w:val="005F5E7E"/>
    <w:rsid w:val="006019CF"/>
    <w:rsid w:val="00605DF6"/>
    <w:rsid w:val="006074BD"/>
    <w:rsid w:val="00610D42"/>
    <w:rsid w:val="006128B7"/>
    <w:rsid w:val="00612E32"/>
    <w:rsid w:val="006144DA"/>
    <w:rsid w:val="00621B3E"/>
    <w:rsid w:val="00622C8B"/>
    <w:rsid w:val="0062318E"/>
    <w:rsid w:val="006232ED"/>
    <w:rsid w:val="006239A4"/>
    <w:rsid w:val="00625215"/>
    <w:rsid w:val="00625D03"/>
    <w:rsid w:val="006318B8"/>
    <w:rsid w:val="00633395"/>
    <w:rsid w:val="0063442D"/>
    <w:rsid w:val="006370C3"/>
    <w:rsid w:val="006415BC"/>
    <w:rsid w:val="00643483"/>
    <w:rsid w:val="00644AE7"/>
    <w:rsid w:val="00645536"/>
    <w:rsid w:val="00645863"/>
    <w:rsid w:val="00647306"/>
    <w:rsid w:val="0065103A"/>
    <w:rsid w:val="00651338"/>
    <w:rsid w:val="00651783"/>
    <w:rsid w:val="00656C77"/>
    <w:rsid w:val="00657E12"/>
    <w:rsid w:val="00660311"/>
    <w:rsid w:val="006616CB"/>
    <w:rsid w:val="00661BED"/>
    <w:rsid w:val="00664286"/>
    <w:rsid w:val="006664EF"/>
    <w:rsid w:val="006668AF"/>
    <w:rsid w:val="00671822"/>
    <w:rsid w:val="00673D2F"/>
    <w:rsid w:val="006747D3"/>
    <w:rsid w:val="006748E9"/>
    <w:rsid w:val="00676117"/>
    <w:rsid w:val="00681156"/>
    <w:rsid w:val="00682529"/>
    <w:rsid w:val="00683FFD"/>
    <w:rsid w:val="00684BA1"/>
    <w:rsid w:val="00685570"/>
    <w:rsid w:val="00685F27"/>
    <w:rsid w:val="00686610"/>
    <w:rsid w:val="00686F08"/>
    <w:rsid w:val="0069041E"/>
    <w:rsid w:val="00692F8E"/>
    <w:rsid w:val="00694336"/>
    <w:rsid w:val="006952CF"/>
    <w:rsid w:val="006959C6"/>
    <w:rsid w:val="00695A1D"/>
    <w:rsid w:val="006A03C0"/>
    <w:rsid w:val="006A0529"/>
    <w:rsid w:val="006A14FD"/>
    <w:rsid w:val="006A31B9"/>
    <w:rsid w:val="006A3333"/>
    <w:rsid w:val="006A3F65"/>
    <w:rsid w:val="006A4CA9"/>
    <w:rsid w:val="006A7AFA"/>
    <w:rsid w:val="006A7E8B"/>
    <w:rsid w:val="006B01B9"/>
    <w:rsid w:val="006B4300"/>
    <w:rsid w:val="006B7902"/>
    <w:rsid w:val="006C1045"/>
    <w:rsid w:val="006C18FD"/>
    <w:rsid w:val="006C523D"/>
    <w:rsid w:val="006C68A3"/>
    <w:rsid w:val="006C7973"/>
    <w:rsid w:val="006C7DF1"/>
    <w:rsid w:val="006D0235"/>
    <w:rsid w:val="006D1F30"/>
    <w:rsid w:val="006D2E6B"/>
    <w:rsid w:val="006D4D70"/>
    <w:rsid w:val="006D6D90"/>
    <w:rsid w:val="006E19C4"/>
    <w:rsid w:val="006E3690"/>
    <w:rsid w:val="006E43A5"/>
    <w:rsid w:val="006E6172"/>
    <w:rsid w:val="006F0D4A"/>
    <w:rsid w:val="006F0FA5"/>
    <w:rsid w:val="006F10AF"/>
    <w:rsid w:val="006F584A"/>
    <w:rsid w:val="006F5DEF"/>
    <w:rsid w:val="006F6268"/>
    <w:rsid w:val="006F7AC1"/>
    <w:rsid w:val="0070196C"/>
    <w:rsid w:val="007025B8"/>
    <w:rsid w:val="007049AD"/>
    <w:rsid w:val="00704E35"/>
    <w:rsid w:val="0070558F"/>
    <w:rsid w:val="00706438"/>
    <w:rsid w:val="00711B45"/>
    <w:rsid w:val="00714779"/>
    <w:rsid w:val="00716039"/>
    <w:rsid w:val="0071603E"/>
    <w:rsid w:val="00716A1B"/>
    <w:rsid w:val="007173B2"/>
    <w:rsid w:val="00723488"/>
    <w:rsid w:val="00723AD1"/>
    <w:rsid w:val="00727555"/>
    <w:rsid w:val="007278F6"/>
    <w:rsid w:val="0073279B"/>
    <w:rsid w:val="007327B0"/>
    <w:rsid w:val="00732858"/>
    <w:rsid w:val="00736385"/>
    <w:rsid w:val="007365F3"/>
    <w:rsid w:val="007368A4"/>
    <w:rsid w:val="0073772A"/>
    <w:rsid w:val="00741432"/>
    <w:rsid w:val="00741A69"/>
    <w:rsid w:val="00743772"/>
    <w:rsid w:val="00744685"/>
    <w:rsid w:val="007464B3"/>
    <w:rsid w:val="00746DF2"/>
    <w:rsid w:val="00747DB9"/>
    <w:rsid w:val="00750547"/>
    <w:rsid w:val="00751378"/>
    <w:rsid w:val="00751551"/>
    <w:rsid w:val="007537AD"/>
    <w:rsid w:val="007554E2"/>
    <w:rsid w:val="007600C2"/>
    <w:rsid w:val="007600CE"/>
    <w:rsid w:val="00761373"/>
    <w:rsid w:val="00762C25"/>
    <w:rsid w:val="0076538B"/>
    <w:rsid w:val="0076667A"/>
    <w:rsid w:val="00772312"/>
    <w:rsid w:val="00772531"/>
    <w:rsid w:val="00775E32"/>
    <w:rsid w:val="00776A2C"/>
    <w:rsid w:val="007777EE"/>
    <w:rsid w:val="00777B94"/>
    <w:rsid w:val="0078086D"/>
    <w:rsid w:val="007812A1"/>
    <w:rsid w:val="007820D7"/>
    <w:rsid w:val="0078237D"/>
    <w:rsid w:val="00782525"/>
    <w:rsid w:val="007832C7"/>
    <w:rsid w:val="007852EE"/>
    <w:rsid w:val="007858A9"/>
    <w:rsid w:val="00786888"/>
    <w:rsid w:val="00787870"/>
    <w:rsid w:val="00790D8F"/>
    <w:rsid w:val="00790FE0"/>
    <w:rsid w:val="00791653"/>
    <w:rsid w:val="00794B8D"/>
    <w:rsid w:val="00794D55"/>
    <w:rsid w:val="0079527C"/>
    <w:rsid w:val="00797709"/>
    <w:rsid w:val="007A3128"/>
    <w:rsid w:val="007A401C"/>
    <w:rsid w:val="007A7004"/>
    <w:rsid w:val="007B0894"/>
    <w:rsid w:val="007B24C9"/>
    <w:rsid w:val="007B3693"/>
    <w:rsid w:val="007B418D"/>
    <w:rsid w:val="007B6005"/>
    <w:rsid w:val="007B6DF5"/>
    <w:rsid w:val="007C2B16"/>
    <w:rsid w:val="007C4535"/>
    <w:rsid w:val="007C5B5F"/>
    <w:rsid w:val="007C5D9C"/>
    <w:rsid w:val="007C751C"/>
    <w:rsid w:val="007D0DED"/>
    <w:rsid w:val="007D2EBB"/>
    <w:rsid w:val="007D331A"/>
    <w:rsid w:val="007D3BEF"/>
    <w:rsid w:val="007D5982"/>
    <w:rsid w:val="007D5AC9"/>
    <w:rsid w:val="007D5CB8"/>
    <w:rsid w:val="007D6F42"/>
    <w:rsid w:val="007D787D"/>
    <w:rsid w:val="007E2BB9"/>
    <w:rsid w:val="007E3A87"/>
    <w:rsid w:val="007E4615"/>
    <w:rsid w:val="007E7D6F"/>
    <w:rsid w:val="007F056D"/>
    <w:rsid w:val="007F1584"/>
    <w:rsid w:val="007F4A53"/>
    <w:rsid w:val="007F5512"/>
    <w:rsid w:val="007F750A"/>
    <w:rsid w:val="007F7967"/>
    <w:rsid w:val="008022F8"/>
    <w:rsid w:val="0080623F"/>
    <w:rsid w:val="00811692"/>
    <w:rsid w:val="00812F3A"/>
    <w:rsid w:val="008131FA"/>
    <w:rsid w:val="00813BA4"/>
    <w:rsid w:val="0081622F"/>
    <w:rsid w:val="008168EB"/>
    <w:rsid w:val="00817034"/>
    <w:rsid w:val="00817C5E"/>
    <w:rsid w:val="00824DB0"/>
    <w:rsid w:val="00825CEB"/>
    <w:rsid w:val="008268ED"/>
    <w:rsid w:val="00827427"/>
    <w:rsid w:val="0082775B"/>
    <w:rsid w:val="00831968"/>
    <w:rsid w:val="00831D5D"/>
    <w:rsid w:val="0083264E"/>
    <w:rsid w:val="0083391D"/>
    <w:rsid w:val="00834F97"/>
    <w:rsid w:val="008350AB"/>
    <w:rsid w:val="00835B40"/>
    <w:rsid w:val="00837E40"/>
    <w:rsid w:val="0084015D"/>
    <w:rsid w:val="00840686"/>
    <w:rsid w:val="008444E7"/>
    <w:rsid w:val="008445FD"/>
    <w:rsid w:val="00844EF7"/>
    <w:rsid w:val="008470B1"/>
    <w:rsid w:val="0085055B"/>
    <w:rsid w:val="008508A8"/>
    <w:rsid w:val="0085164B"/>
    <w:rsid w:val="00851792"/>
    <w:rsid w:val="00851A31"/>
    <w:rsid w:val="00852150"/>
    <w:rsid w:val="00852DAF"/>
    <w:rsid w:val="008534FC"/>
    <w:rsid w:val="008535AC"/>
    <w:rsid w:val="00857B1B"/>
    <w:rsid w:val="00860CAC"/>
    <w:rsid w:val="00860D54"/>
    <w:rsid w:val="00861481"/>
    <w:rsid w:val="0086189D"/>
    <w:rsid w:val="00861F05"/>
    <w:rsid w:val="00862FF1"/>
    <w:rsid w:val="00863C71"/>
    <w:rsid w:val="00866EA3"/>
    <w:rsid w:val="0086716B"/>
    <w:rsid w:val="00871496"/>
    <w:rsid w:val="00873CE7"/>
    <w:rsid w:val="0087439B"/>
    <w:rsid w:val="0087489C"/>
    <w:rsid w:val="00874CA8"/>
    <w:rsid w:val="00877BF5"/>
    <w:rsid w:val="00880D79"/>
    <w:rsid w:val="00880F24"/>
    <w:rsid w:val="00883B1D"/>
    <w:rsid w:val="008843A9"/>
    <w:rsid w:val="00884616"/>
    <w:rsid w:val="008873B0"/>
    <w:rsid w:val="00887956"/>
    <w:rsid w:val="008905BE"/>
    <w:rsid w:val="00890A5B"/>
    <w:rsid w:val="008927F9"/>
    <w:rsid w:val="008A138F"/>
    <w:rsid w:val="008A1990"/>
    <w:rsid w:val="008A22A3"/>
    <w:rsid w:val="008A605E"/>
    <w:rsid w:val="008A78FD"/>
    <w:rsid w:val="008B1887"/>
    <w:rsid w:val="008B278A"/>
    <w:rsid w:val="008B30CF"/>
    <w:rsid w:val="008B438F"/>
    <w:rsid w:val="008B443A"/>
    <w:rsid w:val="008B670A"/>
    <w:rsid w:val="008B7C51"/>
    <w:rsid w:val="008C06DE"/>
    <w:rsid w:val="008C3600"/>
    <w:rsid w:val="008C4B55"/>
    <w:rsid w:val="008C61F1"/>
    <w:rsid w:val="008C7223"/>
    <w:rsid w:val="008D1ACA"/>
    <w:rsid w:val="008D2998"/>
    <w:rsid w:val="008D2B61"/>
    <w:rsid w:val="008D612C"/>
    <w:rsid w:val="008E0A09"/>
    <w:rsid w:val="008E1019"/>
    <w:rsid w:val="008E155B"/>
    <w:rsid w:val="008E1C26"/>
    <w:rsid w:val="008E4699"/>
    <w:rsid w:val="008E68CC"/>
    <w:rsid w:val="008E6CA3"/>
    <w:rsid w:val="008E7103"/>
    <w:rsid w:val="008E7186"/>
    <w:rsid w:val="008F0297"/>
    <w:rsid w:val="008F0B28"/>
    <w:rsid w:val="008F4F8F"/>
    <w:rsid w:val="008F5935"/>
    <w:rsid w:val="008F7A34"/>
    <w:rsid w:val="00901343"/>
    <w:rsid w:val="0090317B"/>
    <w:rsid w:val="00907F5D"/>
    <w:rsid w:val="00910404"/>
    <w:rsid w:val="00910EE9"/>
    <w:rsid w:val="0091415B"/>
    <w:rsid w:val="0091439C"/>
    <w:rsid w:val="0091481B"/>
    <w:rsid w:val="0091725B"/>
    <w:rsid w:val="00917472"/>
    <w:rsid w:val="00925067"/>
    <w:rsid w:val="009255E0"/>
    <w:rsid w:val="00934209"/>
    <w:rsid w:val="00934C6B"/>
    <w:rsid w:val="0094024D"/>
    <w:rsid w:val="009448B4"/>
    <w:rsid w:val="009459CA"/>
    <w:rsid w:val="00946B2E"/>
    <w:rsid w:val="00947A81"/>
    <w:rsid w:val="00947D02"/>
    <w:rsid w:val="0095159B"/>
    <w:rsid w:val="00953892"/>
    <w:rsid w:val="00953E80"/>
    <w:rsid w:val="0095500C"/>
    <w:rsid w:val="00957139"/>
    <w:rsid w:val="00960468"/>
    <w:rsid w:val="00960564"/>
    <w:rsid w:val="00960FFF"/>
    <w:rsid w:val="00962B6E"/>
    <w:rsid w:val="009634DF"/>
    <w:rsid w:val="00963C92"/>
    <w:rsid w:val="00964903"/>
    <w:rsid w:val="0097176D"/>
    <w:rsid w:val="00977449"/>
    <w:rsid w:val="00977577"/>
    <w:rsid w:val="00977BD7"/>
    <w:rsid w:val="00980B7C"/>
    <w:rsid w:val="0098179F"/>
    <w:rsid w:val="00983C59"/>
    <w:rsid w:val="00983EA3"/>
    <w:rsid w:val="00985327"/>
    <w:rsid w:val="00985C88"/>
    <w:rsid w:val="00987255"/>
    <w:rsid w:val="00991025"/>
    <w:rsid w:val="0099159D"/>
    <w:rsid w:val="00991862"/>
    <w:rsid w:val="00992FE9"/>
    <w:rsid w:val="0099400A"/>
    <w:rsid w:val="00995922"/>
    <w:rsid w:val="009979FC"/>
    <w:rsid w:val="009A224C"/>
    <w:rsid w:val="009A2A08"/>
    <w:rsid w:val="009A3A55"/>
    <w:rsid w:val="009B1023"/>
    <w:rsid w:val="009B3C14"/>
    <w:rsid w:val="009B3DD0"/>
    <w:rsid w:val="009B6A0A"/>
    <w:rsid w:val="009B6D57"/>
    <w:rsid w:val="009B724E"/>
    <w:rsid w:val="009B733F"/>
    <w:rsid w:val="009C0AB3"/>
    <w:rsid w:val="009C1251"/>
    <w:rsid w:val="009C73D3"/>
    <w:rsid w:val="009D07A8"/>
    <w:rsid w:val="009D0F88"/>
    <w:rsid w:val="009D1E36"/>
    <w:rsid w:val="009D2C43"/>
    <w:rsid w:val="009D3F02"/>
    <w:rsid w:val="009D5470"/>
    <w:rsid w:val="009D6019"/>
    <w:rsid w:val="009D6B3F"/>
    <w:rsid w:val="009E17D6"/>
    <w:rsid w:val="009E17E2"/>
    <w:rsid w:val="009E51FC"/>
    <w:rsid w:val="009E5661"/>
    <w:rsid w:val="009E6A68"/>
    <w:rsid w:val="009E7CE3"/>
    <w:rsid w:val="009F14D8"/>
    <w:rsid w:val="009F16CA"/>
    <w:rsid w:val="009F1FA7"/>
    <w:rsid w:val="009F22C6"/>
    <w:rsid w:val="009F3A53"/>
    <w:rsid w:val="009F4762"/>
    <w:rsid w:val="009F5684"/>
    <w:rsid w:val="009F5C1B"/>
    <w:rsid w:val="009F6578"/>
    <w:rsid w:val="009F7FD1"/>
    <w:rsid w:val="00A0050E"/>
    <w:rsid w:val="00A00BDD"/>
    <w:rsid w:val="00A1021F"/>
    <w:rsid w:val="00A10EC9"/>
    <w:rsid w:val="00A129B4"/>
    <w:rsid w:val="00A14093"/>
    <w:rsid w:val="00A155FD"/>
    <w:rsid w:val="00A158E3"/>
    <w:rsid w:val="00A20438"/>
    <w:rsid w:val="00A21806"/>
    <w:rsid w:val="00A2187A"/>
    <w:rsid w:val="00A22A18"/>
    <w:rsid w:val="00A22AE8"/>
    <w:rsid w:val="00A25715"/>
    <w:rsid w:val="00A27083"/>
    <w:rsid w:val="00A301C2"/>
    <w:rsid w:val="00A319F3"/>
    <w:rsid w:val="00A32010"/>
    <w:rsid w:val="00A32F9A"/>
    <w:rsid w:val="00A34919"/>
    <w:rsid w:val="00A37057"/>
    <w:rsid w:val="00A3732D"/>
    <w:rsid w:val="00A374C7"/>
    <w:rsid w:val="00A438F7"/>
    <w:rsid w:val="00A4466C"/>
    <w:rsid w:val="00A44914"/>
    <w:rsid w:val="00A468B9"/>
    <w:rsid w:val="00A47740"/>
    <w:rsid w:val="00A51AAB"/>
    <w:rsid w:val="00A53753"/>
    <w:rsid w:val="00A53BDE"/>
    <w:rsid w:val="00A548D4"/>
    <w:rsid w:val="00A55408"/>
    <w:rsid w:val="00A57835"/>
    <w:rsid w:val="00A608CD"/>
    <w:rsid w:val="00A60AA4"/>
    <w:rsid w:val="00A6259C"/>
    <w:rsid w:val="00A63B48"/>
    <w:rsid w:val="00A63BB5"/>
    <w:rsid w:val="00A65C0F"/>
    <w:rsid w:val="00A66CF5"/>
    <w:rsid w:val="00A73E1C"/>
    <w:rsid w:val="00A7429F"/>
    <w:rsid w:val="00A76FD9"/>
    <w:rsid w:val="00A7706D"/>
    <w:rsid w:val="00A7745D"/>
    <w:rsid w:val="00A77975"/>
    <w:rsid w:val="00A828BA"/>
    <w:rsid w:val="00A8473F"/>
    <w:rsid w:val="00A9022B"/>
    <w:rsid w:val="00A927A6"/>
    <w:rsid w:val="00A929FB"/>
    <w:rsid w:val="00A93738"/>
    <w:rsid w:val="00AA2794"/>
    <w:rsid w:val="00AA3126"/>
    <w:rsid w:val="00AA5CAB"/>
    <w:rsid w:val="00AA6391"/>
    <w:rsid w:val="00AA75A7"/>
    <w:rsid w:val="00AA75FC"/>
    <w:rsid w:val="00AB1BA6"/>
    <w:rsid w:val="00AB51B8"/>
    <w:rsid w:val="00AB5A9F"/>
    <w:rsid w:val="00AB5B45"/>
    <w:rsid w:val="00AC10BF"/>
    <w:rsid w:val="00AC1C18"/>
    <w:rsid w:val="00AC221B"/>
    <w:rsid w:val="00AC2C68"/>
    <w:rsid w:val="00AC34D0"/>
    <w:rsid w:val="00AC3585"/>
    <w:rsid w:val="00AC51A9"/>
    <w:rsid w:val="00AC77ED"/>
    <w:rsid w:val="00AD1A2B"/>
    <w:rsid w:val="00AD3408"/>
    <w:rsid w:val="00AD3FB6"/>
    <w:rsid w:val="00AD495E"/>
    <w:rsid w:val="00AD56A3"/>
    <w:rsid w:val="00AD5CC0"/>
    <w:rsid w:val="00AD5E13"/>
    <w:rsid w:val="00AD5EB5"/>
    <w:rsid w:val="00AD62C9"/>
    <w:rsid w:val="00AD779F"/>
    <w:rsid w:val="00AE0131"/>
    <w:rsid w:val="00AE098D"/>
    <w:rsid w:val="00AE0E83"/>
    <w:rsid w:val="00AE3582"/>
    <w:rsid w:val="00AE4E59"/>
    <w:rsid w:val="00AE5A68"/>
    <w:rsid w:val="00AE6390"/>
    <w:rsid w:val="00AE64AB"/>
    <w:rsid w:val="00AE689F"/>
    <w:rsid w:val="00AE781D"/>
    <w:rsid w:val="00AF02DB"/>
    <w:rsid w:val="00AF05CF"/>
    <w:rsid w:val="00AF2A9F"/>
    <w:rsid w:val="00AF3D2E"/>
    <w:rsid w:val="00AF497A"/>
    <w:rsid w:val="00B00248"/>
    <w:rsid w:val="00B00D00"/>
    <w:rsid w:val="00B0220E"/>
    <w:rsid w:val="00B03D0A"/>
    <w:rsid w:val="00B0404E"/>
    <w:rsid w:val="00B041E6"/>
    <w:rsid w:val="00B044F0"/>
    <w:rsid w:val="00B04ABB"/>
    <w:rsid w:val="00B04B22"/>
    <w:rsid w:val="00B04B85"/>
    <w:rsid w:val="00B06913"/>
    <w:rsid w:val="00B06A4D"/>
    <w:rsid w:val="00B07581"/>
    <w:rsid w:val="00B07ACE"/>
    <w:rsid w:val="00B14BE5"/>
    <w:rsid w:val="00B15460"/>
    <w:rsid w:val="00B16031"/>
    <w:rsid w:val="00B20FFD"/>
    <w:rsid w:val="00B212B9"/>
    <w:rsid w:val="00B224C1"/>
    <w:rsid w:val="00B2263C"/>
    <w:rsid w:val="00B2422E"/>
    <w:rsid w:val="00B246C7"/>
    <w:rsid w:val="00B24C40"/>
    <w:rsid w:val="00B27AFF"/>
    <w:rsid w:val="00B30B3B"/>
    <w:rsid w:val="00B32711"/>
    <w:rsid w:val="00B32805"/>
    <w:rsid w:val="00B3287C"/>
    <w:rsid w:val="00B34102"/>
    <w:rsid w:val="00B3527A"/>
    <w:rsid w:val="00B35A4E"/>
    <w:rsid w:val="00B37A2E"/>
    <w:rsid w:val="00B40CF1"/>
    <w:rsid w:val="00B41272"/>
    <w:rsid w:val="00B41AE0"/>
    <w:rsid w:val="00B42F72"/>
    <w:rsid w:val="00B43117"/>
    <w:rsid w:val="00B4558A"/>
    <w:rsid w:val="00B47A42"/>
    <w:rsid w:val="00B501A2"/>
    <w:rsid w:val="00B5079C"/>
    <w:rsid w:val="00B52BDD"/>
    <w:rsid w:val="00B53C2E"/>
    <w:rsid w:val="00B56195"/>
    <w:rsid w:val="00B57D64"/>
    <w:rsid w:val="00B60993"/>
    <w:rsid w:val="00B60ECE"/>
    <w:rsid w:val="00B618FF"/>
    <w:rsid w:val="00B61BCE"/>
    <w:rsid w:val="00B627B1"/>
    <w:rsid w:val="00B666FE"/>
    <w:rsid w:val="00B66A91"/>
    <w:rsid w:val="00B66D2C"/>
    <w:rsid w:val="00B72691"/>
    <w:rsid w:val="00B73259"/>
    <w:rsid w:val="00B738E9"/>
    <w:rsid w:val="00B74DEE"/>
    <w:rsid w:val="00B7522A"/>
    <w:rsid w:val="00B77B31"/>
    <w:rsid w:val="00B81C9C"/>
    <w:rsid w:val="00B85D23"/>
    <w:rsid w:val="00B860B2"/>
    <w:rsid w:val="00B8632B"/>
    <w:rsid w:val="00B866DD"/>
    <w:rsid w:val="00B86D8B"/>
    <w:rsid w:val="00B91BAC"/>
    <w:rsid w:val="00B932A1"/>
    <w:rsid w:val="00B942EB"/>
    <w:rsid w:val="00B971D1"/>
    <w:rsid w:val="00B97E47"/>
    <w:rsid w:val="00BA1609"/>
    <w:rsid w:val="00BA21EC"/>
    <w:rsid w:val="00BA3182"/>
    <w:rsid w:val="00BA4625"/>
    <w:rsid w:val="00BA704A"/>
    <w:rsid w:val="00BA7744"/>
    <w:rsid w:val="00BB2D49"/>
    <w:rsid w:val="00BB3C37"/>
    <w:rsid w:val="00BB6927"/>
    <w:rsid w:val="00BB6F0D"/>
    <w:rsid w:val="00BC24E4"/>
    <w:rsid w:val="00BC269F"/>
    <w:rsid w:val="00BC2B23"/>
    <w:rsid w:val="00BC3C4F"/>
    <w:rsid w:val="00BC67AE"/>
    <w:rsid w:val="00BC757C"/>
    <w:rsid w:val="00BD3FFF"/>
    <w:rsid w:val="00BD496F"/>
    <w:rsid w:val="00BD4AB6"/>
    <w:rsid w:val="00BD6308"/>
    <w:rsid w:val="00BD6955"/>
    <w:rsid w:val="00BD6F2E"/>
    <w:rsid w:val="00BD70D3"/>
    <w:rsid w:val="00BD7574"/>
    <w:rsid w:val="00BE0330"/>
    <w:rsid w:val="00BE13EC"/>
    <w:rsid w:val="00BE48AF"/>
    <w:rsid w:val="00BE5CFE"/>
    <w:rsid w:val="00BE641F"/>
    <w:rsid w:val="00BE6EE0"/>
    <w:rsid w:val="00BF0488"/>
    <w:rsid w:val="00BF1489"/>
    <w:rsid w:val="00BF1CD8"/>
    <w:rsid w:val="00BF31B0"/>
    <w:rsid w:val="00BF49E0"/>
    <w:rsid w:val="00BF4ED9"/>
    <w:rsid w:val="00BF5959"/>
    <w:rsid w:val="00C0302C"/>
    <w:rsid w:val="00C035E3"/>
    <w:rsid w:val="00C03CA3"/>
    <w:rsid w:val="00C03F29"/>
    <w:rsid w:val="00C051EB"/>
    <w:rsid w:val="00C059C4"/>
    <w:rsid w:val="00C06005"/>
    <w:rsid w:val="00C0757E"/>
    <w:rsid w:val="00C07670"/>
    <w:rsid w:val="00C106AA"/>
    <w:rsid w:val="00C10A28"/>
    <w:rsid w:val="00C1133B"/>
    <w:rsid w:val="00C11B28"/>
    <w:rsid w:val="00C12D99"/>
    <w:rsid w:val="00C15405"/>
    <w:rsid w:val="00C161B8"/>
    <w:rsid w:val="00C16A91"/>
    <w:rsid w:val="00C179C2"/>
    <w:rsid w:val="00C201DE"/>
    <w:rsid w:val="00C20459"/>
    <w:rsid w:val="00C210E8"/>
    <w:rsid w:val="00C23C97"/>
    <w:rsid w:val="00C26774"/>
    <w:rsid w:val="00C30363"/>
    <w:rsid w:val="00C303CB"/>
    <w:rsid w:val="00C30A28"/>
    <w:rsid w:val="00C3787C"/>
    <w:rsid w:val="00C37C61"/>
    <w:rsid w:val="00C37F67"/>
    <w:rsid w:val="00C4000E"/>
    <w:rsid w:val="00C426E3"/>
    <w:rsid w:val="00C50AC0"/>
    <w:rsid w:val="00C52692"/>
    <w:rsid w:val="00C53727"/>
    <w:rsid w:val="00C55E4D"/>
    <w:rsid w:val="00C55F36"/>
    <w:rsid w:val="00C57EB9"/>
    <w:rsid w:val="00C61FC3"/>
    <w:rsid w:val="00C62897"/>
    <w:rsid w:val="00C63C2C"/>
    <w:rsid w:val="00C641A4"/>
    <w:rsid w:val="00C705D8"/>
    <w:rsid w:val="00C706C7"/>
    <w:rsid w:val="00C708BB"/>
    <w:rsid w:val="00C719B4"/>
    <w:rsid w:val="00C73F2B"/>
    <w:rsid w:val="00C742A0"/>
    <w:rsid w:val="00C7442A"/>
    <w:rsid w:val="00C75413"/>
    <w:rsid w:val="00C763A4"/>
    <w:rsid w:val="00C85940"/>
    <w:rsid w:val="00C86151"/>
    <w:rsid w:val="00C868D7"/>
    <w:rsid w:val="00C86E18"/>
    <w:rsid w:val="00C912F5"/>
    <w:rsid w:val="00C93C7B"/>
    <w:rsid w:val="00C9656A"/>
    <w:rsid w:val="00C97C3E"/>
    <w:rsid w:val="00CA2F8C"/>
    <w:rsid w:val="00CA3966"/>
    <w:rsid w:val="00CA4089"/>
    <w:rsid w:val="00CA4BE8"/>
    <w:rsid w:val="00CA5B0D"/>
    <w:rsid w:val="00CB34BE"/>
    <w:rsid w:val="00CB4F31"/>
    <w:rsid w:val="00CB79E9"/>
    <w:rsid w:val="00CC0A7F"/>
    <w:rsid w:val="00CC2BE6"/>
    <w:rsid w:val="00CC6A94"/>
    <w:rsid w:val="00CD438C"/>
    <w:rsid w:val="00CD565D"/>
    <w:rsid w:val="00CD56D3"/>
    <w:rsid w:val="00CE577E"/>
    <w:rsid w:val="00CE57AF"/>
    <w:rsid w:val="00CE5B00"/>
    <w:rsid w:val="00CE71B8"/>
    <w:rsid w:val="00CE78A8"/>
    <w:rsid w:val="00CF0A76"/>
    <w:rsid w:val="00CF3E17"/>
    <w:rsid w:val="00CF4BFC"/>
    <w:rsid w:val="00CF5938"/>
    <w:rsid w:val="00CF7590"/>
    <w:rsid w:val="00D001A7"/>
    <w:rsid w:val="00D02A02"/>
    <w:rsid w:val="00D03B62"/>
    <w:rsid w:val="00D0634E"/>
    <w:rsid w:val="00D06C05"/>
    <w:rsid w:val="00D07E61"/>
    <w:rsid w:val="00D106D0"/>
    <w:rsid w:val="00D121C6"/>
    <w:rsid w:val="00D1369E"/>
    <w:rsid w:val="00D13C27"/>
    <w:rsid w:val="00D15100"/>
    <w:rsid w:val="00D15ADF"/>
    <w:rsid w:val="00D15C37"/>
    <w:rsid w:val="00D17E85"/>
    <w:rsid w:val="00D2166E"/>
    <w:rsid w:val="00D22DDF"/>
    <w:rsid w:val="00D268DD"/>
    <w:rsid w:val="00D27051"/>
    <w:rsid w:val="00D2740C"/>
    <w:rsid w:val="00D27D32"/>
    <w:rsid w:val="00D314E4"/>
    <w:rsid w:val="00D32027"/>
    <w:rsid w:val="00D325DF"/>
    <w:rsid w:val="00D41560"/>
    <w:rsid w:val="00D4288D"/>
    <w:rsid w:val="00D42D77"/>
    <w:rsid w:val="00D44054"/>
    <w:rsid w:val="00D476B0"/>
    <w:rsid w:val="00D47DFC"/>
    <w:rsid w:val="00D51797"/>
    <w:rsid w:val="00D52B66"/>
    <w:rsid w:val="00D53250"/>
    <w:rsid w:val="00D53E0E"/>
    <w:rsid w:val="00D55092"/>
    <w:rsid w:val="00D551F0"/>
    <w:rsid w:val="00D56161"/>
    <w:rsid w:val="00D56ADF"/>
    <w:rsid w:val="00D6033A"/>
    <w:rsid w:val="00D603AF"/>
    <w:rsid w:val="00D708A7"/>
    <w:rsid w:val="00D70D5A"/>
    <w:rsid w:val="00D724A8"/>
    <w:rsid w:val="00D736CF"/>
    <w:rsid w:val="00D73BDD"/>
    <w:rsid w:val="00D73FA8"/>
    <w:rsid w:val="00D75BA3"/>
    <w:rsid w:val="00D76EB9"/>
    <w:rsid w:val="00D77BCC"/>
    <w:rsid w:val="00D81553"/>
    <w:rsid w:val="00D81A25"/>
    <w:rsid w:val="00D81F72"/>
    <w:rsid w:val="00D825CD"/>
    <w:rsid w:val="00D827DC"/>
    <w:rsid w:val="00D82D53"/>
    <w:rsid w:val="00D8387E"/>
    <w:rsid w:val="00D83B18"/>
    <w:rsid w:val="00D8638E"/>
    <w:rsid w:val="00D871DF"/>
    <w:rsid w:val="00D87ED4"/>
    <w:rsid w:val="00D903FA"/>
    <w:rsid w:val="00D916BE"/>
    <w:rsid w:val="00D95D62"/>
    <w:rsid w:val="00D97E28"/>
    <w:rsid w:val="00DA28C2"/>
    <w:rsid w:val="00DA7741"/>
    <w:rsid w:val="00DB1C09"/>
    <w:rsid w:val="00DB1FC0"/>
    <w:rsid w:val="00DB26E3"/>
    <w:rsid w:val="00DB404C"/>
    <w:rsid w:val="00DB7711"/>
    <w:rsid w:val="00DC0679"/>
    <w:rsid w:val="00DC608A"/>
    <w:rsid w:val="00DC6E2A"/>
    <w:rsid w:val="00DC7A12"/>
    <w:rsid w:val="00DD187F"/>
    <w:rsid w:val="00DD2228"/>
    <w:rsid w:val="00DD3D20"/>
    <w:rsid w:val="00DD41D5"/>
    <w:rsid w:val="00DD4C9E"/>
    <w:rsid w:val="00DD747B"/>
    <w:rsid w:val="00DD772E"/>
    <w:rsid w:val="00DE05AF"/>
    <w:rsid w:val="00DE140F"/>
    <w:rsid w:val="00DE155F"/>
    <w:rsid w:val="00DF313B"/>
    <w:rsid w:val="00DF46AD"/>
    <w:rsid w:val="00DF474C"/>
    <w:rsid w:val="00DF4CDD"/>
    <w:rsid w:val="00DF7D09"/>
    <w:rsid w:val="00DF7D56"/>
    <w:rsid w:val="00E00F22"/>
    <w:rsid w:val="00E019F9"/>
    <w:rsid w:val="00E01C89"/>
    <w:rsid w:val="00E02324"/>
    <w:rsid w:val="00E033F5"/>
    <w:rsid w:val="00E10063"/>
    <w:rsid w:val="00E11C4D"/>
    <w:rsid w:val="00E139F7"/>
    <w:rsid w:val="00E15C58"/>
    <w:rsid w:val="00E1640A"/>
    <w:rsid w:val="00E17D7E"/>
    <w:rsid w:val="00E21CDA"/>
    <w:rsid w:val="00E24DF3"/>
    <w:rsid w:val="00E3057B"/>
    <w:rsid w:val="00E326D7"/>
    <w:rsid w:val="00E336C5"/>
    <w:rsid w:val="00E3412C"/>
    <w:rsid w:val="00E43DF0"/>
    <w:rsid w:val="00E4756B"/>
    <w:rsid w:val="00E50AC5"/>
    <w:rsid w:val="00E51DC4"/>
    <w:rsid w:val="00E52BBB"/>
    <w:rsid w:val="00E52F3F"/>
    <w:rsid w:val="00E53799"/>
    <w:rsid w:val="00E54386"/>
    <w:rsid w:val="00E6191D"/>
    <w:rsid w:val="00E61A7B"/>
    <w:rsid w:val="00E641CB"/>
    <w:rsid w:val="00E66B74"/>
    <w:rsid w:val="00E6781A"/>
    <w:rsid w:val="00E67846"/>
    <w:rsid w:val="00E7053C"/>
    <w:rsid w:val="00E71837"/>
    <w:rsid w:val="00E719D3"/>
    <w:rsid w:val="00E71F73"/>
    <w:rsid w:val="00E723BE"/>
    <w:rsid w:val="00E73607"/>
    <w:rsid w:val="00E7430D"/>
    <w:rsid w:val="00E75027"/>
    <w:rsid w:val="00E76C74"/>
    <w:rsid w:val="00E82FA0"/>
    <w:rsid w:val="00E83167"/>
    <w:rsid w:val="00E83FC7"/>
    <w:rsid w:val="00E843FD"/>
    <w:rsid w:val="00E85142"/>
    <w:rsid w:val="00E8670C"/>
    <w:rsid w:val="00E86810"/>
    <w:rsid w:val="00E90736"/>
    <w:rsid w:val="00E926DA"/>
    <w:rsid w:val="00E94C6A"/>
    <w:rsid w:val="00E95EBC"/>
    <w:rsid w:val="00E97418"/>
    <w:rsid w:val="00EA0643"/>
    <w:rsid w:val="00EA24FB"/>
    <w:rsid w:val="00EA30C1"/>
    <w:rsid w:val="00EA3392"/>
    <w:rsid w:val="00EA4475"/>
    <w:rsid w:val="00EA5B71"/>
    <w:rsid w:val="00EA5C46"/>
    <w:rsid w:val="00EB0917"/>
    <w:rsid w:val="00EB21A2"/>
    <w:rsid w:val="00EB376A"/>
    <w:rsid w:val="00EB3DD7"/>
    <w:rsid w:val="00EB67AD"/>
    <w:rsid w:val="00EC0EAC"/>
    <w:rsid w:val="00EC108C"/>
    <w:rsid w:val="00EC2C94"/>
    <w:rsid w:val="00EC3778"/>
    <w:rsid w:val="00EC50F2"/>
    <w:rsid w:val="00EC654E"/>
    <w:rsid w:val="00EC7F5C"/>
    <w:rsid w:val="00ED0162"/>
    <w:rsid w:val="00ED12F8"/>
    <w:rsid w:val="00ED3C01"/>
    <w:rsid w:val="00ED7DA1"/>
    <w:rsid w:val="00EE0B28"/>
    <w:rsid w:val="00EE107D"/>
    <w:rsid w:val="00EE4A24"/>
    <w:rsid w:val="00EE52A4"/>
    <w:rsid w:val="00EE52FC"/>
    <w:rsid w:val="00EE5EC6"/>
    <w:rsid w:val="00EE62B8"/>
    <w:rsid w:val="00EE7366"/>
    <w:rsid w:val="00EE79DA"/>
    <w:rsid w:val="00EE7A92"/>
    <w:rsid w:val="00EF17F2"/>
    <w:rsid w:val="00EF19D5"/>
    <w:rsid w:val="00EF3753"/>
    <w:rsid w:val="00EF5DA1"/>
    <w:rsid w:val="00F0027D"/>
    <w:rsid w:val="00F01D24"/>
    <w:rsid w:val="00F033D8"/>
    <w:rsid w:val="00F05E4A"/>
    <w:rsid w:val="00F060B1"/>
    <w:rsid w:val="00F071E6"/>
    <w:rsid w:val="00F11241"/>
    <w:rsid w:val="00F11C83"/>
    <w:rsid w:val="00F11D70"/>
    <w:rsid w:val="00F12221"/>
    <w:rsid w:val="00F1541C"/>
    <w:rsid w:val="00F15FBD"/>
    <w:rsid w:val="00F177F3"/>
    <w:rsid w:val="00F210B1"/>
    <w:rsid w:val="00F22FD0"/>
    <w:rsid w:val="00F233A2"/>
    <w:rsid w:val="00F2345B"/>
    <w:rsid w:val="00F248C8"/>
    <w:rsid w:val="00F25000"/>
    <w:rsid w:val="00F327B9"/>
    <w:rsid w:val="00F32DF9"/>
    <w:rsid w:val="00F339A2"/>
    <w:rsid w:val="00F358D1"/>
    <w:rsid w:val="00F35CA5"/>
    <w:rsid w:val="00F4143E"/>
    <w:rsid w:val="00F417F8"/>
    <w:rsid w:val="00F437E2"/>
    <w:rsid w:val="00F43A76"/>
    <w:rsid w:val="00F467D8"/>
    <w:rsid w:val="00F47816"/>
    <w:rsid w:val="00F55558"/>
    <w:rsid w:val="00F56DCF"/>
    <w:rsid w:val="00F61CE5"/>
    <w:rsid w:val="00F63694"/>
    <w:rsid w:val="00F66025"/>
    <w:rsid w:val="00F66560"/>
    <w:rsid w:val="00F66FEF"/>
    <w:rsid w:val="00F7197E"/>
    <w:rsid w:val="00F72E9B"/>
    <w:rsid w:val="00F74DF2"/>
    <w:rsid w:val="00F74E17"/>
    <w:rsid w:val="00F80046"/>
    <w:rsid w:val="00F800B1"/>
    <w:rsid w:val="00F82884"/>
    <w:rsid w:val="00F833D4"/>
    <w:rsid w:val="00F84EE1"/>
    <w:rsid w:val="00F86854"/>
    <w:rsid w:val="00F90146"/>
    <w:rsid w:val="00F929E4"/>
    <w:rsid w:val="00F9385F"/>
    <w:rsid w:val="00F93C9F"/>
    <w:rsid w:val="00F95739"/>
    <w:rsid w:val="00FA0F73"/>
    <w:rsid w:val="00FA15AE"/>
    <w:rsid w:val="00FA1F22"/>
    <w:rsid w:val="00FA2F9E"/>
    <w:rsid w:val="00FA4130"/>
    <w:rsid w:val="00FA6060"/>
    <w:rsid w:val="00FA68DA"/>
    <w:rsid w:val="00FA69C3"/>
    <w:rsid w:val="00FA6DBB"/>
    <w:rsid w:val="00FA7201"/>
    <w:rsid w:val="00FB097F"/>
    <w:rsid w:val="00FB126F"/>
    <w:rsid w:val="00FB2DAB"/>
    <w:rsid w:val="00FB49E2"/>
    <w:rsid w:val="00FB546B"/>
    <w:rsid w:val="00FB659D"/>
    <w:rsid w:val="00FB66A1"/>
    <w:rsid w:val="00FB7915"/>
    <w:rsid w:val="00FC08B2"/>
    <w:rsid w:val="00FC2156"/>
    <w:rsid w:val="00FC5C72"/>
    <w:rsid w:val="00FC5FF4"/>
    <w:rsid w:val="00FC6299"/>
    <w:rsid w:val="00FD01F2"/>
    <w:rsid w:val="00FD118C"/>
    <w:rsid w:val="00FD1483"/>
    <w:rsid w:val="00FD2A96"/>
    <w:rsid w:val="00FD437D"/>
    <w:rsid w:val="00FD5B15"/>
    <w:rsid w:val="00FD5F3D"/>
    <w:rsid w:val="00FD718E"/>
    <w:rsid w:val="00FD7928"/>
    <w:rsid w:val="00FE103A"/>
    <w:rsid w:val="00FE2F3C"/>
    <w:rsid w:val="00FE3A0D"/>
    <w:rsid w:val="00FE3CDE"/>
    <w:rsid w:val="00FE4424"/>
    <w:rsid w:val="00FE5610"/>
    <w:rsid w:val="00FE7EE0"/>
    <w:rsid w:val="00FF241C"/>
    <w:rsid w:val="00FF40DB"/>
    <w:rsid w:val="00FF5B7B"/>
    <w:rsid w:val="00FF682D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5B19A"/>
  <w15:chartTrackingRefBased/>
  <w15:docId w15:val="{737BF2CA-50C7-42C5-87DC-7400501CC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180E0A"/>
    <w:pPr>
      <w:jc w:val="both"/>
    </w:pPr>
    <w:rPr>
      <w:rFonts w:ascii="Arial" w:hAnsi="Arial" w:cs="Arial"/>
      <w:lang w:val="en-GB"/>
    </w:rPr>
  </w:style>
  <w:style w:type="paragraph" w:styleId="Pealkiri1">
    <w:name w:val="heading 1"/>
    <w:aliases w:val="Title_0,SP-Heading 1"/>
    <w:basedOn w:val="Normaallaad"/>
    <w:next w:val="Normaallaad"/>
    <w:link w:val="Pealkiri1Mrk"/>
    <w:uiPriority w:val="1"/>
    <w:qFormat/>
    <w:rsid w:val="0030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10069F"/>
      <w:sz w:val="44"/>
      <w:szCs w:val="32"/>
    </w:rPr>
  </w:style>
  <w:style w:type="paragraph" w:styleId="Pealkiri2">
    <w:name w:val="heading 2"/>
    <w:aliases w:val="Title_1,SP-Heading 2"/>
    <w:basedOn w:val="Normaallaad"/>
    <w:next w:val="Normaallaad"/>
    <w:link w:val="Pealkiri2Mrk"/>
    <w:uiPriority w:val="1"/>
    <w:unhideWhenUsed/>
    <w:qFormat/>
    <w:rsid w:val="0014017A"/>
    <w:pPr>
      <w:keepNext/>
      <w:keepLines/>
      <w:spacing w:before="600" w:after="360"/>
      <w:outlineLvl w:val="1"/>
    </w:pPr>
    <w:rPr>
      <w:rFonts w:eastAsiaTheme="majorEastAsia"/>
      <w:color w:val="10069F"/>
      <w:sz w:val="32"/>
      <w:szCs w:val="26"/>
    </w:rPr>
  </w:style>
  <w:style w:type="paragraph" w:styleId="Pealkiri3">
    <w:name w:val="heading 3"/>
    <w:aliases w:val="Title_2,SP-Heading 3"/>
    <w:basedOn w:val="Normaallaad"/>
    <w:next w:val="Normaallaad"/>
    <w:link w:val="Pealkiri3Mrk"/>
    <w:uiPriority w:val="1"/>
    <w:unhideWhenUsed/>
    <w:qFormat/>
    <w:rsid w:val="001C7806"/>
    <w:pPr>
      <w:spacing w:before="360" w:after="240"/>
      <w:outlineLvl w:val="2"/>
    </w:pPr>
    <w:rPr>
      <w:caps/>
      <w:color w:val="56C2DE"/>
    </w:rPr>
  </w:style>
  <w:style w:type="paragraph" w:styleId="Pealkiri4">
    <w:name w:val="heading 4"/>
    <w:aliases w:val="Title_3,SP-Heading 4"/>
    <w:basedOn w:val="Normaallaad"/>
    <w:next w:val="Normaallaad"/>
    <w:link w:val="Pealkiri4Mrk"/>
    <w:unhideWhenUsed/>
    <w:qFormat/>
    <w:rsid w:val="00E02324"/>
    <w:pPr>
      <w:keepNext/>
      <w:keepLines/>
      <w:spacing w:before="360" w:after="240"/>
      <w:outlineLvl w:val="3"/>
    </w:pPr>
    <w:rPr>
      <w:rFonts w:eastAsiaTheme="majorEastAsia"/>
      <w:i/>
      <w:iCs/>
      <w:smallCaps/>
    </w:rPr>
  </w:style>
  <w:style w:type="paragraph" w:styleId="Pealkiri5">
    <w:name w:val="heading 5"/>
    <w:aliases w:val="SP-Heading 5"/>
    <w:basedOn w:val="Normaallaad"/>
    <w:next w:val="Normaallaad"/>
    <w:link w:val="Pealkiri5Mrk"/>
    <w:qFormat/>
    <w:rsid w:val="00B04B85"/>
    <w:pPr>
      <w:keepNext/>
      <w:keepLines/>
      <w:spacing w:before="240" w:after="120" w:line="240" w:lineRule="atLeast"/>
      <w:jc w:val="left"/>
      <w:outlineLvl w:val="4"/>
    </w:pPr>
    <w:rPr>
      <w:rFonts w:eastAsiaTheme="majorEastAsia" w:cstheme="majorBidi"/>
      <w:b/>
      <w:sz w:val="20"/>
      <w:szCs w:val="24"/>
    </w:rPr>
  </w:style>
  <w:style w:type="paragraph" w:styleId="Pealkiri6">
    <w:name w:val="heading 6"/>
    <w:aliases w:val="SP-Heading 6"/>
    <w:basedOn w:val="Normaallaad"/>
    <w:next w:val="Normaallaad"/>
    <w:link w:val="Pealkiri6Mrk"/>
    <w:qFormat/>
    <w:rsid w:val="00B04B85"/>
    <w:pPr>
      <w:keepNext/>
      <w:keepLines/>
      <w:spacing w:before="240" w:after="120" w:line="240" w:lineRule="atLeast"/>
      <w:jc w:val="left"/>
      <w:outlineLvl w:val="5"/>
    </w:pPr>
    <w:rPr>
      <w:rFonts w:eastAsiaTheme="majorEastAsia" w:cstheme="majorBidi"/>
      <w:b/>
      <w:iCs/>
      <w:sz w:val="20"/>
      <w:szCs w:val="24"/>
    </w:rPr>
  </w:style>
  <w:style w:type="paragraph" w:styleId="Pealkiri7">
    <w:name w:val="heading 7"/>
    <w:aliases w:val="SP-Heading 7"/>
    <w:basedOn w:val="Normaallaad"/>
    <w:next w:val="Normaallaad"/>
    <w:link w:val="Pealkiri7Mrk"/>
    <w:qFormat/>
    <w:rsid w:val="00B04B85"/>
    <w:pPr>
      <w:spacing w:before="240" w:after="120" w:line="360" w:lineRule="exact"/>
      <w:jc w:val="left"/>
      <w:outlineLvl w:val="6"/>
    </w:pPr>
    <w:rPr>
      <w:rFonts w:eastAsiaTheme="minorEastAsia" w:cstheme="minorBidi"/>
      <w:b/>
      <w:color w:val="00338D"/>
      <w:sz w:val="20"/>
      <w:szCs w:val="24"/>
    </w:rPr>
  </w:style>
  <w:style w:type="paragraph" w:styleId="Pealkiri8">
    <w:name w:val="heading 8"/>
    <w:aliases w:val="Títle_4,SP-Heading 8"/>
    <w:basedOn w:val="Normaallaad"/>
    <w:next w:val="Normaallaad"/>
    <w:link w:val="Pealkiri8Mrk"/>
    <w:qFormat/>
    <w:rsid w:val="00B618FF"/>
    <w:pPr>
      <w:outlineLvl w:val="7"/>
    </w:pPr>
  </w:style>
  <w:style w:type="paragraph" w:styleId="Pealkiri9">
    <w:name w:val="heading 9"/>
    <w:aliases w:val="Appendix,SP-Heading 9"/>
    <w:basedOn w:val="Normaallaad"/>
    <w:next w:val="Normaallaad"/>
    <w:link w:val="Pealkiri9Mrk"/>
    <w:unhideWhenUsed/>
    <w:qFormat/>
    <w:rsid w:val="00A65C0F"/>
    <w:pPr>
      <w:keepNext/>
      <w:keepLines/>
      <w:spacing w:before="40" w:after="0"/>
      <w:ind w:left="1584" w:hanging="1584"/>
      <w:jc w:val="center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aliases w:val="Dariaus_ lent"/>
    <w:basedOn w:val="Normaaltabel"/>
    <w:uiPriority w:val="59"/>
    <w:rsid w:val="00C93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uuttabel4rhk5">
    <w:name w:val="Grid Table 4 Accent 5"/>
    <w:basedOn w:val="Normaaltabel"/>
    <w:uiPriority w:val="49"/>
    <w:rsid w:val="00C93C7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Loendilik">
    <w:name w:val="List Paragraph"/>
    <w:aliases w:val="Normal bullet 2,Bullet list,List Paragraph1,SP-List Paragraph,başlık,Normal Text"/>
    <w:basedOn w:val="Normaallaad"/>
    <w:link w:val="LoendilikMrk"/>
    <w:uiPriority w:val="34"/>
    <w:qFormat/>
    <w:rsid w:val="00551AD4"/>
    <w:pPr>
      <w:ind w:left="720"/>
      <w:contextualSpacing/>
    </w:pPr>
  </w:style>
  <w:style w:type="character" w:customStyle="1" w:styleId="Pealkiri2Mrk">
    <w:name w:val="Pealkiri 2 Märk"/>
    <w:aliases w:val="Title_1 Märk,SP-Heading 2 Märk"/>
    <w:basedOn w:val="Liguvaikefont"/>
    <w:link w:val="Pealkiri2"/>
    <w:uiPriority w:val="1"/>
    <w:rsid w:val="0014017A"/>
    <w:rPr>
      <w:rFonts w:ascii="Arial" w:eastAsiaTheme="majorEastAsia" w:hAnsi="Arial" w:cs="Arial"/>
      <w:color w:val="10069F"/>
      <w:sz w:val="32"/>
      <w:szCs w:val="26"/>
      <w:lang w:val="en-GB"/>
    </w:rPr>
  </w:style>
  <w:style w:type="character" w:customStyle="1" w:styleId="Pealkiri3Mrk">
    <w:name w:val="Pealkiri 3 Märk"/>
    <w:aliases w:val="Title_2 Märk,SP-Heading 3 Märk"/>
    <w:basedOn w:val="Liguvaikefont"/>
    <w:link w:val="Pealkiri3"/>
    <w:uiPriority w:val="1"/>
    <w:rsid w:val="001C7806"/>
    <w:rPr>
      <w:rFonts w:ascii="Arial" w:hAnsi="Arial" w:cs="Arial"/>
      <w:caps/>
      <w:color w:val="56C2DE"/>
      <w:lang w:val="en-GB"/>
    </w:rPr>
  </w:style>
  <w:style w:type="paragraph" w:customStyle="1" w:styleId="Bullet">
    <w:name w:val="Bullet"/>
    <w:basedOn w:val="Normaallaad"/>
    <w:link w:val="BulletCar"/>
    <w:qFormat/>
    <w:rsid w:val="00C426E3"/>
    <w:pPr>
      <w:numPr>
        <w:numId w:val="1"/>
      </w:numPr>
      <w:ind w:left="426"/>
    </w:pPr>
  </w:style>
  <w:style w:type="character" w:customStyle="1" w:styleId="Pealkiri1Mrk">
    <w:name w:val="Pealkiri 1 Märk"/>
    <w:aliases w:val="Title_0 Märk,SP-Heading 1 Märk"/>
    <w:basedOn w:val="Liguvaikefont"/>
    <w:link w:val="Pealkiri1"/>
    <w:rsid w:val="00307157"/>
    <w:rPr>
      <w:rFonts w:asciiTheme="majorHAnsi" w:eastAsiaTheme="majorEastAsia" w:hAnsiTheme="majorHAnsi" w:cstheme="majorBidi"/>
      <w:b/>
      <w:color w:val="10069F"/>
      <w:sz w:val="44"/>
      <w:szCs w:val="32"/>
      <w:lang w:val="en-US"/>
    </w:rPr>
  </w:style>
  <w:style w:type="character" w:customStyle="1" w:styleId="BulletCar">
    <w:name w:val="Bullet Car"/>
    <w:basedOn w:val="Liguvaikefont"/>
    <w:link w:val="Bullet"/>
    <w:rsid w:val="00C426E3"/>
    <w:rPr>
      <w:rFonts w:ascii="Arial" w:hAnsi="Arial" w:cs="Arial"/>
      <w:lang w:val="en-GB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B2263C"/>
    <w:pPr>
      <w:outlineLvl w:val="9"/>
    </w:pPr>
    <w:rPr>
      <w:b w:val="0"/>
      <w:color w:val="2E74B5" w:themeColor="accent1" w:themeShade="BF"/>
      <w:sz w:val="32"/>
      <w:lang w:val="es-ES" w:eastAsia="es-ES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B2263C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unhideWhenUsed/>
    <w:qFormat/>
    <w:rsid w:val="00B2263C"/>
    <w:pPr>
      <w:spacing w:after="100"/>
      <w:ind w:left="220"/>
    </w:pPr>
  </w:style>
  <w:style w:type="paragraph" w:styleId="SK3">
    <w:name w:val="toc 3"/>
    <w:basedOn w:val="Normaallaad"/>
    <w:next w:val="Normaallaad"/>
    <w:autoRedefine/>
    <w:uiPriority w:val="39"/>
    <w:unhideWhenUsed/>
    <w:qFormat/>
    <w:rsid w:val="00F467D8"/>
    <w:pPr>
      <w:tabs>
        <w:tab w:val="left" w:pos="1100"/>
        <w:tab w:val="right" w:leader="dot" w:pos="20201"/>
      </w:tabs>
      <w:spacing w:after="100"/>
      <w:ind w:left="440"/>
    </w:pPr>
  </w:style>
  <w:style w:type="character" w:styleId="Hperlink">
    <w:name w:val="Hyperlink"/>
    <w:basedOn w:val="Liguvaikefont"/>
    <w:uiPriority w:val="99"/>
    <w:unhideWhenUsed/>
    <w:rsid w:val="00B2263C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402F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02F94"/>
    <w:rPr>
      <w:rFonts w:ascii="Arial" w:hAnsi="Arial" w:cs="Arial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02F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02F94"/>
    <w:rPr>
      <w:rFonts w:ascii="Arial" w:hAnsi="Arial" w:cs="Arial"/>
      <w:lang w:val="en-US"/>
    </w:rPr>
  </w:style>
  <w:style w:type="character" w:styleId="Kommentaariviide">
    <w:name w:val="annotation reference"/>
    <w:basedOn w:val="Liguvaikefont"/>
    <w:uiPriority w:val="99"/>
    <w:semiHidden/>
    <w:unhideWhenUsed/>
    <w:rsid w:val="00B04B85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B04B85"/>
    <w:pPr>
      <w:spacing w:after="220" w:line="240" w:lineRule="auto"/>
      <w:jc w:val="left"/>
    </w:pPr>
    <w:rPr>
      <w:rFonts w:eastAsiaTheme="minorEastAsia" w:cstheme="minorBidi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B04B85"/>
    <w:rPr>
      <w:rFonts w:ascii="Arial" w:eastAsiaTheme="minorEastAsia" w:hAnsi="Arial"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semiHidden/>
    <w:unhideWhenUsed/>
    <w:rsid w:val="00B04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04B85"/>
    <w:rPr>
      <w:rFonts w:ascii="Segoe UI" w:hAnsi="Segoe UI" w:cs="Segoe UI"/>
      <w:sz w:val="18"/>
      <w:szCs w:val="18"/>
      <w:lang w:val="en-GB"/>
    </w:rPr>
  </w:style>
  <w:style w:type="character" w:customStyle="1" w:styleId="Pealkiri4Mrk">
    <w:name w:val="Pealkiri 4 Märk"/>
    <w:aliases w:val="Title_3 Märk,SP-Heading 4 Märk"/>
    <w:basedOn w:val="Liguvaikefont"/>
    <w:link w:val="Pealkiri4"/>
    <w:rsid w:val="00E02324"/>
    <w:rPr>
      <w:rFonts w:ascii="Arial" w:eastAsiaTheme="majorEastAsia" w:hAnsi="Arial" w:cs="Arial"/>
      <w:i/>
      <w:iCs/>
      <w:smallCaps/>
      <w:lang w:val="en-GB"/>
    </w:rPr>
  </w:style>
  <w:style w:type="character" w:customStyle="1" w:styleId="Pealkiri5Mrk">
    <w:name w:val="Pealkiri 5 Märk"/>
    <w:aliases w:val="SP-Heading 5 Märk"/>
    <w:basedOn w:val="Liguvaikefont"/>
    <w:link w:val="Pealkiri5"/>
    <w:rsid w:val="00B04B85"/>
    <w:rPr>
      <w:rFonts w:ascii="Arial" w:eastAsiaTheme="majorEastAsia" w:hAnsi="Arial" w:cstheme="majorBidi"/>
      <w:b/>
      <w:sz w:val="20"/>
      <w:szCs w:val="24"/>
      <w:lang w:val="en-GB"/>
    </w:rPr>
  </w:style>
  <w:style w:type="character" w:customStyle="1" w:styleId="Pealkiri6Mrk">
    <w:name w:val="Pealkiri 6 Märk"/>
    <w:aliases w:val="SP-Heading 6 Märk"/>
    <w:basedOn w:val="Liguvaikefont"/>
    <w:link w:val="Pealkiri6"/>
    <w:rsid w:val="00B04B85"/>
    <w:rPr>
      <w:rFonts w:ascii="Arial" w:eastAsiaTheme="majorEastAsia" w:hAnsi="Arial" w:cstheme="majorBidi"/>
      <w:b/>
      <w:iCs/>
      <w:sz w:val="20"/>
      <w:szCs w:val="24"/>
      <w:lang w:val="en-GB"/>
    </w:rPr>
  </w:style>
  <w:style w:type="character" w:customStyle="1" w:styleId="Pealkiri7Mrk">
    <w:name w:val="Pealkiri 7 Märk"/>
    <w:aliases w:val="SP-Heading 7 Märk"/>
    <w:basedOn w:val="Liguvaikefont"/>
    <w:link w:val="Pealkiri7"/>
    <w:rsid w:val="00B04B85"/>
    <w:rPr>
      <w:rFonts w:ascii="Arial" w:eastAsiaTheme="minorEastAsia" w:hAnsi="Arial"/>
      <w:b/>
      <w:color w:val="00338D"/>
      <w:sz w:val="20"/>
      <w:szCs w:val="24"/>
      <w:lang w:val="en-GB"/>
    </w:rPr>
  </w:style>
  <w:style w:type="character" w:customStyle="1" w:styleId="Pealkiri8Mrk">
    <w:name w:val="Pealkiri 8 Märk"/>
    <w:aliases w:val="Títle_4 Märk,SP-Heading 8 Märk"/>
    <w:basedOn w:val="Liguvaikefont"/>
    <w:link w:val="Pealkiri8"/>
    <w:rsid w:val="00B618FF"/>
    <w:rPr>
      <w:rFonts w:ascii="Arial" w:hAnsi="Arial" w:cs="Arial"/>
      <w:lang w:val="en-GB"/>
    </w:rPr>
  </w:style>
  <w:style w:type="character" w:customStyle="1" w:styleId="Pealkiri9Mrk">
    <w:name w:val="Pealkiri 9 Märk"/>
    <w:aliases w:val="Appendix Märk,SP-Heading 9 Märk"/>
    <w:basedOn w:val="Liguvaikefont"/>
    <w:link w:val="Pealkiri9"/>
    <w:rsid w:val="00A65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customStyle="1" w:styleId="Para0">
    <w:name w:val="Para 0"/>
    <w:basedOn w:val="Normaallaad"/>
    <w:link w:val="Para0Char"/>
    <w:uiPriority w:val="4"/>
    <w:qFormat/>
    <w:rsid w:val="00B04B85"/>
    <w:pPr>
      <w:spacing w:before="240" w:after="120" w:line="240" w:lineRule="atLeast"/>
      <w:jc w:val="left"/>
    </w:pPr>
    <w:rPr>
      <w:rFonts w:eastAsiaTheme="minorEastAsia" w:cstheme="minorBidi"/>
      <w:sz w:val="20"/>
      <w:szCs w:val="24"/>
    </w:rPr>
  </w:style>
  <w:style w:type="paragraph" w:customStyle="1" w:styleId="Para4roman">
    <w:name w:val="Para 4 roman"/>
    <w:basedOn w:val="Normaallaad"/>
    <w:uiPriority w:val="8"/>
    <w:rsid w:val="00B04B85"/>
    <w:pPr>
      <w:numPr>
        <w:numId w:val="2"/>
      </w:numPr>
      <w:spacing w:after="120" w:line="240" w:lineRule="atLeast"/>
      <w:jc w:val="left"/>
    </w:pPr>
    <w:rPr>
      <w:rFonts w:eastAsiaTheme="minorEastAsia" w:cstheme="minorBidi"/>
      <w:sz w:val="20"/>
      <w:szCs w:val="24"/>
    </w:rPr>
  </w:style>
  <w:style w:type="character" w:customStyle="1" w:styleId="Para0Char">
    <w:name w:val="Para 0 Char"/>
    <w:basedOn w:val="Liguvaikefont"/>
    <w:link w:val="Para0"/>
    <w:uiPriority w:val="4"/>
    <w:rsid w:val="00B04B85"/>
    <w:rPr>
      <w:rFonts w:ascii="Arial" w:eastAsiaTheme="minorEastAsia" w:hAnsi="Arial"/>
      <w:sz w:val="20"/>
      <w:szCs w:val="24"/>
      <w:lang w:val="en-GB"/>
    </w:rPr>
  </w:style>
  <w:style w:type="numbering" w:customStyle="1" w:styleId="Estilo1">
    <w:name w:val="Estilo1"/>
    <w:uiPriority w:val="99"/>
    <w:rsid w:val="000419FF"/>
    <w:pPr>
      <w:numPr>
        <w:numId w:val="4"/>
      </w:numPr>
    </w:pPr>
  </w:style>
  <w:style w:type="paragraph" w:styleId="Pealkiri">
    <w:name w:val="Title"/>
    <w:basedOn w:val="Normaallaad"/>
    <w:next w:val="Normaallaad"/>
    <w:link w:val="PealkiriMrk"/>
    <w:uiPriority w:val="10"/>
    <w:qFormat/>
    <w:rsid w:val="00D97E28"/>
    <w:pPr>
      <w:spacing w:after="0" w:line="240" w:lineRule="auto"/>
      <w:contextualSpacing/>
    </w:pPr>
    <w:rPr>
      <w:rFonts w:eastAsiaTheme="majorEastAsia"/>
      <w:b/>
      <w:caps/>
      <w:color w:val="10069F"/>
      <w:spacing w:val="-10"/>
      <w:kern w:val="28"/>
      <w:sz w:val="48"/>
      <w:szCs w:val="56"/>
      <w:lang w:val="en-US"/>
    </w:rPr>
  </w:style>
  <w:style w:type="character" w:customStyle="1" w:styleId="PealkiriMrk">
    <w:name w:val="Pealkiri Märk"/>
    <w:basedOn w:val="Liguvaikefont"/>
    <w:link w:val="Pealkiri"/>
    <w:uiPriority w:val="10"/>
    <w:rsid w:val="00D97E28"/>
    <w:rPr>
      <w:rFonts w:ascii="Arial" w:eastAsiaTheme="majorEastAsia" w:hAnsi="Arial" w:cs="Arial"/>
      <w:b/>
      <w:caps/>
      <w:color w:val="10069F"/>
      <w:spacing w:val="-10"/>
      <w:kern w:val="28"/>
      <w:sz w:val="48"/>
      <w:szCs w:val="56"/>
      <w:lang w:val="en-US"/>
    </w:rPr>
  </w:style>
  <w:style w:type="paragraph" w:customStyle="1" w:styleId="RBbody">
    <w:name w:val="RB_body"/>
    <w:link w:val="RBbodyChar"/>
    <w:qFormat/>
    <w:rsid w:val="002C76EE"/>
    <w:pPr>
      <w:spacing w:after="200" w:line="360" w:lineRule="auto"/>
    </w:pPr>
    <w:rPr>
      <w:rFonts w:ascii="Myriad Pro" w:eastAsia="Times New Roman" w:hAnsi="Myriad Pro" w:cs="Times New Roman"/>
      <w:color w:val="5D5D5D"/>
      <w:sz w:val="20"/>
      <w:szCs w:val="20"/>
      <w:shd w:val="clear" w:color="auto" w:fill="FFFFFF"/>
      <w:lang w:val="en-US"/>
    </w:rPr>
  </w:style>
  <w:style w:type="character" w:customStyle="1" w:styleId="RBbodyChar">
    <w:name w:val="RB_body Char"/>
    <w:basedOn w:val="Liguvaikefont"/>
    <w:link w:val="RBbody"/>
    <w:locked/>
    <w:rsid w:val="002C76EE"/>
    <w:rPr>
      <w:rFonts w:ascii="Myriad Pro" w:eastAsia="Times New Roman" w:hAnsi="Myriad Pro" w:cs="Times New Roman"/>
      <w:color w:val="5D5D5D"/>
      <w:sz w:val="20"/>
      <w:szCs w:val="20"/>
      <w:lang w:val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476B0"/>
    <w:pPr>
      <w:spacing w:after="160"/>
      <w:jc w:val="both"/>
    </w:pPr>
    <w:rPr>
      <w:rFonts w:eastAsiaTheme="minorHAnsi" w:cs="Arial"/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476B0"/>
    <w:rPr>
      <w:rFonts w:ascii="Arial" w:eastAsiaTheme="minorEastAsia" w:hAnsi="Arial" w:cs="Arial"/>
      <w:b/>
      <w:bCs/>
      <w:sz w:val="20"/>
      <w:szCs w:val="20"/>
      <w:lang w:val="en-GB"/>
    </w:rPr>
  </w:style>
  <w:style w:type="paragraph" w:styleId="Allmrkusetekst">
    <w:name w:val="footnote text"/>
    <w:basedOn w:val="Normaallaad"/>
    <w:link w:val="AllmrkusetekstMrk"/>
    <w:semiHidden/>
    <w:unhideWhenUsed/>
    <w:rsid w:val="00F84EE1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84EE1"/>
    <w:rPr>
      <w:rFonts w:ascii="Arial" w:hAnsi="Arial" w:cs="Arial"/>
      <w:sz w:val="20"/>
      <w:szCs w:val="20"/>
      <w:lang w:val="en-GB"/>
    </w:rPr>
  </w:style>
  <w:style w:type="character" w:styleId="Allmrkuseviide">
    <w:name w:val="footnote reference"/>
    <w:aliases w:val="Footnote sign,Style 4,Footnote Reference Number,fr,Footnote symbol"/>
    <w:basedOn w:val="Liguvaikefont"/>
    <w:uiPriority w:val="99"/>
    <w:rsid w:val="00F84EE1"/>
    <w:rPr>
      <w:rFonts w:cs="Times New Roman"/>
      <w:vertAlign w:val="superscript"/>
    </w:rPr>
  </w:style>
  <w:style w:type="table" w:customStyle="1" w:styleId="Tablaconcuadrcula1">
    <w:name w:val="Tabla con cuadrícula1"/>
    <w:basedOn w:val="Normaaltabel"/>
    <w:next w:val="Kontuurtabel"/>
    <w:uiPriority w:val="39"/>
    <w:rsid w:val="00F84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Normaaltabel"/>
    <w:next w:val="Kontuurtabel"/>
    <w:uiPriority w:val="59"/>
    <w:rsid w:val="00F84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Normaaltabel"/>
    <w:next w:val="Kontuurtabel"/>
    <w:uiPriority w:val="59"/>
    <w:rsid w:val="00F84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stlevelheading">
    <w:name w:val="1st level (heading)"/>
    <w:next w:val="Normaallaad"/>
    <w:uiPriority w:val="1"/>
    <w:rsid w:val="00F84EE1"/>
    <w:pPr>
      <w:keepNext/>
      <w:numPr>
        <w:numId w:val="5"/>
      </w:numPr>
      <w:spacing w:before="360" w:after="240" w:line="240" w:lineRule="auto"/>
      <w:jc w:val="both"/>
      <w:outlineLvl w:val="0"/>
    </w:pPr>
    <w:rPr>
      <w:rFonts w:ascii="Myriad Pro" w:eastAsia="Times New Roman" w:hAnsi="Myriad Pro" w:cs="Times New Roman"/>
      <w:b/>
      <w:caps/>
      <w:spacing w:val="25"/>
      <w:kern w:val="24"/>
      <w:szCs w:val="20"/>
      <w:lang w:val="en-GB"/>
    </w:rPr>
  </w:style>
  <w:style w:type="paragraph" w:customStyle="1" w:styleId="2ndlevelheading">
    <w:name w:val="2nd level (heading)"/>
    <w:basedOn w:val="Normaallaad"/>
    <w:next w:val="Normaallaad"/>
    <w:uiPriority w:val="1"/>
    <w:rsid w:val="00F84EE1"/>
    <w:pPr>
      <w:numPr>
        <w:ilvl w:val="1"/>
        <w:numId w:val="5"/>
      </w:numPr>
      <w:spacing w:before="240" w:after="240" w:line="240" w:lineRule="auto"/>
      <w:outlineLvl w:val="1"/>
    </w:pPr>
    <w:rPr>
      <w:rFonts w:ascii="Myriad Pro" w:eastAsia="Times New Roman" w:hAnsi="Myriad Pro" w:cs="Times New Roman"/>
      <w:b/>
      <w:kern w:val="24"/>
      <w:szCs w:val="20"/>
    </w:rPr>
  </w:style>
  <w:style w:type="paragraph" w:customStyle="1" w:styleId="3rdlevelheading">
    <w:name w:val="3rd level (heading)"/>
    <w:basedOn w:val="Normaallaad"/>
    <w:next w:val="Normaallaad"/>
    <w:uiPriority w:val="1"/>
    <w:rsid w:val="00F84EE1"/>
    <w:pPr>
      <w:numPr>
        <w:ilvl w:val="2"/>
        <w:numId w:val="5"/>
      </w:numPr>
      <w:spacing w:before="120" w:after="120" w:line="240" w:lineRule="auto"/>
      <w:outlineLvl w:val="2"/>
    </w:pPr>
    <w:rPr>
      <w:rFonts w:ascii="Myriad Pro" w:hAnsi="Myriad Pro" w:cstheme="minorBidi"/>
      <w:b/>
      <w:kern w:val="24"/>
      <w:sz w:val="20"/>
      <w:szCs w:val="20"/>
    </w:rPr>
  </w:style>
  <w:style w:type="paragraph" w:customStyle="1" w:styleId="Title4">
    <w:name w:val="Title_4"/>
    <w:basedOn w:val="Normaallaad"/>
    <w:next w:val="Normaallaad"/>
    <w:uiPriority w:val="1"/>
    <w:qFormat/>
    <w:rsid w:val="007C4535"/>
    <w:pPr>
      <w:tabs>
        <w:tab w:val="left" w:pos="567"/>
      </w:tabs>
      <w:spacing w:before="360" w:after="240"/>
      <w:outlineLvl w:val="3"/>
    </w:pPr>
    <w:rPr>
      <w:rFonts w:eastAsia="Calibri"/>
      <w:lang w:eastAsia="lv-LV"/>
    </w:rPr>
  </w:style>
  <w:style w:type="paragraph" w:customStyle="1" w:styleId="NormalA">
    <w:name w:val="Normal AŠ"/>
    <w:basedOn w:val="Normaallaad"/>
    <w:link w:val="NormalAChar"/>
    <w:uiPriority w:val="6"/>
    <w:qFormat/>
    <w:rsid w:val="00F84EE1"/>
    <w:pPr>
      <w:spacing w:line="256" w:lineRule="auto"/>
    </w:pPr>
    <w:rPr>
      <w:rFonts w:ascii="Myriad Pro" w:hAnsi="Myriad Pro" w:cstheme="minorBidi"/>
      <w:sz w:val="20"/>
      <w:lang w:val="lv-LV"/>
    </w:rPr>
  </w:style>
  <w:style w:type="character" w:customStyle="1" w:styleId="NormalAChar">
    <w:name w:val="Normal AŠ Char"/>
    <w:basedOn w:val="Liguvaikefont"/>
    <w:link w:val="NormalA"/>
    <w:uiPriority w:val="6"/>
    <w:rsid w:val="00F84EE1"/>
    <w:rPr>
      <w:rFonts w:ascii="Myriad Pro" w:hAnsi="Myriad Pro"/>
      <w:sz w:val="20"/>
      <w:lang w:val="lv-LV"/>
    </w:rPr>
  </w:style>
  <w:style w:type="paragraph" w:styleId="Vahedeta">
    <w:name w:val="No Spacing"/>
    <w:aliases w:val="SP-No Spacing"/>
    <w:link w:val="VahedetaMrk"/>
    <w:qFormat/>
    <w:rsid w:val="00F84EE1"/>
    <w:pPr>
      <w:spacing w:after="0" w:line="240" w:lineRule="auto"/>
      <w:jc w:val="both"/>
    </w:pPr>
    <w:rPr>
      <w:rFonts w:ascii="Arial" w:hAnsi="Arial" w:cs="Arial"/>
      <w:lang w:val="en-GB"/>
    </w:rPr>
  </w:style>
  <w:style w:type="table" w:customStyle="1" w:styleId="Tablaconcuadrcula4">
    <w:name w:val="Tabla con cuadrícula4"/>
    <w:basedOn w:val="Normaaltabel"/>
    <w:next w:val="Kontuurtabel"/>
    <w:uiPriority w:val="59"/>
    <w:rsid w:val="00483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thlevelheading">
    <w:name w:val="4th level (heading)"/>
    <w:basedOn w:val="3rdlevelheading"/>
    <w:next w:val="Normaallaad"/>
    <w:uiPriority w:val="1"/>
    <w:rsid w:val="0048326D"/>
    <w:pPr>
      <w:numPr>
        <w:ilvl w:val="0"/>
        <w:numId w:val="0"/>
      </w:numPr>
      <w:tabs>
        <w:tab w:val="left" w:pos="567"/>
        <w:tab w:val="num" w:pos="1588"/>
        <w:tab w:val="num" w:pos="1928"/>
      </w:tabs>
      <w:spacing w:after="0"/>
      <w:ind w:left="1588" w:hanging="511"/>
      <w:outlineLvl w:val="3"/>
    </w:pPr>
    <w:rPr>
      <w:b w:val="0"/>
    </w:rPr>
  </w:style>
  <w:style w:type="table" w:customStyle="1" w:styleId="Tablaconcuadrcula5">
    <w:name w:val="Tabla con cuadrícula5"/>
    <w:basedOn w:val="Normaaltabel"/>
    <w:next w:val="Kontuurtabel"/>
    <w:uiPriority w:val="59"/>
    <w:rsid w:val="007537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endilikMrk">
    <w:name w:val="Loendi lõik Märk"/>
    <w:aliases w:val="Normal bullet 2 Märk,Bullet list Märk,List Paragraph1 Märk,SP-List Paragraph Märk,başlık Märk,Normal Text Märk"/>
    <w:link w:val="Loendilik"/>
    <w:uiPriority w:val="34"/>
    <w:locked/>
    <w:rsid w:val="00BD6F2E"/>
    <w:rPr>
      <w:rFonts w:ascii="Arial" w:hAnsi="Arial" w:cs="Arial"/>
      <w:lang w:val="en-GB"/>
    </w:rPr>
  </w:style>
  <w:style w:type="paragraph" w:customStyle="1" w:styleId="AppendixRB">
    <w:name w:val="AppendixRB"/>
    <w:basedOn w:val="Pealkiri2"/>
    <w:link w:val="AppendixRBCar"/>
    <w:qFormat/>
    <w:rsid w:val="003A756E"/>
    <w:pPr>
      <w:numPr>
        <w:numId w:val="6"/>
      </w:numPr>
      <w:spacing w:line="360" w:lineRule="auto"/>
      <w:jc w:val="left"/>
    </w:pPr>
  </w:style>
  <w:style w:type="character" w:customStyle="1" w:styleId="AppendixRBCar">
    <w:name w:val="AppendixRB Car"/>
    <w:basedOn w:val="Pealkiri2Mrk"/>
    <w:link w:val="AppendixRB"/>
    <w:rsid w:val="003A756E"/>
    <w:rPr>
      <w:rFonts w:ascii="Arial" w:eastAsiaTheme="majorEastAsia" w:hAnsi="Arial" w:cs="Arial"/>
      <w:color w:val="10069F"/>
      <w:sz w:val="32"/>
      <w:szCs w:val="26"/>
      <w:lang w:val="en-GB"/>
    </w:rPr>
  </w:style>
  <w:style w:type="paragraph" w:customStyle="1" w:styleId="Title5">
    <w:name w:val="Title_5"/>
    <w:basedOn w:val="Pealkiri5"/>
    <w:link w:val="Title5Car"/>
    <w:qFormat/>
    <w:rsid w:val="005763B7"/>
    <w:pPr>
      <w:ind w:hanging="866"/>
    </w:pPr>
  </w:style>
  <w:style w:type="character" w:customStyle="1" w:styleId="Title5Car">
    <w:name w:val="Title_5 Car"/>
    <w:basedOn w:val="Pealkiri5Mrk"/>
    <w:link w:val="Title5"/>
    <w:rsid w:val="005763B7"/>
    <w:rPr>
      <w:rFonts w:ascii="Arial" w:eastAsiaTheme="majorEastAsia" w:hAnsi="Arial" w:cstheme="majorBidi"/>
      <w:b/>
      <w:sz w:val="20"/>
      <w:szCs w:val="24"/>
      <w:lang w:val="en-GB"/>
    </w:rPr>
  </w:style>
  <w:style w:type="paragraph" w:customStyle="1" w:styleId="Figure">
    <w:name w:val="Figure"/>
    <w:basedOn w:val="Normaallaad"/>
    <w:link w:val="FigureCar"/>
    <w:qFormat/>
    <w:rsid w:val="00844EF7"/>
    <w:pPr>
      <w:numPr>
        <w:numId w:val="7"/>
      </w:numPr>
      <w:jc w:val="center"/>
    </w:pPr>
    <w:rPr>
      <w:i/>
      <w:color w:val="0000CC"/>
      <w:sz w:val="18"/>
    </w:rPr>
  </w:style>
  <w:style w:type="paragraph" w:customStyle="1" w:styleId="Table">
    <w:name w:val="Table"/>
    <w:basedOn w:val="Figure"/>
    <w:link w:val="TableCar"/>
    <w:qFormat/>
    <w:rsid w:val="00844EF7"/>
  </w:style>
  <w:style w:type="character" w:customStyle="1" w:styleId="FigureCar">
    <w:name w:val="Figure Car"/>
    <w:basedOn w:val="Liguvaikefont"/>
    <w:link w:val="Figure"/>
    <w:rsid w:val="00844EF7"/>
    <w:rPr>
      <w:rFonts w:ascii="Arial" w:hAnsi="Arial" w:cs="Arial"/>
      <w:i/>
      <w:color w:val="0000CC"/>
      <w:sz w:val="18"/>
      <w:lang w:val="en-GB"/>
    </w:rPr>
  </w:style>
  <w:style w:type="character" w:customStyle="1" w:styleId="TableCar">
    <w:name w:val="Table Car"/>
    <w:basedOn w:val="FigureCar"/>
    <w:link w:val="Table"/>
    <w:rsid w:val="00844EF7"/>
    <w:rPr>
      <w:rFonts w:ascii="Arial" w:hAnsi="Arial" w:cs="Arial"/>
      <w:i/>
      <w:color w:val="0000CC"/>
      <w:sz w:val="18"/>
      <w:lang w:val="en-GB"/>
    </w:rPr>
  </w:style>
  <w:style w:type="character" w:styleId="Rhutus">
    <w:name w:val="Emphasis"/>
    <w:basedOn w:val="Liguvaikefont"/>
    <w:qFormat/>
    <w:rsid w:val="00985C88"/>
    <w:rPr>
      <w:i/>
      <w:iCs/>
    </w:rPr>
  </w:style>
  <w:style w:type="paragraph" w:customStyle="1" w:styleId="RBminitext">
    <w:name w:val="RB_minitext"/>
    <w:qFormat/>
    <w:rsid w:val="000E4F4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jc w:val="center"/>
    </w:pPr>
    <w:rPr>
      <w:rFonts w:ascii="Myriad Pro" w:eastAsia="Myriad Pro" w:hAnsi="Myriad Pro" w:cs="Myriad Pro"/>
      <w:i/>
      <w:iCs/>
      <w:noProof/>
      <w:color w:val="003787"/>
      <w:sz w:val="16"/>
      <w:szCs w:val="16"/>
      <w:bdr w:val="nil"/>
      <w:shd w:val="clear" w:color="auto" w:fill="FFFFFF"/>
      <w:lang w:val="en-US"/>
    </w:rPr>
  </w:style>
  <w:style w:type="table" w:customStyle="1" w:styleId="SP-Tabel">
    <w:name w:val="SP-Tabel"/>
    <w:basedOn w:val="Ruuttabel4rhk1"/>
    <w:uiPriority w:val="99"/>
    <w:rsid w:val="00114440"/>
    <w:pPr>
      <w:spacing w:before="60"/>
    </w:pPr>
    <w:rPr>
      <w:sz w:val="18"/>
      <w:szCs w:val="18"/>
      <w:lang w:val="et-EE" w:eastAsia="et-EE"/>
    </w:rPr>
    <w:tblPr>
      <w:tblBorders>
        <w:top w:val="single" w:sz="4" w:space="0" w:color="D0CECE" w:themeColor="background2" w:themeShade="E6"/>
        <w:left w:val="single" w:sz="4" w:space="0" w:color="D0CECE" w:themeColor="background2" w:themeShade="E6"/>
        <w:bottom w:val="single" w:sz="4" w:space="0" w:color="D0CECE" w:themeColor="background2" w:themeShade="E6"/>
        <w:right w:val="single" w:sz="4" w:space="0" w:color="D0CECE" w:themeColor="background2" w:themeShade="E6"/>
        <w:insideH w:val="single" w:sz="4" w:space="0" w:color="D0CECE" w:themeColor="background2" w:themeShade="E6"/>
        <w:insideV w:val="single" w:sz="4" w:space="0" w:color="D0CECE" w:themeColor="background2" w:themeShade="E6"/>
      </w:tblBorders>
    </w:tblPr>
    <w:tblStylePr w:type="firstRow">
      <w:pPr>
        <w:keepNext/>
        <w:wordWrap/>
      </w:pPr>
      <w:rPr>
        <w:rFonts w:asciiTheme="minorHAnsi" w:hAnsiTheme="minorHAnsi"/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single" w:sz="4" w:space="0" w:color="FFC000" w:themeColor="accent4"/>
          <w:insideV w:val="single" w:sz="4" w:space="0" w:color="FFC000" w:themeColor="accent4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</w:style>
  <w:style w:type="character" w:customStyle="1" w:styleId="VahedetaMrk">
    <w:name w:val="Vahedeta Märk"/>
    <w:aliases w:val="SP-No Spacing Märk"/>
    <w:basedOn w:val="Liguvaikefont"/>
    <w:link w:val="Vahedeta"/>
    <w:uiPriority w:val="1"/>
    <w:rsid w:val="00114440"/>
    <w:rPr>
      <w:rFonts w:ascii="Arial" w:hAnsi="Arial" w:cs="Arial"/>
      <w:lang w:val="en-GB"/>
    </w:rPr>
  </w:style>
  <w:style w:type="table" w:customStyle="1" w:styleId="TableGrid1">
    <w:name w:val="Table Grid1"/>
    <w:basedOn w:val="Normaaltabel"/>
    <w:next w:val="Kontuurtabel"/>
    <w:uiPriority w:val="59"/>
    <w:rsid w:val="0011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59"/>
    <w:rsid w:val="00114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uuttabel4rhk1">
    <w:name w:val="Grid Table 4 Accent 1"/>
    <w:basedOn w:val="Normaaltabel"/>
    <w:uiPriority w:val="49"/>
    <w:rsid w:val="0011444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Kehatekst">
    <w:name w:val="Body Text"/>
    <w:aliases w:val=" Märk,Märk + Pärast:  0 p,Märk"/>
    <w:basedOn w:val="Normaallaad"/>
    <w:link w:val="KehatekstMrk"/>
    <w:uiPriority w:val="1"/>
    <w:unhideWhenUsed/>
    <w:qFormat/>
    <w:rsid w:val="00645536"/>
    <w:pPr>
      <w:spacing w:before="60" w:after="60" w:line="276" w:lineRule="auto"/>
      <w:jc w:val="left"/>
    </w:pPr>
    <w:rPr>
      <w:rFonts w:asciiTheme="minorHAnsi" w:hAnsiTheme="minorHAnsi" w:cstheme="minorBidi"/>
      <w:sz w:val="18"/>
      <w:szCs w:val="18"/>
      <w:lang w:val="et-EE"/>
    </w:rPr>
  </w:style>
  <w:style w:type="character" w:customStyle="1" w:styleId="KehatekstMrk">
    <w:name w:val="Kehatekst Märk"/>
    <w:aliases w:val=" Märk Märk,Märk + Pärast:  0 p Märk,Märk Märk"/>
    <w:basedOn w:val="Liguvaikefont"/>
    <w:link w:val="Kehatekst"/>
    <w:uiPriority w:val="1"/>
    <w:rsid w:val="00645536"/>
    <w:rPr>
      <w:sz w:val="18"/>
      <w:szCs w:val="18"/>
      <w:lang w:val="et-EE"/>
    </w:rPr>
  </w:style>
  <w:style w:type="numbering" w:customStyle="1" w:styleId="SP-List">
    <w:name w:val="SP-List"/>
    <w:uiPriority w:val="99"/>
    <w:rsid w:val="00A20438"/>
    <w:pPr>
      <w:numPr>
        <w:numId w:val="8"/>
      </w:numPr>
    </w:pPr>
  </w:style>
  <w:style w:type="paragraph" w:styleId="Pealdis">
    <w:name w:val="caption"/>
    <w:aliases w:val="SP-Caption"/>
    <w:basedOn w:val="Normaallaad"/>
    <w:next w:val="Normaallaad"/>
    <w:unhideWhenUsed/>
    <w:qFormat/>
    <w:rsid w:val="001B053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SK4">
    <w:name w:val="toc 4"/>
    <w:basedOn w:val="Normaallaad"/>
    <w:next w:val="Normaallaad"/>
    <w:autoRedefine/>
    <w:uiPriority w:val="39"/>
    <w:unhideWhenUsed/>
    <w:rsid w:val="001B29F6"/>
    <w:pPr>
      <w:spacing w:after="100"/>
      <w:ind w:left="660"/>
      <w:jc w:val="left"/>
    </w:pPr>
    <w:rPr>
      <w:rFonts w:asciiTheme="minorHAnsi" w:eastAsiaTheme="minorEastAsia" w:hAnsiTheme="minorHAnsi" w:cstheme="minorBidi"/>
      <w:lang w:val="et-EE" w:eastAsia="et-EE"/>
    </w:rPr>
  </w:style>
  <w:style w:type="paragraph" w:styleId="SK5">
    <w:name w:val="toc 5"/>
    <w:basedOn w:val="Normaallaad"/>
    <w:next w:val="Normaallaad"/>
    <w:autoRedefine/>
    <w:uiPriority w:val="39"/>
    <w:unhideWhenUsed/>
    <w:rsid w:val="001B29F6"/>
    <w:pPr>
      <w:spacing w:after="100"/>
      <w:ind w:left="880"/>
      <w:jc w:val="left"/>
    </w:pPr>
    <w:rPr>
      <w:rFonts w:asciiTheme="minorHAnsi" w:eastAsiaTheme="minorEastAsia" w:hAnsiTheme="minorHAnsi" w:cstheme="minorBidi"/>
      <w:lang w:val="et-EE" w:eastAsia="et-EE"/>
    </w:rPr>
  </w:style>
  <w:style w:type="paragraph" w:styleId="SK6">
    <w:name w:val="toc 6"/>
    <w:basedOn w:val="Normaallaad"/>
    <w:next w:val="Normaallaad"/>
    <w:autoRedefine/>
    <w:uiPriority w:val="39"/>
    <w:unhideWhenUsed/>
    <w:rsid w:val="001B29F6"/>
    <w:pPr>
      <w:spacing w:after="100"/>
      <w:ind w:left="1100"/>
      <w:jc w:val="left"/>
    </w:pPr>
    <w:rPr>
      <w:rFonts w:asciiTheme="minorHAnsi" w:eastAsiaTheme="minorEastAsia" w:hAnsiTheme="minorHAnsi" w:cstheme="minorBidi"/>
      <w:lang w:val="et-EE" w:eastAsia="et-EE"/>
    </w:rPr>
  </w:style>
  <w:style w:type="paragraph" w:styleId="SK7">
    <w:name w:val="toc 7"/>
    <w:basedOn w:val="Normaallaad"/>
    <w:next w:val="Normaallaad"/>
    <w:autoRedefine/>
    <w:uiPriority w:val="39"/>
    <w:unhideWhenUsed/>
    <w:rsid w:val="001B29F6"/>
    <w:pPr>
      <w:spacing w:after="100"/>
      <w:ind w:left="1320"/>
      <w:jc w:val="left"/>
    </w:pPr>
    <w:rPr>
      <w:rFonts w:asciiTheme="minorHAnsi" w:eastAsiaTheme="minorEastAsia" w:hAnsiTheme="minorHAnsi" w:cstheme="minorBidi"/>
      <w:lang w:val="et-EE" w:eastAsia="et-EE"/>
    </w:rPr>
  </w:style>
  <w:style w:type="paragraph" w:styleId="SK8">
    <w:name w:val="toc 8"/>
    <w:basedOn w:val="Normaallaad"/>
    <w:next w:val="Normaallaad"/>
    <w:autoRedefine/>
    <w:uiPriority w:val="39"/>
    <w:unhideWhenUsed/>
    <w:rsid w:val="001B29F6"/>
    <w:pPr>
      <w:spacing w:after="100"/>
      <w:ind w:left="1540"/>
      <w:jc w:val="left"/>
    </w:pPr>
    <w:rPr>
      <w:rFonts w:asciiTheme="minorHAnsi" w:eastAsiaTheme="minorEastAsia" w:hAnsiTheme="minorHAnsi" w:cstheme="minorBidi"/>
      <w:lang w:val="et-EE" w:eastAsia="et-EE"/>
    </w:rPr>
  </w:style>
  <w:style w:type="paragraph" w:styleId="SK9">
    <w:name w:val="toc 9"/>
    <w:basedOn w:val="Normaallaad"/>
    <w:next w:val="Normaallaad"/>
    <w:autoRedefine/>
    <w:uiPriority w:val="39"/>
    <w:unhideWhenUsed/>
    <w:rsid w:val="001B29F6"/>
    <w:pPr>
      <w:spacing w:after="100"/>
      <w:ind w:left="1760"/>
      <w:jc w:val="left"/>
    </w:pPr>
    <w:rPr>
      <w:rFonts w:asciiTheme="minorHAnsi" w:eastAsiaTheme="minorEastAsia" w:hAnsiTheme="minorHAnsi" w:cstheme="minorBidi"/>
      <w:lang w:val="et-EE" w:eastAsia="et-E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B29F6"/>
    <w:rPr>
      <w:color w:val="605E5C"/>
      <w:shd w:val="clear" w:color="auto" w:fill="E1DFDD"/>
    </w:rPr>
  </w:style>
  <w:style w:type="paragraph" w:styleId="Loendinumber">
    <w:name w:val="List Number"/>
    <w:basedOn w:val="Normaallaad"/>
    <w:semiHidden/>
    <w:rsid w:val="00E641CB"/>
    <w:pPr>
      <w:numPr>
        <w:numId w:val="10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pumrkusetekst">
    <w:name w:val="endnote text"/>
    <w:basedOn w:val="Normaallaad"/>
    <w:link w:val="LpumrkusetekstMrk"/>
    <w:semiHidden/>
    <w:rsid w:val="00DA28C2"/>
    <w:pPr>
      <w:spacing w:after="40" w:line="30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</w:style>
  <w:style w:type="character" w:customStyle="1" w:styleId="LpumrkusetekstMrk">
    <w:name w:val="Lõpumärkuse tekst Märk"/>
    <w:basedOn w:val="Liguvaikefont"/>
    <w:link w:val="Lpumrkusetekst"/>
    <w:semiHidden/>
    <w:rsid w:val="00DA28C2"/>
    <w:rPr>
      <w:rFonts w:ascii="Times New Roman" w:eastAsia="Times New Roman" w:hAnsi="Times New Roman" w:cs="Times New Roman"/>
      <w:sz w:val="20"/>
      <w:szCs w:val="20"/>
      <w:lang w:val="et-EE" w:eastAsia="et-EE"/>
    </w:rPr>
  </w:style>
  <w:style w:type="character" w:styleId="Tugev">
    <w:name w:val="Strong"/>
    <w:qFormat/>
    <w:rsid w:val="00DA28C2"/>
    <w:rPr>
      <w:b/>
      <w:bCs/>
    </w:rPr>
  </w:style>
  <w:style w:type="paragraph" w:customStyle="1" w:styleId="Index">
    <w:name w:val="Index"/>
    <w:basedOn w:val="Normaallaad"/>
    <w:rsid w:val="00D106D0"/>
    <w:pPr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Lucida Sans Unicode"/>
      <w:sz w:val="24"/>
      <w:szCs w:val="20"/>
      <w:lang w:val="et-EE" w:eastAsia="ar-SA"/>
    </w:rPr>
  </w:style>
  <w:style w:type="paragraph" w:styleId="Illustratsiooniloend">
    <w:name w:val="table of figures"/>
    <w:basedOn w:val="Normaallaad"/>
    <w:next w:val="Normaallaad"/>
    <w:autoRedefine/>
    <w:semiHidden/>
    <w:rsid w:val="00D106D0"/>
    <w:pPr>
      <w:spacing w:after="40" w:line="300" w:lineRule="auto"/>
    </w:pPr>
    <w:rPr>
      <w:rFonts w:ascii="Times New Roman" w:eastAsia="Times New Roman" w:hAnsi="Times New Roman" w:cs="Times New Roman"/>
      <w:sz w:val="26"/>
      <w:szCs w:val="24"/>
      <w:lang w:val="et-EE" w:eastAsia="et-EE"/>
    </w:rPr>
  </w:style>
  <w:style w:type="paragraph" w:customStyle="1" w:styleId="PartTitle">
    <w:name w:val="PartTitle"/>
    <w:basedOn w:val="Normaallaad"/>
    <w:next w:val="Normaallaad"/>
    <w:rsid w:val="00D106D0"/>
    <w:pPr>
      <w:keepNext/>
      <w:pageBreakBefore/>
      <w:spacing w:after="480" w:line="30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customStyle="1" w:styleId="Normaallaad18pt">
    <w:name w:val="Normaallaad + 18 pt"/>
    <w:aliases w:val="Paks,Keskel"/>
    <w:basedOn w:val="Normaallaad"/>
    <w:rsid w:val="00D106D0"/>
    <w:pPr>
      <w:spacing w:after="40" w:line="30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val="et-EE" w:eastAsia="et-EE"/>
    </w:rPr>
  </w:style>
  <w:style w:type="paragraph" w:customStyle="1" w:styleId="NormaallaadPunane">
    <w:name w:val="Normaallaad + Punane"/>
    <w:basedOn w:val="Normaallaad"/>
    <w:rsid w:val="00D106D0"/>
    <w:p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customStyle="1" w:styleId="Jutumullitekst1">
    <w:name w:val="Jutumullitekst1"/>
    <w:basedOn w:val="Normaallaad"/>
    <w:semiHidden/>
    <w:rsid w:val="00D106D0"/>
    <w:pPr>
      <w:spacing w:after="40" w:line="300" w:lineRule="auto"/>
    </w:pPr>
    <w:rPr>
      <w:rFonts w:ascii="Tahoma" w:eastAsia="Times New Roman" w:hAnsi="Tahoma" w:cs="Tahoma"/>
      <w:sz w:val="16"/>
      <w:szCs w:val="16"/>
      <w:lang w:val="et-EE" w:eastAsia="et-EE"/>
    </w:rPr>
  </w:style>
  <w:style w:type="paragraph" w:customStyle="1" w:styleId="Kehatekst-EntecStandardMrk">
    <w:name w:val="Kehatekst - Entec Standard Märk"/>
    <w:rsid w:val="00D106D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4"/>
      <w:szCs w:val="20"/>
      <w:lang w:val="et-EE"/>
    </w:rPr>
  </w:style>
  <w:style w:type="paragraph" w:customStyle="1" w:styleId="TextGA">
    <w:name w:val="Text GA"/>
    <w:basedOn w:val="Normaallaad"/>
    <w:rsid w:val="00D106D0"/>
    <w:pPr>
      <w:spacing w:after="240" w:line="300" w:lineRule="auto"/>
      <w:ind w:left="1134"/>
    </w:pPr>
    <w:rPr>
      <w:rFonts w:eastAsia="Times New Roman" w:cs="Times New Roman"/>
      <w:szCs w:val="20"/>
      <w:lang w:val="de-DE"/>
    </w:rPr>
  </w:style>
  <w:style w:type="paragraph" w:customStyle="1" w:styleId="Normaalne">
    <w:name w:val="Normaalne"/>
    <w:basedOn w:val="Normaallaad"/>
    <w:rsid w:val="00D106D0"/>
    <w:pPr>
      <w:spacing w:after="40" w:line="300" w:lineRule="auto"/>
    </w:pPr>
    <w:rPr>
      <w:rFonts w:ascii="Verdana" w:eastAsia="Times New Roman" w:hAnsi="Verdana" w:cs="Times New Roman"/>
      <w:szCs w:val="24"/>
      <w:lang w:val="en-US"/>
    </w:rPr>
  </w:style>
  <w:style w:type="paragraph" w:customStyle="1" w:styleId="Lisad">
    <w:name w:val="Lisad"/>
    <w:basedOn w:val="Normaallaad"/>
    <w:rsid w:val="00D106D0"/>
    <w:pPr>
      <w:spacing w:after="40" w:line="300" w:lineRule="auto"/>
      <w:ind w:left="284" w:firstLine="284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">
    <w:name w:val="List"/>
    <w:basedOn w:val="Normaallaad"/>
    <w:semiHidden/>
    <w:rsid w:val="00D106D0"/>
    <w:pPr>
      <w:spacing w:after="40" w:line="30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3">
    <w:name w:val="List 3"/>
    <w:basedOn w:val="Normaallaad"/>
    <w:semiHidden/>
    <w:rsid w:val="00D106D0"/>
    <w:pPr>
      <w:spacing w:after="40" w:line="30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2">
    <w:name w:val="List 2"/>
    <w:basedOn w:val="Normaallaad"/>
    <w:semiHidden/>
    <w:rsid w:val="00D106D0"/>
    <w:pPr>
      <w:spacing w:after="40" w:line="30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er2">
    <w:name w:val="index 2"/>
    <w:basedOn w:val="Normaallaad"/>
    <w:next w:val="Normaallaad"/>
    <w:autoRedefine/>
    <w:semiHidden/>
    <w:rsid w:val="00D106D0"/>
    <w:pPr>
      <w:spacing w:after="40" w:line="300" w:lineRule="auto"/>
      <w:ind w:left="48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Teatmeallikateloendipealkiri">
    <w:name w:val="toa heading"/>
    <w:basedOn w:val="Normaallaad"/>
    <w:next w:val="Normaallaad"/>
    <w:semiHidden/>
    <w:rsid w:val="00D106D0"/>
    <w:pPr>
      <w:spacing w:before="120" w:after="40" w:line="300" w:lineRule="auto"/>
    </w:pPr>
    <w:rPr>
      <w:rFonts w:eastAsia="Times New Roman"/>
      <w:b/>
      <w:bCs/>
      <w:sz w:val="24"/>
      <w:szCs w:val="24"/>
      <w:lang w:val="et-EE" w:eastAsia="et-EE"/>
    </w:rPr>
  </w:style>
  <w:style w:type="paragraph" w:styleId="igusallikateloend">
    <w:name w:val="table of authorities"/>
    <w:basedOn w:val="Normaallaad"/>
    <w:next w:val="Normaallaad"/>
    <w:semiHidden/>
    <w:rsid w:val="00D106D0"/>
    <w:pPr>
      <w:spacing w:after="40" w:line="30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er1">
    <w:name w:val="index 1"/>
    <w:basedOn w:val="Normaallaad"/>
    <w:next w:val="Normaallaad"/>
    <w:autoRedefine/>
    <w:semiHidden/>
    <w:rsid w:val="00D106D0"/>
    <w:pPr>
      <w:spacing w:after="40" w:line="30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er5">
    <w:name w:val="index 5"/>
    <w:basedOn w:val="Normaallaad"/>
    <w:next w:val="Normaallaad"/>
    <w:autoRedefine/>
    <w:semiHidden/>
    <w:rsid w:val="00D106D0"/>
    <w:pPr>
      <w:spacing w:after="40" w:line="300" w:lineRule="auto"/>
      <w:ind w:left="120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er3">
    <w:name w:val="index 3"/>
    <w:basedOn w:val="Normaallaad"/>
    <w:next w:val="Normaallaad"/>
    <w:autoRedefine/>
    <w:semiHidden/>
    <w:rsid w:val="00D106D0"/>
    <w:pPr>
      <w:spacing w:after="40" w:line="300" w:lineRule="auto"/>
      <w:ind w:left="72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tx11">
    <w:name w:val="tx11"/>
    <w:rsid w:val="00D106D0"/>
    <w:rPr>
      <w:rFonts w:ascii="Arial" w:hAnsi="Arial" w:cs="Arial" w:hint="default"/>
      <w:strike w:val="0"/>
      <w:dstrike w:val="0"/>
      <w:color w:val="293841"/>
      <w:sz w:val="18"/>
      <w:szCs w:val="18"/>
      <w:u w:val="none"/>
      <w:effect w:val="none"/>
    </w:rPr>
  </w:style>
  <w:style w:type="character" w:styleId="Klastatudhperlink">
    <w:name w:val="FollowedHyperlink"/>
    <w:semiHidden/>
    <w:rsid w:val="00D106D0"/>
    <w:rPr>
      <w:color w:val="800080"/>
      <w:u w:val="single"/>
    </w:rPr>
  </w:style>
  <w:style w:type="paragraph" w:styleId="HTML-eelvormindatud">
    <w:name w:val="HTML Preformatted"/>
    <w:basedOn w:val="Normaallaad"/>
    <w:link w:val="HTML-eelvormindatudMrk"/>
    <w:uiPriority w:val="99"/>
    <w:semiHidden/>
    <w:rsid w:val="00D10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40" w:line="300" w:lineRule="auto"/>
    </w:pPr>
    <w:rPr>
      <w:rFonts w:ascii="Courier New" w:eastAsia="Times New Roman" w:hAnsi="Courier New" w:cs="Courier New"/>
      <w:sz w:val="20"/>
      <w:szCs w:val="20"/>
      <w:lang w:val="et-EE"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D106D0"/>
    <w:rPr>
      <w:rFonts w:ascii="Courier New" w:eastAsia="Times New Roman" w:hAnsi="Courier New" w:cs="Courier New"/>
      <w:sz w:val="20"/>
      <w:szCs w:val="20"/>
      <w:lang w:val="et-EE" w:eastAsia="et-EE"/>
    </w:rPr>
  </w:style>
  <w:style w:type="paragraph" w:customStyle="1" w:styleId="NormaallaadEsirida0">
    <w:name w:val="Normaallaad + Esirida:  0"/>
    <w:aliases w:val="5 cm + Paks"/>
    <w:basedOn w:val="Normaallaad"/>
    <w:rsid w:val="00D106D0"/>
    <w:pPr>
      <w:spacing w:after="40" w:line="300" w:lineRule="auto"/>
      <w:ind w:left="2126" w:hanging="425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NormaallaadEsirida05cmPaksMrkMrk">
    <w:name w:val="Normaallaad + Esirida:  0;5 cm + Paks Märk Märk"/>
    <w:rsid w:val="00D106D0"/>
    <w:rPr>
      <w:sz w:val="24"/>
      <w:szCs w:val="24"/>
      <w:lang w:val="et-EE" w:eastAsia="et-EE" w:bidi="ar-SA"/>
    </w:rPr>
  </w:style>
  <w:style w:type="paragraph" w:customStyle="1" w:styleId="Tppidega">
    <w:name w:val="Täppidega"/>
    <w:aliases w:val="Symbol (sümbol),Vasakul:  0 cm,Taane  0,5 cm + Esirida:  0 cm"/>
    <w:basedOn w:val="Normaallaad"/>
    <w:rsid w:val="00D106D0"/>
    <w:pPr>
      <w:numPr>
        <w:numId w:val="11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customStyle="1" w:styleId="NormaallaadRpselt">
    <w:name w:val="Normaallaad + Rööpselt"/>
    <w:basedOn w:val="Normaallaad"/>
    <w:rsid w:val="00D106D0"/>
    <w:p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Alapealkiri">
    <w:name w:val="Subtitle"/>
    <w:basedOn w:val="Normaallaad"/>
    <w:link w:val="AlapealkiriMrk"/>
    <w:qFormat/>
    <w:rsid w:val="00D106D0"/>
    <w:pPr>
      <w:spacing w:after="60" w:line="300" w:lineRule="auto"/>
      <w:jc w:val="center"/>
      <w:outlineLvl w:val="1"/>
    </w:pPr>
    <w:rPr>
      <w:rFonts w:eastAsia="Times New Roman"/>
      <w:sz w:val="24"/>
      <w:szCs w:val="24"/>
      <w:lang w:val="et-EE" w:eastAsia="et-EE"/>
    </w:rPr>
  </w:style>
  <w:style w:type="character" w:customStyle="1" w:styleId="AlapealkiriMrk">
    <w:name w:val="Alapealkiri Märk"/>
    <w:basedOn w:val="Liguvaikefont"/>
    <w:link w:val="Alapealkiri"/>
    <w:rsid w:val="00D106D0"/>
    <w:rPr>
      <w:rFonts w:ascii="Arial" w:eastAsia="Times New Roman" w:hAnsi="Arial" w:cs="Arial"/>
      <w:sz w:val="24"/>
      <w:szCs w:val="24"/>
      <w:lang w:val="et-EE" w:eastAsia="et-EE"/>
    </w:rPr>
  </w:style>
  <w:style w:type="paragraph" w:styleId="Allkiri">
    <w:name w:val="Signature"/>
    <w:basedOn w:val="Normaallaad"/>
    <w:link w:val="AllkiriMrk"/>
    <w:semiHidden/>
    <w:rsid w:val="00D106D0"/>
    <w:pPr>
      <w:spacing w:after="40" w:line="300" w:lineRule="auto"/>
      <w:ind w:left="4252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AllkiriMrk">
    <w:name w:val="Allkiri Märk"/>
    <w:basedOn w:val="Liguvaikefont"/>
    <w:link w:val="Allkiri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Dokumendiplaan">
    <w:name w:val="Document Map"/>
    <w:basedOn w:val="Normaallaad"/>
    <w:link w:val="DokumendiplaanMrk"/>
    <w:semiHidden/>
    <w:rsid w:val="00D106D0"/>
    <w:pPr>
      <w:shd w:val="clear" w:color="auto" w:fill="000080"/>
      <w:spacing w:after="40" w:line="300" w:lineRule="auto"/>
    </w:pPr>
    <w:rPr>
      <w:rFonts w:ascii="Tahoma" w:eastAsia="Times New Roman" w:hAnsi="Tahoma" w:cs="Tahoma"/>
      <w:sz w:val="20"/>
      <w:szCs w:val="20"/>
      <w:lang w:val="et-EE" w:eastAsia="et-EE"/>
    </w:rPr>
  </w:style>
  <w:style w:type="character" w:customStyle="1" w:styleId="DokumendiplaanMrk">
    <w:name w:val="Dokumendiplaan Märk"/>
    <w:basedOn w:val="Liguvaikefont"/>
    <w:link w:val="Dokumendiplaan"/>
    <w:semiHidden/>
    <w:rsid w:val="00D106D0"/>
    <w:rPr>
      <w:rFonts w:ascii="Tahoma" w:eastAsia="Times New Roman" w:hAnsi="Tahoma" w:cs="Tahoma"/>
      <w:sz w:val="20"/>
      <w:szCs w:val="20"/>
      <w:shd w:val="clear" w:color="auto" w:fill="000080"/>
      <w:lang w:val="et-EE" w:eastAsia="et-EE"/>
    </w:rPr>
  </w:style>
  <w:style w:type="paragraph" w:styleId="Esireataandegakehatekst">
    <w:name w:val="Body Text First Indent"/>
    <w:basedOn w:val="Kehatekst"/>
    <w:link w:val="EsireataandegakehatekstMrk"/>
    <w:semiHidden/>
    <w:rsid w:val="00D106D0"/>
    <w:pPr>
      <w:spacing w:before="0" w:after="120" w:line="300" w:lineRule="auto"/>
      <w:ind w:firstLine="210"/>
      <w:jc w:val="both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sireataandegakehatekstMrk">
    <w:name w:val="Esireataandega kehatekst Märk"/>
    <w:basedOn w:val="KehatekstMrk"/>
    <w:link w:val="Esireataandegakehatekst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Taandegakehatekst">
    <w:name w:val="Body Text Indent"/>
    <w:basedOn w:val="Normaallaad"/>
    <w:link w:val="TaandegakehatekstMrk"/>
    <w:rsid w:val="00D106D0"/>
    <w:pPr>
      <w:spacing w:after="120" w:line="300" w:lineRule="auto"/>
      <w:ind w:left="283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TaandegakehatekstMrk">
    <w:name w:val="Taandega kehatekst Märk"/>
    <w:basedOn w:val="Liguvaikefont"/>
    <w:link w:val="Taandegakehatekst"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Esireataandegakehatekst2">
    <w:name w:val="Body Text First Indent 2"/>
    <w:basedOn w:val="Taandegakehatekst"/>
    <w:link w:val="Esireataandegakehatekst2Mrk"/>
    <w:semiHidden/>
    <w:rsid w:val="00D106D0"/>
    <w:pPr>
      <w:ind w:firstLine="210"/>
    </w:pPr>
  </w:style>
  <w:style w:type="character" w:customStyle="1" w:styleId="Esireataandegakehatekst2Mrk">
    <w:name w:val="Esireataandega kehatekst 2 Märk"/>
    <w:basedOn w:val="TaandegakehatekstMrk"/>
    <w:link w:val="Esireataandegakehatekst2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HTML-aadress">
    <w:name w:val="HTML Address"/>
    <w:basedOn w:val="Normaallaad"/>
    <w:link w:val="HTML-aadressMrk"/>
    <w:semiHidden/>
    <w:rsid w:val="00D106D0"/>
    <w:pPr>
      <w:spacing w:after="40" w:line="300" w:lineRule="auto"/>
    </w:pPr>
    <w:rPr>
      <w:rFonts w:ascii="Times New Roman" w:eastAsia="Times New Roman" w:hAnsi="Times New Roman" w:cs="Times New Roman"/>
      <w:i/>
      <w:iCs/>
      <w:sz w:val="24"/>
      <w:szCs w:val="24"/>
      <w:lang w:val="et-EE" w:eastAsia="et-EE"/>
    </w:rPr>
  </w:style>
  <w:style w:type="character" w:customStyle="1" w:styleId="HTML-aadressMrk">
    <w:name w:val="HTML-aadress Märk"/>
    <w:basedOn w:val="Liguvaikefont"/>
    <w:link w:val="HTML-aadress"/>
    <w:semiHidden/>
    <w:rsid w:val="00D106D0"/>
    <w:rPr>
      <w:rFonts w:ascii="Times New Roman" w:eastAsia="Times New Roman" w:hAnsi="Times New Roman" w:cs="Times New Roman"/>
      <w:i/>
      <w:iCs/>
      <w:sz w:val="24"/>
      <w:szCs w:val="24"/>
      <w:lang w:val="et-EE" w:eastAsia="et-EE"/>
    </w:rPr>
  </w:style>
  <w:style w:type="paragraph" w:styleId="Kehatekst2">
    <w:name w:val="Body Text 2"/>
    <w:basedOn w:val="Normaallaad"/>
    <w:link w:val="Kehatekst2Mrk"/>
    <w:semiHidden/>
    <w:rsid w:val="00D106D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Kehatekst2Mrk">
    <w:name w:val="Kehatekst 2 Märk"/>
    <w:basedOn w:val="Liguvaikefont"/>
    <w:link w:val="Kehatekst2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Kehatekst3">
    <w:name w:val="Body Text 3"/>
    <w:basedOn w:val="Normaallaad"/>
    <w:link w:val="Kehatekst3Mrk"/>
    <w:rsid w:val="00D106D0"/>
    <w:pPr>
      <w:spacing w:after="120" w:line="300" w:lineRule="auto"/>
    </w:pPr>
    <w:rPr>
      <w:rFonts w:ascii="Times New Roman" w:eastAsia="Times New Roman" w:hAnsi="Times New Roman" w:cs="Times New Roman"/>
      <w:sz w:val="16"/>
      <w:szCs w:val="16"/>
      <w:lang w:val="et-EE" w:eastAsia="et-EE"/>
    </w:rPr>
  </w:style>
  <w:style w:type="character" w:customStyle="1" w:styleId="Kehatekst3Mrk">
    <w:name w:val="Kehatekst 3 Märk"/>
    <w:basedOn w:val="Liguvaikefont"/>
    <w:link w:val="Kehatekst3"/>
    <w:rsid w:val="00D106D0"/>
    <w:rPr>
      <w:rFonts w:ascii="Times New Roman" w:eastAsia="Times New Roman" w:hAnsi="Times New Roman" w:cs="Times New Roman"/>
      <w:sz w:val="16"/>
      <w:szCs w:val="16"/>
      <w:lang w:val="et-EE" w:eastAsia="et-EE"/>
    </w:rPr>
  </w:style>
  <w:style w:type="paragraph" w:customStyle="1" w:styleId="Kommentaariteema1">
    <w:name w:val="Kommentaari teema1"/>
    <w:basedOn w:val="Kommentaaritekst"/>
    <w:next w:val="Kommentaaritekst"/>
    <w:semiHidden/>
    <w:rsid w:val="00D106D0"/>
    <w:pPr>
      <w:spacing w:after="40" w:line="300" w:lineRule="auto"/>
      <w:jc w:val="both"/>
    </w:pPr>
    <w:rPr>
      <w:rFonts w:ascii="Times New Roman" w:eastAsia="Times New Roman" w:hAnsi="Times New Roman" w:cs="Times New Roman"/>
      <w:b/>
      <w:bCs/>
      <w:lang w:val="et-EE" w:eastAsia="et-EE"/>
    </w:rPr>
  </w:style>
  <w:style w:type="paragraph" w:styleId="Kuupev">
    <w:name w:val="Date"/>
    <w:basedOn w:val="Normaallaad"/>
    <w:next w:val="Normaallaad"/>
    <w:link w:val="KuupevMrk"/>
    <w:semiHidden/>
    <w:rsid w:val="00D106D0"/>
    <w:p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KuupevMrk">
    <w:name w:val="Kuupäev Märk"/>
    <w:basedOn w:val="Liguvaikefont"/>
    <w:link w:val="Kuupev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ihttekst">
    <w:name w:val="Plain Text"/>
    <w:basedOn w:val="Normaallaad"/>
    <w:link w:val="LihttekstMrk"/>
    <w:semiHidden/>
    <w:rsid w:val="00D106D0"/>
    <w:pPr>
      <w:spacing w:after="40" w:line="300" w:lineRule="auto"/>
    </w:pPr>
    <w:rPr>
      <w:rFonts w:ascii="Courier New" w:eastAsia="Times New Roman" w:hAnsi="Courier New" w:cs="Courier New"/>
      <w:sz w:val="20"/>
      <w:szCs w:val="20"/>
      <w:lang w:val="et-EE" w:eastAsia="et-EE"/>
    </w:rPr>
  </w:style>
  <w:style w:type="character" w:customStyle="1" w:styleId="LihttekstMrk">
    <w:name w:val="Lihttekst Märk"/>
    <w:basedOn w:val="Liguvaikefont"/>
    <w:link w:val="Lihttekst"/>
    <w:semiHidden/>
    <w:rsid w:val="00D106D0"/>
    <w:rPr>
      <w:rFonts w:ascii="Courier New" w:eastAsia="Times New Roman" w:hAnsi="Courier New" w:cs="Courier New"/>
      <w:sz w:val="20"/>
      <w:szCs w:val="20"/>
      <w:lang w:val="et-EE" w:eastAsia="et-EE"/>
    </w:rPr>
  </w:style>
  <w:style w:type="paragraph" w:styleId="Loend4">
    <w:name w:val="List 4"/>
    <w:basedOn w:val="Normaallaad"/>
    <w:semiHidden/>
    <w:rsid w:val="00D106D0"/>
    <w:pPr>
      <w:spacing w:after="40" w:line="30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5">
    <w:name w:val="List 5"/>
    <w:basedOn w:val="Normaallaad"/>
    <w:semiHidden/>
    <w:rsid w:val="00D106D0"/>
    <w:pPr>
      <w:spacing w:after="40" w:line="30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jtk">
    <w:name w:val="List Continue"/>
    <w:basedOn w:val="Normaallaad"/>
    <w:rsid w:val="00D106D0"/>
    <w:pPr>
      <w:spacing w:after="120" w:line="300" w:lineRule="auto"/>
      <w:ind w:left="283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jtk2">
    <w:name w:val="List Continue 2"/>
    <w:basedOn w:val="Normaallaad"/>
    <w:semiHidden/>
    <w:rsid w:val="00D106D0"/>
    <w:pPr>
      <w:spacing w:after="120" w:line="300" w:lineRule="auto"/>
      <w:ind w:left="566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jtk3">
    <w:name w:val="List Continue 3"/>
    <w:basedOn w:val="Normaallaad"/>
    <w:semiHidden/>
    <w:rsid w:val="00D106D0"/>
    <w:pPr>
      <w:spacing w:after="120" w:line="300" w:lineRule="auto"/>
      <w:ind w:left="849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jtk4">
    <w:name w:val="List Continue 4"/>
    <w:basedOn w:val="Normaallaad"/>
    <w:semiHidden/>
    <w:rsid w:val="00D106D0"/>
    <w:pPr>
      <w:spacing w:after="120" w:line="300" w:lineRule="auto"/>
      <w:ind w:left="1132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jtk5">
    <w:name w:val="List Continue 5"/>
    <w:basedOn w:val="Normaallaad"/>
    <w:semiHidden/>
    <w:rsid w:val="00D106D0"/>
    <w:pPr>
      <w:spacing w:after="120" w:line="300" w:lineRule="auto"/>
      <w:ind w:left="1415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number2">
    <w:name w:val="List Number 2"/>
    <w:basedOn w:val="Normaallaad"/>
    <w:semiHidden/>
    <w:rsid w:val="00D106D0"/>
    <w:pPr>
      <w:numPr>
        <w:numId w:val="12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number3">
    <w:name w:val="List Number 3"/>
    <w:basedOn w:val="Normaallaad"/>
    <w:semiHidden/>
    <w:rsid w:val="00D106D0"/>
    <w:pPr>
      <w:numPr>
        <w:numId w:val="13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number4">
    <w:name w:val="List Number 4"/>
    <w:basedOn w:val="Normaallaad"/>
    <w:semiHidden/>
    <w:rsid w:val="00D106D0"/>
    <w:pPr>
      <w:numPr>
        <w:numId w:val="14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number5">
    <w:name w:val="List Number 5"/>
    <w:basedOn w:val="Normaallaad"/>
    <w:semiHidden/>
    <w:rsid w:val="00D106D0"/>
    <w:pPr>
      <w:numPr>
        <w:numId w:val="15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tpp">
    <w:name w:val="List Bullet"/>
    <w:basedOn w:val="Normaallaad"/>
    <w:semiHidden/>
    <w:rsid w:val="00D106D0"/>
    <w:pPr>
      <w:numPr>
        <w:numId w:val="16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tpp2">
    <w:name w:val="List Bullet 2"/>
    <w:basedOn w:val="Normaallaad"/>
    <w:semiHidden/>
    <w:rsid w:val="00D106D0"/>
    <w:pPr>
      <w:numPr>
        <w:numId w:val="17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tpp3">
    <w:name w:val="List Bullet 3"/>
    <w:basedOn w:val="Normaallaad"/>
    <w:semiHidden/>
    <w:rsid w:val="00D106D0"/>
    <w:pPr>
      <w:numPr>
        <w:numId w:val="18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tpp4">
    <w:name w:val="List Bullet 4"/>
    <w:basedOn w:val="Normaallaad"/>
    <w:semiHidden/>
    <w:rsid w:val="00D106D0"/>
    <w:pPr>
      <w:numPr>
        <w:numId w:val="19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oenditpp5">
    <w:name w:val="List Bullet 5"/>
    <w:basedOn w:val="Normaallaad"/>
    <w:semiHidden/>
    <w:rsid w:val="00D106D0"/>
    <w:pPr>
      <w:numPr>
        <w:numId w:val="20"/>
      </w:num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Lpetus">
    <w:name w:val="Closing"/>
    <w:basedOn w:val="Normaallaad"/>
    <w:link w:val="LpetusMrk"/>
    <w:semiHidden/>
    <w:rsid w:val="00D106D0"/>
    <w:pPr>
      <w:spacing w:after="40" w:line="300" w:lineRule="auto"/>
      <w:ind w:left="4252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LpetusMrk">
    <w:name w:val="Lõpetus Märk"/>
    <w:basedOn w:val="Liguvaikefont"/>
    <w:link w:val="Lpetus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Makrotekst">
    <w:name w:val="macro"/>
    <w:link w:val="MakrotekstMrk"/>
    <w:semiHidden/>
    <w:rsid w:val="00D106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t-EE" w:eastAsia="et-EE"/>
    </w:rPr>
  </w:style>
  <w:style w:type="character" w:customStyle="1" w:styleId="MakrotekstMrk">
    <w:name w:val="Makrotekst Märk"/>
    <w:basedOn w:val="Liguvaikefont"/>
    <w:link w:val="Makrotekst"/>
    <w:semiHidden/>
    <w:rsid w:val="00D106D0"/>
    <w:rPr>
      <w:rFonts w:ascii="Courier New" w:eastAsia="Times New Roman" w:hAnsi="Courier New" w:cs="Courier New"/>
      <w:sz w:val="20"/>
      <w:szCs w:val="20"/>
      <w:lang w:val="et-EE" w:eastAsia="et-EE"/>
    </w:rPr>
  </w:style>
  <w:style w:type="paragraph" w:styleId="Meilisignatuur">
    <w:name w:val="E-mail Signature"/>
    <w:basedOn w:val="Normaallaad"/>
    <w:link w:val="MeilisignatuurMrk"/>
    <w:semiHidden/>
    <w:rsid w:val="00D106D0"/>
    <w:p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MeilisignatuurMrk">
    <w:name w:val="Meilisignatuur Märk"/>
    <w:basedOn w:val="Liguvaikefont"/>
    <w:link w:val="Meilisignatuur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Mrkmepealkiri">
    <w:name w:val="Note Heading"/>
    <w:basedOn w:val="Normaallaad"/>
    <w:next w:val="Normaallaad"/>
    <w:link w:val="MrkmepealkiriMrk"/>
    <w:semiHidden/>
    <w:rsid w:val="00D106D0"/>
    <w:p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MrkmepealkiriMrk">
    <w:name w:val="Märkme pealkiri Märk"/>
    <w:basedOn w:val="Liguvaikefont"/>
    <w:link w:val="Mrkmepealkiri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Normaallaadveeb">
    <w:name w:val="Normal (Web)"/>
    <w:basedOn w:val="Normaallaad"/>
    <w:semiHidden/>
    <w:rsid w:val="00D106D0"/>
    <w:p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Normaaltaane">
    <w:name w:val="Normal Indent"/>
    <w:basedOn w:val="Normaallaad"/>
    <w:semiHidden/>
    <w:rsid w:val="00D106D0"/>
    <w:pPr>
      <w:spacing w:after="40" w:line="300" w:lineRule="auto"/>
      <w:ind w:left="708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Plokktekst">
    <w:name w:val="Block Text"/>
    <w:basedOn w:val="Normaallaad"/>
    <w:semiHidden/>
    <w:rsid w:val="00D106D0"/>
    <w:pPr>
      <w:spacing w:after="120" w:line="30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er4">
    <w:name w:val="index 4"/>
    <w:basedOn w:val="Normaallaad"/>
    <w:next w:val="Normaallaad"/>
    <w:autoRedefine/>
    <w:semiHidden/>
    <w:rsid w:val="00D106D0"/>
    <w:pPr>
      <w:spacing w:after="40" w:line="300" w:lineRule="auto"/>
      <w:ind w:left="96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er6">
    <w:name w:val="index 6"/>
    <w:basedOn w:val="Normaallaad"/>
    <w:next w:val="Normaallaad"/>
    <w:autoRedefine/>
    <w:semiHidden/>
    <w:rsid w:val="00D106D0"/>
    <w:pPr>
      <w:spacing w:after="40" w:line="300" w:lineRule="auto"/>
      <w:ind w:left="144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er7">
    <w:name w:val="index 7"/>
    <w:basedOn w:val="Normaallaad"/>
    <w:next w:val="Normaallaad"/>
    <w:autoRedefine/>
    <w:semiHidden/>
    <w:rsid w:val="00D106D0"/>
    <w:pPr>
      <w:spacing w:after="40" w:line="300" w:lineRule="auto"/>
      <w:ind w:left="168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er8">
    <w:name w:val="index 8"/>
    <w:basedOn w:val="Normaallaad"/>
    <w:next w:val="Normaallaad"/>
    <w:autoRedefine/>
    <w:semiHidden/>
    <w:rsid w:val="00D106D0"/>
    <w:pPr>
      <w:spacing w:after="40" w:line="300" w:lineRule="auto"/>
      <w:ind w:left="192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er9">
    <w:name w:val="index 9"/>
    <w:basedOn w:val="Normaallaad"/>
    <w:next w:val="Normaallaad"/>
    <w:autoRedefine/>
    <w:semiHidden/>
    <w:rsid w:val="00D106D0"/>
    <w:pPr>
      <w:spacing w:after="40" w:line="300" w:lineRule="auto"/>
      <w:ind w:left="2160" w:hanging="240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Registripealkiri">
    <w:name w:val="index heading"/>
    <w:basedOn w:val="Normaallaad"/>
    <w:next w:val="Register1"/>
    <w:semiHidden/>
    <w:rsid w:val="00D106D0"/>
    <w:pPr>
      <w:spacing w:after="40" w:line="300" w:lineRule="auto"/>
    </w:pPr>
    <w:rPr>
      <w:rFonts w:eastAsia="Times New Roman"/>
      <w:b/>
      <w:bCs/>
      <w:sz w:val="24"/>
      <w:szCs w:val="24"/>
      <w:lang w:val="et-EE" w:eastAsia="et-EE"/>
    </w:rPr>
  </w:style>
  <w:style w:type="paragraph" w:styleId="Saatjaaadressmbrikul">
    <w:name w:val="envelope return"/>
    <w:basedOn w:val="Normaallaad"/>
    <w:semiHidden/>
    <w:rsid w:val="00D106D0"/>
    <w:pPr>
      <w:spacing w:after="40" w:line="300" w:lineRule="auto"/>
    </w:pPr>
    <w:rPr>
      <w:rFonts w:eastAsia="Times New Roman"/>
      <w:sz w:val="20"/>
      <w:szCs w:val="20"/>
      <w:lang w:val="et-EE" w:eastAsia="et-EE"/>
    </w:rPr>
  </w:style>
  <w:style w:type="paragraph" w:styleId="Snumipis">
    <w:name w:val="Message Header"/>
    <w:basedOn w:val="Normaallaad"/>
    <w:link w:val="SnumipisMrk"/>
    <w:semiHidden/>
    <w:rsid w:val="00D106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40" w:line="300" w:lineRule="auto"/>
      <w:ind w:left="1134" w:hanging="1134"/>
    </w:pPr>
    <w:rPr>
      <w:rFonts w:eastAsia="Times New Roman"/>
      <w:sz w:val="24"/>
      <w:szCs w:val="24"/>
      <w:lang w:val="et-EE" w:eastAsia="et-EE"/>
    </w:rPr>
  </w:style>
  <w:style w:type="character" w:customStyle="1" w:styleId="SnumipisMrk">
    <w:name w:val="Sõnumi päis Märk"/>
    <w:basedOn w:val="Liguvaikefont"/>
    <w:link w:val="Snumipis"/>
    <w:semiHidden/>
    <w:rsid w:val="00D106D0"/>
    <w:rPr>
      <w:rFonts w:ascii="Arial" w:eastAsia="Times New Roman" w:hAnsi="Arial" w:cs="Arial"/>
      <w:sz w:val="24"/>
      <w:szCs w:val="24"/>
      <w:shd w:val="pct20" w:color="auto" w:fill="auto"/>
      <w:lang w:val="et-EE" w:eastAsia="et-EE"/>
    </w:rPr>
  </w:style>
  <w:style w:type="paragraph" w:styleId="Taandegakehatekst2">
    <w:name w:val="Body Text Indent 2"/>
    <w:basedOn w:val="Normaallaad"/>
    <w:link w:val="Taandegakehatekst2Mrk"/>
    <w:semiHidden/>
    <w:rsid w:val="00D106D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Taandegakehatekst2Mrk">
    <w:name w:val="Taandega kehatekst 2 Märk"/>
    <w:basedOn w:val="Liguvaikefont"/>
    <w:link w:val="Taandegakehatekst2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Taandegakehatekst3">
    <w:name w:val="Body Text Indent 3"/>
    <w:basedOn w:val="Normaallaad"/>
    <w:link w:val="Taandegakehatekst3Mrk"/>
    <w:semiHidden/>
    <w:rsid w:val="00D106D0"/>
    <w:pPr>
      <w:spacing w:after="120" w:line="300" w:lineRule="auto"/>
      <w:ind w:left="283"/>
    </w:pPr>
    <w:rPr>
      <w:rFonts w:ascii="Times New Roman" w:eastAsia="Times New Roman" w:hAnsi="Times New Roman" w:cs="Times New Roman"/>
      <w:sz w:val="16"/>
      <w:szCs w:val="16"/>
      <w:lang w:val="et-EE" w:eastAsia="et-EE"/>
    </w:rPr>
  </w:style>
  <w:style w:type="character" w:customStyle="1" w:styleId="Taandegakehatekst3Mrk">
    <w:name w:val="Taandega kehatekst 3 Märk"/>
    <w:basedOn w:val="Liguvaikefont"/>
    <w:link w:val="Taandegakehatekst3"/>
    <w:semiHidden/>
    <w:rsid w:val="00D106D0"/>
    <w:rPr>
      <w:rFonts w:ascii="Times New Roman" w:eastAsia="Times New Roman" w:hAnsi="Times New Roman" w:cs="Times New Roman"/>
      <w:sz w:val="16"/>
      <w:szCs w:val="16"/>
      <w:lang w:val="et-EE" w:eastAsia="et-EE"/>
    </w:rPr>
  </w:style>
  <w:style w:type="paragraph" w:styleId="Tervitus">
    <w:name w:val="Salutation"/>
    <w:basedOn w:val="Normaallaad"/>
    <w:next w:val="Normaallaad"/>
    <w:link w:val="TervitusMrk"/>
    <w:semiHidden/>
    <w:rsid w:val="00D106D0"/>
    <w:pPr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customStyle="1" w:styleId="TervitusMrk">
    <w:name w:val="Tervitus Märk"/>
    <w:basedOn w:val="Liguvaikefont"/>
    <w:link w:val="Tervitus"/>
    <w:semiHidden/>
    <w:rsid w:val="00D106D0"/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styleId="mbrikuaadress">
    <w:name w:val="envelope address"/>
    <w:basedOn w:val="Normaallaad"/>
    <w:semiHidden/>
    <w:rsid w:val="00D106D0"/>
    <w:pPr>
      <w:framePr w:w="7920" w:h="1980" w:hRule="exact" w:hSpace="141" w:wrap="auto" w:hAnchor="page" w:xAlign="center" w:yAlign="bottom"/>
      <w:spacing w:after="40" w:line="300" w:lineRule="auto"/>
      <w:ind w:left="2880"/>
    </w:pPr>
    <w:rPr>
      <w:rFonts w:eastAsia="Times New Roman"/>
      <w:sz w:val="24"/>
      <w:szCs w:val="24"/>
      <w:lang w:val="et-EE" w:eastAsia="et-EE"/>
    </w:rPr>
  </w:style>
  <w:style w:type="paragraph" w:customStyle="1" w:styleId="NormaallaadVasakul0">
    <w:name w:val="Normaallaad + Vasakul:  0"/>
    <w:aliases w:val="5 cm,Esirida:  0,Enne  2 p,Pärast:  2 p"/>
    <w:basedOn w:val="Normaallaad"/>
    <w:rsid w:val="00D106D0"/>
    <w:pPr>
      <w:spacing w:before="40"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paragraph" w:customStyle="1" w:styleId="Kehatekst-EntecStandard">
    <w:name w:val="Kehatekst - Entec Standard"/>
    <w:rsid w:val="00D106D0"/>
    <w:pPr>
      <w:spacing w:after="0" w:line="240" w:lineRule="auto"/>
      <w:ind w:left="1170"/>
      <w:jc w:val="both"/>
    </w:pPr>
    <w:rPr>
      <w:rFonts w:ascii="Times New Roman" w:eastAsia="Times New Roman" w:hAnsi="Times New Roman" w:cs="Times New Roman"/>
      <w:sz w:val="24"/>
      <w:szCs w:val="20"/>
      <w:lang w:val="et-EE"/>
    </w:rPr>
  </w:style>
  <w:style w:type="character" w:customStyle="1" w:styleId="KehatekstEntecstandard">
    <w:name w:val="Kehatekst Entec standard"/>
    <w:rsid w:val="00D106D0"/>
    <w:rPr>
      <w:noProof w:val="0"/>
      <w:sz w:val="24"/>
      <w:lang w:val="et-EE" w:eastAsia="en-US" w:bidi="ar-SA"/>
    </w:rPr>
  </w:style>
  <w:style w:type="character" w:customStyle="1" w:styleId="NormaalneMrk">
    <w:name w:val="Normaalne Märk"/>
    <w:rsid w:val="00D106D0"/>
    <w:rPr>
      <w:rFonts w:ascii="Verdana" w:hAnsi="Verdana"/>
      <w:sz w:val="22"/>
      <w:szCs w:val="24"/>
      <w:lang w:val="en-US" w:eastAsia="en-US" w:bidi="ar-SA"/>
    </w:rPr>
  </w:style>
  <w:style w:type="character" w:customStyle="1" w:styleId="Kehatekst-EntecStandardChar">
    <w:name w:val="Kehatekst - Entec Standard Char"/>
    <w:rsid w:val="00D106D0"/>
    <w:rPr>
      <w:sz w:val="24"/>
      <w:lang w:val="et-EE" w:eastAsia="en-US" w:bidi="ar-SA"/>
    </w:rPr>
  </w:style>
  <w:style w:type="character" w:styleId="Lehekljenumber">
    <w:name w:val="page number"/>
    <w:basedOn w:val="Liguvaikefont"/>
    <w:semiHidden/>
    <w:rsid w:val="00D106D0"/>
  </w:style>
  <w:style w:type="paragraph" w:customStyle="1" w:styleId="Normaallaad11">
    <w:name w:val="Normaallaad + 11"/>
    <w:aliases w:val="5 pt,Sinine,Enne  0,7 p,Pärast:  0 + 11,P...,Pärast:  0,Normaallaad + Enne  0,5 p"/>
    <w:basedOn w:val="Normaallaad"/>
    <w:link w:val="Normaallaad11Mrk"/>
    <w:rsid w:val="00D106D0"/>
    <w:pPr>
      <w:spacing w:before="10" w:after="10" w:line="300" w:lineRule="auto"/>
      <w:jc w:val="left"/>
    </w:pPr>
    <w:rPr>
      <w:rFonts w:ascii="Times New Roman" w:eastAsia="Times New Roman" w:hAnsi="Times New Roman" w:cs="Times New Roman"/>
      <w:lang w:val="et-EE"/>
    </w:rPr>
  </w:style>
  <w:style w:type="paragraph" w:customStyle="1" w:styleId="11Pealkiri2">
    <w:name w:val="1.1 Pealkiri 2"/>
    <w:basedOn w:val="Pealkiri2"/>
    <w:next w:val="Pealkiri2"/>
    <w:rsid w:val="00D106D0"/>
    <w:pPr>
      <w:keepNext w:val="0"/>
      <w:keepLines w:val="0"/>
      <w:numPr>
        <w:ilvl w:val="1"/>
      </w:numPr>
      <w:tabs>
        <w:tab w:val="num" w:pos="993"/>
      </w:tabs>
      <w:spacing w:before="200" w:after="200" w:line="300" w:lineRule="auto"/>
      <w:ind w:left="993" w:hanging="567"/>
    </w:pPr>
    <w:rPr>
      <w:rFonts w:ascii="Times New Roman" w:eastAsia="Times New Roman" w:hAnsi="Times New Roman" w:cs="Times New Roman"/>
      <w:b/>
      <w:bCs/>
      <w:color w:val="0000FF"/>
      <w:sz w:val="26"/>
      <w:lang w:val="et-EE"/>
    </w:rPr>
  </w:style>
  <w:style w:type="character" w:customStyle="1" w:styleId="LoendijtkMrk">
    <w:name w:val="Loendijätk Märk"/>
    <w:rsid w:val="00D106D0"/>
    <w:rPr>
      <w:sz w:val="24"/>
      <w:szCs w:val="24"/>
      <w:lang w:val="et-EE" w:eastAsia="et-EE" w:bidi="ar-SA"/>
    </w:rPr>
  </w:style>
  <w:style w:type="paragraph" w:customStyle="1" w:styleId="XXu">
    <w:name w:val="X.X.u"/>
    <w:basedOn w:val="Normaallaad"/>
    <w:rsid w:val="00D106D0"/>
    <w:pPr>
      <w:keepNext/>
      <w:numPr>
        <w:ilvl w:val="1"/>
        <w:numId w:val="21"/>
      </w:numPr>
      <w:suppressAutoHyphens/>
      <w:autoSpaceDE w:val="0"/>
      <w:spacing w:before="480" w:after="240" w:line="240" w:lineRule="auto"/>
      <w:outlineLvl w:val="1"/>
    </w:pPr>
    <w:rPr>
      <w:rFonts w:ascii="Times New Roman Bold" w:eastAsia="Times New Roman" w:hAnsi="Times New Roman Bold"/>
      <w:b/>
      <w:sz w:val="24"/>
      <w:szCs w:val="20"/>
      <w:lang w:val="et-EE" w:eastAsia="ar-SA"/>
    </w:rPr>
  </w:style>
  <w:style w:type="paragraph" w:customStyle="1" w:styleId="XXX">
    <w:name w:val="X.X.X."/>
    <w:basedOn w:val="Normaallaad"/>
    <w:rsid w:val="00D106D0"/>
    <w:pPr>
      <w:keepNext/>
      <w:numPr>
        <w:ilvl w:val="2"/>
        <w:numId w:val="21"/>
      </w:numPr>
      <w:suppressAutoHyphens/>
      <w:autoSpaceDE w:val="0"/>
      <w:spacing w:before="240" w:after="120" w:line="240" w:lineRule="auto"/>
      <w:outlineLvl w:val="2"/>
    </w:pPr>
    <w:rPr>
      <w:rFonts w:ascii="Times New Roman Bold" w:eastAsia="Times New Roman" w:hAnsi="Times New Roman Bold"/>
      <w:b/>
      <w:sz w:val="24"/>
      <w:szCs w:val="20"/>
      <w:lang w:val="et-EE" w:eastAsia="ar-SA"/>
    </w:rPr>
  </w:style>
  <w:style w:type="paragraph" w:customStyle="1" w:styleId="X">
    <w:name w:val="X."/>
    <w:rsid w:val="00D106D0"/>
    <w:pPr>
      <w:keepNext/>
      <w:numPr>
        <w:numId w:val="21"/>
      </w:numPr>
      <w:spacing w:before="720" w:after="0" w:line="240" w:lineRule="auto"/>
      <w:jc w:val="center"/>
      <w:outlineLvl w:val="0"/>
    </w:pPr>
    <w:rPr>
      <w:rFonts w:ascii="Times New Roman Bold" w:eastAsia="Times New Roman" w:hAnsi="Times New Roman Bold" w:cs="Times New Roman"/>
      <w:b/>
      <w:sz w:val="24"/>
      <w:szCs w:val="20"/>
      <w:lang w:val="et-EE"/>
    </w:rPr>
  </w:style>
  <w:style w:type="paragraph" w:customStyle="1" w:styleId="Caption1">
    <w:name w:val="Caption1"/>
    <w:basedOn w:val="Normaallaad"/>
    <w:rsid w:val="00D106D0"/>
    <w:pPr>
      <w:suppressLineNumbers/>
      <w:suppressAutoHyphens/>
      <w:autoSpaceDE w:val="0"/>
      <w:spacing w:before="120" w:after="120" w:line="240" w:lineRule="auto"/>
    </w:pPr>
    <w:rPr>
      <w:rFonts w:ascii="Times New Roman" w:eastAsia="Times New Roman" w:hAnsi="Times New Roman" w:cs="Lucida Sans Unicode"/>
      <w:i/>
      <w:iCs/>
      <w:sz w:val="20"/>
      <w:szCs w:val="20"/>
      <w:lang w:val="et-EE" w:eastAsia="ar-SA"/>
    </w:rPr>
  </w:style>
  <w:style w:type="paragraph" w:customStyle="1" w:styleId="Heading">
    <w:name w:val="Heading"/>
    <w:basedOn w:val="Normaallaad"/>
    <w:next w:val="Kehatekst"/>
    <w:rsid w:val="00D106D0"/>
    <w:pPr>
      <w:keepNext/>
      <w:suppressAutoHyphens/>
      <w:autoSpaceDE w:val="0"/>
      <w:spacing w:before="240" w:after="120" w:line="240" w:lineRule="auto"/>
    </w:pPr>
    <w:rPr>
      <w:rFonts w:eastAsia="Lucida Sans Unicode" w:cs="Lucida Sans Unicode"/>
      <w:sz w:val="28"/>
      <w:szCs w:val="28"/>
      <w:lang w:val="et-EE" w:eastAsia="ar-SA"/>
    </w:rPr>
  </w:style>
  <w:style w:type="paragraph" w:customStyle="1" w:styleId="Default">
    <w:name w:val="Default"/>
    <w:rsid w:val="00D106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wfxRecipient">
    <w:name w:val="wfxRecipient"/>
    <w:basedOn w:val="Normaallaad"/>
    <w:rsid w:val="00D106D0"/>
    <w:pPr>
      <w:spacing w:after="40" w:line="240" w:lineRule="auto"/>
      <w:jc w:val="left"/>
    </w:pPr>
    <w:rPr>
      <w:rFonts w:ascii="Times New Roman" w:eastAsia="Times New Roman" w:hAnsi="Times New Roman" w:cs="Times New Roman"/>
      <w:sz w:val="24"/>
      <w:szCs w:val="20"/>
      <w:lang w:val="et-EE"/>
    </w:rPr>
  </w:style>
  <w:style w:type="character" w:customStyle="1" w:styleId="text12px">
    <w:name w:val="text12px"/>
    <w:basedOn w:val="Liguvaikefont"/>
    <w:rsid w:val="00D106D0"/>
  </w:style>
  <w:style w:type="paragraph" w:customStyle="1" w:styleId="LaadAllakriipsutusReatihedushekordne">
    <w:name w:val="Laad Allakriipsutus Reatihedus  ühekordne"/>
    <w:basedOn w:val="Normaallaad"/>
    <w:rsid w:val="00D106D0"/>
    <w:pPr>
      <w:spacing w:after="40" w:line="300" w:lineRule="auto"/>
    </w:pPr>
    <w:rPr>
      <w:rFonts w:ascii="Times New Roman" w:eastAsia="Times New Roman" w:hAnsi="Times New Roman" w:cs="Times New Roman"/>
      <w:sz w:val="24"/>
      <w:szCs w:val="20"/>
      <w:u w:val="single"/>
      <w:lang w:val="et-EE" w:eastAsia="et-EE"/>
    </w:rPr>
  </w:style>
  <w:style w:type="paragraph" w:customStyle="1" w:styleId="LaadKehatekst">
    <w:name w:val="Laad Kehatekst"/>
    <w:aliases w:val="Märk + Reatihedus  ühekordne"/>
    <w:basedOn w:val="Kehatekst"/>
    <w:rsid w:val="00D106D0"/>
    <w:pPr>
      <w:spacing w:before="0" w:after="120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Normaallaad11Mrk">
    <w:name w:val="Normaallaad + 11 Märk"/>
    <w:aliases w:val="5 pt Märk,Sinine Märk,Enne  0 Märk,7 p Märk,Pärast:  0 + 11 Märk,P... Märk"/>
    <w:link w:val="Normaallaad11"/>
    <w:rsid w:val="00D106D0"/>
    <w:rPr>
      <w:rFonts w:ascii="Times New Roman" w:eastAsia="Times New Roman" w:hAnsi="Times New Roman" w:cs="Times New Roman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106D0"/>
    <w:pPr>
      <w:spacing w:after="40" w:line="30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val="et-EE" w:eastAsia="et-EE"/>
    </w:rPr>
  </w:style>
  <w:style w:type="character" w:customStyle="1" w:styleId="TsitaatMrk">
    <w:name w:val="Tsitaat Märk"/>
    <w:basedOn w:val="Liguvaikefont"/>
    <w:link w:val="Tsitaat"/>
    <w:uiPriority w:val="29"/>
    <w:rsid w:val="00D106D0"/>
    <w:rPr>
      <w:rFonts w:ascii="Times New Roman" w:eastAsia="Times New Roman" w:hAnsi="Times New Roman" w:cs="Times New Roman"/>
      <w:i/>
      <w:iCs/>
      <w:color w:val="FF0000"/>
      <w:sz w:val="24"/>
      <w:szCs w:val="24"/>
      <w:lang w:val="et-EE" w:eastAsia="et-EE"/>
    </w:rPr>
  </w:style>
  <w:style w:type="character" w:styleId="Vaevumrgatavrhutus">
    <w:name w:val="Subtle Emphasis"/>
    <w:uiPriority w:val="19"/>
    <w:qFormat/>
    <w:rsid w:val="00D106D0"/>
    <w:rPr>
      <w:i/>
      <w:iCs/>
      <w:color w:val="808080"/>
    </w:rPr>
  </w:style>
  <w:style w:type="paragraph" w:customStyle="1" w:styleId="TableContents">
    <w:name w:val="Table Contents"/>
    <w:basedOn w:val="Normaallaad"/>
    <w:rsid w:val="00D106D0"/>
    <w:pPr>
      <w:suppressLineNumbers/>
      <w:suppressAutoHyphens/>
      <w:spacing w:after="40" w:line="300" w:lineRule="auto"/>
    </w:pPr>
    <w:rPr>
      <w:rFonts w:ascii="Times New Roman" w:eastAsia="Times New Roman" w:hAnsi="Times New Roman" w:cs="Times New Roman"/>
      <w:sz w:val="24"/>
      <w:szCs w:val="24"/>
      <w:lang w:val="et-EE" w:eastAsia="ar-SA"/>
    </w:rPr>
  </w:style>
  <w:style w:type="character" w:customStyle="1" w:styleId="Allmrkusetekst1">
    <w:name w:val="Allmärkuse tekst1"/>
    <w:rsid w:val="00D106D0"/>
  </w:style>
  <w:style w:type="table" w:customStyle="1" w:styleId="TableNormal1">
    <w:name w:val="Table Normal1"/>
    <w:uiPriority w:val="2"/>
    <w:semiHidden/>
    <w:unhideWhenUsed/>
    <w:qFormat/>
    <w:rsid w:val="00D106D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allaad"/>
    <w:uiPriority w:val="1"/>
    <w:qFormat/>
    <w:rsid w:val="00D106D0"/>
    <w:pPr>
      <w:widowControl w:val="0"/>
      <w:spacing w:after="0" w:line="240" w:lineRule="auto"/>
      <w:jc w:val="left"/>
    </w:pPr>
    <w:rPr>
      <w:rFonts w:ascii="Calibri" w:eastAsia="Calibri" w:hAnsi="Calibri" w:cs="Times New Roman"/>
      <w:lang w:val="en-US"/>
    </w:rPr>
  </w:style>
  <w:style w:type="character" w:styleId="Kohatitetekst">
    <w:name w:val="Placeholder Text"/>
    <w:basedOn w:val="Liguvaikefont"/>
    <w:uiPriority w:val="99"/>
    <w:semiHidden/>
    <w:rsid w:val="009B724E"/>
    <w:rPr>
      <w:color w:val="808080"/>
    </w:rPr>
  </w:style>
  <w:style w:type="paragraph" w:customStyle="1" w:styleId="Tabel">
    <w:name w:val="Tabel"/>
    <w:basedOn w:val="Normaallaad"/>
    <w:next w:val="Normaallaad"/>
    <w:qFormat/>
    <w:rsid w:val="009F4762"/>
    <w:pPr>
      <w:spacing w:before="120" w:after="120" w:line="240" w:lineRule="auto"/>
      <w:jc w:val="center"/>
    </w:pPr>
    <w:rPr>
      <w:i/>
      <w:color w:val="0000CC"/>
      <w:sz w:val="18"/>
      <w:szCs w:val="18"/>
      <w:lang w:val="et-EE" w:bidi="et-EE"/>
    </w:rPr>
  </w:style>
  <w:style w:type="paragraph" w:customStyle="1" w:styleId="Title1et">
    <w:name w:val="Title 1_et"/>
    <w:basedOn w:val="Normaallaad"/>
    <w:qFormat/>
    <w:rsid w:val="00B37A2E"/>
    <w:pPr>
      <w:tabs>
        <w:tab w:val="left" w:pos="462"/>
      </w:tabs>
      <w:spacing w:before="600" w:after="360" w:line="240" w:lineRule="auto"/>
      <w:ind w:left="643" w:hanging="360"/>
    </w:pPr>
    <w:rPr>
      <w:rFonts w:eastAsia="Times New Roman"/>
      <w:caps/>
      <w:color w:val="0000CC"/>
      <w:sz w:val="32"/>
      <w:szCs w:val="32"/>
      <w:lang w:val="et-EE" w:bidi="et-EE"/>
    </w:rPr>
  </w:style>
  <w:style w:type="paragraph" w:customStyle="1" w:styleId="Title2et">
    <w:name w:val="Title 2_et"/>
    <w:basedOn w:val="Pealkiri3"/>
    <w:qFormat/>
    <w:rsid w:val="00B37A2E"/>
    <w:pPr>
      <w:spacing w:line="240" w:lineRule="auto"/>
      <w:ind w:left="859" w:hanging="576"/>
    </w:pPr>
    <w:rPr>
      <w:lang w:val="et-EE" w:bidi="et-EE"/>
    </w:rPr>
  </w:style>
  <w:style w:type="paragraph" w:customStyle="1" w:styleId="Title3et">
    <w:name w:val="Title 3_et"/>
    <w:basedOn w:val="Pealkiri4"/>
    <w:qFormat/>
    <w:rsid w:val="00B37A2E"/>
    <w:pPr>
      <w:spacing w:line="240" w:lineRule="auto"/>
      <w:ind w:left="1003" w:hanging="720"/>
    </w:pPr>
  </w:style>
  <w:style w:type="paragraph" w:customStyle="1" w:styleId="Title4et">
    <w:name w:val="Title 4_et"/>
    <w:basedOn w:val="Normaallaad"/>
    <w:qFormat/>
    <w:rsid w:val="00B37A2E"/>
    <w:pPr>
      <w:spacing w:before="360" w:after="240" w:line="240" w:lineRule="auto"/>
      <w:ind w:left="1147" w:hanging="864"/>
    </w:pPr>
    <w:rPr>
      <w:i/>
      <w:smallCaps/>
      <w:lang w:val="et-EE" w:eastAsia="es-ES"/>
    </w:rPr>
  </w:style>
  <w:style w:type="paragraph" w:customStyle="1" w:styleId="Title5et">
    <w:name w:val="Title 5_et"/>
    <w:basedOn w:val="Normaallaad"/>
    <w:next w:val="Normaallaad"/>
    <w:qFormat/>
    <w:rsid w:val="00B37A2E"/>
    <w:pPr>
      <w:spacing w:before="360" w:after="240" w:line="240" w:lineRule="auto"/>
      <w:ind w:left="1291" w:hanging="1008"/>
    </w:pPr>
    <w:rPr>
      <w:sz w:val="20"/>
      <w:szCs w:val="20"/>
      <w:lang w:val="et-EE" w:bidi="et-EE"/>
    </w:rPr>
  </w:style>
  <w:style w:type="paragraph" w:customStyle="1" w:styleId="Title1en">
    <w:name w:val="Title 1_en"/>
    <w:basedOn w:val="Normaallaad"/>
    <w:next w:val="Normaallaad"/>
    <w:qFormat/>
    <w:rsid w:val="00414452"/>
    <w:pPr>
      <w:numPr>
        <w:numId w:val="22"/>
      </w:numPr>
      <w:tabs>
        <w:tab w:val="left" w:pos="467"/>
      </w:tabs>
      <w:spacing w:before="600" w:after="360" w:line="240" w:lineRule="auto"/>
      <w:ind w:left="467" w:hanging="467"/>
    </w:pPr>
    <w:rPr>
      <w:rFonts w:eastAsia="Times New Roman"/>
      <w:color w:val="0000CC"/>
      <w:sz w:val="32"/>
      <w:szCs w:val="32"/>
      <w:lang w:eastAsia="es-ES"/>
    </w:rPr>
  </w:style>
  <w:style w:type="paragraph" w:customStyle="1" w:styleId="Title2en">
    <w:name w:val="Title 2_en"/>
    <w:basedOn w:val="Pealkiri3"/>
    <w:qFormat/>
    <w:rsid w:val="00414452"/>
    <w:pPr>
      <w:numPr>
        <w:ilvl w:val="1"/>
        <w:numId w:val="22"/>
      </w:numPr>
      <w:spacing w:line="240" w:lineRule="auto"/>
    </w:pPr>
    <w:rPr>
      <w:lang w:eastAsia="es-ES"/>
    </w:rPr>
  </w:style>
  <w:style w:type="paragraph" w:customStyle="1" w:styleId="Title3en">
    <w:name w:val="Title 3_en"/>
    <w:basedOn w:val="Pealkiri4"/>
    <w:qFormat/>
    <w:rsid w:val="00414452"/>
    <w:pPr>
      <w:numPr>
        <w:ilvl w:val="2"/>
        <w:numId w:val="22"/>
      </w:numPr>
      <w:spacing w:line="240" w:lineRule="auto"/>
    </w:pPr>
  </w:style>
  <w:style w:type="paragraph" w:customStyle="1" w:styleId="Title4en">
    <w:name w:val="Title 4_en"/>
    <w:basedOn w:val="Normaallaad"/>
    <w:qFormat/>
    <w:rsid w:val="00414452"/>
    <w:pPr>
      <w:numPr>
        <w:ilvl w:val="3"/>
        <w:numId w:val="22"/>
      </w:numPr>
      <w:spacing w:before="360" w:after="240" w:line="240" w:lineRule="auto"/>
    </w:pPr>
    <w:rPr>
      <w:i/>
      <w:smallCaps/>
      <w:lang w:eastAsia="es-ES"/>
    </w:rPr>
  </w:style>
  <w:style w:type="paragraph" w:customStyle="1" w:styleId="Title5en">
    <w:name w:val="Title 5_en"/>
    <w:basedOn w:val="Normaallaad"/>
    <w:next w:val="Normaallaad"/>
    <w:qFormat/>
    <w:rsid w:val="00414452"/>
    <w:pPr>
      <w:numPr>
        <w:ilvl w:val="4"/>
        <w:numId w:val="22"/>
      </w:numPr>
      <w:spacing w:before="360" w:after="240" w:line="240" w:lineRule="auto"/>
    </w:pPr>
    <w:rPr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6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06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07977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1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17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4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9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460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9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8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225695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00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195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44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9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99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4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7.png"/><Relationship Id="rId1" Type="http://schemas.openxmlformats.org/officeDocument/2006/relationships/image" Target="media/image6.jpeg"/><Relationship Id="rId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5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ret.konsap\Documents\Custom%20Office%20Templates\MD_seletuskirja%20templa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9f25cb-101e-41cf-99cb-f09277f440cc" xsi:nil="true"/>
    <lcf76f155ced4ddcb4097134ff3c332f xmlns="2b692f12-ff26-4f14-943c-67ca148ef41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7F78B3A68FCF4985B3F1B3424A0831" ma:contentTypeVersion="18" ma:contentTypeDescription="Create a new document." ma:contentTypeScope="" ma:versionID="4641df6ea076e010bed6eb8bc1d3afd7">
  <xsd:schema xmlns:xsd="http://www.w3.org/2001/XMLSchema" xmlns:xs="http://www.w3.org/2001/XMLSchema" xmlns:p="http://schemas.microsoft.com/office/2006/metadata/properties" xmlns:ns2="2b692f12-ff26-4f14-943c-67ca148ef41b" xmlns:ns3="899f25cb-101e-41cf-99cb-f09277f440cc" targetNamespace="http://schemas.microsoft.com/office/2006/metadata/properties" ma:root="true" ma:fieldsID="c0ec6b82e76f882d9e7ad3cfb35c6ef5" ns2:_="" ns3:_="">
    <xsd:import namespace="2b692f12-ff26-4f14-943c-67ca148ef41b"/>
    <xsd:import namespace="899f25cb-101e-41cf-99cb-f09277f440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692f12-ff26-4f14-943c-67ca148ef4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7b93555-b4aa-464f-83a6-e97c6873de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f25cb-101e-41cf-99cb-f09277f440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94fd98e-36ec-4a1d-b1ad-fed99631b968}" ma:internalName="TaxCatchAll" ma:showField="CatchAllData" ma:web="899f25cb-101e-41cf-99cb-f09277f440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30F98D-2728-4995-8C04-BC5793057D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BA5CA3-E273-4C53-A257-253C6ED8D7AE}">
  <ds:schemaRefs>
    <ds:schemaRef ds:uri="http://purl.org/dc/terms/"/>
    <ds:schemaRef ds:uri="899f25cb-101e-41cf-99cb-f09277f440cc"/>
    <ds:schemaRef ds:uri="http://schemas.microsoft.com/office/2006/documentManagement/types"/>
    <ds:schemaRef ds:uri="2b692f12-ff26-4f14-943c-67ca148ef41b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0E6D2AF-AE22-47D9-A500-6ECA533CB8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DBAAE6-E2D8-47F8-9C16-96734CDBC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692f12-ff26-4f14-943c-67ca148ef41b"/>
    <ds:schemaRef ds:uri="899f25cb-101e-41cf-99cb-f09277f440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MD_seletuskirja template</Template>
  <TotalTime>15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Konsap</dc:creator>
  <cp:keywords/>
  <dc:description/>
  <cp:lastModifiedBy>Nadežda Tervo</cp:lastModifiedBy>
  <cp:revision>5</cp:revision>
  <cp:lastPrinted>2024-04-02T14:49:00Z</cp:lastPrinted>
  <dcterms:created xsi:type="dcterms:W3CDTF">2024-06-17T13:06:00Z</dcterms:created>
  <dcterms:modified xsi:type="dcterms:W3CDTF">2024-07-02T13:51:00Z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0x010100057F78B3A68FCF4985B3F1B3424A0831</vt:lpwstr>
  </property>
</Properties>
</file>