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1DC7671F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59294D0E" w14:textId="0E8862A9"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F4333" w:rsidRPr="008222E2">
              <w:rPr>
                <w:noProof/>
              </w:rPr>
              <w:t>PUIDUTURUSTUSOSAKONNA JUHATAJA</w:t>
            </w:r>
            <w:r>
              <w:fldChar w:fldCharType="end"/>
            </w:r>
          </w:p>
          <w:p w14:paraId="207E0660" w14:textId="77777777"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4D8D98E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05CBC65D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758596CD" w14:textId="77777777" w:rsidR="00F158E9" w:rsidRDefault="00330D03" w:rsidP="008222E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 xml:space="preserve">Tallinn 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20F73F72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4849AD63" w14:textId="1162E45D" w:rsidR="00F158E9" w:rsidRDefault="00330D03" w:rsidP="00037B81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B6CB1">
              <w:t>11. mai</w:t>
            </w:r>
            <w:r w:rsidR="00D72ECF">
              <w:t xml:space="preserve"> 20</w:t>
            </w:r>
            <w:r w:rsidR="0008641B">
              <w:t>2</w:t>
            </w:r>
            <w:r w:rsidR="001F1394">
              <w:t>3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>1-5/</w:t>
            </w:r>
            <w:r w:rsidR="00316199">
              <w:rPr>
                <w:noProof/>
              </w:rPr>
              <w:t>43</w:t>
            </w:r>
            <w:r>
              <w:fldChar w:fldCharType="end"/>
            </w:r>
          </w:p>
        </w:tc>
      </w:tr>
    </w:tbl>
    <w:p w14:paraId="4C301CB4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6CC9FB1B" w14:textId="77777777" w:rsidR="00F158E9" w:rsidRDefault="008222E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5216B33" wp14:editId="7E1A57E5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33339" w14:textId="77777777" w:rsidR="00F158E9" w:rsidRDefault="00F158E9">
      <w:pPr>
        <w:pStyle w:val="Jalus"/>
      </w:pPr>
    </w:p>
    <w:bookmarkStart w:id="1" w:name="Text7"/>
    <w:p w14:paraId="44C0C149" w14:textId="77777777" w:rsidR="00F158E9" w:rsidRDefault="00D638ED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614A68">
        <w:t>P</w:t>
      </w:r>
      <w:r w:rsidR="00614A68">
        <w:rPr>
          <w:noProof/>
        </w:rPr>
        <w:t xml:space="preserve">akkumuste </w:t>
      </w:r>
      <w:r w:rsidR="00F41DD0" w:rsidRPr="00F41DD0">
        <w:rPr>
          <w:noProof/>
        </w:rPr>
        <w:t>nõuetele vastavus ja</w:t>
      </w:r>
      <w:r w:rsidR="00F41DD0">
        <w:rPr>
          <w:noProof/>
        </w:rPr>
        <w:t xml:space="preserve"> </w:t>
      </w:r>
      <w:r w:rsidR="00D73095" w:rsidRPr="00D73095">
        <w:rPr>
          <w:noProof/>
        </w:rPr>
        <w:t>e</w:t>
      </w:r>
      <w:r w:rsidR="00F41DD0">
        <w:rPr>
          <w:noProof/>
        </w:rPr>
        <w:t>dukate pakkumuste</w:t>
      </w:r>
      <w:r w:rsidR="00D73095" w:rsidRPr="00D73095">
        <w:rPr>
          <w:noProof/>
        </w:rPr>
        <w:t xml:space="preserve"> kinnitamine</w:t>
      </w:r>
      <w:r>
        <w:fldChar w:fldCharType="end"/>
      </w:r>
      <w:bookmarkEnd w:id="1"/>
    </w:p>
    <w:p w14:paraId="31C3F479" w14:textId="77777777" w:rsidR="00F158E9" w:rsidRDefault="00F158E9"/>
    <w:p w14:paraId="45868F76" w14:textId="77777777" w:rsidR="00F158E9" w:rsidRDefault="00F158E9">
      <w:pPr>
        <w:rPr>
          <w:sz w:val="26"/>
        </w:rPr>
      </w:pPr>
    </w:p>
    <w:p w14:paraId="563A82F9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DBF73E2" w14:textId="77777777" w:rsidR="008222E2" w:rsidRPr="00747A16" w:rsidRDefault="00747A16" w:rsidP="00747A16">
      <w:r w:rsidRPr="00747A16">
        <w:t>RMK juhatuse 26. märtsi 2019. a otsusega nr 1-32/45 kinnitatud „RMK puiduturustusosakonna põhimääruse ” punkti 5.4.5. alusel</w:t>
      </w:r>
    </w:p>
    <w:p w14:paraId="54CD6E61" w14:textId="77777777" w:rsidR="008222E2" w:rsidRDefault="008222E2" w:rsidP="008222E2"/>
    <w:p w14:paraId="681071CD" w14:textId="476F9D18" w:rsidR="00F158E9" w:rsidRDefault="004C22C7" w:rsidP="008222E2">
      <w:r>
        <w:t>k</w:t>
      </w:r>
      <w:r w:rsidR="00D73095" w:rsidRPr="00D73095">
        <w:t xml:space="preserve"> i n n i t a n   RMK </w:t>
      </w:r>
      <w:r w:rsidR="00316199">
        <w:t>9. mai</w:t>
      </w:r>
      <w:r w:rsidR="0088554E">
        <w:t xml:space="preserve"> </w:t>
      </w:r>
      <w:r w:rsidR="00776B89">
        <w:t>20</w:t>
      </w:r>
      <w:r w:rsidR="0008641B">
        <w:t>2</w:t>
      </w:r>
      <w:r w:rsidR="00B17B2E">
        <w:t>3</w:t>
      </w:r>
      <w:r w:rsidR="00D73095" w:rsidRPr="00D73095">
        <w:t xml:space="preserve">. a </w:t>
      </w:r>
      <w:r w:rsidR="00E136F7" w:rsidRPr="00E136F7">
        <w:t>metsamaterjali avaliku kirjaliku enampakkumise pakkumuste avamise ja nõuetele vastavuse</w:t>
      </w:r>
      <w:r w:rsidR="00E136F7">
        <w:t xml:space="preserve"> hindamise protokolli nr 3-3.4/</w:t>
      </w:r>
      <w:r w:rsidR="00C35DCE">
        <w:t>2</w:t>
      </w:r>
      <w:r w:rsidR="00EF4333">
        <w:t>4</w:t>
      </w:r>
      <w:r w:rsidR="00DC1F04">
        <w:t xml:space="preserve"> </w:t>
      </w:r>
      <w:r w:rsidR="00E136F7" w:rsidRPr="00E136F7">
        <w:t xml:space="preserve">(protokoll salvestatud RMK dokumendihaldussüsteemis sarjas 3-3.4, dokumendi id </w:t>
      </w:r>
      <w:r w:rsidR="005C4CD8">
        <w:t>7</w:t>
      </w:r>
      <w:r w:rsidR="00C26AE1">
        <w:t>8</w:t>
      </w:r>
      <w:r w:rsidR="003948A2">
        <w:t>9500</w:t>
      </w:r>
      <w:r w:rsidR="00E136F7" w:rsidRPr="00E136F7">
        <w:t>) ning pakkumuste hindamise ja eduka</w:t>
      </w:r>
      <w:r w:rsidR="0048600D">
        <w:t>ks tunnistamise</w:t>
      </w:r>
      <w:r w:rsidR="00E136F7" w:rsidRPr="00E136F7">
        <w:t xml:space="preserve"> o</w:t>
      </w:r>
      <w:r w:rsidR="00E136F7">
        <w:t>tsuse protokolli nr 3-3.4/</w:t>
      </w:r>
      <w:r w:rsidR="00C35DCE">
        <w:t>2</w:t>
      </w:r>
      <w:r w:rsidR="001506DF">
        <w:t>5</w:t>
      </w:r>
      <w:r w:rsidR="00F41DD0" w:rsidRPr="00F41DD0">
        <w:t xml:space="preserve"> (</w:t>
      </w:r>
      <w:r w:rsidR="00F423AC">
        <w:t xml:space="preserve">dokumendi id </w:t>
      </w:r>
      <w:r w:rsidR="003016A5">
        <w:t>7</w:t>
      </w:r>
      <w:r w:rsidR="00B50DBB">
        <w:t>8</w:t>
      </w:r>
      <w:r w:rsidR="003948A2">
        <w:t>9501</w:t>
      </w:r>
      <w:r w:rsidR="00F41DD0" w:rsidRPr="00F41DD0">
        <w:t>).</w:t>
      </w:r>
    </w:p>
    <w:p w14:paraId="59EABB42" w14:textId="77777777" w:rsidR="00F423AC" w:rsidRDefault="00F423AC" w:rsidP="008222E2"/>
    <w:p w14:paraId="1D1EC180" w14:textId="77777777" w:rsidR="00F423AC" w:rsidRDefault="00F423AC" w:rsidP="00F423AC">
      <w:pPr>
        <w:sectPr w:rsidR="00F423A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FF1FBE7" w14:textId="77777777" w:rsidR="00F158E9" w:rsidRDefault="00F158E9"/>
    <w:p w14:paraId="4159B3CB" w14:textId="77777777" w:rsidR="00F158E9" w:rsidRDefault="00F158E9"/>
    <w:bookmarkStart w:id="2" w:name="Dropdown9"/>
    <w:p w14:paraId="29535BA6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3948A2">
        <w:rPr>
          <w:spacing w:val="0"/>
          <w:position w:val="0"/>
        </w:rPr>
      </w:r>
      <w:r w:rsidR="003948A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DEFAE2B" w14:textId="77777777" w:rsidR="00F158E9" w:rsidRDefault="00F158E9"/>
    <w:p w14:paraId="6EF990AB" w14:textId="77777777" w:rsidR="00F158E9" w:rsidRDefault="00F158E9"/>
    <w:p w14:paraId="772FE36F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Ulvar Kaubi</w:t>
      </w:r>
      <w:r>
        <w:fldChar w:fldCharType="end"/>
      </w:r>
    </w:p>
    <w:p w14:paraId="03350826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Puiduturustusosakonna juhataja</w:t>
      </w:r>
      <w:r>
        <w:fldChar w:fldCharType="end"/>
      </w:r>
    </w:p>
    <w:p w14:paraId="24863FCC" w14:textId="77777777" w:rsidR="00F158E9" w:rsidRDefault="00F158E9"/>
    <w:p w14:paraId="4D4A2C1C" w14:textId="77777777" w:rsidR="00F158E9" w:rsidRDefault="00F158E9"/>
    <w:p w14:paraId="318B0517" w14:textId="77777777" w:rsidR="00F158E9" w:rsidRDefault="00F158E9"/>
    <w:bookmarkStart w:id="3" w:name="Text28"/>
    <w:p w14:paraId="3D4F11CE" w14:textId="7777777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Jaotuskava: puiduturustusosakond</w:t>
      </w:r>
      <w:r>
        <w:fldChar w:fldCharType="end"/>
      </w:r>
      <w:bookmarkEnd w:id="3"/>
    </w:p>
    <w:p w14:paraId="1D6AEC7F" w14:textId="77777777" w:rsidR="00F158E9" w:rsidRDefault="00F158E9"/>
    <w:p w14:paraId="29FF83C1" w14:textId="77777777" w:rsidR="00F158E9" w:rsidRDefault="00F158E9"/>
    <w:p w14:paraId="4A6E3EC2" w14:textId="77777777" w:rsidR="00F158E9" w:rsidRDefault="00F158E9"/>
    <w:p w14:paraId="026A626F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>
        <w:fldChar w:fldCharType="end"/>
      </w:r>
    </w:p>
    <w:p w14:paraId="464EFA84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EED6AA7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B370" w14:textId="77777777" w:rsidR="003909E7" w:rsidRDefault="003909E7">
      <w:r>
        <w:separator/>
      </w:r>
    </w:p>
  </w:endnote>
  <w:endnote w:type="continuationSeparator" w:id="0">
    <w:p w14:paraId="3868B880" w14:textId="77777777" w:rsidR="003909E7" w:rsidRDefault="0039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24A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D9D8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F7E5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8053" w14:textId="77777777" w:rsidR="003909E7" w:rsidRDefault="003909E7">
      <w:r>
        <w:separator/>
      </w:r>
    </w:p>
  </w:footnote>
  <w:footnote w:type="continuationSeparator" w:id="0">
    <w:p w14:paraId="761694ED" w14:textId="77777777" w:rsidR="003909E7" w:rsidRDefault="00390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19DD" w14:textId="77777777"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6C03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4A8D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026860637">
    <w:abstractNumId w:val="0"/>
  </w:num>
  <w:num w:numId="2" w16cid:durableId="1638996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Mg9OBfBsqDp3AKEDs4BcXhtJ4=" w:salt="K6xIq+edhRSi4zlA2HeUx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2E2"/>
    <w:rsid w:val="00026B89"/>
    <w:rsid w:val="00037B81"/>
    <w:rsid w:val="00045CE7"/>
    <w:rsid w:val="00054B2F"/>
    <w:rsid w:val="00070AC2"/>
    <w:rsid w:val="0008641B"/>
    <w:rsid w:val="00092CDE"/>
    <w:rsid w:val="000B5F72"/>
    <w:rsid w:val="00100FF0"/>
    <w:rsid w:val="00130977"/>
    <w:rsid w:val="00135A39"/>
    <w:rsid w:val="001506DF"/>
    <w:rsid w:val="001616B1"/>
    <w:rsid w:val="00174224"/>
    <w:rsid w:val="00182700"/>
    <w:rsid w:val="0019672F"/>
    <w:rsid w:val="001B61FA"/>
    <w:rsid w:val="001C0F36"/>
    <w:rsid w:val="001E0857"/>
    <w:rsid w:val="001F042F"/>
    <w:rsid w:val="001F0623"/>
    <w:rsid w:val="001F1394"/>
    <w:rsid w:val="002226C1"/>
    <w:rsid w:val="00263E6B"/>
    <w:rsid w:val="00266369"/>
    <w:rsid w:val="00272CD6"/>
    <w:rsid w:val="00284736"/>
    <w:rsid w:val="00293739"/>
    <w:rsid w:val="0029790E"/>
    <w:rsid w:val="002B7E27"/>
    <w:rsid w:val="002E22E1"/>
    <w:rsid w:val="002E43A6"/>
    <w:rsid w:val="002E483F"/>
    <w:rsid w:val="002E5942"/>
    <w:rsid w:val="002E6BAC"/>
    <w:rsid w:val="003016A5"/>
    <w:rsid w:val="00312EE5"/>
    <w:rsid w:val="00316199"/>
    <w:rsid w:val="00330D03"/>
    <w:rsid w:val="00347E70"/>
    <w:rsid w:val="00363740"/>
    <w:rsid w:val="00377131"/>
    <w:rsid w:val="003909E7"/>
    <w:rsid w:val="00390FC2"/>
    <w:rsid w:val="003948A2"/>
    <w:rsid w:val="003A0FD3"/>
    <w:rsid w:val="003A28E5"/>
    <w:rsid w:val="003C1BD8"/>
    <w:rsid w:val="003D133A"/>
    <w:rsid w:val="003D4DE3"/>
    <w:rsid w:val="003F0925"/>
    <w:rsid w:val="00400322"/>
    <w:rsid w:val="004145CD"/>
    <w:rsid w:val="0041587A"/>
    <w:rsid w:val="004375B7"/>
    <w:rsid w:val="00440D95"/>
    <w:rsid w:val="0044274F"/>
    <w:rsid w:val="00443ADA"/>
    <w:rsid w:val="00461097"/>
    <w:rsid w:val="004657E0"/>
    <w:rsid w:val="00480C5C"/>
    <w:rsid w:val="00484DF6"/>
    <w:rsid w:val="0048600D"/>
    <w:rsid w:val="004B2C70"/>
    <w:rsid w:val="004C22C7"/>
    <w:rsid w:val="004D609F"/>
    <w:rsid w:val="004F3C1B"/>
    <w:rsid w:val="004F6D7F"/>
    <w:rsid w:val="00510278"/>
    <w:rsid w:val="00533C55"/>
    <w:rsid w:val="00534F3E"/>
    <w:rsid w:val="00552626"/>
    <w:rsid w:val="00553D3B"/>
    <w:rsid w:val="00561C11"/>
    <w:rsid w:val="005630A0"/>
    <w:rsid w:val="00582CA6"/>
    <w:rsid w:val="005908CE"/>
    <w:rsid w:val="00595E6B"/>
    <w:rsid w:val="005A3757"/>
    <w:rsid w:val="005B39CA"/>
    <w:rsid w:val="005C4CD8"/>
    <w:rsid w:val="0061083F"/>
    <w:rsid w:val="00614A68"/>
    <w:rsid w:val="006302FB"/>
    <w:rsid w:val="00633C93"/>
    <w:rsid w:val="006453D7"/>
    <w:rsid w:val="00645F46"/>
    <w:rsid w:val="006721D1"/>
    <w:rsid w:val="00672285"/>
    <w:rsid w:val="006807C8"/>
    <w:rsid w:val="0068797B"/>
    <w:rsid w:val="00692FEE"/>
    <w:rsid w:val="006952BA"/>
    <w:rsid w:val="006C04BD"/>
    <w:rsid w:val="006C1190"/>
    <w:rsid w:val="006E1DFA"/>
    <w:rsid w:val="006E7A71"/>
    <w:rsid w:val="006F12D0"/>
    <w:rsid w:val="00715452"/>
    <w:rsid w:val="00722999"/>
    <w:rsid w:val="007302A5"/>
    <w:rsid w:val="00737036"/>
    <w:rsid w:val="0074005C"/>
    <w:rsid w:val="007467F3"/>
    <w:rsid w:val="00747A16"/>
    <w:rsid w:val="0076086A"/>
    <w:rsid w:val="00763653"/>
    <w:rsid w:val="00776B89"/>
    <w:rsid w:val="0079135A"/>
    <w:rsid w:val="0079534F"/>
    <w:rsid w:val="007963DD"/>
    <w:rsid w:val="007A030A"/>
    <w:rsid w:val="007C3535"/>
    <w:rsid w:val="007C777B"/>
    <w:rsid w:val="007C7B94"/>
    <w:rsid w:val="007D42C8"/>
    <w:rsid w:val="007E0281"/>
    <w:rsid w:val="007F3C6B"/>
    <w:rsid w:val="0080462E"/>
    <w:rsid w:val="0081349A"/>
    <w:rsid w:val="00814F59"/>
    <w:rsid w:val="008222E2"/>
    <w:rsid w:val="008236FF"/>
    <w:rsid w:val="0083663A"/>
    <w:rsid w:val="00843A83"/>
    <w:rsid w:val="0086498C"/>
    <w:rsid w:val="00865543"/>
    <w:rsid w:val="00866A02"/>
    <w:rsid w:val="00882926"/>
    <w:rsid w:val="0088554E"/>
    <w:rsid w:val="00887945"/>
    <w:rsid w:val="008A6E9F"/>
    <w:rsid w:val="008B44EF"/>
    <w:rsid w:val="008B6CB1"/>
    <w:rsid w:val="008D4975"/>
    <w:rsid w:val="008E1629"/>
    <w:rsid w:val="008F6882"/>
    <w:rsid w:val="00902970"/>
    <w:rsid w:val="00913EC1"/>
    <w:rsid w:val="0091709D"/>
    <w:rsid w:val="009474C5"/>
    <w:rsid w:val="009536C8"/>
    <w:rsid w:val="00976B8D"/>
    <w:rsid w:val="00983B93"/>
    <w:rsid w:val="009855A7"/>
    <w:rsid w:val="009B0E2C"/>
    <w:rsid w:val="009B4522"/>
    <w:rsid w:val="009C0FF1"/>
    <w:rsid w:val="009D4074"/>
    <w:rsid w:val="009E1772"/>
    <w:rsid w:val="009F226F"/>
    <w:rsid w:val="009F477D"/>
    <w:rsid w:val="00A10677"/>
    <w:rsid w:val="00A120AB"/>
    <w:rsid w:val="00A23494"/>
    <w:rsid w:val="00A23724"/>
    <w:rsid w:val="00A569AE"/>
    <w:rsid w:val="00A80A46"/>
    <w:rsid w:val="00AB3D0E"/>
    <w:rsid w:val="00AB494E"/>
    <w:rsid w:val="00B03B51"/>
    <w:rsid w:val="00B07141"/>
    <w:rsid w:val="00B13CE2"/>
    <w:rsid w:val="00B15251"/>
    <w:rsid w:val="00B17B2E"/>
    <w:rsid w:val="00B23E37"/>
    <w:rsid w:val="00B262A8"/>
    <w:rsid w:val="00B340CE"/>
    <w:rsid w:val="00B42EC5"/>
    <w:rsid w:val="00B50DBB"/>
    <w:rsid w:val="00B71F64"/>
    <w:rsid w:val="00B81E79"/>
    <w:rsid w:val="00B863AA"/>
    <w:rsid w:val="00B913DF"/>
    <w:rsid w:val="00BA5B21"/>
    <w:rsid w:val="00BB3F8C"/>
    <w:rsid w:val="00BB4A1C"/>
    <w:rsid w:val="00BC2BF1"/>
    <w:rsid w:val="00BC3F50"/>
    <w:rsid w:val="00BF241B"/>
    <w:rsid w:val="00BF4456"/>
    <w:rsid w:val="00BF6883"/>
    <w:rsid w:val="00C02334"/>
    <w:rsid w:val="00C10F61"/>
    <w:rsid w:val="00C25ADD"/>
    <w:rsid w:val="00C26AE1"/>
    <w:rsid w:val="00C27AB3"/>
    <w:rsid w:val="00C35DCE"/>
    <w:rsid w:val="00C57D4E"/>
    <w:rsid w:val="00C57D70"/>
    <w:rsid w:val="00C65902"/>
    <w:rsid w:val="00C722FB"/>
    <w:rsid w:val="00C92A85"/>
    <w:rsid w:val="00C934DC"/>
    <w:rsid w:val="00CA41AB"/>
    <w:rsid w:val="00CA5A63"/>
    <w:rsid w:val="00CA6696"/>
    <w:rsid w:val="00CD5BBF"/>
    <w:rsid w:val="00CE320E"/>
    <w:rsid w:val="00CE3C87"/>
    <w:rsid w:val="00CF2F0F"/>
    <w:rsid w:val="00D21854"/>
    <w:rsid w:val="00D313F8"/>
    <w:rsid w:val="00D564AB"/>
    <w:rsid w:val="00D61762"/>
    <w:rsid w:val="00D638ED"/>
    <w:rsid w:val="00D671F4"/>
    <w:rsid w:val="00D67B60"/>
    <w:rsid w:val="00D72ECF"/>
    <w:rsid w:val="00D73095"/>
    <w:rsid w:val="00D81718"/>
    <w:rsid w:val="00DB3561"/>
    <w:rsid w:val="00DC052B"/>
    <w:rsid w:val="00DC1F04"/>
    <w:rsid w:val="00DC7A3A"/>
    <w:rsid w:val="00DE7E04"/>
    <w:rsid w:val="00DF4A9E"/>
    <w:rsid w:val="00E00FAF"/>
    <w:rsid w:val="00E02468"/>
    <w:rsid w:val="00E136F7"/>
    <w:rsid w:val="00E14CA4"/>
    <w:rsid w:val="00E159AE"/>
    <w:rsid w:val="00E27CA0"/>
    <w:rsid w:val="00E72D7A"/>
    <w:rsid w:val="00E7625C"/>
    <w:rsid w:val="00E81882"/>
    <w:rsid w:val="00E92642"/>
    <w:rsid w:val="00EB0430"/>
    <w:rsid w:val="00EF4333"/>
    <w:rsid w:val="00F009F9"/>
    <w:rsid w:val="00F135DA"/>
    <w:rsid w:val="00F158E9"/>
    <w:rsid w:val="00F16C8E"/>
    <w:rsid w:val="00F41DD0"/>
    <w:rsid w:val="00F423AC"/>
    <w:rsid w:val="00F6705D"/>
    <w:rsid w:val="00F67350"/>
    <w:rsid w:val="00F75471"/>
    <w:rsid w:val="00F80FE2"/>
    <w:rsid w:val="00F81C67"/>
    <w:rsid w:val="00FA34A6"/>
    <w:rsid w:val="00FA4846"/>
    <w:rsid w:val="00FC3D75"/>
    <w:rsid w:val="00FE6BAA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2192D"/>
  <w15:docId w15:val="{762201A7-3CB1-43FD-B923-2AE06582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533C5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533C55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Z3HDSG5F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10</TotalTime>
  <Pages>1</Pages>
  <Words>91</Words>
  <Characters>808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Pakkumuste nõuetele vastavus ja edukate pakkumuste kinnitamine</vt:lpstr>
    </vt:vector>
  </TitlesOfParts>
  <Company>DF Ltd., Parnu mnt 154, 11317 Tallinn, Estonia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Ulvar Kaubi</dc:creator>
  <dc:description>Ver 2.0, 01.2013</dc:description>
  <cp:lastModifiedBy>Ulvar Kaubi</cp:lastModifiedBy>
  <cp:revision>7</cp:revision>
  <cp:lastPrinted>2015-02-11T14:52:00Z</cp:lastPrinted>
  <dcterms:created xsi:type="dcterms:W3CDTF">2023-05-11T14:54:00Z</dcterms:created>
  <dcterms:modified xsi:type="dcterms:W3CDTF">2023-05-11T15:04:00Z</dcterms:modified>
</cp:coreProperties>
</file>