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3"/>
        <w:gridCol w:w="4608"/>
      </w:tblGrid>
      <w:tr w:rsidR="003A765F" w:rsidRPr="003E5F05" w14:paraId="742272DF" w14:textId="77777777" w:rsidTr="003A765F">
        <w:tc>
          <w:tcPr>
            <w:tcW w:w="4633" w:type="dxa"/>
          </w:tcPr>
          <w:p w14:paraId="0BF5CF94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 xml:space="preserve">Transpordiamet </w:t>
            </w:r>
          </w:p>
        </w:tc>
        <w:tc>
          <w:tcPr>
            <w:tcW w:w="4608" w:type="dxa"/>
          </w:tcPr>
          <w:p w14:paraId="70291BF5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14:paraId="48C2B815" w14:textId="77777777" w:rsidTr="003A765F">
        <w:tc>
          <w:tcPr>
            <w:tcW w:w="4633" w:type="dxa"/>
          </w:tcPr>
          <w:p w14:paraId="689DD25D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Valge 4</w:t>
            </w:r>
          </w:p>
        </w:tc>
        <w:tc>
          <w:tcPr>
            <w:tcW w:w="4608" w:type="dxa"/>
          </w:tcPr>
          <w:p w14:paraId="099C35A5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14:paraId="49E3A5FF" w14:textId="77777777" w:rsidTr="003A765F">
        <w:tc>
          <w:tcPr>
            <w:tcW w:w="4633" w:type="dxa"/>
          </w:tcPr>
          <w:p w14:paraId="711CDFDB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11413 Tallinn</w:t>
            </w:r>
          </w:p>
        </w:tc>
        <w:tc>
          <w:tcPr>
            <w:tcW w:w="4608" w:type="dxa"/>
          </w:tcPr>
          <w:p w14:paraId="7BC4D9C7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14:paraId="5077DEEA" w14:textId="77777777" w:rsidTr="003A765F">
        <w:tc>
          <w:tcPr>
            <w:tcW w:w="4633" w:type="dxa"/>
          </w:tcPr>
          <w:p w14:paraId="3D640778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color w:val="0000FF"/>
                <w:szCs w:val="20"/>
                <w:u w:val="single"/>
              </w:rPr>
              <w:t>maantee@transpordiamet.ee</w:t>
            </w:r>
          </w:p>
        </w:tc>
        <w:tc>
          <w:tcPr>
            <w:tcW w:w="4608" w:type="dxa"/>
          </w:tcPr>
          <w:p w14:paraId="417F6CA5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</w:tbl>
    <w:p w14:paraId="21AFA335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Kontuurtabel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436"/>
      </w:tblGrid>
      <w:tr w:rsidR="002408D6" w:rsidRPr="00B36CDA" w14:paraId="5EA85984" w14:textId="77777777" w:rsidTr="00F53160">
        <w:tc>
          <w:tcPr>
            <w:tcW w:w="6062" w:type="dxa"/>
          </w:tcPr>
          <w:p w14:paraId="6A14E6D1" w14:textId="77777777" w:rsidR="002408D6" w:rsidRPr="00B36CDA" w:rsidRDefault="002408D6" w:rsidP="00AC4499">
            <w:pPr>
              <w:jc w:val="right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3436" w:type="dxa"/>
          </w:tcPr>
          <w:p w14:paraId="3EE7D377" w14:textId="645A65B4" w:rsidR="002408D6" w:rsidRPr="00B36CDA" w:rsidRDefault="002408D6" w:rsidP="00642330">
            <w:pPr>
              <w:jc w:val="right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 xml:space="preserve">Meie </w:t>
            </w:r>
            <w:r w:rsidR="00F53160">
              <w:rPr>
                <w:rFonts w:ascii="Frutiger LT Std 45 Light" w:hAnsi="Frutiger LT Std 45 Light"/>
                <w:szCs w:val="20"/>
              </w:rPr>
              <w:t>2</w:t>
            </w:r>
            <w:r w:rsidR="001B322E">
              <w:rPr>
                <w:rFonts w:ascii="Frutiger LT Std 45 Light" w:hAnsi="Frutiger LT Std 45 Light"/>
                <w:szCs w:val="20"/>
              </w:rPr>
              <w:t>8</w:t>
            </w:r>
            <w:r w:rsidR="00F53160">
              <w:rPr>
                <w:rFonts w:ascii="Frutiger LT Std 45 Light" w:hAnsi="Frutiger LT Std 45 Light"/>
                <w:szCs w:val="20"/>
              </w:rPr>
              <w:t>.02.2025</w:t>
            </w:r>
            <w:r w:rsidRPr="00B36CDA">
              <w:rPr>
                <w:rFonts w:ascii="Frutiger LT Std 45 Light" w:hAnsi="Frutiger LT Std 45 Light"/>
                <w:szCs w:val="20"/>
              </w:rPr>
              <w:t xml:space="preserve"> </w:t>
            </w:r>
          </w:p>
        </w:tc>
      </w:tr>
    </w:tbl>
    <w:p w14:paraId="7B7EFC42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14:paraId="51A071FA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14:paraId="4E8D643D" w14:textId="77777777" w:rsidTr="006A740D">
        <w:tc>
          <w:tcPr>
            <w:tcW w:w="9381" w:type="dxa"/>
          </w:tcPr>
          <w:p w14:paraId="1341635B" w14:textId="77777777" w:rsidR="00AC4499" w:rsidRPr="00B36CDA" w:rsidRDefault="003A765F" w:rsidP="00AC4499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 w:rsidRPr="00B05E71">
              <w:rPr>
                <w:rFonts w:ascii="Frutiger LT Std 45 Light" w:hAnsi="Frutiger LT Std 45 Light"/>
                <w:b/>
                <w:szCs w:val="20"/>
              </w:rPr>
              <w:t>TEHNILISTE TINGIMUSTE TAOTLUS PROJEKTEERIMISTÖÖDEKS</w:t>
            </w:r>
          </w:p>
        </w:tc>
      </w:tr>
    </w:tbl>
    <w:p w14:paraId="214B4B42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7295"/>
      </w:tblGrid>
      <w:tr w:rsidR="003A765F" w:rsidRPr="00B36CDA" w14:paraId="41E1A35A" w14:textId="77777777" w:rsidTr="00953CCB">
        <w:tc>
          <w:tcPr>
            <w:tcW w:w="1936" w:type="dxa"/>
          </w:tcPr>
          <w:p w14:paraId="6092E74F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</w:t>
            </w:r>
          </w:p>
        </w:tc>
        <w:tc>
          <w:tcPr>
            <w:tcW w:w="7295" w:type="dxa"/>
          </w:tcPr>
          <w:p w14:paraId="7EC0B4B6" w14:textId="03947FB9" w:rsidR="003A765F" w:rsidRPr="00B36CDA" w:rsidRDefault="00F53160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 w:rsidRPr="00F53160">
              <w:rPr>
                <w:rFonts w:ascii="Frutiger LT Std 45 Light" w:hAnsi="Frutiger LT Std 45 Light"/>
                <w:szCs w:val="20"/>
              </w:rPr>
              <w:t>IP7504 Valjala-Haeska F rek_2025_nr 3529</w:t>
            </w:r>
          </w:p>
        </w:tc>
      </w:tr>
      <w:tr w:rsidR="003A765F" w:rsidRPr="00B36CDA" w14:paraId="500F5020" w14:textId="77777777" w:rsidTr="00953CCB">
        <w:tc>
          <w:tcPr>
            <w:tcW w:w="1936" w:type="dxa"/>
          </w:tcPr>
          <w:p w14:paraId="084489A4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Projekteerija</w:t>
            </w:r>
          </w:p>
        </w:tc>
        <w:tc>
          <w:tcPr>
            <w:tcW w:w="7295" w:type="dxa"/>
          </w:tcPr>
          <w:p w14:paraId="4861192B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OÜ Keskkonnaprojekt</w:t>
            </w:r>
          </w:p>
        </w:tc>
      </w:tr>
      <w:tr w:rsidR="003A765F" w:rsidRPr="00B36CDA" w14:paraId="241C01C7" w14:textId="77777777" w:rsidTr="00953CCB">
        <w:tc>
          <w:tcPr>
            <w:tcW w:w="1936" w:type="dxa"/>
          </w:tcPr>
          <w:p w14:paraId="7681BCBB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Tellija</w:t>
            </w:r>
          </w:p>
        </w:tc>
        <w:tc>
          <w:tcPr>
            <w:tcW w:w="7295" w:type="dxa"/>
          </w:tcPr>
          <w:p w14:paraId="6A323B5B" w14:textId="24940374" w:rsidR="003A765F" w:rsidRPr="00B36CDA" w:rsidRDefault="00F53160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OÜ Keskkonnaprojekt</w:t>
            </w:r>
          </w:p>
        </w:tc>
      </w:tr>
    </w:tbl>
    <w:p w14:paraId="617D0276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14:paraId="13D45A89" w14:textId="7CE30F26"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OÜ Keskkonnaprojekt koostab </w:t>
      </w:r>
      <w:r w:rsidR="00F53160">
        <w:rPr>
          <w:rFonts w:ascii="Frutiger LT Std 45 Light" w:hAnsi="Frutiger LT Std 45 Light"/>
          <w:szCs w:val="20"/>
        </w:rPr>
        <w:t>Saare</w:t>
      </w:r>
      <w:r>
        <w:rPr>
          <w:rFonts w:ascii="Frutiger LT Std 45 Light" w:hAnsi="Frutiger LT Std 45 Light"/>
          <w:szCs w:val="20"/>
        </w:rPr>
        <w:t xml:space="preserve"> maakonnas  vallas </w:t>
      </w:r>
      <w:r w:rsidR="00F53160">
        <w:rPr>
          <w:rFonts w:ascii="Frutiger LT Std 45 Light" w:hAnsi="Frutiger LT Std 45 Light"/>
          <w:szCs w:val="20"/>
        </w:rPr>
        <w:t xml:space="preserve">„Valjala-Haeska F </w:t>
      </w:r>
      <w:proofErr w:type="spellStart"/>
      <w:r w:rsidR="00F53160">
        <w:rPr>
          <w:rFonts w:ascii="Frutiger LT Std 45 Light" w:hAnsi="Frutiger LT Std 45 Light"/>
          <w:szCs w:val="20"/>
        </w:rPr>
        <w:t>rek</w:t>
      </w:r>
      <w:proofErr w:type="spellEnd"/>
      <w:r w:rsidR="00F53160">
        <w:rPr>
          <w:rFonts w:ascii="Frutiger LT Std 45 Light" w:hAnsi="Frutiger LT Std 45 Light"/>
          <w:szCs w:val="20"/>
        </w:rPr>
        <w:t>“</w:t>
      </w:r>
      <w:r>
        <w:rPr>
          <w:rFonts w:ascii="Frutiger LT Std 45 Light" w:hAnsi="Frutiger LT Std 45 Light"/>
          <w:szCs w:val="20"/>
        </w:rPr>
        <w:t xml:space="preserve"> projekti.</w:t>
      </w:r>
    </w:p>
    <w:p w14:paraId="54A2024D" w14:textId="77777777"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14:paraId="663F1737" w14:textId="01C1E304"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Projekteeritava </w:t>
      </w:r>
      <w:proofErr w:type="spellStart"/>
      <w:r w:rsidR="00F53160">
        <w:rPr>
          <w:rFonts w:ascii="Frutiger LT Std 45 Light" w:hAnsi="Frutiger LT Std 45 Light"/>
          <w:szCs w:val="20"/>
        </w:rPr>
        <w:t>keskpinge</w:t>
      </w:r>
      <w:proofErr w:type="spellEnd"/>
      <w:r w:rsidR="00F53160">
        <w:rPr>
          <w:rFonts w:ascii="Frutiger LT Std 45 Light" w:hAnsi="Frutiger LT Std 45 Light"/>
          <w:szCs w:val="20"/>
        </w:rPr>
        <w:t>- elektrikaabli</w:t>
      </w:r>
      <w:r w:rsidR="00953CCB">
        <w:rPr>
          <w:rFonts w:ascii="Frutiger LT Std 45 Light" w:hAnsi="Frutiger LT Std 45 Light"/>
          <w:szCs w:val="20"/>
        </w:rPr>
        <w:t xml:space="preserve"> </w:t>
      </w:r>
      <w:r>
        <w:rPr>
          <w:rFonts w:ascii="Frutiger LT Std 45 Light" w:hAnsi="Frutiger LT Std 45 Light"/>
          <w:szCs w:val="20"/>
        </w:rPr>
        <w:t>kokkupuude riigiteega on järgmine:</w:t>
      </w:r>
    </w:p>
    <w:tbl>
      <w:tblPr>
        <w:tblStyle w:val="Kontuurtabel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4536"/>
        <w:gridCol w:w="1865"/>
      </w:tblGrid>
      <w:tr w:rsidR="003A765F" w:rsidRPr="00B36CDA" w14:paraId="59904D0A" w14:textId="77777777" w:rsidTr="00953CCB">
        <w:tc>
          <w:tcPr>
            <w:tcW w:w="2409" w:type="dxa"/>
          </w:tcPr>
          <w:p w14:paraId="1D6A919E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ristumine</w:t>
            </w:r>
          </w:p>
        </w:tc>
        <w:tc>
          <w:tcPr>
            <w:tcW w:w="4536" w:type="dxa"/>
          </w:tcPr>
          <w:p w14:paraId="1C611ECF" w14:textId="3578D6BF" w:rsidR="003A765F" w:rsidRPr="00B36CDA" w:rsidRDefault="00160808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 xml:space="preserve">21125 </w:t>
            </w:r>
            <w:proofErr w:type="spellStart"/>
            <w:r>
              <w:rPr>
                <w:rFonts w:ascii="Frutiger LT Std 45 Light" w:hAnsi="Frutiger LT Std 45 Light"/>
                <w:szCs w:val="20"/>
              </w:rPr>
              <w:t>Eikla-Lussu</w:t>
            </w:r>
            <w:proofErr w:type="spellEnd"/>
            <w:r>
              <w:rPr>
                <w:rFonts w:ascii="Frutiger LT Std 45 Light" w:hAnsi="Frutiger LT Std 45 Light"/>
                <w:szCs w:val="20"/>
              </w:rPr>
              <w:t xml:space="preserve"> tee</w:t>
            </w:r>
          </w:p>
        </w:tc>
        <w:tc>
          <w:tcPr>
            <w:tcW w:w="1865" w:type="dxa"/>
          </w:tcPr>
          <w:p w14:paraId="54E7BED1" w14:textId="198DAF25" w:rsidR="003A765F" w:rsidRPr="00B36CDA" w:rsidRDefault="00160808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0,31</w:t>
            </w:r>
            <w:r w:rsidR="003A765F">
              <w:rPr>
                <w:rFonts w:ascii="Frutiger LT Std 45 Light" w:hAnsi="Frutiger LT Std 45 Light"/>
                <w:szCs w:val="20"/>
              </w:rPr>
              <w:t xml:space="preserve"> km-l</w:t>
            </w:r>
          </w:p>
        </w:tc>
      </w:tr>
      <w:tr w:rsidR="003A765F" w:rsidRPr="00B36CDA" w14:paraId="2A450608" w14:textId="77777777" w:rsidTr="00953CCB">
        <w:tc>
          <w:tcPr>
            <w:tcW w:w="2409" w:type="dxa"/>
          </w:tcPr>
          <w:p w14:paraId="0FE84ECE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4536" w:type="dxa"/>
          </w:tcPr>
          <w:p w14:paraId="5E23E3F7" w14:textId="5613C9A0" w:rsidR="003A765F" w:rsidRPr="00B36CDA" w:rsidRDefault="00160808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 xml:space="preserve">21125 </w:t>
            </w:r>
            <w:proofErr w:type="spellStart"/>
            <w:r>
              <w:rPr>
                <w:rFonts w:ascii="Frutiger LT Std 45 Light" w:hAnsi="Frutiger LT Std 45 Light"/>
                <w:szCs w:val="20"/>
              </w:rPr>
              <w:t>Eikla-Lussu</w:t>
            </w:r>
            <w:proofErr w:type="spellEnd"/>
            <w:r>
              <w:rPr>
                <w:rFonts w:ascii="Frutiger LT Std 45 Light" w:hAnsi="Frutiger LT Std 45 Light"/>
                <w:szCs w:val="20"/>
              </w:rPr>
              <w:t xml:space="preserve"> tee</w:t>
            </w:r>
          </w:p>
        </w:tc>
        <w:tc>
          <w:tcPr>
            <w:tcW w:w="1865" w:type="dxa"/>
          </w:tcPr>
          <w:p w14:paraId="21ED5E3D" w14:textId="4160B4EF" w:rsidR="003A765F" w:rsidRPr="00B36CDA" w:rsidRDefault="00160808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4,74</w:t>
            </w:r>
            <w:r w:rsidR="00953CCB">
              <w:rPr>
                <w:rFonts w:ascii="Frutiger LT Std 45 Light" w:hAnsi="Frutiger LT Std 45 Light"/>
                <w:szCs w:val="20"/>
              </w:rPr>
              <w:t xml:space="preserve"> km-l</w:t>
            </w:r>
          </w:p>
        </w:tc>
      </w:tr>
      <w:tr w:rsidR="003A765F" w:rsidRPr="00B36CDA" w14:paraId="18F22F1A" w14:textId="77777777" w:rsidTr="00F53160">
        <w:trPr>
          <w:trHeight w:val="140"/>
        </w:trPr>
        <w:tc>
          <w:tcPr>
            <w:tcW w:w="2409" w:type="dxa"/>
          </w:tcPr>
          <w:p w14:paraId="35051967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kulgemine teemaal</w:t>
            </w:r>
          </w:p>
        </w:tc>
        <w:tc>
          <w:tcPr>
            <w:tcW w:w="4536" w:type="dxa"/>
          </w:tcPr>
          <w:p w14:paraId="1FAC5C9C" w14:textId="440418FC" w:rsidR="003A765F" w:rsidRPr="00B36CDA" w:rsidRDefault="00160808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 xml:space="preserve">21125 </w:t>
            </w:r>
            <w:proofErr w:type="spellStart"/>
            <w:r>
              <w:rPr>
                <w:rFonts w:ascii="Frutiger LT Std 45 Light" w:hAnsi="Frutiger LT Std 45 Light"/>
                <w:szCs w:val="20"/>
              </w:rPr>
              <w:t>Eikla-Lussu</w:t>
            </w:r>
            <w:proofErr w:type="spellEnd"/>
            <w:r>
              <w:rPr>
                <w:rFonts w:ascii="Frutiger LT Std 45 Light" w:hAnsi="Frutiger LT Std 45 Light"/>
                <w:szCs w:val="20"/>
              </w:rPr>
              <w:t xml:space="preserve"> tee</w:t>
            </w:r>
          </w:p>
        </w:tc>
        <w:tc>
          <w:tcPr>
            <w:tcW w:w="1865" w:type="dxa"/>
          </w:tcPr>
          <w:p w14:paraId="32699E7F" w14:textId="0176E85A" w:rsidR="003A765F" w:rsidRPr="00B36CDA" w:rsidRDefault="00160808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0,31-</w:t>
            </w:r>
            <w:r w:rsidR="00953CCB">
              <w:rPr>
                <w:rFonts w:ascii="Frutiger LT Std 45 Light" w:hAnsi="Frutiger LT Std 45 Light"/>
                <w:szCs w:val="20"/>
              </w:rPr>
              <w:t xml:space="preserve"> </w:t>
            </w:r>
            <w:r>
              <w:rPr>
                <w:rFonts w:ascii="Frutiger LT Std 45 Light" w:hAnsi="Frutiger LT Std 45 Light"/>
                <w:szCs w:val="20"/>
              </w:rPr>
              <w:t>4,74</w:t>
            </w:r>
            <w:r w:rsidR="00953CCB">
              <w:rPr>
                <w:rFonts w:ascii="Frutiger LT Std 45 Light" w:hAnsi="Frutiger LT Std 45 Light"/>
                <w:szCs w:val="20"/>
              </w:rPr>
              <w:t>km-l</w:t>
            </w:r>
          </w:p>
        </w:tc>
      </w:tr>
    </w:tbl>
    <w:p w14:paraId="1E05BE6E" w14:textId="77777777"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14:paraId="5D674E76" w14:textId="0E8F5C88"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Tingimused palume saata e-posti aadressil: </w:t>
      </w:r>
      <w:hyperlink r:id="rId7" w:history="1">
        <w:r w:rsidR="00160808" w:rsidRPr="00C25028">
          <w:rPr>
            <w:rStyle w:val="Hperlink"/>
            <w:rFonts w:ascii="Frutiger LT Std 45 Light" w:hAnsi="Frutiger LT Std 45 Light"/>
            <w:szCs w:val="20"/>
          </w:rPr>
          <w:t>kristjan.loite@keskkonnaprojekt.ee</w:t>
        </w:r>
      </w:hyperlink>
    </w:p>
    <w:p w14:paraId="5F39F02A" w14:textId="77777777"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14:paraId="4CBF594B" w14:textId="77777777" w:rsidR="00AC4499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14:paraId="63D16A82" w14:textId="77777777" w:rsidR="00B36CDA" w:rsidRPr="00B36CDA" w:rsidRDefault="00B36CDA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14:paraId="133285B3" w14:textId="77777777" w:rsidTr="006A740D">
        <w:tc>
          <w:tcPr>
            <w:tcW w:w="9381" w:type="dxa"/>
          </w:tcPr>
          <w:p w14:paraId="73EFFC61" w14:textId="77777777"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 xml:space="preserve">Lugupidamisega, </w:t>
            </w:r>
          </w:p>
          <w:p w14:paraId="58B1F871" w14:textId="77777777"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  <w:p w14:paraId="3E94F3C6" w14:textId="77777777" w:rsidR="00AC4499" w:rsidRPr="00B36CDA" w:rsidRDefault="00AC4499" w:rsidP="00AC4499">
            <w:pPr>
              <w:spacing w:after="60"/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>/</w:t>
            </w:r>
            <w:r w:rsidRPr="00B36CDA">
              <w:rPr>
                <w:rFonts w:ascii="Frutiger LT Std 45 Light" w:hAnsi="Frutiger LT Std 45 Light"/>
                <w:i/>
                <w:szCs w:val="20"/>
              </w:rPr>
              <w:t>allkirjastatud digitaalselt</w:t>
            </w:r>
            <w:r w:rsidRPr="00B36CDA">
              <w:rPr>
                <w:rFonts w:ascii="Frutiger LT Std 45 Light" w:hAnsi="Frutiger LT Std 45 Light"/>
                <w:szCs w:val="20"/>
              </w:rPr>
              <w:t>/</w:t>
            </w:r>
          </w:p>
          <w:p w14:paraId="7358BBE8" w14:textId="468019F9" w:rsidR="00AC4499" w:rsidRPr="00B36CDA" w:rsidRDefault="00160808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Kristjan Loite</w:t>
            </w:r>
          </w:p>
          <w:p w14:paraId="2E2DB057" w14:textId="77777777"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>OÜ Keskkonnaprojekt</w:t>
            </w:r>
          </w:p>
          <w:p w14:paraId="29D2B33A" w14:textId="1B273C95" w:rsidR="00AC4499" w:rsidRPr="00B36CDA" w:rsidRDefault="00160808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Projekteerija</w:t>
            </w:r>
          </w:p>
        </w:tc>
      </w:tr>
    </w:tbl>
    <w:p w14:paraId="143FDE66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14:paraId="7143B5A2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14:paraId="4D9C0C19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14:paraId="02986BD6" w14:textId="77777777" w:rsidTr="006A740D">
        <w:tc>
          <w:tcPr>
            <w:tcW w:w="9381" w:type="dxa"/>
          </w:tcPr>
          <w:p w14:paraId="7CBBAE77" w14:textId="3D3AB0A4" w:rsidR="00AC4499" w:rsidRDefault="00160808" w:rsidP="0031461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 xml:space="preserve">Lisa 1: </w:t>
            </w:r>
            <w:r w:rsidR="0031461F" w:rsidRPr="00B36CDA">
              <w:rPr>
                <w:rFonts w:ascii="Frutiger LT Std 45 Light" w:hAnsi="Frutiger LT Std 45 Light"/>
                <w:szCs w:val="20"/>
              </w:rPr>
              <w:t xml:space="preserve"> </w:t>
            </w:r>
            <w:r w:rsidR="00073B2D" w:rsidRPr="00073B2D">
              <w:rPr>
                <w:rFonts w:ascii="Frutiger LT Std 45 Light" w:hAnsi="Frutiger LT Std 45 Light"/>
                <w:szCs w:val="20"/>
              </w:rPr>
              <w:t>AS_IP7504_katastrid</w:t>
            </w:r>
          </w:p>
          <w:p w14:paraId="76890BD9" w14:textId="75DC6F64" w:rsidR="00073B2D" w:rsidRPr="00B36CDA" w:rsidRDefault="00073B2D" w:rsidP="0031461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 xml:space="preserve">Lisa 2: </w:t>
            </w:r>
            <w:r w:rsidRPr="00073B2D">
              <w:rPr>
                <w:rFonts w:ascii="Frutiger LT Std 45 Light" w:hAnsi="Frutiger LT Std 45 Light"/>
                <w:szCs w:val="20"/>
              </w:rPr>
              <w:t>AS_IP7504_tunnustega</w:t>
            </w:r>
          </w:p>
        </w:tc>
      </w:tr>
    </w:tbl>
    <w:p w14:paraId="2C6DA8B7" w14:textId="77777777" w:rsidR="00AC4499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14:paraId="05EE4243" w14:textId="77777777" w:rsidR="00953CCB" w:rsidRPr="00B36CDA" w:rsidRDefault="00953CCB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1"/>
      </w:tblGrid>
      <w:tr w:rsidR="0031461F" w:rsidRPr="00B36CDA" w14:paraId="201A7529" w14:textId="77777777" w:rsidTr="00953CCB">
        <w:tc>
          <w:tcPr>
            <w:tcW w:w="9231" w:type="dxa"/>
          </w:tcPr>
          <w:p w14:paraId="2070BD4A" w14:textId="6F39C0F3" w:rsidR="0031461F" w:rsidRPr="00B36CDA" w:rsidRDefault="00160808" w:rsidP="00581430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Kristjan Loite</w:t>
            </w:r>
            <w:r w:rsidR="0031461F" w:rsidRPr="00B36CDA">
              <w:rPr>
                <w:rFonts w:ascii="Frutiger LT Std 45 Light" w:hAnsi="Frutiger LT Std 45 Light"/>
                <w:szCs w:val="20"/>
              </w:rPr>
              <w:t xml:space="preserve">, tel </w:t>
            </w:r>
            <w:r>
              <w:rPr>
                <w:rFonts w:ascii="Frutiger LT Std 45 Light" w:hAnsi="Frutiger LT Std 45 Light"/>
                <w:szCs w:val="20"/>
              </w:rPr>
              <w:t>58667741</w:t>
            </w:r>
          </w:p>
        </w:tc>
      </w:tr>
      <w:tr w:rsidR="0031461F" w:rsidRPr="00B36CDA" w14:paraId="4601F97C" w14:textId="77777777" w:rsidTr="00953CCB">
        <w:tc>
          <w:tcPr>
            <w:tcW w:w="9231" w:type="dxa"/>
          </w:tcPr>
          <w:p w14:paraId="320D5EFE" w14:textId="43F7E9F8" w:rsidR="0031461F" w:rsidRPr="00B36CDA" w:rsidRDefault="00160808" w:rsidP="00581430">
            <w:pPr>
              <w:jc w:val="both"/>
              <w:rPr>
                <w:rFonts w:ascii="Frutiger LT Std 45 Light" w:hAnsi="Frutiger LT Std 45 Light"/>
                <w:szCs w:val="20"/>
              </w:rPr>
            </w:pPr>
            <w:hyperlink r:id="rId8" w:history="1">
              <w:r w:rsidRPr="00C25028">
                <w:rPr>
                  <w:rStyle w:val="Hperlink"/>
                </w:rPr>
                <w:t>kristjan.loite</w:t>
              </w:r>
              <w:r w:rsidRPr="00C25028">
                <w:rPr>
                  <w:rStyle w:val="Hperlink"/>
                  <w:rFonts w:ascii="Frutiger LT Std 45 Light" w:hAnsi="Frutiger LT Std 45 Light"/>
                  <w:szCs w:val="20"/>
                </w:rPr>
                <w:t>@keskkonnaprojekt.ee</w:t>
              </w:r>
            </w:hyperlink>
          </w:p>
        </w:tc>
      </w:tr>
    </w:tbl>
    <w:p w14:paraId="54CCE143" w14:textId="77777777" w:rsidR="00CC433B" w:rsidRPr="00953CCB" w:rsidRDefault="00CC433B" w:rsidP="00953CCB">
      <w:pPr>
        <w:rPr>
          <w:rFonts w:ascii="Frutiger LT Std 45 Light" w:hAnsi="Frutiger LT Std 45 Light"/>
          <w:sz w:val="16"/>
          <w:szCs w:val="16"/>
        </w:rPr>
      </w:pPr>
    </w:p>
    <w:sectPr w:rsidR="00CC433B" w:rsidRPr="00953CCB" w:rsidSect="00953CCB">
      <w:headerReference w:type="first" r:id="rId9"/>
      <w:footerReference w:type="first" r:id="rId10"/>
      <w:pgSz w:w="11906" w:h="16838"/>
      <w:pgMar w:top="1701" w:right="1134" w:bottom="1531" w:left="1531" w:header="709" w:footer="1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D47DF" w14:textId="77777777" w:rsidR="00100F2A" w:rsidRDefault="00100F2A" w:rsidP="00E703FA">
      <w:r>
        <w:separator/>
      </w:r>
    </w:p>
  </w:endnote>
  <w:endnote w:type="continuationSeparator" w:id="0">
    <w:p w14:paraId="72F941A8" w14:textId="77777777" w:rsidR="00100F2A" w:rsidRDefault="00100F2A" w:rsidP="00E7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Leelawadee UI Semi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F1AD8" w14:textId="77777777" w:rsidR="005D7E82" w:rsidRDefault="005D7E82" w:rsidP="005D7E82">
    <w:pPr>
      <w:pStyle w:val="Jalus"/>
    </w:pPr>
    <w:r>
      <w:rPr>
        <w:noProof/>
      </w:rPr>
      <w:drawing>
        <wp:anchor distT="0" distB="0" distL="114300" distR="114300" simplePos="0" relativeHeight="251660800" behindDoc="0" locked="0" layoutInCell="1" allowOverlap="1" wp14:anchorId="796BCD0E" wp14:editId="37A697FC">
          <wp:simplePos x="0" y="0"/>
          <wp:positionH relativeFrom="column">
            <wp:posOffset>-568325</wp:posOffset>
          </wp:positionH>
          <wp:positionV relativeFrom="paragraph">
            <wp:posOffset>148437</wp:posOffset>
          </wp:positionV>
          <wp:extent cx="1028530" cy="720243"/>
          <wp:effectExtent l="0" t="0" r="5080" b="0"/>
          <wp:wrapNone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28530" cy="7202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0D2168CE" wp14:editId="55BE5A89">
              <wp:simplePos x="0" y="0"/>
              <wp:positionH relativeFrom="column">
                <wp:posOffset>460375</wp:posOffset>
              </wp:positionH>
              <wp:positionV relativeFrom="page">
                <wp:posOffset>9677400</wp:posOffset>
              </wp:positionV>
              <wp:extent cx="2012315" cy="708660"/>
              <wp:effectExtent l="0" t="0" r="0" b="0"/>
              <wp:wrapTopAndBottom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2315" cy="708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A4205A" w14:textId="77777777"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O</w:t>
                          </w:r>
                          <w:r w:rsidRPr="00586CB3">
                            <w:rPr>
                              <w:rFonts w:ascii="Frutiger LT Std 45 Light" w:eastAsia="Times New Roman" w:hAnsi="Frutiger LT Std 45 Light" w:cs="Arial"/>
                              <w:b/>
                              <w:sz w:val="14"/>
                              <w:szCs w:val="14"/>
                            </w:rPr>
                            <w:t>Ü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 xml:space="preserve"> KESKKONNAPROJEKT</w:t>
                          </w:r>
                        </w:p>
                        <w:p w14:paraId="6D79C35B" w14:textId="77777777"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A: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Ringtee 12, </w:t>
                          </w:r>
                          <w:r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>50105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Tartu, 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R: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>Reg</w:t>
                          </w:r>
                          <w:proofErr w:type="spellEnd"/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kood 10769210</w:t>
                          </w:r>
                        </w:p>
                        <w:p w14:paraId="73486FC5" w14:textId="77777777"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B: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Swedbank IBANEE042200221016942290</w:t>
                          </w:r>
                        </w:p>
                        <w:p w14:paraId="3CF4D71F" w14:textId="77777777"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T: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+372 730 5060, 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E: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kp@keskkonnaprojekt.ee</w:t>
                          </w:r>
                        </w:p>
                        <w:p w14:paraId="17ED9229" w14:textId="77777777"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/>
                              <w:b/>
                              <w:sz w:val="14"/>
                              <w:szCs w:val="14"/>
                            </w:rPr>
                            <w:t>W:</w:t>
                          </w:r>
                          <w:r w:rsidRPr="00586CB3">
                            <w:rPr>
                              <w:rFonts w:ascii="Frutiger LT Std 45 Light" w:hAnsi="Frutiger LT Std 45 Light"/>
                              <w:sz w:val="14"/>
                              <w:szCs w:val="14"/>
                            </w:rPr>
                            <w:t xml:space="preserve"> www.keskkonnaprojekt.ee</w:t>
                          </w:r>
                        </w:p>
                      </w:txbxContent>
                    </wps:txbx>
                    <wps:bodyPr rot="0" vert="horz" wrap="non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2168C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6.25pt;margin-top:762pt;width:158.45pt;height:55.8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" filled="f" stroked="f">
              <v:textbox inset=".5mm,.3mm,.5mm,.3mm">
                <w:txbxContent>
                  <w:p w14:paraId="02A4205A" w14:textId="77777777"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O</w:t>
                    </w:r>
                    <w:r w:rsidRPr="00586CB3">
                      <w:rPr>
                        <w:rFonts w:ascii="Frutiger LT Std 45 Light" w:eastAsia="Times New Roman" w:hAnsi="Frutiger LT Std 45 Light" w:cs="Arial"/>
                        <w:b/>
                        <w:sz w:val="14"/>
                        <w:szCs w:val="14"/>
                      </w:rPr>
                      <w:t>Ü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 xml:space="preserve"> KESKKONNAPROJEKT</w:t>
                    </w:r>
                  </w:p>
                  <w:p w14:paraId="6D79C35B" w14:textId="77777777"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A: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Ringtee 12, </w:t>
                    </w:r>
                    <w:r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>50105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Tartu, 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R: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>Reg</w:t>
                    </w:r>
                    <w:proofErr w:type="spellEnd"/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kood 10769210</w:t>
                    </w:r>
                  </w:p>
                  <w:p w14:paraId="73486FC5" w14:textId="77777777"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B: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Swedbank IBANEE042200221016942290</w:t>
                    </w:r>
                  </w:p>
                  <w:p w14:paraId="3CF4D71F" w14:textId="77777777"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T: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+372 730 5060, 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E: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kp@keskkonnaprojekt.ee</w:t>
                    </w:r>
                  </w:p>
                  <w:p w14:paraId="17ED9229" w14:textId="77777777"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/>
                        <w:b/>
                        <w:sz w:val="14"/>
                        <w:szCs w:val="14"/>
                      </w:rPr>
                      <w:t>W:</w:t>
                    </w:r>
                    <w:r w:rsidRPr="00586CB3">
                      <w:rPr>
                        <w:rFonts w:ascii="Frutiger LT Std 45 Light" w:hAnsi="Frutiger LT Std 45 Light"/>
                        <w:sz w:val="14"/>
                        <w:szCs w:val="14"/>
                      </w:rPr>
                      <w:t xml:space="preserve"> www.keskkonnaprojekt.ee</w:t>
                    </w:r>
                  </w:p>
                </w:txbxContent>
              </v:textbox>
              <w10:wrap type="topAndBottom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10FF1" w14:textId="77777777" w:rsidR="00100F2A" w:rsidRDefault="00100F2A" w:rsidP="00E703FA">
      <w:r>
        <w:separator/>
      </w:r>
    </w:p>
  </w:footnote>
  <w:footnote w:type="continuationSeparator" w:id="0">
    <w:p w14:paraId="77B47C6E" w14:textId="77777777" w:rsidR="00100F2A" w:rsidRDefault="00100F2A" w:rsidP="00E70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03CCA" w14:textId="77777777" w:rsidR="00CC433B" w:rsidRDefault="00D42A53">
    <w:pPr>
      <w:pStyle w:val="Pis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28BE092" wp14:editId="7B33485B">
          <wp:simplePos x="0" y="0"/>
          <wp:positionH relativeFrom="column">
            <wp:posOffset>-708660</wp:posOffset>
          </wp:positionH>
          <wp:positionV relativeFrom="paragraph">
            <wp:posOffset>-154305</wp:posOffset>
          </wp:positionV>
          <wp:extent cx="2843530" cy="631825"/>
          <wp:effectExtent l="0" t="0" r="0" b="0"/>
          <wp:wrapNone/>
          <wp:docPr id="3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CEA65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EA07E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9A65F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ABEE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59C83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740C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E64B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B00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182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98A90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9615488">
    <w:abstractNumId w:val="9"/>
  </w:num>
  <w:num w:numId="2" w16cid:durableId="309336314">
    <w:abstractNumId w:val="7"/>
  </w:num>
  <w:num w:numId="3" w16cid:durableId="1458141351">
    <w:abstractNumId w:val="6"/>
  </w:num>
  <w:num w:numId="4" w16cid:durableId="1212577812">
    <w:abstractNumId w:val="5"/>
  </w:num>
  <w:num w:numId="5" w16cid:durableId="1906602728">
    <w:abstractNumId w:val="4"/>
  </w:num>
  <w:num w:numId="6" w16cid:durableId="118188214">
    <w:abstractNumId w:val="8"/>
  </w:num>
  <w:num w:numId="7" w16cid:durableId="2092772327">
    <w:abstractNumId w:val="3"/>
  </w:num>
  <w:num w:numId="8" w16cid:durableId="1807239203">
    <w:abstractNumId w:val="2"/>
  </w:num>
  <w:num w:numId="9" w16cid:durableId="653141745">
    <w:abstractNumId w:val="1"/>
  </w:num>
  <w:num w:numId="10" w16cid:durableId="1188326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F2A"/>
    <w:rsid w:val="00073B2D"/>
    <w:rsid w:val="00090A32"/>
    <w:rsid w:val="000B0172"/>
    <w:rsid w:val="000E2F65"/>
    <w:rsid w:val="00100F2A"/>
    <w:rsid w:val="00107B52"/>
    <w:rsid w:val="00157278"/>
    <w:rsid w:val="00160808"/>
    <w:rsid w:val="001B322E"/>
    <w:rsid w:val="001B79C1"/>
    <w:rsid w:val="001C43ED"/>
    <w:rsid w:val="001C4FAD"/>
    <w:rsid w:val="001D5A9E"/>
    <w:rsid w:val="002107B1"/>
    <w:rsid w:val="002408D6"/>
    <w:rsid w:val="002417FB"/>
    <w:rsid w:val="00286FF5"/>
    <w:rsid w:val="002C1F8F"/>
    <w:rsid w:val="002F0F06"/>
    <w:rsid w:val="002F3268"/>
    <w:rsid w:val="002F5731"/>
    <w:rsid w:val="0030438D"/>
    <w:rsid w:val="0031461F"/>
    <w:rsid w:val="00315319"/>
    <w:rsid w:val="00392544"/>
    <w:rsid w:val="003A765F"/>
    <w:rsid w:val="003B0DC8"/>
    <w:rsid w:val="003E0369"/>
    <w:rsid w:val="003F1E3E"/>
    <w:rsid w:val="00407C46"/>
    <w:rsid w:val="00416D35"/>
    <w:rsid w:val="004438F5"/>
    <w:rsid w:val="00445EF6"/>
    <w:rsid w:val="00462FFC"/>
    <w:rsid w:val="004A5131"/>
    <w:rsid w:val="004C6543"/>
    <w:rsid w:val="005312CD"/>
    <w:rsid w:val="00556B9C"/>
    <w:rsid w:val="00580832"/>
    <w:rsid w:val="00586CB3"/>
    <w:rsid w:val="005A3162"/>
    <w:rsid w:val="005A6131"/>
    <w:rsid w:val="005B474F"/>
    <w:rsid w:val="005D2214"/>
    <w:rsid w:val="005D65B6"/>
    <w:rsid w:val="005D7E82"/>
    <w:rsid w:val="005E66E2"/>
    <w:rsid w:val="005F2C86"/>
    <w:rsid w:val="00636ADA"/>
    <w:rsid w:val="00642330"/>
    <w:rsid w:val="00665667"/>
    <w:rsid w:val="006A7A68"/>
    <w:rsid w:val="006C24B9"/>
    <w:rsid w:val="006D01C2"/>
    <w:rsid w:val="00744B9A"/>
    <w:rsid w:val="00777062"/>
    <w:rsid w:val="007776FA"/>
    <w:rsid w:val="00790C78"/>
    <w:rsid w:val="007A230D"/>
    <w:rsid w:val="007E3FAF"/>
    <w:rsid w:val="00865D7F"/>
    <w:rsid w:val="0089388A"/>
    <w:rsid w:val="008A29C8"/>
    <w:rsid w:val="008E3725"/>
    <w:rsid w:val="00953490"/>
    <w:rsid w:val="00953CCB"/>
    <w:rsid w:val="009A325C"/>
    <w:rsid w:val="009B70B6"/>
    <w:rsid w:val="009D2F79"/>
    <w:rsid w:val="009E486D"/>
    <w:rsid w:val="009F1DF4"/>
    <w:rsid w:val="00A02F9C"/>
    <w:rsid w:val="00A355F8"/>
    <w:rsid w:val="00A65BAE"/>
    <w:rsid w:val="00A8619F"/>
    <w:rsid w:val="00AC4499"/>
    <w:rsid w:val="00AD24F8"/>
    <w:rsid w:val="00AD6CA7"/>
    <w:rsid w:val="00AE2074"/>
    <w:rsid w:val="00B165E2"/>
    <w:rsid w:val="00B36CDA"/>
    <w:rsid w:val="00B550BF"/>
    <w:rsid w:val="00B6754E"/>
    <w:rsid w:val="00B81FF8"/>
    <w:rsid w:val="00BA0A15"/>
    <w:rsid w:val="00BB103A"/>
    <w:rsid w:val="00BD4607"/>
    <w:rsid w:val="00BE362C"/>
    <w:rsid w:val="00C3503C"/>
    <w:rsid w:val="00C73CEE"/>
    <w:rsid w:val="00CC433B"/>
    <w:rsid w:val="00CD3CE6"/>
    <w:rsid w:val="00D34664"/>
    <w:rsid w:val="00D42A53"/>
    <w:rsid w:val="00D4602A"/>
    <w:rsid w:val="00D749A2"/>
    <w:rsid w:val="00D80C81"/>
    <w:rsid w:val="00DF5189"/>
    <w:rsid w:val="00E328AF"/>
    <w:rsid w:val="00E36B73"/>
    <w:rsid w:val="00E50BED"/>
    <w:rsid w:val="00E703FA"/>
    <w:rsid w:val="00E9297C"/>
    <w:rsid w:val="00E947AA"/>
    <w:rsid w:val="00EA08AB"/>
    <w:rsid w:val="00F1629B"/>
    <w:rsid w:val="00F50F26"/>
    <w:rsid w:val="00F53160"/>
    <w:rsid w:val="00F95D30"/>
    <w:rsid w:val="00FA2D58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ED302FE"/>
  <w15:docId w15:val="{8660AF4C-D130-4D84-A846-BE9FFF08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E486D"/>
    <w:rPr>
      <w:rFonts w:ascii="Arial" w:eastAsia="Times New Roman" w:hAnsi="Arial"/>
      <w:sz w:val="20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autoRedefine/>
    <w:uiPriority w:val="99"/>
    <w:qFormat/>
    <w:rsid w:val="001C4FAD"/>
    <w:pPr>
      <w:keepNext/>
      <w:keepLines/>
      <w:spacing w:line="360" w:lineRule="auto"/>
      <w:jc w:val="center"/>
      <w:outlineLvl w:val="0"/>
    </w:pPr>
    <w:rPr>
      <w:rFonts w:ascii="Trajan Pro" w:hAnsi="Trajan Pro"/>
      <w:b/>
      <w:bCs/>
      <w:color w:val="000000"/>
      <w:sz w:val="48"/>
      <w:szCs w:val="32"/>
      <w:lang w:eastAsia="et-EE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1C4FAD"/>
    <w:pPr>
      <w:keepNext/>
      <w:keepLines/>
      <w:spacing w:line="360" w:lineRule="auto"/>
      <w:ind w:left="708"/>
      <w:outlineLvl w:val="1"/>
    </w:pPr>
    <w:rPr>
      <w:rFonts w:ascii="Trajan Pro" w:hAnsi="Trajan Pro"/>
      <w:bCs/>
      <w:sz w:val="32"/>
      <w:szCs w:val="28"/>
      <w:lang w:eastAsia="et-EE"/>
    </w:rPr>
  </w:style>
  <w:style w:type="paragraph" w:styleId="Pealkiri3">
    <w:name w:val="heading 3"/>
    <w:basedOn w:val="Normaallaad"/>
    <w:next w:val="Normaallaad"/>
    <w:link w:val="Pealkiri3Mrk"/>
    <w:uiPriority w:val="99"/>
    <w:qFormat/>
    <w:rsid w:val="001C4FAD"/>
    <w:pPr>
      <w:keepNext/>
      <w:keepLines/>
      <w:spacing w:before="200"/>
      <w:outlineLvl w:val="2"/>
    </w:pPr>
    <w:rPr>
      <w:rFonts w:ascii="Trajan Pro" w:hAnsi="Trajan Pro"/>
      <w:b/>
      <w:bCs/>
      <w:sz w:val="24"/>
      <w:szCs w:val="2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sid w:val="001C4FAD"/>
    <w:rPr>
      <w:rFonts w:ascii="Trajan Pro" w:hAnsi="Trajan Pro" w:cs="Times New Roman"/>
      <w:b/>
      <w:color w:val="000000"/>
      <w:sz w:val="32"/>
    </w:rPr>
  </w:style>
  <w:style w:type="character" w:customStyle="1" w:styleId="Pealkiri2Mrk">
    <w:name w:val="Pealkiri 2 Märk"/>
    <w:basedOn w:val="Liguvaikefont"/>
    <w:link w:val="Pealkiri2"/>
    <w:uiPriority w:val="99"/>
    <w:locked/>
    <w:rsid w:val="001C4FAD"/>
    <w:rPr>
      <w:rFonts w:ascii="Trajan Pro" w:hAnsi="Trajan Pro" w:cs="Times New Roman"/>
      <w:sz w:val="28"/>
    </w:rPr>
  </w:style>
  <w:style w:type="character" w:customStyle="1" w:styleId="Pealkiri3Mrk">
    <w:name w:val="Pealkiri 3 Märk"/>
    <w:basedOn w:val="Liguvaikefont"/>
    <w:link w:val="Pealkiri3"/>
    <w:uiPriority w:val="99"/>
    <w:locked/>
    <w:rsid w:val="001C4FAD"/>
    <w:rPr>
      <w:rFonts w:ascii="Trajan Pro" w:hAnsi="Trajan Pro" w:cs="Times New Roman"/>
      <w:b/>
      <w:sz w:val="24"/>
      <w:lang w:val="en-US"/>
    </w:rPr>
  </w:style>
  <w:style w:type="paragraph" w:styleId="Jalus">
    <w:name w:val="footer"/>
    <w:basedOn w:val="Normaallaad"/>
    <w:link w:val="JalusMrk"/>
    <w:uiPriority w:val="99"/>
    <w:rsid w:val="001C4FAD"/>
    <w:pPr>
      <w:tabs>
        <w:tab w:val="center" w:pos="4536"/>
        <w:tab w:val="right" w:pos="9072"/>
      </w:tabs>
    </w:pPr>
    <w:rPr>
      <w:rFonts w:ascii="Calibri" w:hAnsi="Calibri"/>
      <w:szCs w:val="20"/>
      <w:lang w:eastAsia="et-EE"/>
    </w:rPr>
  </w:style>
  <w:style w:type="character" w:customStyle="1" w:styleId="JalusMrk">
    <w:name w:val="Jalus Märk"/>
    <w:basedOn w:val="Liguvaikefont"/>
    <w:link w:val="Jalus"/>
    <w:uiPriority w:val="99"/>
    <w:locked/>
    <w:rsid w:val="001C4FAD"/>
    <w:rPr>
      <w:rFonts w:ascii="Calibri" w:hAnsi="Calibri" w:cs="Times New Roman"/>
      <w:lang w:val="en-US"/>
    </w:rPr>
  </w:style>
  <w:style w:type="paragraph" w:styleId="Pis">
    <w:name w:val="header"/>
    <w:basedOn w:val="Normaallaad"/>
    <w:link w:val="PisMrk"/>
    <w:uiPriority w:val="99"/>
    <w:rsid w:val="001C4FAD"/>
    <w:pPr>
      <w:tabs>
        <w:tab w:val="center" w:pos="4536"/>
        <w:tab w:val="right" w:pos="9072"/>
      </w:tabs>
    </w:pPr>
    <w:rPr>
      <w:rFonts w:ascii="Calibri" w:hAnsi="Calibri"/>
      <w:szCs w:val="20"/>
      <w:lang w:eastAsia="et-EE"/>
    </w:rPr>
  </w:style>
  <w:style w:type="character" w:customStyle="1" w:styleId="PisMrk">
    <w:name w:val="Päis Märk"/>
    <w:basedOn w:val="Liguvaikefont"/>
    <w:link w:val="Pis"/>
    <w:uiPriority w:val="99"/>
    <w:locked/>
    <w:rsid w:val="001C4FAD"/>
    <w:rPr>
      <w:rFonts w:ascii="Calibri" w:hAnsi="Calibri" w:cs="Times New Roman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rsid w:val="00E703FA"/>
    <w:rPr>
      <w:rFonts w:ascii="Tahoma" w:eastAsia="Calibri" w:hAnsi="Tahoma"/>
      <w:sz w:val="16"/>
      <w:szCs w:val="16"/>
      <w:lang w:eastAsia="et-EE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E703FA"/>
    <w:rPr>
      <w:rFonts w:ascii="Tahoma" w:hAnsi="Tahoma" w:cs="Times New Roman"/>
      <w:sz w:val="16"/>
    </w:rPr>
  </w:style>
  <w:style w:type="paragraph" w:customStyle="1" w:styleId="Vahedeta1">
    <w:name w:val="Vahedeta1"/>
    <w:uiPriority w:val="99"/>
    <w:rsid w:val="00AE2074"/>
    <w:rPr>
      <w:lang w:eastAsia="en-US"/>
    </w:rPr>
  </w:style>
  <w:style w:type="character" w:styleId="Hperlink">
    <w:name w:val="Hyperlink"/>
    <w:basedOn w:val="Liguvaikefont"/>
    <w:uiPriority w:val="99"/>
    <w:rsid w:val="009E486D"/>
    <w:rPr>
      <w:rFonts w:cs="Times New Roman"/>
      <w:color w:val="0000FF"/>
      <w:u w:val="single"/>
    </w:rPr>
  </w:style>
  <w:style w:type="table" w:styleId="Kontuurtabel">
    <w:name w:val="Table Grid"/>
    <w:basedOn w:val="Normaaltabel"/>
    <w:uiPriority w:val="59"/>
    <w:locked/>
    <w:rsid w:val="00AC44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1608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jan.loite@keskkonnaprojek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ristjan.loite@keskkonnaprojek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70%20YLDINE\10%20Vormistus\Kirjad\Vastus%20teabep&#228;ringu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Vastus teabepäringule</Template>
  <TotalTime>248</TotalTime>
  <Pages>1</Pages>
  <Words>84</Words>
  <Characters>899</Characters>
  <Application>Microsoft Office Word</Application>
  <DocSecurity>0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[Eesnimi Perekonnanimi]</vt:lpstr>
      <vt:lpstr>[Eesnimi Perekonnanimi]</vt:lpstr>
      <vt:lpstr>[Eesnimi Perekonnanimi]</vt:lpstr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[Eesnimi Perekonnanimi]</dc:title>
  <dc:creator>Annika</dc:creator>
  <cp:lastModifiedBy>Kristjan</cp:lastModifiedBy>
  <cp:revision>7</cp:revision>
  <cp:lastPrinted>2014-06-03T08:37:00Z</cp:lastPrinted>
  <dcterms:created xsi:type="dcterms:W3CDTF">2021-09-08T12:00:00Z</dcterms:created>
  <dcterms:modified xsi:type="dcterms:W3CDTF">2025-02-28T07:48:00Z</dcterms:modified>
</cp:coreProperties>
</file>